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85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6"/>
        <w:gridCol w:w="1558"/>
      </w:tblGrid>
      <w:tr w:rsidR="00AA14F6" w:rsidRPr="00AA14F6" w:rsidTr="003B378D">
        <w:trPr>
          <w:trHeight w:val="397"/>
          <w:jc w:val="center"/>
        </w:trPr>
        <w:tc>
          <w:tcPr>
            <w:tcW w:w="8504" w:type="dxa"/>
            <w:gridSpan w:val="2"/>
            <w:tcBorders>
              <w:top w:val="single" w:sz="4" w:space="0" w:color="auto"/>
              <w:bottom w:val="single" w:sz="4" w:space="0" w:color="auto"/>
            </w:tcBorders>
            <w:tcMar>
              <w:top w:w="57" w:type="dxa"/>
              <w:bottom w:w="57" w:type="dxa"/>
            </w:tcMar>
            <w:vAlign w:val="center"/>
          </w:tcPr>
          <w:p w:rsidR="00AA14F6" w:rsidRPr="003B378D" w:rsidRDefault="00E9136D" w:rsidP="005F7543">
            <w:pPr>
              <w:jc w:val="left"/>
              <w:rPr>
                <w:rFonts w:cs="Arial"/>
                <w:bCs/>
                <w:caps/>
                <w:color w:val="000000" w:themeColor="text1"/>
                <w:sz w:val="30"/>
                <w:szCs w:val="30"/>
              </w:rPr>
            </w:pPr>
            <w:sdt>
              <w:sdtPr>
                <w:rPr>
                  <w:rFonts w:cs="Arial"/>
                  <w:bCs/>
                  <w:caps/>
                  <w:color w:val="000000" w:themeColor="text1"/>
                  <w:sz w:val="30"/>
                  <w:szCs w:val="30"/>
                </w:rPr>
                <w:alias w:val="Číslo přílohy"/>
                <w:tag w:val="PrilCislo"/>
                <w:id w:val="-64426397"/>
                <w:placeholder>
                  <w:docPart w:val="0842CD71C9E94474AB914EBFB41654DB"/>
                </w:placeholder>
                <w:text/>
              </w:sdtPr>
              <w:sdtEndPr/>
              <w:sdtContent>
                <w:r w:rsidR="001513FB">
                  <w:rPr>
                    <w:rFonts w:cs="Arial"/>
                    <w:bCs/>
                    <w:caps/>
                    <w:color w:val="000000" w:themeColor="text1"/>
                    <w:sz w:val="30"/>
                    <w:szCs w:val="30"/>
                  </w:rPr>
                  <w:t>E.4</w:t>
                </w:r>
              </w:sdtContent>
            </w:sdt>
            <w:r w:rsidR="005F7543">
              <w:rPr>
                <w:rFonts w:cs="Arial"/>
                <w:bCs/>
                <w:caps/>
                <w:color w:val="000000" w:themeColor="text1"/>
                <w:sz w:val="30"/>
                <w:szCs w:val="30"/>
              </w:rPr>
              <w:t xml:space="preserve">  </w:t>
            </w:r>
            <w:r w:rsidR="003B378D" w:rsidRPr="003B378D">
              <w:rPr>
                <w:rFonts w:cs="Arial"/>
                <w:bCs/>
                <w:caps/>
                <w:color w:val="000000" w:themeColor="text1"/>
                <w:sz w:val="30"/>
                <w:szCs w:val="30"/>
              </w:rPr>
              <w:t xml:space="preserve"> </w:t>
            </w:r>
            <w:sdt>
              <w:sdtPr>
                <w:rPr>
                  <w:rFonts w:cs="Arial"/>
                  <w:bCs/>
                  <w:caps/>
                  <w:color w:val="000000" w:themeColor="text1"/>
                  <w:sz w:val="30"/>
                  <w:szCs w:val="30"/>
                </w:rPr>
                <w:alias w:val="Název přílohy"/>
                <w:tag w:val="PrilNaz"/>
                <w:id w:val="-1395199336"/>
                <w:placeholder>
                  <w:docPart w:val="B65AFCA5262346089ACA6CBF2B8C6EE6"/>
                </w:placeholder>
                <w:text/>
              </w:sdtPr>
              <w:sdtEndPr/>
              <w:sdtContent>
                <w:r w:rsidR="003921D3">
                  <w:rPr>
                    <w:rFonts w:cs="Arial"/>
                    <w:bCs/>
                    <w:caps/>
                    <w:color w:val="000000" w:themeColor="text1"/>
                    <w:sz w:val="30"/>
                    <w:szCs w:val="30"/>
                  </w:rPr>
                  <w:t>Protokol o určení vnějších vlivů</w:t>
                </w:r>
              </w:sdtContent>
            </w:sdt>
          </w:p>
        </w:tc>
      </w:tr>
      <w:tr w:rsidR="00AA14F6" w:rsidRPr="00AA14F6" w:rsidTr="00AA14F6">
        <w:trPr>
          <w:trHeight w:val="510"/>
          <w:jc w:val="center"/>
        </w:trPr>
        <w:tc>
          <w:tcPr>
            <w:tcW w:w="8504" w:type="dxa"/>
            <w:gridSpan w:val="2"/>
            <w:tcBorders>
              <w:top w:val="single" w:sz="4" w:space="0" w:color="auto"/>
            </w:tcBorders>
            <w:vAlign w:val="center"/>
          </w:tcPr>
          <w:p w:rsidR="00AA14F6" w:rsidRPr="00AA14F6" w:rsidRDefault="00AA14F6" w:rsidP="00AA14F6">
            <w:pPr>
              <w:jc w:val="center"/>
              <w:rPr>
                <w:caps/>
                <w:color w:val="000000" w:themeColor="text1"/>
              </w:rPr>
            </w:pPr>
          </w:p>
        </w:tc>
      </w:tr>
      <w:tr w:rsidR="00DB3FED" w:rsidRPr="00AA14F6" w:rsidTr="00061386">
        <w:trPr>
          <w:trHeight w:val="510"/>
          <w:jc w:val="center"/>
        </w:trPr>
        <w:tc>
          <w:tcPr>
            <w:tcW w:w="8504" w:type="dxa"/>
            <w:gridSpan w:val="2"/>
            <w:vAlign w:val="center"/>
          </w:tcPr>
          <w:p w:rsidR="00DB3FED" w:rsidRDefault="00DB3FED" w:rsidP="00061386">
            <w:pPr>
              <w:jc w:val="center"/>
              <w:rPr>
                <w:b/>
                <w:caps/>
                <w:color w:val="000000" w:themeColor="text1"/>
                <w:sz w:val="30"/>
                <w:szCs w:val="30"/>
              </w:rPr>
            </w:pPr>
            <w:bookmarkStart w:id="0" w:name="_Hlk57697127"/>
            <w:r>
              <w:rPr>
                <w:b/>
                <w:caps/>
                <w:color w:val="000000" w:themeColor="text1"/>
                <w:sz w:val="30"/>
                <w:szCs w:val="30"/>
              </w:rPr>
              <w:t>Revitalizace objektů a prostorů VDJ Korunní</w:t>
            </w:r>
          </w:p>
          <w:p w:rsidR="00DB3FED" w:rsidRDefault="00DB3FED" w:rsidP="00061386">
            <w:pPr>
              <w:jc w:val="center"/>
              <w:rPr>
                <w:b/>
                <w:caps/>
                <w:color w:val="000000" w:themeColor="text1"/>
                <w:sz w:val="30"/>
                <w:szCs w:val="30"/>
              </w:rPr>
            </w:pPr>
            <w:r>
              <w:rPr>
                <w:b/>
                <w:caps/>
                <w:color w:val="000000" w:themeColor="text1"/>
                <w:sz w:val="30"/>
                <w:szCs w:val="30"/>
              </w:rPr>
              <w:t>Praha 10, č. inv. akce 1/4/A52/00</w:t>
            </w:r>
          </w:p>
          <w:p w:rsidR="00DB3FED" w:rsidRPr="00AA14F6" w:rsidRDefault="00DB3FED" w:rsidP="00061386">
            <w:pPr>
              <w:jc w:val="center"/>
              <w:rPr>
                <w:b/>
                <w:caps/>
                <w:color w:val="000000" w:themeColor="text1"/>
                <w:sz w:val="30"/>
                <w:szCs w:val="30"/>
              </w:rPr>
            </w:pPr>
            <w:r>
              <w:rPr>
                <w:b/>
                <w:caps/>
                <w:color w:val="000000" w:themeColor="text1"/>
                <w:sz w:val="30"/>
                <w:szCs w:val="30"/>
              </w:rPr>
              <w:t>1/4/F87/00, 1/4/F87/01, 1/4/A52/02</w:t>
            </w:r>
          </w:p>
        </w:tc>
      </w:tr>
      <w:bookmarkEnd w:id="0"/>
      <w:tr w:rsidR="003B378D" w:rsidRPr="00AA14F6" w:rsidTr="003B378D">
        <w:trPr>
          <w:trHeight w:val="510"/>
          <w:jc w:val="center"/>
        </w:trPr>
        <w:tc>
          <w:tcPr>
            <w:tcW w:w="8504" w:type="dxa"/>
            <w:gridSpan w:val="2"/>
            <w:vAlign w:val="center"/>
          </w:tcPr>
          <w:p w:rsidR="003B378D" w:rsidRPr="003B378D" w:rsidRDefault="00E9136D" w:rsidP="005C2849">
            <w:pPr>
              <w:jc w:val="center"/>
              <w:rPr>
                <w:caps/>
                <w:color w:val="000000" w:themeColor="text1"/>
                <w:sz w:val="24"/>
                <w:szCs w:val="24"/>
              </w:rPr>
            </w:pPr>
            <w:sdt>
              <w:sdtPr>
                <w:rPr>
                  <w:caps/>
                  <w:color w:val="000000" w:themeColor="text1"/>
                  <w:sz w:val="24"/>
                  <w:szCs w:val="24"/>
                </w:rPr>
                <w:alias w:val="Doplňující název akce"/>
                <w:tag w:val="PodNazev"/>
                <w:id w:val="-1240555608"/>
                <w:placeholder>
                  <w:docPart w:val="A5B936AC95614DF99BAF057D9EAD8BC6"/>
                </w:placeholder>
                <w:text/>
              </w:sdtPr>
              <w:sdtEndPr/>
              <w:sdtContent>
                <w:r w:rsidR="003921D3">
                  <w:rPr>
                    <w:caps/>
                    <w:color w:val="000000" w:themeColor="text1"/>
                    <w:sz w:val="24"/>
                    <w:szCs w:val="24"/>
                  </w:rPr>
                  <w:t>E. Dokladová část</w:t>
                </w:r>
              </w:sdtContent>
            </w:sdt>
          </w:p>
        </w:tc>
      </w:tr>
      <w:tr w:rsidR="00FF5336" w:rsidRPr="006B05F3" w:rsidTr="0066347D">
        <w:trPr>
          <w:trHeight w:val="227"/>
          <w:jc w:val="center"/>
        </w:trPr>
        <w:tc>
          <w:tcPr>
            <w:tcW w:w="8504" w:type="dxa"/>
            <w:gridSpan w:val="2"/>
            <w:tcMar>
              <w:top w:w="113" w:type="dxa"/>
              <w:bottom w:w="57" w:type="dxa"/>
              <w:right w:w="113" w:type="dxa"/>
            </w:tcMar>
          </w:tcPr>
          <w:p w:rsidR="00FF5336" w:rsidRPr="003B378D" w:rsidRDefault="00FF5336" w:rsidP="00FF5336">
            <w:pPr>
              <w:tabs>
                <w:tab w:val="left" w:pos="648"/>
              </w:tabs>
              <w:jc w:val="center"/>
              <w:rPr>
                <w:rFonts w:cs="Arial"/>
                <w:bCs/>
                <w:color w:val="000000" w:themeColor="text1"/>
                <w:sz w:val="22"/>
                <w:szCs w:val="22"/>
              </w:rPr>
            </w:pPr>
          </w:p>
        </w:tc>
      </w:tr>
      <w:tr w:rsidR="003B378D" w:rsidRPr="006B05F3" w:rsidTr="00DD3884">
        <w:trPr>
          <w:trHeight w:val="477"/>
          <w:jc w:val="center"/>
        </w:trPr>
        <w:tc>
          <w:tcPr>
            <w:tcW w:w="6946" w:type="dxa"/>
            <w:tcBorders>
              <w:bottom w:val="single" w:sz="4" w:space="0" w:color="auto"/>
            </w:tcBorders>
            <w:tcMar>
              <w:top w:w="113" w:type="dxa"/>
              <w:bottom w:w="57" w:type="dxa"/>
              <w:right w:w="113" w:type="dxa"/>
            </w:tcMar>
          </w:tcPr>
          <w:p w:rsidR="003B378D" w:rsidRDefault="00DD3884" w:rsidP="0066347D">
            <w:pPr>
              <w:spacing w:after="120"/>
              <w:jc w:val="left"/>
              <w:rPr>
                <w:rFonts w:cs="Arial"/>
                <w:bCs/>
                <w:caps/>
                <w:color w:val="000000" w:themeColor="text1"/>
                <w:sz w:val="12"/>
                <w:szCs w:val="12"/>
              </w:rPr>
            </w:pPr>
            <w:r>
              <w:rPr>
                <w:rFonts w:cs="Arial"/>
                <w:bCs/>
                <w:caps/>
                <w:color w:val="000000" w:themeColor="text1"/>
                <w:sz w:val="12"/>
                <w:szCs w:val="12"/>
              </w:rPr>
              <w:t>Stupeň projektové dokumentace:</w:t>
            </w:r>
          </w:p>
          <w:sdt>
            <w:sdtPr>
              <w:rPr>
                <w:rFonts w:cs="Arial"/>
                <w:bCs/>
                <w:color w:val="000000" w:themeColor="text1"/>
                <w:sz w:val="22"/>
                <w:szCs w:val="22"/>
              </w:rPr>
              <w:alias w:val="Stupeň PD"/>
              <w:tag w:val="Stupen"/>
              <w:id w:val="355318287"/>
              <w:placeholder>
                <w:docPart w:val="E4C204BC23614E86A28111DFC7855B50"/>
              </w:placeholder>
              <w:text/>
            </w:sdtPr>
            <w:sdtEndPr/>
            <w:sdtContent>
              <w:p w:rsidR="003B378D" w:rsidRPr="001C4D2E" w:rsidRDefault="003921D3" w:rsidP="00277E33">
                <w:pPr>
                  <w:tabs>
                    <w:tab w:val="left" w:pos="648"/>
                  </w:tabs>
                  <w:jc w:val="left"/>
                  <w:rPr>
                    <w:rFonts w:cs="Arial"/>
                    <w:bCs/>
                    <w:color w:val="000000" w:themeColor="text1"/>
                    <w:sz w:val="18"/>
                    <w:szCs w:val="18"/>
                  </w:rPr>
                </w:pPr>
                <w:r>
                  <w:rPr>
                    <w:rFonts w:cs="Arial"/>
                    <w:bCs/>
                    <w:color w:val="000000" w:themeColor="text1"/>
                    <w:sz w:val="22"/>
                    <w:szCs w:val="22"/>
                  </w:rPr>
                  <w:t>Dokumentace pro vydání společného povolení</w:t>
                </w:r>
              </w:p>
            </w:sdtContent>
          </w:sdt>
        </w:tc>
        <w:tc>
          <w:tcPr>
            <w:tcW w:w="1558" w:type="dxa"/>
            <w:tcBorders>
              <w:bottom w:val="single" w:sz="4" w:space="0" w:color="auto"/>
            </w:tcBorders>
            <w:tcMar>
              <w:top w:w="113" w:type="dxa"/>
              <w:left w:w="113" w:type="dxa"/>
              <w:bottom w:w="57" w:type="dxa"/>
              <w:right w:w="0" w:type="dxa"/>
            </w:tcMar>
          </w:tcPr>
          <w:p w:rsidR="003B378D" w:rsidRDefault="003B378D" w:rsidP="00FF5336">
            <w:pPr>
              <w:spacing w:after="120"/>
              <w:jc w:val="right"/>
              <w:rPr>
                <w:rFonts w:cs="Arial"/>
                <w:bCs/>
                <w:caps/>
                <w:color w:val="000000" w:themeColor="text1"/>
                <w:sz w:val="12"/>
                <w:szCs w:val="12"/>
              </w:rPr>
            </w:pPr>
            <w:r>
              <w:rPr>
                <w:rFonts w:cs="Arial"/>
                <w:bCs/>
                <w:caps/>
                <w:color w:val="000000" w:themeColor="text1"/>
                <w:sz w:val="12"/>
                <w:szCs w:val="12"/>
              </w:rPr>
              <w:t>Datum:</w:t>
            </w:r>
          </w:p>
          <w:p w:rsidR="003B378D" w:rsidRPr="003B378D" w:rsidRDefault="00E9136D" w:rsidP="005C2849">
            <w:pPr>
              <w:jc w:val="right"/>
              <w:rPr>
                <w:rFonts w:cs="Arial"/>
                <w:bCs/>
                <w:color w:val="000000" w:themeColor="text1"/>
                <w:sz w:val="22"/>
                <w:szCs w:val="22"/>
              </w:rPr>
            </w:pPr>
            <w:sdt>
              <w:sdtPr>
                <w:rPr>
                  <w:rFonts w:cs="Arial"/>
                  <w:bCs/>
                  <w:color w:val="000000" w:themeColor="text1"/>
                  <w:sz w:val="22"/>
                  <w:szCs w:val="22"/>
                </w:rPr>
                <w:alias w:val="Datum"/>
                <w:tag w:val="DatumCo"/>
                <w:id w:val="872964634"/>
                <w:text/>
              </w:sdtPr>
              <w:sdtEndPr/>
              <w:sdtContent>
                <w:r w:rsidR="0074743D">
                  <w:rPr>
                    <w:rFonts w:cs="Arial"/>
                    <w:bCs/>
                    <w:color w:val="000000" w:themeColor="text1"/>
                    <w:sz w:val="22"/>
                    <w:szCs w:val="22"/>
                  </w:rPr>
                  <w:t>12.2020</w:t>
                </w:r>
              </w:sdtContent>
            </w:sdt>
          </w:p>
        </w:tc>
      </w:tr>
    </w:tbl>
    <w:p w:rsidR="00083CDD" w:rsidRDefault="00083CDD" w:rsidP="00113C96">
      <w:pPr>
        <w:jc w:val="center"/>
        <w:rPr>
          <w:color w:val="000000" w:themeColor="text1"/>
        </w:rPr>
      </w:pPr>
    </w:p>
    <w:p w:rsidR="00113C96" w:rsidRDefault="00113C96" w:rsidP="00113C96">
      <w:pPr>
        <w:jc w:val="center"/>
        <w:rPr>
          <w:color w:val="000000" w:themeColor="text1"/>
        </w:rPr>
      </w:pPr>
    </w:p>
    <w:p w:rsidR="00113C96" w:rsidRDefault="00C77ADD" w:rsidP="00113C96">
      <w:pPr>
        <w:jc w:val="center"/>
        <w:rPr>
          <w:color w:val="000000" w:themeColor="text1"/>
        </w:rPr>
      </w:pPr>
      <w:r>
        <w:rPr>
          <w:rFonts w:cs="Arial"/>
          <w:bCs/>
          <w:caps/>
          <w:noProof/>
          <w:color w:val="000000" w:themeColor="text1"/>
          <w:sz w:val="30"/>
          <w:szCs w:val="30"/>
        </w:rPr>
        <w:drawing>
          <wp:anchor distT="0" distB="0" distL="114300" distR="114300" simplePos="0" relativeHeight="251660288" behindDoc="0" locked="0" layoutInCell="1" allowOverlap="1">
            <wp:simplePos x="0" y="0"/>
            <wp:positionH relativeFrom="margin">
              <wp:align>center</wp:align>
            </wp:positionH>
            <wp:positionV relativeFrom="margin">
              <wp:posOffset>2712085</wp:posOffset>
            </wp:positionV>
            <wp:extent cx="5425440" cy="3390900"/>
            <wp:effectExtent l="0" t="0" r="3810" b="0"/>
            <wp:wrapNone/>
            <wp:docPr id="1" name="Obrázek 1" descr="Obsah obrázku exteriér, tráva, budova, stojíc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zu_desky_CMC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25440" cy="3390900"/>
                    </a:xfrm>
                    <a:prstGeom prst="rect">
                      <a:avLst/>
                    </a:prstGeom>
                  </pic:spPr>
                </pic:pic>
              </a:graphicData>
            </a:graphic>
            <wp14:sizeRelH relativeFrom="margin">
              <wp14:pctWidth>0</wp14:pctWidth>
            </wp14:sizeRelH>
            <wp14:sizeRelV relativeFrom="margin">
              <wp14:pctHeight>0</wp14:pctHeight>
            </wp14:sizeRelV>
          </wp:anchor>
        </w:drawing>
      </w:r>
    </w:p>
    <w:p w:rsidR="00113C96" w:rsidRDefault="00113C96" w:rsidP="00113C96">
      <w:pPr>
        <w:jc w:val="center"/>
        <w:rPr>
          <w:color w:val="000000" w:themeColor="text1"/>
        </w:rPr>
      </w:pPr>
    </w:p>
    <w:p w:rsidR="00C5703F" w:rsidRDefault="00C5703F" w:rsidP="00113C96">
      <w:pPr>
        <w:jc w:val="center"/>
        <w:rPr>
          <w:color w:val="000000" w:themeColor="text1"/>
        </w:rPr>
      </w:pPr>
    </w:p>
    <w:p w:rsidR="00C5703F" w:rsidRDefault="00C5703F" w:rsidP="00113C96">
      <w:pPr>
        <w:jc w:val="center"/>
        <w:rPr>
          <w:color w:val="000000" w:themeColor="text1"/>
        </w:rPr>
      </w:pPr>
    </w:p>
    <w:p w:rsidR="00837B86" w:rsidRDefault="00837B86" w:rsidP="00113C96">
      <w:pPr>
        <w:jc w:val="center"/>
        <w:rPr>
          <w:color w:val="000000" w:themeColor="text1"/>
        </w:rPr>
      </w:pPr>
    </w:p>
    <w:p w:rsidR="00C5703F" w:rsidRPr="00F81B53" w:rsidRDefault="00C5703F" w:rsidP="00113C96">
      <w:pPr>
        <w:jc w:val="center"/>
        <w:rPr>
          <w:color w:val="000000" w:themeColor="text1"/>
        </w:rPr>
      </w:pPr>
    </w:p>
    <w:p w:rsidR="00083CDD" w:rsidRPr="00F81B53" w:rsidRDefault="0074743D">
      <w:pPr>
        <w:rPr>
          <w:color w:val="000000" w:themeColor="text1"/>
        </w:rPr>
        <w:sectPr w:rsidR="00083CDD" w:rsidRPr="00F81B53" w:rsidSect="007E461D">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1701" w:bottom="5387" w:left="1701" w:header="709" w:footer="709" w:gutter="0"/>
          <w:cols w:space="708"/>
          <w:titlePg/>
          <w:docGrid w:linePitch="360"/>
        </w:sectPr>
      </w:pPr>
      <w:r>
        <w:rPr>
          <w:noProof/>
          <w:color w:val="000000" w:themeColor="text1"/>
        </w:rPr>
        <mc:AlternateContent>
          <mc:Choice Requires="wps">
            <w:drawing>
              <wp:anchor distT="0" distB="0" distL="114300" distR="114300" simplePos="0" relativeHeight="251659264" behindDoc="0" locked="0" layoutInCell="1" allowOverlap="1" wp14:anchorId="252E19C8" wp14:editId="749FD1C3">
                <wp:simplePos x="0" y="0"/>
                <wp:positionH relativeFrom="rightMargin">
                  <wp:posOffset>114300</wp:posOffset>
                </wp:positionH>
                <wp:positionV relativeFrom="paragraph">
                  <wp:posOffset>2558415</wp:posOffset>
                </wp:positionV>
                <wp:extent cx="533400" cy="542925"/>
                <wp:effectExtent l="0" t="0" r="0" b="0"/>
                <wp:wrapNone/>
                <wp:docPr id="19" name="Textové pole 19"/>
                <wp:cNvGraphicFramePr/>
                <a:graphic xmlns:a="http://schemas.openxmlformats.org/drawingml/2006/main">
                  <a:graphicData uri="http://schemas.microsoft.com/office/word/2010/wordprocessingShape">
                    <wps:wsp>
                      <wps:cNvSpPr txBox="1"/>
                      <wps:spPr>
                        <a:xfrm>
                          <a:off x="0" y="0"/>
                          <a:ext cx="53340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513FB" w:rsidRPr="00821606" w:rsidRDefault="00DB3FED" w:rsidP="0074743D">
                            <w:pPr>
                              <w:rPr>
                                <w:b/>
                                <w:color w:val="0070C0"/>
                                <w:sz w:val="72"/>
                              </w:rPr>
                            </w:pPr>
                            <w:r>
                              <w:rPr>
                                <w:b/>
                                <w:color w:val="0070C0"/>
                                <w:sz w:val="72"/>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52E19C8" id="_x0000_t202" coordsize="21600,21600" o:spt="202" path="m,l,21600r21600,l21600,xe">
                <v:stroke joinstyle="miter"/>
                <v:path gradientshapeok="t" o:connecttype="rect"/>
              </v:shapetype>
              <v:shape id="Textové pole 19" o:spid="_x0000_s1026" type="#_x0000_t202" style="position:absolute;left:0;text-align:left;margin-left:9pt;margin-top:201.45pt;width:42pt;height:42.75pt;z-index:251659264;visibility:visible;mso-wrap-style:square;mso-wrap-distance-left:9pt;mso-wrap-distance-top:0;mso-wrap-distance-right:9pt;mso-wrap-distance-bottom:0;mso-position-horizontal:absolute;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" filled="f" stroked="f" strokeweight=".5pt">
                <v:textbox>
                  <w:txbxContent>
                    <w:p w:rsidR="001513FB" w:rsidRPr="00821606" w:rsidRDefault="00DB3FED" w:rsidP="0074743D">
                      <w:pPr>
                        <w:rPr>
                          <w:b/>
                          <w:color w:val="0070C0"/>
                          <w:sz w:val="72"/>
                        </w:rPr>
                      </w:pPr>
                      <w:r>
                        <w:rPr>
                          <w:b/>
                          <w:color w:val="0070C0"/>
                          <w:sz w:val="72"/>
                        </w:rPr>
                        <w:t>1</w:t>
                      </w:r>
                      <w:bookmarkStart w:id="2" w:name="_GoBack"/>
                      <w:bookmarkEnd w:id="2"/>
                    </w:p>
                  </w:txbxContent>
                </v:textbox>
                <w10:wrap anchorx="margin"/>
              </v:shape>
            </w:pict>
          </mc:Fallback>
        </mc:AlternateContent>
      </w:r>
    </w:p>
    <w:tbl>
      <w:tblPr>
        <w:tblStyle w:val="Mkatabulky"/>
        <w:tblW w:w="85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34"/>
        <w:gridCol w:w="1418"/>
        <w:gridCol w:w="1417"/>
        <w:gridCol w:w="1417"/>
        <w:gridCol w:w="1418"/>
      </w:tblGrid>
      <w:tr w:rsidR="00F81B53" w:rsidRPr="006B05F3" w:rsidTr="004B2FCB">
        <w:trPr>
          <w:trHeight w:val="510"/>
          <w:jc w:val="center"/>
        </w:trPr>
        <w:tc>
          <w:tcPr>
            <w:tcW w:w="8504" w:type="dxa"/>
            <w:gridSpan w:val="5"/>
            <w:tcBorders>
              <w:top w:val="single" w:sz="4" w:space="0" w:color="auto"/>
              <w:bottom w:val="single" w:sz="4" w:space="0" w:color="auto"/>
            </w:tcBorders>
            <w:vAlign w:val="center"/>
          </w:tcPr>
          <w:p w:rsidR="00A35A69" w:rsidRPr="008266CC" w:rsidRDefault="00E9136D" w:rsidP="005F7543">
            <w:pPr>
              <w:jc w:val="left"/>
              <w:rPr>
                <w:rFonts w:cs="Arial"/>
                <w:caps/>
                <w:color w:val="000000" w:themeColor="text1"/>
                <w:sz w:val="30"/>
                <w:szCs w:val="30"/>
              </w:rPr>
            </w:pPr>
            <w:sdt>
              <w:sdtPr>
                <w:rPr>
                  <w:rFonts w:cs="Arial"/>
                  <w:bCs/>
                  <w:caps/>
                  <w:color w:val="000000" w:themeColor="text1"/>
                  <w:sz w:val="30"/>
                  <w:szCs w:val="30"/>
                </w:rPr>
                <w:alias w:val="Číslo přílohy"/>
                <w:tag w:val="PrilCislo"/>
                <w:id w:val="65618576"/>
                <w:placeholder>
                  <w:docPart w:val="6C9A32874AAA4F9D88FC6CC9EF7544B5"/>
                </w:placeholder>
                <w:text/>
              </w:sdtPr>
              <w:sdtEndPr/>
              <w:sdtContent>
                <w:r w:rsidR="001513FB">
                  <w:rPr>
                    <w:rFonts w:cs="Arial"/>
                    <w:bCs/>
                    <w:caps/>
                    <w:color w:val="000000" w:themeColor="text1"/>
                    <w:sz w:val="30"/>
                    <w:szCs w:val="30"/>
                  </w:rPr>
                  <w:t>E.4</w:t>
                </w:r>
              </w:sdtContent>
            </w:sdt>
            <w:r w:rsidR="00A35A69" w:rsidRPr="008266CC">
              <w:rPr>
                <w:rFonts w:cs="Arial"/>
                <w:bCs/>
                <w:caps/>
                <w:color w:val="000000" w:themeColor="text1"/>
                <w:sz w:val="30"/>
                <w:szCs w:val="30"/>
              </w:rPr>
              <w:t xml:space="preserve"> </w:t>
            </w:r>
            <w:r w:rsidR="005F7543">
              <w:rPr>
                <w:rFonts w:cs="Arial"/>
                <w:bCs/>
                <w:caps/>
                <w:color w:val="000000" w:themeColor="text1"/>
                <w:sz w:val="30"/>
                <w:szCs w:val="30"/>
              </w:rPr>
              <w:t xml:space="preserve">  </w:t>
            </w:r>
            <w:sdt>
              <w:sdtPr>
                <w:rPr>
                  <w:rFonts w:cs="Arial"/>
                  <w:bCs/>
                  <w:caps/>
                  <w:color w:val="000000" w:themeColor="text1"/>
                  <w:sz w:val="30"/>
                  <w:szCs w:val="30"/>
                </w:rPr>
                <w:alias w:val="Název přílohy"/>
                <w:tag w:val="PrilNaz"/>
                <w:id w:val="65618579"/>
                <w:placeholder>
                  <w:docPart w:val="DefaultPlaceholder_22675703"/>
                </w:placeholder>
                <w:text/>
              </w:sdtPr>
              <w:sdtEndPr/>
              <w:sdtContent>
                <w:r w:rsidR="003921D3">
                  <w:rPr>
                    <w:rFonts w:cs="Arial"/>
                    <w:bCs/>
                    <w:caps/>
                    <w:color w:val="000000" w:themeColor="text1"/>
                    <w:sz w:val="30"/>
                    <w:szCs w:val="30"/>
                  </w:rPr>
                  <w:t>Protokol o určení vnějších vlivů</w:t>
                </w:r>
              </w:sdtContent>
            </w:sdt>
          </w:p>
        </w:tc>
      </w:tr>
      <w:tr w:rsidR="008B1388" w:rsidRPr="006B05F3" w:rsidTr="00CC0616">
        <w:trPr>
          <w:trHeight w:val="227"/>
          <w:jc w:val="center"/>
        </w:trPr>
        <w:tc>
          <w:tcPr>
            <w:tcW w:w="7086" w:type="dxa"/>
            <w:gridSpan w:val="4"/>
            <w:tcBorders>
              <w:top w:val="single" w:sz="4" w:space="0" w:color="auto"/>
              <w:bottom w:val="single" w:sz="4" w:space="0" w:color="auto"/>
              <w:right w:val="single" w:sz="4" w:space="0" w:color="auto"/>
            </w:tcBorders>
            <w:tcMar>
              <w:top w:w="113" w:type="dxa"/>
              <w:bottom w:w="57" w:type="dxa"/>
              <w:right w:w="113" w:type="dxa"/>
            </w:tcMar>
          </w:tcPr>
          <w:p w:rsidR="008B1388" w:rsidRDefault="008B1388" w:rsidP="0066347D">
            <w:pPr>
              <w:spacing w:after="120"/>
              <w:jc w:val="left"/>
              <w:rPr>
                <w:rFonts w:cs="Arial"/>
                <w:bCs/>
                <w:caps/>
                <w:color w:val="000000" w:themeColor="text1"/>
                <w:sz w:val="12"/>
                <w:szCs w:val="12"/>
              </w:rPr>
            </w:pPr>
            <w:r>
              <w:rPr>
                <w:rFonts w:cs="Arial"/>
                <w:bCs/>
                <w:caps/>
                <w:color w:val="000000" w:themeColor="text1"/>
                <w:sz w:val="12"/>
                <w:szCs w:val="12"/>
              </w:rPr>
              <w:t>ÚPLNÝ NÁZEV AKCE (PROJEKTU):</w:t>
            </w:r>
          </w:p>
          <w:p w:rsidR="008B1388" w:rsidRPr="00735764" w:rsidRDefault="00E9136D" w:rsidP="005C2849">
            <w:pPr>
              <w:jc w:val="left"/>
              <w:rPr>
                <w:rFonts w:cs="Arial"/>
                <w:bCs/>
                <w:caps/>
                <w:color w:val="000000" w:themeColor="text1"/>
                <w:sz w:val="18"/>
                <w:szCs w:val="18"/>
              </w:rPr>
            </w:pPr>
            <w:sdt>
              <w:sdtPr>
                <w:rPr>
                  <w:rFonts w:cs="Arial"/>
                  <w:bCs/>
                  <w:color w:val="000000" w:themeColor="text1"/>
                  <w:sz w:val="18"/>
                  <w:szCs w:val="18"/>
                </w:rPr>
                <w:alias w:val="Název akce 1"/>
                <w:tag w:val="NazevDok"/>
                <w:id w:val="-1403363427"/>
                <w:placeholder>
                  <w:docPart w:val="4012E320A99F45B6805EE14C82100A49"/>
                </w:placeholder>
                <w:text/>
              </w:sdtPr>
              <w:sdtEndPr/>
              <w:sdtContent>
                <w:proofErr w:type="spellStart"/>
                <w:r w:rsidR="00931A1D">
                  <w:rPr>
                    <w:rFonts w:cs="Arial"/>
                    <w:bCs/>
                    <w:color w:val="000000" w:themeColor="text1"/>
                    <w:sz w:val="18"/>
                    <w:szCs w:val="18"/>
                  </w:rPr>
                  <w:t>Revital</w:t>
                </w:r>
                <w:proofErr w:type="spellEnd"/>
                <w:r w:rsidR="00931A1D">
                  <w:rPr>
                    <w:rFonts w:cs="Arial"/>
                    <w:bCs/>
                    <w:color w:val="000000" w:themeColor="text1"/>
                    <w:sz w:val="18"/>
                    <w:szCs w:val="18"/>
                  </w:rPr>
                  <w:t>. objektů a prostorů Korunní, P10</w:t>
                </w:r>
              </w:sdtContent>
            </w:sdt>
            <w:r w:rsidR="008B1388" w:rsidRPr="001C4D2E">
              <w:rPr>
                <w:rFonts w:cs="Arial"/>
                <w:bCs/>
                <w:color w:val="000000" w:themeColor="text1"/>
                <w:sz w:val="18"/>
                <w:szCs w:val="18"/>
              </w:rPr>
              <w:t xml:space="preserve"> </w:t>
            </w:r>
            <w:sdt>
              <w:sdtPr>
                <w:rPr>
                  <w:rFonts w:cs="Arial"/>
                  <w:bCs/>
                  <w:color w:val="000000" w:themeColor="text1"/>
                  <w:sz w:val="18"/>
                  <w:szCs w:val="18"/>
                </w:rPr>
                <w:alias w:val="Název akce 2"/>
                <w:tag w:val="NazevDok2_"/>
                <w:id w:val="1692883506"/>
                <w:placeholder>
                  <w:docPart w:val="789BBEABBE3C43339536BF5B2D31A53B"/>
                </w:placeholder>
                <w:text/>
              </w:sdtPr>
              <w:sdtEndPr/>
              <w:sdtContent>
                <w:r w:rsidR="00835157">
                  <w:rPr>
                    <w:rFonts w:cs="Arial"/>
                    <w:bCs/>
                    <w:color w:val="000000" w:themeColor="text1"/>
                    <w:sz w:val="18"/>
                    <w:szCs w:val="18"/>
                  </w:rPr>
                  <w:t xml:space="preserve">č. </w:t>
                </w:r>
                <w:proofErr w:type="spellStart"/>
                <w:r w:rsidR="00835157">
                  <w:rPr>
                    <w:rFonts w:cs="Arial"/>
                    <w:bCs/>
                    <w:color w:val="000000" w:themeColor="text1"/>
                    <w:sz w:val="18"/>
                    <w:szCs w:val="18"/>
                  </w:rPr>
                  <w:t>inv</w:t>
                </w:r>
                <w:proofErr w:type="spellEnd"/>
                <w:r w:rsidR="00835157">
                  <w:rPr>
                    <w:rFonts w:cs="Arial"/>
                    <w:bCs/>
                    <w:color w:val="000000" w:themeColor="text1"/>
                    <w:sz w:val="18"/>
                    <w:szCs w:val="18"/>
                  </w:rPr>
                  <w:t>. akce 1/4/A52/00, 1/4/F87/00,</w:t>
                </w:r>
              </w:sdtContent>
            </w:sdt>
            <w:r w:rsidR="008B1388" w:rsidRPr="001C4D2E">
              <w:rPr>
                <w:rFonts w:cs="Arial"/>
                <w:bCs/>
                <w:color w:val="000000" w:themeColor="text1"/>
                <w:sz w:val="18"/>
                <w:szCs w:val="18"/>
              </w:rPr>
              <w:t xml:space="preserve"> </w:t>
            </w:r>
            <w:sdt>
              <w:sdtPr>
                <w:rPr>
                  <w:rFonts w:cs="Arial"/>
                  <w:bCs/>
                  <w:color w:val="000000" w:themeColor="text1"/>
                  <w:sz w:val="18"/>
                  <w:szCs w:val="18"/>
                </w:rPr>
                <w:alias w:val="Název akce 3"/>
                <w:tag w:val="NazevDok3_"/>
                <w:id w:val="2134281042"/>
                <w:placeholder>
                  <w:docPart w:val="AA99E97234C7485B8EB4DB8845738F26"/>
                </w:placeholder>
                <w:text/>
              </w:sdtPr>
              <w:sdtEndPr/>
              <w:sdtContent>
                <w:r w:rsidR="00835157">
                  <w:rPr>
                    <w:rFonts w:cs="Arial"/>
                    <w:bCs/>
                    <w:color w:val="000000" w:themeColor="text1"/>
                    <w:sz w:val="18"/>
                    <w:szCs w:val="18"/>
                  </w:rPr>
                  <w:t>1/4/F87/01, 1/4/A52/02</w:t>
                </w:r>
              </w:sdtContent>
            </w:sdt>
          </w:p>
        </w:tc>
        <w:tc>
          <w:tcPr>
            <w:tcW w:w="1418" w:type="dxa"/>
            <w:tcBorders>
              <w:top w:val="single" w:sz="4" w:space="0" w:color="auto"/>
              <w:left w:val="single" w:sz="4" w:space="0" w:color="auto"/>
              <w:bottom w:val="single" w:sz="4" w:space="0" w:color="auto"/>
            </w:tcBorders>
            <w:tcMar>
              <w:top w:w="57" w:type="dxa"/>
              <w:left w:w="113" w:type="dxa"/>
              <w:bottom w:w="57" w:type="dxa"/>
              <w:right w:w="113" w:type="dxa"/>
            </w:tcMar>
          </w:tcPr>
          <w:p w:rsidR="008B1388" w:rsidRDefault="008B1388" w:rsidP="0066347D">
            <w:pPr>
              <w:spacing w:after="120"/>
              <w:jc w:val="left"/>
              <w:rPr>
                <w:rFonts w:cs="Arial"/>
                <w:bCs/>
                <w:caps/>
                <w:color w:val="000000" w:themeColor="text1"/>
                <w:sz w:val="12"/>
                <w:szCs w:val="12"/>
              </w:rPr>
            </w:pPr>
            <w:r>
              <w:rPr>
                <w:rFonts w:cs="Arial"/>
                <w:bCs/>
                <w:caps/>
                <w:color w:val="000000" w:themeColor="text1"/>
                <w:sz w:val="12"/>
                <w:szCs w:val="12"/>
              </w:rPr>
              <w:t>Datum:</w:t>
            </w:r>
          </w:p>
          <w:p w:rsidR="008B1388" w:rsidRPr="006B05F3" w:rsidRDefault="00E9136D" w:rsidP="005C2849">
            <w:pPr>
              <w:jc w:val="left"/>
              <w:rPr>
                <w:rFonts w:cs="Arial"/>
                <w:bCs/>
                <w:caps/>
                <w:color w:val="000000" w:themeColor="text1"/>
                <w:sz w:val="18"/>
                <w:szCs w:val="18"/>
              </w:rPr>
            </w:pPr>
            <w:sdt>
              <w:sdtPr>
                <w:rPr>
                  <w:color w:val="000000" w:themeColor="text1"/>
                  <w:sz w:val="18"/>
                  <w:szCs w:val="18"/>
                </w:rPr>
                <w:alias w:val="Datum"/>
                <w:tag w:val="DatumCo"/>
                <w:id w:val="671768114"/>
                <w:placeholder>
                  <w:docPart w:val="116CE36A84BB4F91B56094AC63B1B392"/>
                </w:placeholder>
                <w:text/>
              </w:sdtPr>
              <w:sdtEndPr/>
              <w:sdtContent>
                <w:r w:rsidR="0074743D">
                  <w:rPr>
                    <w:color w:val="000000" w:themeColor="text1"/>
                    <w:sz w:val="18"/>
                    <w:szCs w:val="18"/>
                  </w:rPr>
                  <w:t>12.2020</w:t>
                </w:r>
              </w:sdtContent>
            </w:sdt>
          </w:p>
        </w:tc>
      </w:tr>
      <w:tr w:rsidR="00CC0616" w:rsidRPr="006B05F3" w:rsidTr="00CC0616">
        <w:trPr>
          <w:trHeight w:val="477"/>
          <w:jc w:val="center"/>
        </w:trPr>
        <w:tc>
          <w:tcPr>
            <w:tcW w:w="4252" w:type="dxa"/>
            <w:gridSpan w:val="2"/>
            <w:tcBorders>
              <w:top w:val="single" w:sz="4" w:space="0" w:color="auto"/>
              <w:bottom w:val="single" w:sz="4" w:space="0" w:color="auto"/>
              <w:right w:val="single" w:sz="4" w:space="0" w:color="auto"/>
            </w:tcBorders>
            <w:tcMar>
              <w:top w:w="113" w:type="dxa"/>
              <w:bottom w:w="57" w:type="dxa"/>
              <w:right w:w="113" w:type="dxa"/>
            </w:tcMar>
          </w:tcPr>
          <w:p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Podnázev:</w:t>
            </w:r>
          </w:p>
          <w:p w:rsidR="00CC0616" w:rsidRPr="001C4D2E" w:rsidRDefault="00E9136D" w:rsidP="005C2849">
            <w:pPr>
              <w:tabs>
                <w:tab w:val="left" w:pos="648"/>
              </w:tabs>
              <w:jc w:val="left"/>
              <w:rPr>
                <w:rFonts w:cs="Arial"/>
                <w:bCs/>
                <w:color w:val="000000" w:themeColor="text1"/>
                <w:sz w:val="18"/>
                <w:szCs w:val="18"/>
              </w:rPr>
            </w:pPr>
            <w:sdt>
              <w:sdtPr>
                <w:rPr>
                  <w:color w:val="000000" w:themeColor="text1"/>
                  <w:sz w:val="18"/>
                  <w:szCs w:val="18"/>
                </w:rPr>
                <w:alias w:val="Doplňující název akce"/>
                <w:tag w:val="PodNazev"/>
                <w:id w:val="-645740428"/>
                <w:placeholder>
                  <w:docPart w:val="2D2DA776991845C18558AC211B25335A"/>
                </w:placeholder>
                <w:text/>
              </w:sdtPr>
              <w:sdtEndPr/>
              <w:sdtContent>
                <w:r w:rsidR="00556768">
                  <w:rPr>
                    <w:color w:val="000000" w:themeColor="text1"/>
                    <w:sz w:val="18"/>
                    <w:szCs w:val="18"/>
                  </w:rPr>
                  <w:t>E. Dokladová část</w:t>
                </w:r>
              </w:sdtContent>
            </w:sdt>
          </w:p>
        </w:tc>
        <w:tc>
          <w:tcPr>
            <w:tcW w:w="4252" w:type="dxa"/>
            <w:gridSpan w:val="3"/>
            <w:tcBorders>
              <w:top w:val="single" w:sz="4" w:space="0" w:color="auto"/>
              <w:left w:val="single" w:sz="4" w:space="0" w:color="auto"/>
              <w:bottom w:val="single" w:sz="4" w:space="0" w:color="auto"/>
            </w:tcBorders>
            <w:tcMar>
              <w:top w:w="57" w:type="dxa"/>
              <w:left w:w="113" w:type="dxa"/>
              <w:bottom w:w="57" w:type="dxa"/>
              <w:right w:w="113" w:type="dxa"/>
            </w:tcMar>
          </w:tcPr>
          <w:p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stupeň projektové dokumentace:</w:t>
            </w:r>
          </w:p>
          <w:sdt>
            <w:sdtPr>
              <w:rPr>
                <w:color w:val="000000" w:themeColor="text1"/>
                <w:sz w:val="18"/>
                <w:szCs w:val="18"/>
              </w:rPr>
              <w:alias w:val="Stupeň PD"/>
              <w:tag w:val="Stupen"/>
              <w:id w:val="-281964322"/>
              <w:placeholder>
                <w:docPart w:val="DAC56A928DB04AEC9C7AE3167D032F0B"/>
              </w:placeholder>
              <w:text/>
            </w:sdtPr>
            <w:sdtEndPr/>
            <w:sdtContent>
              <w:p w:rsidR="00CC0616" w:rsidRPr="001C4D2E" w:rsidRDefault="003921D3" w:rsidP="00277E33">
                <w:pPr>
                  <w:jc w:val="left"/>
                  <w:rPr>
                    <w:rFonts w:cs="Arial"/>
                    <w:bCs/>
                    <w:color w:val="000000" w:themeColor="text1"/>
                    <w:sz w:val="18"/>
                    <w:szCs w:val="18"/>
                  </w:rPr>
                </w:pPr>
                <w:r>
                  <w:rPr>
                    <w:color w:val="000000" w:themeColor="text1"/>
                    <w:sz w:val="18"/>
                    <w:szCs w:val="18"/>
                  </w:rPr>
                  <w:t>Dokumentace pro vydání společného povolení</w:t>
                </w:r>
              </w:p>
            </w:sdtContent>
          </w:sdt>
        </w:tc>
      </w:tr>
      <w:tr w:rsidR="006B05F3" w:rsidRPr="006B05F3" w:rsidTr="00CC0616">
        <w:trPr>
          <w:trHeight w:val="477"/>
          <w:jc w:val="center"/>
        </w:trPr>
        <w:tc>
          <w:tcPr>
            <w:tcW w:w="4252" w:type="dxa"/>
            <w:gridSpan w:val="2"/>
            <w:tcBorders>
              <w:top w:val="single" w:sz="4" w:space="0" w:color="auto"/>
              <w:bottom w:val="single" w:sz="4" w:space="0" w:color="auto"/>
              <w:right w:val="single" w:sz="4" w:space="0" w:color="auto"/>
            </w:tcBorders>
            <w:tcMar>
              <w:top w:w="113" w:type="dxa"/>
              <w:bottom w:w="57" w:type="dxa"/>
              <w:right w:w="113" w:type="dxa"/>
            </w:tcMar>
          </w:tcPr>
          <w:p w:rsidR="006B05F3" w:rsidRDefault="006B05F3" w:rsidP="0066347D">
            <w:pPr>
              <w:spacing w:after="120"/>
              <w:jc w:val="left"/>
              <w:rPr>
                <w:rFonts w:cs="Arial"/>
                <w:bCs/>
                <w:caps/>
                <w:color w:val="000000" w:themeColor="text1"/>
                <w:sz w:val="12"/>
                <w:szCs w:val="12"/>
              </w:rPr>
            </w:pPr>
            <w:r>
              <w:rPr>
                <w:rFonts w:cs="Arial"/>
                <w:bCs/>
                <w:caps/>
                <w:color w:val="000000" w:themeColor="text1"/>
                <w:sz w:val="12"/>
                <w:szCs w:val="12"/>
              </w:rPr>
              <w:t>Objednatel:</w:t>
            </w:r>
          </w:p>
          <w:p w:rsidR="006B05F3" w:rsidRPr="001C4D2E" w:rsidRDefault="00E9136D" w:rsidP="005C2849">
            <w:pPr>
              <w:tabs>
                <w:tab w:val="left" w:pos="648"/>
              </w:tabs>
              <w:jc w:val="left"/>
              <w:rPr>
                <w:rFonts w:cs="Arial"/>
                <w:bCs/>
                <w:color w:val="000000" w:themeColor="text1"/>
                <w:sz w:val="18"/>
                <w:szCs w:val="18"/>
              </w:rPr>
            </w:pPr>
            <w:sdt>
              <w:sdtPr>
                <w:rPr>
                  <w:rFonts w:cs="Arial"/>
                  <w:bCs/>
                  <w:color w:val="000000" w:themeColor="text1"/>
                  <w:sz w:val="18"/>
                  <w:szCs w:val="18"/>
                </w:rPr>
                <w:alias w:val="Objednatel (investor)"/>
                <w:tag w:val="OFirma"/>
                <w:id w:val="701987902"/>
                <w:placeholder>
                  <w:docPart w:val="6E9B6FEED95349A29F3EF3954240C2FE"/>
                </w:placeholder>
                <w:text/>
              </w:sdtPr>
              <w:sdtEndPr/>
              <w:sdtContent>
                <w:r w:rsidR="005835EA">
                  <w:rPr>
                    <w:rFonts w:cs="Arial"/>
                    <w:bCs/>
                    <w:color w:val="000000" w:themeColor="text1"/>
                    <w:sz w:val="18"/>
                    <w:szCs w:val="18"/>
                  </w:rPr>
                  <w:t>Pražská vodohospodářská společnost a.s.</w:t>
                </w:r>
              </w:sdtContent>
            </w:sdt>
          </w:p>
        </w:tc>
        <w:tc>
          <w:tcPr>
            <w:tcW w:w="4252" w:type="dxa"/>
            <w:gridSpan w:val="3"/>
            <w:tcBorders>
              <w:top w:val="single" w:sz="4" w:space="0" w:color="auto"/>
              <w:left w:val="single" w:sz="4" w:space="0" w:color="auto"/>
              <w:bottom w:val="single" w:sz="4" w:space="0" w:color="auto"/>
            </w:tcBorders>
            <w:tcMar>
              <w:top w:w="57" w:type="dxa"/>
              <w:left w:w="113" w:type="dxa"/>
              <w:bottom w:w="57" w:type="dxa"/>
              <w:right w:w="113" w:type="dxa"/>
            </w:tcMar>
          </w:tcPr>
          <w:p w:rsidR="006B05F3" w:rsidRDefault="006B05F3" w:rsidP="0066347D">
            <w:pPr>
              <w:spacing w:after="120"/>
              <w:jc w:val="left"/>
              <w:rPr>
                <w:rFonts w:cs="Arial"/>
                <w:bCs/>
                <w:caps/>
                <w:color w:val="000000" w:themeColor="text1"/>
                <w:sz w:val="12"/>
                <w:szCs w:val="12"/>
              </w:rPr>
            </w:pPr>
            <w:r>
              <w:rPr>
                <w:rFonts w:cs="Arial"/>
                <w:bCs/>
                <w:caps/>
                <w:color w:val="000000" w:themeColor="text1"/>
                <w:sz w:val="12"/>
                <w:szCs w:val="12"/>
              </w:rPr>
              <w:t>Adresa:</w:t>
            </w:r>
          </w:p>
          <w:p w:rsidR="006B05F3" w:rsidRPr="001C4D2E" w:rsidRDefault="00E9136D" w:rsidP="005C2849">
            <w:pPr>
              <w:jc w:val="left"/>
              <w:rPr>
                <w:rFonts w:cs="Arial"/>
                <w:bCs/>
                <w:color w:val="000000" w:themeColor="text1"/>
                <w:sz w:val="18"/>
                <w:szCs w:val="18"/>
              </w:rPr>
            </w:pPr>
            <w:sdt>
              <w:sdtPr>
                <w:rPr>
                  <w:rFonts w:cs="Arial"/>
                  <w:bCs/>
                  <w:color w:val="000000" w:themeColor="text1"/>
                  <w:sz w:val="18"/>
                  <w:szCs w:val="18"/>
                </w:rPr>
                <w:alias w:val="Adresa objednatele - ulice"/>
                <w:tag w:val="OAdresa"/>
                <w:id w:val="-1047531134"/>
                <w:placeholder>
                  <w:docPart w:val="70B65C7244B64DA59E673AF39BE2E6A6"/>
                </w:placeholder>
                <w:text/>
              </w:sdtPr>
              <w:sdtEndPr/>
              <w:sdtContent>
                <w:r w:rsidR="005835EA">
                  <w:rPr>
                    <w:rFonts w:cs="Arial"/>
                    <w:bCs/>
                    <w:color w:val="000000" w:themeColor="text1"/>
                    <w:sz w:val="18"/>
                    <w:szCs w:val="18"/>
                  </w:rPr>
                  <w:t>Žatecká</w:t>
                </w:r>
              </w:sdtContent>
            </w:sdt>
            <w:r w:rsidR="006B05F3" w:rsidRPr="001C4D2E">
              <w:rPr>
                <w:rFonts w:cs="Arial"/>
                <w:bCs/>
                <w:color w:val="000000" w:themeColor="text1"/>
                <w:sz w:val="18"/>
                <w:szCs w:val="18"/>
              </w:rPr>
              <w:t xml:space="preserve"> </w:t>
            </w:r>
            <w:sdt>
              <w:sdtPr>
                <w:rPr>
                  <w:rFonts w:cs="Arial"/>
                  <w:bCs/>
                  <w:color w:val="000000" w:themeColor="text1"/>
                  <w:sz w:val="18"/>
                  <w:szCs w:val="18"/>
                </w:rPr>
                <w:alias w:val="Adresa objednatele - číslo orientační"/>
                <w:tag w:val="OCO"/>
                <w:id w:val="1903559515"/>
                <w:placeholder>
                  <w:docPart w:val="0DA9CF57106645EAB05040205AB5778D"/>
                </w:placeholder>
                <w:text/>
              </w:sdtPr>
              <w:sdtEndPr/>
              <w:sdtContent>
                <w:r w:rsidR="005835EA">
                  <w:rPr>
                    <w:rFonts w:cs="Arial"/>
                    <w:bCs/>
                    <w:color w:val="000000" w:themeColor="text1"/>
                    <w:sz w:val="18"/>
                    <w:szCs w:val="18"/>
                  </w:rPr>
                  <w:t>2</w:t>
                </w:r>
              </w:sdtContent>
            </w:sdt>
            <w:r w:rsidR="006B05F3" w:rsidRPr="001C4D2E">
              <w:rPr>
                <w:rFonts w:cs="Arial"/>
                <w:bCs/>
                <w:color w:val="000000" w:themeColor="text1"/>
                <w:sz w:val="18"/>
                <w:szCs w:val="18"/>
              </w:rPr>
              <w:t>/</w:t>
            </w:r>
            <w:sdt>
              <w:sdtPr>
                <w:rPr>
                  <w:rFonts w:cs="Arial"/>
                  <w:bCs/>
                  <w:color w:val="000000" w:themeColor="text1"/>
                  <w:sz w:val="18"/>
                  <w:szCs w:val="18"/>
                </w:rPr>
                <w:alias w:val="Adresa objednatele - číslo popisné"/>
                <w:tag w:val="OCP"/>
                <w:id w:val="323009952"/>
                <w:placeholder>
                  <w:docPart w:val="BD17BDF298ED479CB60D71077CB20E24"/>
                </w:placeholder>
                <w:text/>
              </w:sdtPr>
              <w:sdtEndPr/>
              <w:sdtContent>
                <w:r w:rsidR="005835EA">
                  <w:rPr>
                    <w:rFonts w:cs="Arial"/>
                    <w:bCs/>
                    <w:color w:val="000000" w:themeColor="text1"/>
                    <w:sz w:val="18"/>
                    <w:szCs w:val="18"/>
                  </w:rPr>
                  <w:t>110</w:t>
                </w:r>
              </w:sdtContent>
            </w:sdt>
            <w:r w:rsidR="006B05F3" w:rsidRPr="001C4D2E">
              <w:rPr>
                <w:rFonts w:cs="Arial"/>
                <w:bCs/>
                <w:color w:val="000000" w:themeColor="text1"/>
                <w:sz w:val="18"/>
                <w:szCs w:val="18"/>
              </w:rPr>
              <w:t xml:space="preserve">, </w:t>
            </w:r>
            <w:sdt>
              <w:sdtPr>
                <w:rPr>
                  <w:rFonts w:cs="Arial"/>
                  <w:bCs/>
                  <w:color w:val="000000" w:themeColor="text1"/>
                  <w:sz w:val="18"/>
                  <w:szCs w:val="18"/>
                </w:rPr>
                <w:alias w:val="Adresa objednatele - PSČ"/>
                <w:tag w:val="OPSC"/>
                <w:id w:val="277845680"/>
                <w:placeholder>
                  <w:docPart w:val="D58254AB9E46425EBB8828D4BBBC6C64"/>
                </w:placeholder>
                <w:text/>
              </w:sdtPr>
              <w:sdtEndPr/>
              <w:sdtContent>
                <w:r w:rsidR="005835EA">
                  <w:rPr>
                    <w:rFonts w:cs="Arial"/>
                    <w:bCs/>
                    <w:color w:val="000000" w:themeColor="text1"/>
                    <w:sz w:val="18"/>
                    <w:szCs w:val="18"/>
                  </w:rPr>
                  <w:t>110 00</w:t>
                </w:r>
              </w:sdtContent>
            </w:sdt>
            <w:r w:rsidR="006B05F3" w:rsidRPr="001C4D2E">
              <w:rPr>
                <w:rFonts w:cs="Arial"/>
                <w:bCs/>
                <w:color w:val="000000" w:themeColor="text1"/>
                <w:sz w:val="18"/>
                <w:szCs w:val="18"/>
              </w:rPr>
              <w:t xml:space="preserve"> </w:t>
            </w:r>
            <w:sdt>
              <w:sdtPr>
                <w:rPr>
                  <w:rFonts w:cs="Arial"/>
                  <w:bCs/>
                  <w:color w:val="000000" w:themeColor="text1"/>
                  <w:sz w:val="18"/>
                  <w:szCs w:val="18"/>
                </w:rPr>
                <w:alias w:val="Adresa objednatele - město"/>
                <w:tag w:val="OMesto"/>
                <w:id w:val="1124354929"/>
                <w:placeholder>
                  <w:docPart w:val="F3B4D59AA9424F41A966C6F12B2DF905"/>
                </w:placeholder>
                <w:text/>
              </w:sdtPr>
              <w:sdtEndPr/>
              <w:sdtContent>
                <w:r w:rsidR="005835EA">
                  <w:rPr>
                    <w:rFonts w:cs="Arial"/>
                    <w:bCs/>
                    <w:color w:val="000000" w:themeColor="text1"/>
                    <w:sz w:val="18"/>
                    <w:szCs w:val="18"/>
                  </w:rPr>
                  <w:t>Praha 1, Staré Město</w:t>
                </w:r>
              </w:sdtContent>
            </w:sdt>
          </w:p>
        </w:tc>
      </w:tr>
      <w:tr w:rsidR="001245A7" w:rsidRPr="006B05F3" w:rsidTr="001513FB">
        <w:trPr>
          <w:trHeight w:val="340"/>
          <w:jc w:val="center"/>
        </w:trPr>
        <w:tc>
          <w:tcPr>
            <w:tcW w:w="2834" w:type="dxa"/>
            <w:tcBorders>
              <w:top w:val="single" w:sz="4" w:space="0" w:color="auto"/>
              <w:bottom w:val="single" w:sz="4" w:space="0" w:color="auto"/>
              <w:right w:val="single" w:sz="4" w:space="0" w:color="auto"/>
            </w:tcBorders>
            <w:tcMar>
              <w:top w:w="113" w:type="dxa"/>
              <w:bottom w:w="57" w:type="dxa"/>
              <w:right w:w="113" w:type="dxa"/>
            </w:tcMar>
          </w:tcPr>
          <w:p w:rsidR="001245A7" w:rsidRDefault="001245A7" w:rsidP="001513FB">
            <w:pPr>
              <w:spacing w:after="120"/>
              <w:jc w:val="left"/>
              <w:rPr>
                <w:rFonts w:cs="Arial"/>
                <w:bCs/>
                <w:caps/>
                <w:color w:val="000000" w:themeColor="text1"/>
                <w:sz w:val="12"/>
                <w:szCs w:val="12"/>
              </w:rPr>
            </w:pPr>
            <w:r>
              <w:rPr>
                <w:rFonts w:cs="Arial"/>
                <w:bCs/>
                <w:caps/>
                <w:color w:val="000000" w:themeColor="text1"/>
                <w:sz w:val="12"/>
                <w:szCs w:val="12"/>
              </w:rPr>
              <w:t>Architektonická část:</w:t>
            </w:r>
          </w:p>
          <w:p w:rsidR="001245A7" w:rsidRPr="001245A7" w:rsidRDefault="001245A7" w:rsidP="001513FB">
            <w:pPr>
              <w:tabs>
                <w:tab w:val="left" w:pos="648"/>
              </w:tabs>
              <w:jc w:val="left"/>
              <w:rPr>
                <w:rFonts w:cs="Arial"/>
                <w:bCs/>
                <w:color w:val="000000" w:themeColor="text1"/>
                <w:sz w:val="18"/>
                <w:szCs w:val="18"/>
              </w:rPr>
            </w:pPr>
            <w:r w:rsidRPr="001245A7">
              <w:rPr>
                <w:rFonts w:cs="Arial"/>
                <w:bCs/>
                <w:color w:val="000000" w:themeColor="text1"/>
                <w:sz w:val="18"/>
                <w:szCs w:val="18"/>
              </w:rPr>
              <w:t xml:space="preserve">CMC </w:t>
            </w:r>
            <w:proofErr w:type="spellStart"/>
            <w:r w:rsidRPr="001245A7">
              <w:rPr>
                <w:rFonts w:cs="Arial"/>
                <w:bCs/>
                <w:color w:val="000000" w:themeColor="text1"/>
                <w:sz w:val="18"/>
                <w:szCs w:val="18"/>
              </w:rPr>
              <w:t>architects</w:t>
            </w:r>
            <w:proofErr w:type="spellEnd"/>
            <w:r w:rsidRPr="001245A7">
              <w:rPr>
                <w:rFonts w:cs="Arial"/>
                <w:bCs/>
                <w:color w:val="000000" w:themeColor="text1"/>
                <w:sz w:val="18"/>
                <w:szCs w:val="18"/>
              </w:rPr>
              <w:t xml:space="preserve"> a.s.</w:t>
            </w:r>
          </w:p>
        </w:tc>
        <w:tc>
          <w:tcPr>
            <w:tcW w:w="2835" w:type="dxa"/>
            <w:gridSpan w:val="2"/>
            <w:tcBorders>
              <w:top w:val="single" w:sz="4" w:space="0" w:color="auto"/>
              <w:left w:val="single" w:sz="4" w:space="0" w:color="auto"/>
              <w:bottom w:val="single" w:sz="4" w:space="0" w:color="auto"/>
              <w:right w:val="single" w:sz="4" w:space="0" w:color="auto"/>
            </w:tcBorders>
            <w:tcMar>
              <w:top w:w="57" w:type="dxa"/>
              <w:left w:w="113" w:type="dxa"/>
              <w:bottom w:w="57" w:type="dxa"/>
              <w:right w:w="113" w:type="dxa"/>
            </w:tcMar>
          </w:tcPr>
          <w:p w:rsidR="001245A7" w:rsidRDefault="001245A7" w:rsidP="001513FB">
            <w:pPr>
              <w:spacing w:after="120"/>
              <w:jc w:val="left"/>
              <w:rPr>
                <w:rFonts w:cs="Arial"/>
                <w:bCs/>
                <w:caps/>
                <w:color w:val="000000" w:themeColor="text1"/>
                <w:sz w:val="12"/>
                <w:szCs w:val="12"/>
              </w:rPr>
            </w:pPr>
            <w:r>
              <w:rPr>
                <w:rFonts w:cs="Arial"/>
                <w:bCs/>
                <w:caps/>
                <w:color w:val="000000" w:themeColor="text1"/>
                <w:sz w:val="12"/>
                <w:szCs w:val="12"/>
              </w:rPr>
              <w:t>Adresa:</w:t>
            </w:r>
          </w:p>
          <w:p w:rsidR="001245A7" w:rsidRPr="001245A7" w:rsidRDefault="001245A7" w:rsidP="001513FB">
            <w:pPr>
              <w:jc w:val="left"/>
              <w:rPr>
                <w:rFonts w:cs="Arial"/>
                <w:bCs/>
                <w:color w:val="000000" w:themeColor="text1"/>
                <w:sz w:val="18"/>
                <w:szCs w:val="18"/>
              </w:rPr>
            </w:pPr>
            <w:r w:rsidRPr="001245A7">
              <w:rPr>
                <w:rFonts w:cs="Arial"/>
                <w:bCs/>
                <w:color w:val="000000" w:themeColor="text1"/>
                <w:sz w:val="18"/>
                <w:szCs w:val="18"/>
              </w:rPr>
              <w:t>Jankovcova 1037/49, Praha 7</w:t>
            </w:r>
          </w:p>
          <w:p w:rsidR="001245A7" w:rsidRPr="001245A7" w:rsidRDefault="001245A7" w:rsidP="001513FB">
            <w:pPr>
              <w:jc w:val="left"/>
              <w:rPr>
                <w:rFonts w:cs="Arial"/>
                <w:bCs/>
                <w:color w:val="000000" w:themeColor="text1"/>
                <w:sz w:val="18"/>
                <w:szCs w:val="18"/>
              </w:rPr>
            </w:pPr>
            <w:r w:rsidRPr="001245A7">
              <w:rPr>
                <w:rFonts w:cs="Arial"/>
                <w:bCs/>
                <w:color w:val="000000" w:themeColor="text1"/>
                <w:sz w:val="18"/>
                <w:szCs w:val="18"/>
              </w:rPr>
              <w:t>IČ</w:t>
            </w:r>
            <w:r w:rsidR="001E5162">
              <w:rPr>
                <w:rFonts w:cs="Arial"/>
                <w:bCs/>
                <w:color w:val="000000" w:themeColor="text1"/>
                <w:sz w:val="18"/>
                <w:szCs w:val="18"/>
              </w:rPr>
              <w:t xml:space="preserve">   </w:t>
            </w:r>
            <w:r w:rsidRPr="001245A7">
              <w:rPr>
                <w:rFonts w:cs="Arial"/>
                <w:bCs/>
                <w:color w:val="000000" w:themeColor="text1"/>
                <w:sz w:val="18"/>
                <w:szCs w:val="18"/>
              </w:rPr>
              <w:t xml:space="preserve">   261</w:t>
            </w:r>
            <w:r w:rsidR="00367D01">
              <w:rPr>
                <w:rFonts w:cs="Arial"/>
                <w:bCs/>
                <w:color w:val="000000" w:themeColor="text1"/>
                <w:sz w:val="18"/>
                <w:szCs w:val="18"/>
              </w:rPr>
              <w:t>4</w:t>
            </w:r>
            <w:r w:rsidRPr="001245A7">
              <w:rPr>
                <w:rFonts w:cs="Arial"/>
                <w:bCs/>
                <w:color w:val="000000" w:themeColor="text1"/>
                <w:sz w:val="18"/>
                <w:szCs w:val="18"/>
              </w:rPr>
              <w:t>5359</w:t>
            </w:r>
          </w:p>
          <w:p w:rsidR="001245A7" w:rsidRPr="007E0775" w:rsidRDefault="001245A7" w:rsidP="001513FB">
            <w:pPr>
              <w:jc w:val="left"/>
              <w:rPr>
                <w:rFonts w:cs="Arial"/>
                <w:bCs/>
                <w:caps/>
                <w:color w:val="000000" w:themeColor="text1"/>
                <w:sz w:val="18"/>
                <w:szCs w:val="18"/>
              </w:rPr>
            </w:pPr>
            <w:r w:rsidRPr="001245A7">
              <w:rPr>
                <w:rFonts w:cs="Arial"/>
                <w:bCs/>
                <w:color w:val="000000" w:themeColor="text1"/>
                <w:sz w:val="18"/>
                <w:szCs w:val="18"/>
              </w:rPr>
              <w:t>DIČ   CZ</w:t>
            </w:r>
            <w:r w:rsidR="00367D01">
              <w:rPr>
                <w:rFonts w:cs="Arial"/>
                <w:bCs/>
                <w:color w:val="000000" w:themeColor="text1"/>
                <w:sz w:val="18"/>
                <w:szCs w:val="18"/>
              </w:rPr>
              <w:t>26145359</w:t>
            </w:r>
          </w:p>
        </w:tc>
        <w:tc>
          <w:tcPr>
            <w:tcW w:w="2835" w:type="dxa"/>
            <w:gridSpan w:val="2"/>
            <w:tcBorders>
              <w:top w:val="single" w:sz="4" w:space="0" w:color="auto"/>
              <w:left w:val="single" w:sz="4" w:space="0" w:color="auto"/>
              <w:bottom w:val="single" w:sz="4" w:space="0" w:color="auto"/>
            </w:tcBorders>
            <w:tcMar>
              <w:top w:w="57" w:type="dxa"/>
              <w:left w:w="113" w:type="dxa"/>
              <w:bottom w:w="57" w:type="dxa"/>
            </w:tcMar>
          </w:tcPr>
          <w:p w:rsidR="001245A7" w:rsidRDefault="001245A7" w:rsidP="001513FB">
            <w:pPr>
              <w:spacing w:after="120"/>
              <w:jc w:val="left"/>
              <w:rPr>
                <w:rFonts w:cs="Arial"/>
                <w:bCs/>
                <w:caps/>
                <w:color w:val="000000" w:themeColor="text1"/>
                <w:sz w:val="12"/>
                <w:szCs w:val="12"/>
              </w:rPr>
            </w:pPr>
            <w:r>
              <w:rPr>
                <w:rFonts w:cs="Arial"/>
                <w:bCs/>
                <w:caps/>
                <w:color w:val="000000" w:themeColor="text1"/>
                <w:sz w:val="12"/>
                <w:szCs w:val="12"/>
              </w:rPr>
              <w:t>AUTOŘI:</w:t>
            </w:r>
          </w:p>
          <w:p w:rsidR="001245A7" w:rsidRPr="001245A7" w:rsidRDefault="001245A7" w:rsidP="001513FB">
            <w:pPr>
              <w:jc w:val="left"/>
              <w:rPr>
                <w:rFonts w:cs="Arial"/>
                <w:bCs/>
                <w:color w:val="000000" w:themeColor="text1"/>
                <w:sz w:val="16"/>
                <w:szCs w:val="16"/>
              </w:rPr>
            </w:pPr>
            <w:r w:rsidRPr="001245A7">
              <w:rPr>
                <w:rFonts w:cs="Arial"/>
                <w:bCs/>
                <w:color w:val="000000" w:themeColor="text1"/>
                <w:sz w:val="16"/>
                <w:szCs w:val="16"/>
              </w:rPr>
              <w:t>Akad. arch. Vít Máslo, ČKA</w:t>
            </w:r>
          </w:p>
          <w:p w:rsidR="001245A7" w:rsidRPr="001245A7" w:rsidRDefault="001245A7" w:rsidP="001513FB">
            <w:pPr>
              <w:jc w:val="left"/>
              <w:rPr>
                <w:rFonts w:cs="Arial"/>
                <w:bCs/>
                <w:color w:val="000000" w:themeColor="text1"/>
                <w:sz w:val="16"/>
                <w:szCs w:val="16"/>
              </w:rPr>
            </w:pPr>
            <w:proofErr w:type="spellStart"/>
            <w:r w:rsidRPr="001245A7">
              <w:rPr>
                <w:rFonts w:cs="Arial"/>
                <w:bCs/>
                <w:color w:val="000000" w:themeColor="text1"/>
                <w:sz w:val="16"/>
                <w:szCs w:val="16"/>
              </w:rPr>
              <w:t>Dipl</w:t>
            </w:r>
            <w:proofErr w:type="spellEnd"/>
            <w:r w:rsidRPr="001245A7">
              <w:rPr>
                <w:rFonts w:cs="Arial"/>
                <w:bCs/>
                <w:color w:val="000000" w:themeColor="text1"/>
                <w:sz w:val="16"/>
                <w:szCs w:val="16"/>
              </w:rPr>
              <w:t xml:space="preserve">. arch. David R. </w:t>
            </w:r>
            <w:proofErr w:type="spellStart"/>
            <w:r w:rsidRPr="001245A7">
              <w:rPr>
                <w:rFonts w:cs="Arial"/>
                <w:bCs/>
                <w:color w:val="000000" w:themeColor="text1"/>
                <w:sz w:val="16"/>
                <w:szCs w:val="16"/>
              </w:rPr>
              <w:t>Chischolm</w:t>
            </w:r>
            <w:proofErr w:type="spellEnd"/>
            <w:r w:rsidRPr="001245A7">
              <w:rPr>
                <w:rFonts w:cs="Arial"/>
                <w:bCs/>
                <w:color w:val="000000" w:themeColor="text1"/>
                <w:sz w:val="16"/>
                <w:szCs w:val="16"/>
              </w:rPr>
              <w:t>, ČKA</w:t>
            </w:r>
          </w:p>
        </w:tc>
      </w:tr>
      <w:tr w:rsidR="001245A7" w:rsidRPr="006B05F3" w:rsidTr="001513FB">
        <w:trPr>
          <w:trHeight w:val="340"/>
          <w:jc w:val="center"/>
        </w:trPr>
        <w:tc>
          <w:tcPr>
            <w:tcW w:w="2834" w:type="dxa"/>
            <w:tcBorders>
              <w:top w:val="single" w:sz="4" w:space="0" w:color="auto"/>
              <w:bottom w:val="single" w:sz="4" w:space="0" w:color="auto"/>
              <w:right w:val="single" w:sz="4" w:space="0" w:color="auto"/>
            </w:tcBorders>
            <w:tcMar>
              <w:top w:w="113" w:type="dxa"/>
              <w:bottom w:w="57" w:type="dxa"/>
              <w:right w:w="113" w:type="dxa"/>
            </w:tcMar>
          </w:tcPr>
          <w:p w:rsidR="001245A7" w:rsidRDefault="001245A7" w:rsidP="001513FB">
            <w:pPr>
              <w:spacing w:after="120"/>
              <w:jc w:val="left"/>
              <w:rPr>
                <w:rFonts w:cs="Arial"/>
                <w:bCs/>
                <w:caps/>
                <w:color w:val="000000" w:themeColor="text1"/>
                <w:sz w:val="12"/>
                <w:szCs w:val="12"/>
              </w:rPr>
            </w:pPr>
            <w:r>
              <w:rPr>
                <w:rFonts w:cs="Arial"/>
                <w:bCs/>
                <w:caps/>
                <w:color w:val="000000" w:themeColor="text1"/>
                <w:sz w:val="12"/>
                <w:szCs w:val="12"/>
              </w:rPr>
              <w:t>Architekt projektu</w:t>
            </w:r>
          </w:p>
          <w:p w:rsidR="001245A7" w:rsidRPr="001245A7" w:rsidRDefault="001245A7" w:rsidP="001513FB">
            <w:pPr>
              <w:spacing w:after="120"/>
              <w:jc w:val="left"/>
              <w:rPr>
                <w:rFonts w:cs="Arial"/>
                <w:bCs/>
                <w:caps/>
                <w:color w:val="000000" w:themeColor="text1"/>
                <w:sz w:val="18"/>
                <w:szCs w:val="18"/>
              </w:rPr>
            </w:pPr>
            <w:r w:rsidRPr="001245A7">
              <w:rPr>
                <w:rFonts w:cs="Arial"/>
                <w:bCs/>
                <w:color w:val="000000" w:themeColor="text1"/>
                <w:sz w:val="18"/>
                <w:szCs w:val="18"/>
              </w:rPr>
              <w:t>Ing. arch. Pavel Paseka, ČKA</w:t>
            </w:r>
          </w:p>
        </w:tc>
        <w:tc>
          <w:tcPr>
            <w:tcW w:w="2835" w:type="dxa"/>
            <w:gridSpan w:val="2"/>
            <w:tcBorders>
              <w:top w:val="single" w:sz="4" w:space="0" w:color="auto"/>
              <w:left w:val="single" w:sz="4" w:space="0" w:color="auto"/>
              <w:bottom w:val="single" w:sz="4" w:space="0" w:color="auto"/>
              <w:right w:val="single" w:sz="4" w:space="0" w:color="auto"/>
            </w:tcBorders>
            <w:tcMar>
              <w:top w:w="57" w:type="dxa"/>
              <w:left w:w="113" w:type="dxa"/>
              <w:bottom w:w="57" w:type="dxa"/>
              <w:right w:w="113" w:type="dxa"/>
            </w:tcMar>
          </w:tcPr>
          <w:p w:rsidR="001245A7" w:rsidRDefault="001245A7" w:rsidP="001513FB">
            <w:pPr>
              <w:spacing w:after="120"/>
              <w:jc w:val="left"/>
              <w:rPr>
                <w:rFonts w:cs="Arial"/>
                <w:bCs/>
                <w:caps/>
                <w:color w:val="000000" w:themeColor="text1"/>
                <w:sz w:val="12"/>
                <w:szCs w:val="12"/>
              </w:rPr>
            </w:pPr>
            <w:r>
              <w:rPr>
                <w:rFonts w:cs="Arial"/>
                <w:bCs/>
                <w:caps/>
                <w:color w:val="000000" w:themeColor="text1"/>
                <w:sz w:val="12"/>
                <w:szCs w:val="12"/>
              </w:rPr>
              <w:t>Manažer projektu:</w:t>
            </w:r>
          </w:p>
          <w:p w:rsidR="001245A7" w:rsidRPr="001245A7" w:rsidRDefault="001245A7" w:rsidP="001513FB">
            <w:pPr>
              <w:spacing w:after="120"/>
              <w:jc w:val="left"/>
              <w:rPr>
                <w:rFonts w:cs="Arial"/>
                <w:bCs/>
                <w:caps/>
                <w:color w:val="000000" w:themeColor="text1"/>
                <w:sz w:val="18"/>
                <w:szCs w:val="18"/>
              </w:rPr>
            </w:pPr>
            <w:r w:rsidRPr="001245A7">
              <w:rPr>
                <w:rFonts w:cs="Arial"/>
                <w:bCs/>
                <w:color w:val="000000" w:themeColor="text1"/>
                <w:sz w:val="18"/>
                <w:szCs w:val="18"/>
              </w:rPr>
              <w:t>Ing. arch. Evžen Dub, ČKA</w:t>
            </w:r>
          </w:p>
        </w:tc>
        <w:tc>
          <w:tcPr>
            <w:tcW w:w="2835" w:type="dxa"/>
            <w:gridSpan w:val="2"/>
            <w:tcBorders>
              <w:top w:val="single" w:sz="4" w:space="0" w:color="auto"/>
              <w:left w:val="single" w:sz="4" w:space="0" w:color="auto"/>
              <w:bottom w:val="single" w:sz="4" w:space="0" w:color="auto"/>
            </w:tcBorders>
            <w:tcMar>
              <w:top w:w="57" w:type="dxa"/>
              <w:left w:w="113" w:type="dxa"/>
              <w:bottom w:w="57" w:type="dxa"/>
            </w:tcMar>
          </w:tcPr>
          <w:p w:rsidR="001245A7" w:rsidRDefault="001245A7" w:rsidP="001513FB">
            <w:pPr>
              <w:spacing w:after="120"/>
              <w:jc w:val="left"/>
              <w:rPr>
                <w:rFonts w:cs="Arial"/>
                <w:bCs/>
                <w:caps/>
                <w:color w:val="000000" w:themeColor="text1"/>
                <w:sz w:val="12"/>
                <w:szCs w:val="12"/>
              </w:rPr>
            </w:pPr>
            <w:r>
              <w:rPr>
                <w:rFonts w:cs="Arial"/>
                <w:bCs/>
                <w:caps/>
                <w:color w:val="000000" w:themeColor="text1"/>
                <w:sz w:val="12"/>
                <w:szCs w:val="12"/>
              </w:rPr>
              <w:t>autorizovaný architekt:</w:t>
            </w:r>
          </w:p>
          <w:p w:rsidR="001245A7" w:rsidRPr="001245A7" w:rsidRDefault="001245A7" w:rsidP="001513FB">
            <w:pPr>
              <w:spacing w:after="120"/>
              <w:jc w:val="left"/>
              <w:rPr>
                <w:rFonts w:cs="Arial"/>
                <w:bCs/>
                <w:caps/>
                <w:color w:val="000000" w:themeColor="text1"/>
                <w:sz w:val="17"/>
                <w:szCs w:val="17"/>
              </w:rPr>
            </w:pPr>
            <w:r w:rsidRPr="001245A7">
              <w:rPr>
                <w:rFonts w:cs="Arial"/>
                <w:bCs/>
                <w:color w:val="000000" w:themeColor="text1"/>
                <w:sz w:val="17"/>
                <w:szCs w:val="17"/>
              </w:rPr>
              <w:t>Akad. arch. Vít Máslo, ČKA 02 206</w:t>
            </w:r>
          </w:p>
        </w:tc>
      </w:tr>
      <w:tr w:rsidR="00CC0616" w:rsidRPr="006B05F3" w:rsidTr="0066347D">
        <w:trPr>
          <w:trHeight w:val="340"/>
          <w:jc w:val="center"/>
        </w:trPr>
        <w:tc>
          <w:tcPr>
            <w:tcW w:w="2834" w:type="dxa"/>
            <w:tcBorders>
              <w:top w:val="single" w:sz="4" w:space="0" w:color="auto"/>
              <w:bottom w:val="single" w:sz="4" w:space="0" w:color="auto"/>
              <w:right w:val="single" w:sz="4" w:space="0" w:color="auto"/>
            </w:tcBorders>
            <w:tcMar>
              <w:top w:w="113" w:type="dxa"/>
              <w:bottom w:w="57" w:type="dxa"/>
              <w:right w:w="113" w:type="dxa"/>
            </w:tcMar>
          </w:tcPr>
          <w:p w:rsidR="00CC0616" w:rsidRDefault="00CC0616" w:rsidP="0066347D">
            <w:pPr>
              <w:spacing w:after="120"/>
              <w:jc w:val="left"/>
              <w:rPr>
                <w:rFonts w:cs="Arial"/>
                <w:bCs/>
                <w:caps/>
                <w:color w:val="000000" w:themeColor="text1"/>
                <w:sz w:val="12"/>
                <w:szCs w:val="12"/>
              </w:rPr>
            </w:pPr>
            <w:r>
              <w:rPr>
                <w:rFonts w:cs="Arial"/>
                <w:bCs/>
                <w:caps/>
                <w:color w:val="000000" w:themeColor="text1"/>
                <w:sz w:val="12"/>
                <w:szCs w:val="12"/>
              </w:rPr>
              <w:t>Z</w:t>
            </w:r>
            <w:r w:rsidR="00D95B8E">
              <w:rPr>
                <w:rFonts w:cs="Arial"/>
                <w:bCs/>
                <w:caps/>
                <w:color w:val="000000" w:themeColor="text1"/>
                <w:sz w:val="12"/>
                <w:szCs w:val="12"/>
              </w:rPr>
              <w:t>hotovitel</w:t>
            </w:r>
            <w:r>
              <w:rPr>
                <w:rFonts w:cs="Arial"/>
                <w:bCs/>
                <w:caps/>
                <w:color w:val="000000" w:themeColor="text1"/>
                <w:sz w:val="12"/>
                <w:szCs w:val="12"/>
              </w:rPr>
              <w:t>:</w:t>
            </w:r>
          </w:p>
          <w:p w:rsidR="00CC0616" w:rsidRPr="001C4D2E" w:rsidRDefault="00E9136D" w:rsidP="005C2849">
            <w:pPr>
              <w:tabs>
                <w:tab w:val="left" w:pos="648"/>
              </w:tabs>
              <w:jc w:val="left"/>
              <w:rPr>
                <w:rFonts w:cs="Arial"/>
                <w:bCs/>
                <w:color w:val="000000" w:themeColor="text1"/>
                <w:sz w:val="18"/>
                <w:szCs w:val="18"/>
              </w:rPr>
            </w:pPr>
            <w:sdt>
              <w:sdtPr>
                <w:rPr>
                  <w:rFonts w:cs="Arial"/>
                  <w:bCs/>
                  <w:color w:val="000000" w:themeColor="text1"/>
                  <w:sz w:val="18"/>
                  <w:szCs w:val="18"/>
                </w:rPr>
                <w:alias w:val="Zpracovatel"/>
                <w:tag w:val="ZFirma"/>
                <w:id w:val="-312251291"/>
                <w:placeholder>
                  <w:docPart w:val="1426D661A076488DA5627C7AA100E88C"/>
                </w:placeholder>
                <w:text/>
              </w:sdtPr>
              <w:sdtEndPr/>
              <w:sdtContent>
                <w:r w:rsidR="005C2849">
                  <w:rPr>
                    <w:rFonts w:cs="Arial"/>
                    <w:bCs/>
                    <w:color w:val="000000" w:themeColor="text1"/>
                    <w:sz w:val="18"/>
                    <w:szCs w:val="18"/>
                  </w:rPr>
                  <w:t>Sweco Hydroprojekt a.s.</w:t>
                </w:r>
              </w:sdtContent>
            </w:sdt>
          </w:p>
        </w:tc>
        <w:tc>
          <w:tcPr>
            <w:tcW w:w="2835" w:type="dxa"/>
            <w:gridSpan w:val="2"/>
            <w:tcBorders>
              <w:top w:val="single" w:sz="4" w:space="0" w:color="auto"/>
              <w:left w:val="single" w:sz="4" w:space="0" w:color="auto"/>
              <w:bottom w:val="single" w:sz="4" w:space="0" w:color="auto"/>
              <w:right w:val="single" w:sz="4" w:space="0" w:color="auto"/>
            </w:tcBorders>
            <w:tcMar>
              <w:top w:w="57" w:type="dxa"/>
              <w:left w:w="113" w:type="dxa"/>
              <w:bottom w:w="57" w:type="dxa"/>
              <w:right w:w="113" w:type="dxa"/>
            </w:tcMar>
          </w:tcPr>
          <w:p w:rsidR="00CC0616" w:rsidRDefault="00CC0616" w:rsidP="0066347D">
            <w:pPr>
              <w:spacing w:after="120"/>
              <w:jc w:val="left"/>
              <w:rPr>
                <w:rFonts w:cs="Arial"/>
                <w:bCs/>
                <w:caps/>
                <w:color w:val="000000" w:themeColor="text1"/>
                <w:sz w:val="12"/>
                <w:szCs w:val="12"/>
              </w:rPr>
            </w:pPr>
            <w:r>
              <w:rPr>
                <w:rFonts w:cs="Arial"/>
                <w:bCs/>
                <w:caps/>
                <w:color w:val="000000" w:themeColor="text1"/>
                <w:sz w:val="12"/>
                <w:szCs w:val="12"/>
              </w:rPr>
              <w:t>Adresa:</w:t>
            </w:r>
          </w:p>
          <w:p w:rsidR="00CC0616" w:rsidRDefault="00E9136D" w:rsidP="005C2849">
            <w:pPr>
              <w:jc w:val="left"/>
              <w:rPr>
                <w:rFonts w:cs="Arial"/>
                <w:bCs/>
                <w:caps/>
                <w:color w:val="000000" w:themeColor="text1"/>
                <w:sz w:val="12"/>
                <w:szCs w:val="12"/>
              </w:rPr>
            </w:pPr>
            <w:sdt>
              <w:sdtPr>
                <w:rPr>
                  <w:rFonts w:cs="Arial"/>
                  <w:bCs/>
                  <w:color w:val="000000" w:themeColor="text1"/>
                  <w:sz w:val="18"/>
                  <w:szCs w:val="18"/>
                </w:rPr>
                <w:alias w:val="Adresa zpracovatele"/>
                <w:tag w:val="ZAdresa"/>
                <w:id w:val="-1274784271"/>
                <w:placeholder>
                  <w:docPart w:val="830759018A934812AC179383AE98D00C"/>
                </w:placeholder>
                <w:text/>
              </w:sdtPr>
              <w:sdtEndPr/>
              <w:sdtContent>
                <w:r w:rsidR="005835EA">
                  <w:rPr>
                    <w:rFonts w:cs="Arial"/>
                    <w:bCs/>
                    <w:color w:val="000000" w:themeColor="text1"/>
                    <w:sz w:val="18"/>
                    <w:szCs w:val="18"/>
                  </w:rPr>
                  <w:t>Táborská 31, 140 16 Praha 4</w:t>
                </w:r>
              </w:sdtContent>
            </w:sdt>
          </w:p>
        </w:tc>
        <w:tc>
          <w:tcPr>
            <w:tcW w:w="2835" w:type="dxa"/>
            <w:gridSpan w:val="2"/>
            <w:tcBorders>
              <w:top w:val="single" w:sz="4" w:space="0" w:color="auto"/>
              <w:left w:val="single" w:sz="4" w:space="0" w:color="auto"/>
              <w:bottom w:val="single" w:sz="4" w:space="0" w:color="auto"/>
            </w:tcBorders>
            <w:tcMar>
              <w:top w:w="57" w:type="dxa"/>
              <w:left w:w="113" w:type="dxa"/>
              <w:bottom w:w="57" w:type="dxa"/>
            </w:tcMar>
          </w:tcPr>
          <w:p w:rsidR="00CC0616" w:rsidRDefault="00CC0616" w:rsidP="0066347D">
            <w:pPr>
              <w:spacing w:after="120"/>
              <w:jc w:val="left"/>
              <w:rPr>
                <w:rFonts w:cs="Arial"/>
                <w:bCs/>
                <w:caps/>
                <w:color w:val="000000" w:themeColor="text1"/>
                <w:sz w:val="12"/>
                <w:szCs w:val="12"/>
              </w:rPr>
            </w:pPr>
            <w:r>
              <w:rPr>
                <w:rFonts w:cs="Arial"/>
                <w:bCs/>
                <w:caps/>
                <w:color w:val="000000" w:themeColor="text1"/>
                <w:sz w:val="12"/>
                <w:szCs w:val="12"/>
              </w:rPr>
              <w:t>Generální ředitel:</w:t>
            </w:r>
          </w:p>
          <w:p w:rsidR="00CC0616" w:rsidRPr="001C4D2E" w:rsidRDefault="00E9136D" w:rsidP="005C2849">
            <w:pPr>
              <w:jc w:val="left"/>
              <w:rPr>
                <w:rFonts w:cs="Arial"/>
                <w:bCs/>
                <w:color w:val="000000" w:themeColor="text1"/>
                <w:sz w:val="18"/>
                <w:szCs w:val="18"/>
              </w:rPr>
            </w:pPr>
            <w:sdt>
              <w:sdtPr>
                <w:rPr>
                  <w:rFonts w:cs="Arial"/>
                  <w:bCs/>
                  <w:color w:val="000000" w:themeColor="text1"/>
                  <w:sz w:val="18"/>
                  <w:szCs w:val="18"/>
                </w:rPr>
                <w:alias w:val="Generální ředitel"/>
                <w:tag w:val="GR"/>
                <w:id w:val="1396937729"/>
                <w:placeholder>
                  <w:docPart w:val="E65480600F30470A82B0F6FA13539325"/>
                </w:placeholder>
                <w:text/>
              </w:sdtPr>
              <w:sdtEndPr/>
              <w:sdtContent>
                <w:r w:rsidR="00D80BD7">
                  <w:rPr>
                    <w:rFonts w:cs="Arial"/>
                    <w:bCs/>
                    <w:color w:val="000000" w:themeColor="text1"/>
                    <w:sz w:val="18"/>
                    <w:szCs w:val="18"/>
                  </w:rPr>
                  <w:t>Ing. Milan Moravec, Ph.D.</w:t>
                </w:r>
              </w:sdtContent>
            </w:sdt>
          </w:p>
        </w:tc>
      </w:tr>
      <w:tr w:rsidR="00CC0616" w:rsidRPr="006B05F3" w:rsidTr="00CC0616">
        <w:trPr>
          <w:trHeight w:val="340"/>
          <w:jc w:val="center"/>
        </w:trPr>
        <w:tc>
          <w:tcPr>
            <w:tcW w:w="2834" w:type="dxa"/>
            <w:tcBorders>
              <w:top w:val="single" w:sz="4" w:space="0" w:color="auto"/>
              <w:bottom w:val="single" w:sz="4" w:space="0" w:color="auto"/>
              <w:right w:val="single" w:sz="4" w:space="0" w:color="auto"/>
            </w:tcBorders>
            <w:tcMar>
              <w:top w:w="113" w:type="dxa"/>
              <w:bottom w:w="57" w:type="dxa"/>
              <w:right w:w="113" w:type="dxa"/>
            </w:tcMar>
          </w:tcPr>
          <w:p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Hlavní inženýr projektu:</w:t>
            </w:r>
          </w:p>
          <w:p w:rsidR="00CC0616" w:rsidRPr="001C4D2E" w:rsidRDefault="00E9136D" w:rsidP="005C2849">
            <w:pPr>
              <w:tabs>
                <w:tab w:val="left" w:pos="648"/>
              </w:tabs>
              <w:jc w:val="left"/>
              <w:rPr>
                <w:rFonts w:cs="Arial"/>
                <w:bCs/>
                <w:color w:val="000000" w:themeColor="text1"/>
                <w:sz w:val="18"/>
                <w:szCs w:val="18"/>
              </w:rPr>
            </w:pPr>
            <w:sdt>
              <w:sdtPr>
                <w:rPr>
                  <w:rFonts w:cs="Arial"/>
                  <w:bCs/>
                  <w:color w:val="000000" w:themeColor="text1"/>
                  <w:sz w:val="18"/>
                  <w:szCs w:val="18"/>
                </w:rPr>
                <w:alias w:val="Hlavní inženýr projektu"/>
                <w:tag w:val="HIP"/>
                <w:id w:val="-1310792405"/>
                <w:placeholder>
                  <w:docPart w:val="2D44EB0198B249E09367384CB2CEC4D4"/>
                </w:placeholder>
                <w:text/>
              </w:sdtPr>
              <w:sdtEndPr/>
              <w:sdtContent>
                <w:r w:rsidR="005835EA">
                  <w:rPr>
                    <w:rFonts w:cs="Arial"/>
                    <w:bCs/>
                    <w:color w:val="000000" w:themeColor="text1"/>
                    <w:sz w:val="18"/>
                    <w:szCs w:val="18"/>
                  </w:rPr>
                  <w:t>Ing. Michaela Ježková</w:t>
                </w:r>
              </w:sdtContent>
            </w:sdt>
          </w:p>
        </w:tc>
        <w:tc>
          <w:tcPr>
            <w:tcW w:w="2835" w:type="dxa"/>
            <w:gridSpan w:val="2"/>
            <w:tcBorders>
              <w:top w:val="single" w:sz="4" w:space="0" w:color="auto"/>
              <w:left w:val="single" w:sz="4" w:space="0" w:color="auto"/>
              <w:bottom w:val="single" w:sz="4" w:space="0" w:color="auto"/>
              <w:right w:val="single" w:sz="4" w:space="0" w:color="auto"/>
            </w:tcBorders>
            <w:tcMar>
              <w:top w:w="57" w:type="dxa"/>
              <w:left w:w="113" w:type="dxa"/>
              <w:bottom w:w="57" w:type="dxa"/>
              <w:right w:w="113" w:type="dxa"/>
            </w:tcMar>
          </w:tcPr>
          <w:p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Ředitel divize:</w:t>
            </w:r>
          </w:p>
          <w:p w:rsidR="00CC0616" w:rsidRDefault="00E9136D" w:rsidP="005C2849">
            <w:pPr>
              <w:jc w:val="left"/>
              <w:rPr>
                <w:rFonts w:cs="Arial"/>
                <w:bCs/>
                <w:caps/>
                <w:color w:val="000000" w:themeColor="text1"/>
                <w:sz w:val="12"/>
                <w:szCs w:val="12"/>
              </w:rPr>
            </w:pPr>
            <w:sdt>
              <w:sdtPr>
                <w:rPr>
                  <w:rFonts w:cs="Arial"/>
                  <w:bCs/>
                  <w:color w:val="000000" w:themeColor="text1"/>
                  <w:sz w:val="18"/>
                  <w:szCs w:val="18"/>
                </w:rPr>
                <w:alias w:val="Ředitel divize"/>
                <w:tag w:val="ROVU"/>
                <w:id w:val="1526520720"/>
                <w:placeholder>
                  <w:docPart w:val="5A0292832D0A472E84D1F903F9221057"/>
                </w:placeholder>
                <w:text/>
              </w:sdtPr>
              <w:sdtEndPr/>
              <w:sdtContent>
                <w:r w:rsidR="005835EA">
                  <w:rPr>
                    <w:rFonts w:cs="Arial"/>
                    <w:bCs/>
                    <w:color w:val="000000" w:themeColor="text1"/>
                    <w:sz w:val="18"/>
                    <w:szCs w:val="18"/>
                  </w:rPr>
                  <w:t>Ing. Jiří Miškovský</w:t>
                </w:r>
              </w:sdtContent>
            </w:sdt>
          </w:p>
        </w:tc>
        <w:tc>
          <w:tcPr>
            <w:tcW w:w="2835" w:type="dxa"/>
            <w:gridSpan w:val="2"/>
            <w:tcBorders>
              <w:top w:val="single" w:sz="4" w:space="0" w:color="auto"/>
              <w:left w:val="single" w:sz="4" w:space="0" w:color="auto"/>
              <w:bottom w:val="single" w:sz="4" w:space="0" w:color="auto"/>
            </w:tcBorders>
            <w:tcMar>
              <w:top w:w="57" w:type="dxa"/>
              <w:left w:w="113" w:type="dxa"/>
              <w:bottom w:w="57" w:type="dxa"/>
            </w:tcMar>
          </w:tcPr>
          <w:p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Technická kontrola:</w:t>
            </w:r>
          </w:p>
          <w:p w:rsidR="00CC0616" w:rsidRPr="001C4D2E" w:rsidRDefault="00E9136D" w:rsidP="005C2849">
            <w:pPr>
              <w:jc w:val="left"/>
              <w:rPr>
                <w:rFonts w:cs="Arial"/>
                <w:bCs/>
                <w:color w:val="000000" w:themeColor="text1"/>
                <w:sz w:val="18"/>
                <w:szCs w:val="18"/>
              </w:rPr>
            </w:pPr>
            <w:sdt>
              <w:sdtPr>
                <w:rPr>
                  <w:rFonts w:cs="Arial"/>
                  <w:bCs/>
                  <w:color w:val="000000" w:themeColor="text1"/>
                  <w:sz w:val="18"/>
                  <w:szCs w:val="18"/>
                </w:rPr>
                <w:alias w:val="Technická kontrola"/>
                <w:tag w:val="KJ"/>
                <w:id w:val="1257795730"/>
                <w:placeholder>
                  <w:docPart w:val="ABBD7D694A1C411782028AE83398DB8A"/>
                </w:placeholder>
                <w:text/>
              </w:sdtPr>
              <w:sdtEndPr/>
              <w:sdtContent>
                <w:r w:rsidR="00653866">
                  <w:rPr>
                    <w:rFonts w:cs="Arial"/>
                    <w:bCs/>
                    <w:color w:val="000000" w:themeColor="text1"/>
                    <w:sz w:val="18"/>
                    <w:szCs w:val="18"/>
                  </w:rPr>
                  <w:t>Ing. Lukáš Písek</w:t>
                </w:r>
              </w:sdtContent>
            </w:sdt>
          </w:p>
        </w:tc>
      </w:tr>
      <w:tr w:rsidR="001D557C" w:rsidRPr="006B05F3" w:rsidTr="001D557C">
        <w:trPr>
          <w:trHeight w:val="227"/>
          <w:jc w:val="center"/>
        </w:trPr>
        <w:tc>
          <w:tcPr>
            <w:tcW w:w="8504" w:type="dxa"/>
            <w:gridSpan w:val="5"/>
            <w:tcBorders>
              <w:top w:val="single" w:sz="4" w:space="0" w:color="auto"/>
              <w:bottom w:val="single" w:sz="4" w:space="0" w:color="auto"/>
            </w:tcBorders>
            <w:tcMar>
              <w:top w:w="113" w:type="dxa"/>
              <w:bottom w:w="57" w:type="dxa"/>
              <w:right w:w="113" w:type="dxa"/>
            </w:tcMar>
          </w:tcPr>
          <w:p w:rsidR="001D557C" w:rsidRDefault="001D557C" w:rsidP="005E584A"/>
          <w:p w:rsidR="00CA1682" w:rsidRDefault="00CA1682" w:rsidP="005E584A"/>
          <w:p w:rsidR="00CA1682" w:rsidRDefault="00CA1682"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5E584A" w:rsidRDefault="005E584A" w:rsidP="005E584A"/>
          <w:p w:rsidR="00CA1682" w:rsidRDefault="00CA1682" w:rsidP="005E584A"/>
          <w:p w:rsidR="00CA1682" w:rsidRDefault="00CA1682" w:rsidP="005E584A"/>
          <w:p w:rsidR="00CA1682" w:rsidRDefault="00CA1682" w:rsidP="005E584A"/>
          <w:p w:rsidR="00CA1682" w:rsidRDefault="00CA1682" w:rsidP="005E584A"/>
          <w:p w:rsidR="00CA1682" w:rsidRDefault="00CA1682" w:rsidP="0066347D">
            <w:pPr>
              <w:spacing w:after="120"/>
              <w:jc w:val="left"/>
              <w:rPr>
                <w:rFonts w:cs="Arial"/>
                <w:bCs/>
                <w:caps/>
                <w:color w:val="000000" w:themeColor="text1"/>
                <w:sz w:val="12"/>
                <w:szCs w:val="12"/>
              </w:rPr>
            </w:pPr>
          </w:p>
        </w:tc>
      </w:tr>
      <w:tr w:rsidR="001D557C" w:rsidRPr="006B05F3" w:rsidTr="001D557C">
        <w:trPr>
          <w:trHeight w:val="227"/>
          <w:jc w:val="center"/>
        </w:trPr>
        <w:tc>
          <w:tcPr>
            <w:tcW w:w="8504" w:type="dxa"/>
            <w:gridSpan w:val="5"/>
            <w:tcBorders>
              <w:top w:val="single" w:sz="4" w:space="0" w:color="auto"/>
            </w:tcBorders>
            <w:tcMar>
              <w:top w:w="113" w:type="dxa"/>
              <w:bottom w:w="57" w:type="dxa"/>
              <w:right w:w="113" w:type="dxa"/>
            </w:tcMar>
          </w:tcPr>
          <w:p w:rsidR="001D557C" w:rsidRDefault="001D557C" w:rsidP="001D557C">
            <w:pPr>
              <w:rPr>
                <w:color w:val="000000" w:themeColor="text1"/>
                <w:sz w:val="16"/>
                <w:szCs w:val="16"/>
              </w:rPr>
            </w:pPr>
            <w:r w:rsidRPr="00F81B53">
              <w:rPr>
                <w:color w:val="000000" w:themeColor="text1"/>
                <w:sz w:val="16"/>
                <w:szCs w:val="16"/>
              </w:rPr>
              <w:t xml:space="preserve">Společnost </w:t>
            </w:r>
            <w:r w:rsidRPr="001D557C">
              <w:rPr>
                <w:b/>
                <w:color w:val="000000" w:themeColor="text1"/>
                <w:sz w:val="16"/>
                <w:szCs w:val="16"/>
              </w:rPr>
              <w:t>Sweco</w:t>
            </w:r>
            <w:r w:rsidR="00A20560">
              <w:rPr>
                <w:b/>
                <w:color w:val="000000" w:themeColor="text1"/>
                <w:sz w:val="16"/>
                <w:szCs w:val="16"/>
              </w:rPr>
              <w:t> </w:t>
            </w:r>
            <w:r w:rsidRPr="001D557C">
              <w:rPr>
                <w:b/>
                <w:color w:val="000000" w:themeColor="text1"/>
                <w:sz w:val="16"/>
                <w:szCs w:val="16"/>
              </w:rPr>
              <w:t>Hydroprojekt</w:t>
            </w:r>
            <w:r w:rsidR="00A20560">
              <w:rPr>
                <w:b/>
                <w:color w:val="000000" w:themeColor="text1"/>
                <w:sz w:val="16"/>
                <w:szCs w:val="16"/>
              </w:rPr>
              <w:t> </w:t>
            </w:r>
            <w:r w:rsidRPr="001D557C">
              <w:rPr>
                <w:b/>
                <w:color w:val="000000" w:themeColor="text1"/>
                <w:sz w:val="16"/>
                <w:szCs w:val="16"/>
              </w:rPr>
              <w:t>a.s.</w:t>
            </w:r>
            <w:r w:rsidRPr="00F81B53">
              <w:rPr>
                <w:color w:val="000000" w:themeColor="text1"/>
                <w:sz w:val="16"/>
                <w:szCs w:val="16"/>
              </w:rPr>
              <w:t xml:space="preserve"> je certifikovaná dle norem </w:t>
            </w:r>
            <w:r w:rsidRPr="00F81B53">
              <w:rPr>
                <w:b/>
                <w:color w:val="000000" w:themeColor="text1"/>
                <w:sz w:val="16"/>
                <w:szCs w:val="16"/>
              </w:rPr>
              <w:t>ČSN EN ISO 9001:2009</w:t>
            </w:r>
            <w:r w:rsidRPr="00F81B53">
              <w:rPr>
                <w:color w:val="000000" w:themeColor="text1"/>
                <w:sz w:val="16"/>
                <w:szCs w:val="16"/>
              </w:rPr>
              <w:t xml:space="preserve">, </w:t>
            </w:r>
            <w:r w:rsidRPr="00F81B53">
              <w:rPr>
                <w:b/>
                <w:color w:val="000000" w:themeColor="text1"/>
                <w:sz w:val="16"/>
                <w:szCs w:val="16"/>
              </w:rPr>
              <w:t>ČSN EN ISO 14001:2005</w:t>
            </w:r>
            <w:r w:rsidRPr="00F81B53">
              <w:rPr>
                <w:color w:val="000000" w:themeColor="text1"/>
                <w:sz w:val="16"/>
                <w:szCs w:val="16"/>
              </w:rPr>
              <w:t xml:space="preserve"> a </w:t>
            </w:r>
            <w:r w:rsidRPr="00F81B53">
              <w:rPr>
                <w:b/>
                <w:color w:val="000000" w:themeColor="text1"/>
                <w:sz w:val="16"/>
                <w:szCs w:val="16"/>
              </w:rPr>
              <w:t>ČSN OHSAS 18001:2008</w:t>
            </w:r>
            <w:r w:rsidRPr="00F81B53">
              <w:rPr>
                <w:color w:val="000000" w:themeColor="text1"/>
                <w:sz w:val="16"/>
                <w:szCs w:val="16"/>
              </w:rPr>
              <w:t>.</w:t>
            </w:r>
          </w:p>
          <w:p w:rsidR="001D557C" w:rsidRPr="00F81B53" w:rsidRDefault="001D557C" w:rsidP="001D557C">
            <w:pPr>
              <w:rPr>
                <w:color w:val="000000" w:themeColor="text1"/>
                <w:sz w:val="16"/>
                <w:szCs w:val="16"/>
              </w:rPr>
            </w:pPr>
          </w:p>
          <w:p w:rsidR="001D557C" w:rsidRPr="00F81B53" w:rsidRDefault="001D557C" w:rsidP="001D557C">
            <w:pPr>
              <w:tabs>
                <w:tab w:val="right" w:pos="8505"/>
              </w:tabs>
              <w:ind w:right="136"/>
              <w:jc w:val="left"/>
              <w:rPr>
                <w:b/>
                <w:color w:val="000000" w:themeColor="text1"/>
                <w:sz w:val="18"/>
              </w:rPr>
            </w:pPr>
            <w:r w:rsidRPr="00F81B53">
              <w:rPr>
                <w:b/>
                <w:color w:val="000000" w:themeColor="text1"/>
                <w:sz w:val="18"/>
              </w:rPr>
              <w:sym w:font="Times New Roman" w:char="00A9"/>
            </w:r>
            <w:r w:rsidRPr="00F81B53">
              <w:rPr>
                <w:b/>
                <w:color w:val="000000" w:themeColor="text1"/>
                <w:sz w:val="18"/>
              </w:rPr>
              <w:t> </w:t>
            </w:r>
            <w:r>
              <w:rPr>
                <w:b/>
                <w:color w:val="000000" w:themeColor="text1"/>
                <w:sz w:val="18"/>
              </w:rPr>
              <w:t>Sweco</w:t>
            </w:r>
            <w:r w:rsidR="00A20560">
              <w:rPr>
                <w:b/>
                <w:color w:val="000000" w:themeColor="text1"/>
                <w:sz w:val="18"/>
              </w:rPr>
              <w:t> </w:t>
            </w:r>
            <w:r>
              <w:rPr>
                <w:b/>
                <w:color w:val="000000" w:themeColor="text1"/>
                <w:sz w:val="18"/>
              </w:rPr>
              <w:t>Hydroprojekt</w:t>
            </w:r>
            <w:r w:rsidR="00A20560">
              <w:rPr>
                <w:b/>
                <w:color w:val="000000" w:themeColor="text1"/>
                <w:sz w:val="18"/>
              </w:rPr>
              <w:t> </w:t>
            </w:r>
            <w:r w:rsidRPr="00F81B53">
              <w:rPr>
                <w:b/>
                <w:color w:val="000000" w:themeColor="text1"/>
                <w:sz w:val="18"/>
              </w:rPr>
              <w:t>a.s.</w:t>
            </w:r>
          </w:p>
          <w:p w:rsidR="001D557C" w:rsidRPr="00F81B53" w:rsidRDefault="001D557C" w:rsidP="001D557C">
            <w:pPr>
              <w:rPr>
                <w:color w:val="000000" w:themeColor="text1"/>
                <w:sz w:val="16"/>
                <w:szCs w:val="16"/>
              </w:rPr>
            </w:pPr>
            <w:r w:rsidRPr="00F81B53">
              <w:rPr>
                <w:color w:val="000000" w:themeColor="text1"/>
                <w:sz w:val="16"/>
                <w:szCs w:val="16"/>
              </w:rPr>
              <w:t>Tato dokumentace včetně všech příloh (s</w:t>
            </w:r>
            <w:r w:rsidR="00A20560">
              <w:rPr>
                <w:color w:val="000000" w:themeColor="text1"/>
                <w:sz w:val="16"/>
                <w:szCs w:val="16"/>
              </w:rPr>
              <w:t> </w:t>
            </w:r>
            <w:r w:rsidRPr="00F81B53">
              <w:rPr>
                <w:color w:val="000000" w:themeColor="text1"/>
                <w:sz w:val="16"/>
                <w:szCs w:val="16"/>
              </w:rPr>
              <w:t xml:space="preserve">výjimkou dat poskytnutých objednatelem) je duševním vlastnictvím akciové společnosti </w:t>
            </w:r>
            <w:r>
              <w:rPr>
                <w:color w:val="000000" w:themeColor="text1"/>
                <w:sz w:val="16"/>
                <w:szCs w:val="16"/>
              </w:rPr>
              <w:t>Sweco</w:t>
            </w:r>
            <w:r w:rsidR="00A20560">
              <w:rPr>
                <w:color w:val="000000" w:themeColor="text1"/>
                <w:sz w:val="16"/>
                <w:szCs w:val="16"/>
              </w:rPr>
              <w:t> </w:t>
            </w:r>
            <w:r>
              <w:rPr>
                <w:color w:val="000000" w:themeColor="text1"/>
                <w:sz w:val="16"/>
                <w:szCs w:val="16"/>
              </w:rPr>
              <w:t>Hydroprojekt</w:t>
            </w:r>
            <w:r w:rsidR="00A20560">
              <w:rPr>
                <w:color w:val="000000" w:themeColor="text1"/>
                <w:sz w:val="16"/>
                <w:szCs w:val="16"/>
              </w:rPr>
              <w:t> </w:t>
            </w:r>
            <w:r>
              <w:rPr>
                <w:color w:val="000000" w:themeColor="text1"/>
                <w:sz w:val="16"/>
                <w:szCs w:val="16"/>
              </w:rPr>
              <w:t>a.s.</w:t>
            </w:r>
            <w:r w:rsidRPr="00F81B53">
              <w:rPr>
                <w:color w:val="000000" w:themeColor="text1"/>
                <w:sz w:val="16"/>
                <w:szCs w:val="16"/>
              </w:rPr>
              <w:t xml:space="preserve"> Objednatel této dokumentace je oprávněn ji využít k účelům vyplývajícím z</w:t>
            </w:r>
            <w:r w:rsidR="00A20560">
              <w:rPr>
                <w:color w:val="000000" w:themeColor="text1"/>
                <w:sz w:val="16"/>
                <w:szCs w:val="16"/>
              </w:rPr>
              <w:t> </w:t>
            </w:r>
            <w:r w:rsidRPr="00F81B53">
              <w:rPr>
                <w:color w:val="000000" w:themeColor="text1"/>
                <w:sz w:val="16"/>
                <w:szCs w:val="16"/>
              </w:rPr>
              <w:t>uzavřené smlouvy bez jakéhokoliv omezení. Jiné osoby (jak fyzické, tak právnické) nejsou bez předchozího výslovného souhlasu objednatele oprávněny tuto dokumentaci ani její části jakkoli využívat, kopírovat (ani jiným způsobem rozmnožovat) nebo zpřístupnit dalším osobám.</w:t>
            </w:r>
          </w:p>
          <w:p w:rsidR="001D557C" w:rsidRDefault="001D557C" w:rsidP="00A20560">
            <w:pPr>
              <w:rPr>
                <w:color w:val="000000" w:themeColor="text1"/>
                <w:sz w:val="16"/>
                <w:szCs w:val="16"/>
              </w:rPr>
            </w:pPr>
            <w:r w:rsidRPr="00F81B53">
              <w:rPr>
                <w:color w:val="000000" w:themeColor="text1"/>
                <w:sz w:val="16"/>
                <w:szCs w:val="16"/>
              </w:rPr>
              <w:t>Poznámka: Podpisy zpracovatelů jsou připojeny pouze k výtisku číslo</w:t>
            </w:r>
            <w:r w:rsidR="00A20560">
              <w:rPr>
                <w:color w:val="000000" w:themeColor="text1"/>
                <w:sz w:val="16"/>
                <w:szCs w:val="16"/>
              </w:rPr>
              <w:t> </w:t>
            </w:r>
            <w:r w:rsidRPr="00F81B53">
              <w:rPr>
                <w:color w:val="000000" w:themeColor="text1"/>
                <w:sz w:val="16"/>
                <w:szCs w:val="16"/>
              </w:rPr>
              <w:t>01 nebo originálu přílohy (matrici).</w:t>
            </w:r>
          </w:p>
          <w:p w:rsidR="00C6060E" w:rsidRPr="001D557C" w:rsidRDefault="00C6060E" w:rsidP="00A20560">
            <w:pPr>
              <w:rPr>
                <w:color w:val="000000" w:themeColor="text1"/>
                <w:sz w:val="16"/>
                <w:szCs w:val="16"/>
              </w:rPr>
            </w:pPr>
          </w:p>
        </w:tc>
      </w:tr>
    </w:tbl>
    <w:p w:rsidR="00E27980" w:rsidRPr="00F81B53" w:rsidRDefault="00E27980" w:rsidP="00E27980">
      <w:pPr>
        <w:rPr>
          <w:color w:val="000000" w:themeColor="text1"/>
          <w:sz w:val="16"/>
          <w:szCs w:val="16"/>
        </w:rPr>
      </w:pPr>
      <w:r w:rsidRPr="00F81B53">
        <w:rPr>
          <w:color w:val="000000" w:themeColor="text1"/>
          <w:sz w:val="16"/>
          <w:szCs w:val="16"/>
        </w:rPr>
        <w:br w:type="page"/>
      </w:r>
    </w:p>
    <w:p w:rsidR="00F6635F" w:rsidRDefault="00F6635F" w:rsidP="00556768">
      <w:pPr>
        <w:tabs>
          <w:tab w:val="right" w:pos="8504"/>
        </w:tabs>
        <w:rPr>
          <w:bCs/>
          <w:color w:val="000000" w:themeColor="text1"/>
        </w:rPr>
      </w:pPr>
    </w:p>
    <w:p w:rsidR="001513FB" w:rsidRDefault="001513FB" w:rsidP="00556768">
      <w:pPr>
        <w:tabs>
          <w:tab w:val="right" w:pos="8504"/>
        </w:tabs>
        <w:rPr>
          <w:bCs/>
          <w:color w:val="000000" w:themeColor="text1"/>
        </w:rPr>
      </w:pPr>
    </w:p>
    <w:p w:rsidR="001513FB" w:rsidRDefault="001513FB" w:rsidP="00556768">
      <w:pPr>
        <w:tabs>
          <w:tab w:val="right" w:pos="8504"/>
        </w:tabs>
        <w:rPr>
          <w:bCs/>
          <w:color w:val="000000" w:themeColor="text1"/>
        </w:rPr>
      </w:pPr>
    </w:p>
    <w:p w:rsidR="001513FB" w:rsidRDefault="001513FB" w:rsidP="00556768">
      <w:pPr>
        <w:tabs>
          <w:tab w:val="right" w:pos="8504"/>
        </w:tabs>
        <w:rPr>
          <w:bCs/>
          <w:color w:val="000000" w:themeColor="text1"/>
        </w:rPr>
      </w:pPr>
    </w:p>
    <w:p w:rsidR="001513FB" w:rsidRDefault="001513FB" w:rsidP="00556768">
      <w:pPr>
        <w:tabs>
          <w:tab w:val="right" w:pos="8504"/>
        </w:tabs>
        <w:rPr>
          <w:bCs/>
          <w:color w:val="000000" w:themeColor="text1"/>
        </w:rPr>
      </w:pPr>
    </w:p>
    <w:p w:rsidR="001513FB" w:rsidRDefault="001513FB" w:rsidP="00556768">
      <w:pPr>
        <w:tabs>
          <w:tab w:val="right" w:pos="8504"/>
        </w:tabs>
        <w:rPr>
          <w:bCs/>
          <w:color w:val="000000" w:themeColor="text1"/>
        </w:rPr>
      </w:pPr>
    </w:p>
    <w:p w:rsidR="001513FB" w:rsidRDefault="001513FB" w:rsidP="00556768">
      <w:pPr>
        <w:tabs>
          <w:tab w:val="right" w:pos="8504"/>
        </w:tabs>
        <w:rPr>
          <w:bCs/>
          <w:color w:val="000000" w:themeColor="text1"/>
        </w:rPr>
      </w:pPr>
    </w:p>
    <w:p w:rsidR="001513FB" w:rsidRDefault="001513FB" w:rsidP="00556768">
      <w:pPr>
        <w:tabs>
          <w:tab w:val="right" w:pos="8504"/>
        </w:tabs>
        <w:rPr>
          <w:bCs/>
          <w:color w:val="000000" w:themeColor="text1"/>
        </w:rPr>
      </w:pPr>
    </w:p>
    <w:p w:rsidR="001513FB" w:rsidRDefault="001513FB" w:rsidP="00556768">
      <w:pPr>
        <w:tabs>
          <w:tab w:val="right" w:pos="8504"/>
        </w:tabs>
        <w:rPr>
          <w:bCs/>
          <w:color w:val="000000" w:themeColor="text1"/>
        </w:rPr>
      </w:pPr>
    </w:p>
    <w:p w:rsidR="001513FB" w:rsidRDefault="001513FB" w:rsidP="00556768">
      <w:pPr>
        <w:tabs>
          <w:tab w:val="right" w:pos="8504"/>
        </w:tabs>
        <w:rPr>
          <w:bCs/>
          <w:color w:val="000000" w:themeColor="text1"/>
        </w:rPr>
      </w:pPr>
    </w:p>
    <w:p w:rsidR="001513FB" w:rsidRDefault="001513FB" w:rsidP="00556768">
      <w:pPr>
        <w:tabs>
          <w:tab w:val="right" w:pos="8504"/>
        </w:tabs>
        <w:rPr>
          <w:bCs/>
          <w:color w:val="000000" w:themeColor="text1"/>
        </w:rPr>
      </w:pPr>
    </w:p>
    <w:p w:rsidR="001513FB" w:rsidRDefault="001513FB" w:rsidP="00556768">
      <w:pPr>
        <w:tabs>
          <w:tab w:val="right" w:pos="8504"/>
        </w:tabs>
        <w:rPr>
          <w:bCs/>
          <w:color w:val="000000" w:themeColor="text1"/>
        </w:rPr>
      </w:pPr>
    </w:p>
    <w:p w:rsidR="001513FB" w:rsidRDefault="001513FB" w:rsidP="00556768">
      <w:pPr>
        <w:tabs>
          <w:tab w:val="right" w:pos="8504"/>
        </w:tabs>
        <w:rPr>
          <w:bCs/>
          <w:color w:val="000000" w:themeColor="text1"/>
        </w:rPr>
      </w:pPr>
    </w:p>
    <w:p w:rsidR="001513FB" w:rsidRDefault="001513FB" w:rsidP="00556768">
      <w:pPr>
        <w:tabs>
          <w:tab w:val="right" w:pos="8504"/>
        </w:tabs>
        <w:rPr>
          <w:bCs/>
          <w:color w:val="000000" w:themeColor="text1"/>
        </w:rPr>
      </w:pPr>
    </w:p>
    <w:p w:rsidR="001513FB" w:rsidRDefault="001513FB" w:rsidP="00556768">
      <w:pPr>
        <w:tabs>
          <w:tab w:val="right" w:pos="8504"/>
        </w:tabs>
        <w:rPr>
          <w:bCs/>
          <w:color w:val="000000" w:themeColor="text1"/>
        </w:rPr>
      </w:pPr>
    </w:p>
    <w:p w:rsidR="001513FB" w:rsidRDefault="001513FB" w:rsidP="00556768">
      <w:pPr>
        <w:tabs>
          <w:tab w:val="right" w:pos="8504"/>
        </w:tabs>
        <w:rPr>
          <w:bCs/>
          <w:color w:val="000000" w:themeColor="text1"/>
        </w:rPr>
      </w:pPr>
    </w:p>
    <w:p w:rsidR="001513FB" w:rsidRDefault="001513FB" w:rsidP="00556768">
      <w:pPr>
        <w:tabs>
          <w:tab w:val="right" w:pos="8504"/>
        </w:tabs>
        <w:rPr>
          <w:bCs/>
          <w:color w:val="000000" w:themeColor="text1"/>
        </w:rPr>
      </w:pPr>
    </w:p>
    <w:p w:rsidR="001513FB" w:rsidRDefault="001513FB">
      <w:pPr>
        <w:jc w:val="left"/>
        <w:rPr>
          <w:bCs/>
          <w:color w:val="000000" w:themeColor="text1"/>
        </w:rPr>
      </w:pPr>
      <w:r>
        <w:rPr>
          <w:bCs/>
          <w:color w:val="000000" w:themeColor="text1"/>
        </w:rPr>
        <w:br w:type="page"/>
      </w:r>
    </w:p>
    <w:p w:rsidR="001513FB" w:rsidRPr="00454D14" w:rsidRDefault="001513FB" w:rsidP="001513FB">
      <w:pPr>
        <w:jc w:val="center"/>
        <w:rPr>
          <w:rFonts w:cs="Arial"/>
          <w:b/>
        </w:rPr>
      </w:pPr>
      <w:r w:rsidRPr="00454D14">
        <w:rPr>
          <w:rFonts w:cs="Arial"/>
          <w:b/>
        </w:rPr>
        <w:lastRenderedPageBreak/>
        <w:t>Protokol</w:t>
      </w:r>
    </w:p>
    <w:p w:rsidR="001513FB" w:rsidRPr="00454D14" w:rsidRDefault="001513FB" w:rsidP="001513FB">
      <w:pPr>
        <w:jc w:val="center"/>
        <w:rPr>
          <w:rFonts w:cs="Arial"/>
          <w:b/>
        </w:rPr>
      </w:pPr>
      <w:r w:rsidRPr="00454D14">
        <w:rPr>
          <w:rFonts w:cs="Arial"/>
          <w:b/>
        </w:rPr>
        <w:t>o určení vnějších vlivů vypracovaný odbornou komisí</w:t>
      </w:r>
    </w:p>
    <w:p w:rsidR="001513FB" w:rsidRPr="00454D14" w:rsidRDefault="001513FB" w:rsidP="001513FB">
      <w:pPr>
        <w:jc w:val="center"/>
        <w:rPr>
          <w:rFonts w:cs="Arial"/>
          <w:b/>
        </w:rPr>
      </w:pPr>
      <w:r w:rsidRPr="00454D14">
        <w:rPr>
          <w:rFonts w:cs="Arial"/>
          <w:b/>
        </w:rPr>
        <w:t>Sweco Hydroprojekt</w:t>
      </w:r>
      <w:r>
        <w:rPr>
          <w:rFonts w:cs="Arial"/>
          <w:b/>
        </w:rPr>
        <w:t xml:space="preserve"> </w:t>
      </w:r>
      <w:r w:rsidRPr="00454D14">
        <w:rPr>
          <w:rFonts w:cs="Arial"/>
          <w:b/>
        </w:rPr>
        <w:t>a.s., Táborská 31, 140 16 Praha 4</w:t>
      </w:r>
    </w:p>
    <w:p w:rsidR="001513FB" w:rsidRDefault="001513FB" w:rsidP="001513FB"/>
    <w:p w:rsidR="001513FB" w:rsidRPr="00B60F39" w:rsidRDefault="001513FB" w:rsidP="001513FB">
      <w:pPr>
        <w:tabs>
          <w:tab w:val="right" w:pos="8505"/>
        </w:tabs>
      </w:pPr>
      <w:r w:rsidRPr="00B60F39">
        <w:t>V Praze</w:t>
      </w:r>
      <w:r w:rsidRPr="00B60F39">
        <w:tab/>
      </w:r>
      <w:r w:rsidRPr="00186EDA">
        <w:t xml:space="preserve">Dne </w:t>
      </w:r>
      <w:r>
        <w:t>9</w:t>
      </w:r>
      <w:r w:rsidRPr="00186EDA">
        <w:t>. </w:t>
      </w:r>
      <w:r>
        <w:t>10</w:t>
      </w:r>
      <w:r w:rsidRPr="00186EDA">
        <w:t>. 20</w:t>
      </w:r>
      <w:r>
        <w:t>20</w:t>
      </w:r>
      <w:r w:rsidRPr="00B60F39">
        <w:t xml:space="preserve"> </w:t>
      </w:r>
    </w:p>
    <w:p w:rsidR="001513FB" w:rsidRPr="00B60F39" w:rsidRDefault="001513FB" w:rsidP="001513FB"/>
    <w:p w:rsidR="001513FB" w:rsidRPr="00B60F39" w:rsidRDefault="001513FB" w:rsidP="001513FB"/>
    <w:p w:rsidR="001513FB" w:rsidRPr="00B60F39" w:rsidRDefault="001513FB" w:rsidP="001513FB">
      <w:pPr>
        <w:rPr>
          <w:b/>
        </w:rPr>
      </w:pPr>
      <w:r w:rsidRPr="00B60F39">
        <w:rPr>
          <w:b/>
        </w:rPr>
        <w:t>Složení komise</w:t>
      </w:r>
    </w:p>
    <w:p w:rsidR="001513FB" w:rsidRPr="00B60F39" w:rsidRDefault="001513FB" w:rsidP="001513FB">
      <w:pPr>
        <w:tabs>
          <w:tab w:val="left" w:pos="1701"/>
        </w:tabs>
        <w:ind w:left="1418" w:hanging="1418"/>
      </w:pPr>
      <w:r w:rsidRPr="00B60F39">
        <w:t>Předseda:</w:t>
      </w:r>
      <w:r w:rsidRPr="00B60F39">
        <w:tab/>
        <w:t>Ing. </w:t>
      </w:r>
      <w:r>
        <w:t>Ježková</w:t>
      </w:r>
      <w:r w:rsidRPr="00B60F39">
        <w:t xml:space="preserve">, </w:t>
      </w:r>
      <w:r>
        <w:t>Sweco </w:t>
      </w:r>
      <w:r w:rsidRPr="00B60F39">
        <w:t>H</w:t>
      </w:r>
      <w:r>
        <w:t>ydroprojekt</w:t>
      </w:r>
      <w:r w:rsidRPr="00B60F39">
        <w:t xml:space="preserve"> a.s., hlavní inženýr projektu</w:t>
      </w:r>
    </w:p>
    <w:p w:rsidR="001513FB" w:rsidRPr="0035431C" w:rsidRDefault="001513FB" w:rsidP="001513FB">
      <w:pPr>
        <w:tabs>
          <w:tab w:val="left" w:pos="1418"/>
        </w:tabs>
        <w:ind w:left="1418" w:hanging="1418"/>
      </w:pPr>
      <w:r w:rsidRPr="0035431C">
        <w:t>Členové:</w:t>
      </w:r>
      <w:r w:rsidRPr="0035431C">
        <w:tab/>
        <w:t>Ing. Barkman Robert, Hydroprojekt a.s., specialista elektro části</w:t>
      </w:r>
    </w:p>
    <w:p w:rsidR="001513FB" w:rsidRPr="003041DA" w:rsidRDefault="001513FB" w:rsidP="001513FB">
      <w:pPr>
        <w:tabs>
          <w:tab w:val="left" w:pos="1418"/>
        </w:tabs>
        <w:ind w:left="1418" w:hanging="1418"/>
      </w:pPr>
      <w:r w:rsidRPr="0035431C">
        <w:tab/>
        <w:t>Ing. Kratěna, Sweco Hydroprojekt a.s., specialista strojní části</w:t>
      </w:r>
    </w:p>
    <w:p w:rsidR="001513FB" w:rsidRPr="00B60F39" w:rsidRDefault="001513FB" w:rsidP="001513FB">
      <w:pPr>
        <w:tabs>
          <w:tab w:val="left" w:pos="1440"/>
        </w:tabs>
      </w:pPr>
    </w:p>
    <w:p w:rsidR="001513FB" w:rsidRPr="00B60F39" w:rsidRDefault="001513FB" w:rsidP="001513FB">
      <w:pPr>
        <w:tabs>
          <w:tab w:val="left" w:pos="1440"/>
        </w:tabs>
      </w:pPr>
    </w:p>
    <w:p w:rsidR="001513FB" w:rsidRPr="00B60F39" w:rsidRDefault="001513FB" w:rsidP="001513FB">
      <w:pPr>
        <w:ind w:left="1701" w:hanging="1701"/>
        <w:rPr>
          <w:b/>
        </w:rPr>
      </w:pPr>
      <w:r w:rsidRPr="00B60F39">
        <w:rPr>
          <w:b/>
        </w:rPr>
        <w:t>Název stavby</w:t>
      </w:r>
      <w:r>
        <w:rPr>
          <w:b/>
        </w:rPr>
        <w:t xml:space="preserve">: </w:t>
      </w:r>
      <w:r w:rsidRPr="00CA3062">
        <w:rPr>
          <w:b/>
        </w:rPr>
        <w:t>Revitalizace objektů a prostorů VDJ Korunní, Praha 10, číslo</w:t>
      </w:r>
      <w:r>
        <w:rPr>
          <w:b/>
        </w:rPr>
        <w:t xml:space="preserve"> investiční akce 1/4/A52/00, 1/4/F87/00, 1/4/F87/01, 1/4/A52/02</w:t>
      </w:r>
    </w:p>
    <w:p w:rsidR="001513FB" w:rsidRPr="00B60F39" w:rsidRDefault="001513FB" w:rsidP="001513FB"/>
    <w:p w:rsidR="001513FB" w:rsidRPr="00B60F39" w:rsidRDefault="001513FB" w:rsidP="001513FB"/>
    <w:p w:rsidR="001513FB" w:rsidRPr="00B60F39" w:rsidRDefault="001513FB" w:rsidP="001513FB">
      <w:pPr>
        <w:rPr>
          <w:b/>
        </w:rPr>
      </w:pPr>
      <w:r w:rsidRPr="00B60F39">
        <w:rPr>
          <w:b/>
        </w:rPr>
        <w:t>Podklady použité pro vypracování protokolu</w:t>
      </w:r>
    </w:p>
    <w:p w:rsidR="001513FB" w:rsidRPr="00B60F39" w:rsidRDefault="001513FB" w:rsidP="001513FB">
      <w:pPr>
        <w:numPr>
          <w:ilvl w:val="0"/>
          <w:numId w:val="32"/>
        </w:numPr>
        <w:tabs>
          <w:tab w:val="clear" w:pos="1425"/>
          <w:tab w:val="left" w:pos="426"/>
        </w:tabs>
        <w:ind w:left="426" w:hanging="426"/>
      </w:pPr>
      <w:r>
        <w:t>Rekonstrukce VDJ Korunní</w:t>
      </w:r>
      <w:r w:rsidRPr="006671B3">
        <w:t>,</w:t>
      </w:r>
      <w:r>
        <w:t xml:space="preserve"> dokumentace pro vydání stavebního povolení, zpracovatel Sweco Hydroprojekt a.s., 12. 2020.</w:t>
      </w:r>
    </w:p>
    <w:p w:rsidR="001513FB" w:rsidRPr="00B60F39" w:rsidRDefault="001513FB" w:rsidP="001513FB"/>
    <w:p w:rsidR="001513FB" w:rsidRPr="00B60F39" w:rsidRDefault="001513FB" w:rsidP="001513FB"/>
    <w:p w:rsidR="001513FB" w:rsidRPr="00B60F39" w:rsidRDefault="001513FB" w:rsidP="001513FB">
      <w:pPr>
        <w:rPr>
          <w:b/>
        </w:rPr>
      </w:pPr>
      <w:r w:rsidRPr="00B60F39">
        <w:rPr>
          <w:b/>
        </w:rPr>
        <w:t>Přílohy</w:t>
      </w:r>
    </w:p>
    <w:p w:rsidR="001513FB" w:rsidRPr="00B60F39" w:rsidRDefault="001513FB" w:rsidP="001513FB">
      <w:pPr>
        <w:numPr>
          <w:ilvl w:val="0"/>
          <w:numId w:val="32"/>
        </w:numPr>
        <w:tabs>
          <w:tab w:val="clear" w:pos="1425"/>
          <w:tab w:val="left" w:pos="426"/>
        </w:tabs>
        <w:ind w:left="426" w:hanging="426"/>
      </w:pPr>
      <w:r w:rsidRPr="00B60F39">
        <w:t>příloha č. 1 Tabulka místností, prostorů a vnějších vlivů,</w:t>
      </w:r>
    </w:p>
    <w:p w:rsidR="001513FB" w:rsidRPr="00B60F39" w:rsidRDefault="001513FB" w:rsidP="001513FB">
      <w:pPr>
        <w:numPr>
          <w:ilvl w:val="0"/>
          <w:numId w:val="32"/>
        </w:numPr>
        <w:tabs>
          <w:tab w:val="clear" w:pos="1425"/>
          <w:tab w:val="left" w:pos="426"/>
        </w:tabs>
        <w:ind w:left="426" w:hanging="426"/>
      </w:pPr>
      <w:r w:rsidRPr="00B60F39">
        <w:t>příloha č. 2 </w:t>
      </w:r>
      <w:r w:rsidRPr="00DB1026">
        <w:t>Seznam vnějších vlivů dle ČSN 33 2000-5-51 ed.3</w:t>
      </w:r>
      <w:r w:rsidRPr="00B60F39">
        <w:t>.</w:t>
      </w:r>
    </w:p>
    <w:p w:rsidR="001513FB" w:rsidRPr="00B60F39" w:rsidRDefault="001513FB" w:rsidP="001513FB"/>
    <w:p w:rsidR="001513FB" w:rsidRPr="00B60F39" w:rsidRDefault="001513FB" w:rsidP="001513FB"/>
    <w:p w:rsidR="001513FB" w:rsidRPr="00440911" w:rsidRDefault="001513FB" w:rsidP="001513FB">
      <w:pPr>
        <w:rPr>
          <w:b/>
        </w:rPr>
      </w:pPr>
      <w:r w:rsidRPr="00440911">
        <w:rPr>
          <w:b/>
        </w:rPr>
        <w:t>Popis objektu</w:t>
      </w:r>
    </w:p>
    <w:p w:rsidR="001513FB" w:rsidRDefault="001513FB" w:rsidP="001513FB">
      <w:pPr>
        <w:ind w:firstLine="709"/>
        <w:rPr>
          <w:highlight w:val="yellow"/>
        </w:rPr>
      </w:pPr>
    </w:p>
    <w:p w:rsidR="001513FB" w:rsidRPr="00624CA0" w:rsidRDefault="001513FB" w:rsidP="001513FB">
      <w:pPr>
        <w:ind w:firstLine="709"/>
        <w:rPr>
          <w:b/>
          <w:bCs/>
        </w:rPr>
      </w:pPr>
      <w:r w:rsidRPr="00624CA0">
        <w:rPr>
          <w:b/>
          <w:bCs/>
        </w:rPr>
        <w:t>Expoziční vodojem</w:t>
      </w:r>
    </w:p>
    <w:p w:rsidR="001513FB" w:rsidRPr="00624CA0" w:rsidRDefault="001513FB" w:rsidP="001513FB">
      <w:pPr>
        <w:ind w:firstLine="709"/>
      </w:pPr>
      <w:r w:rsidRPr="00624CA0">
        <w:t>Prostory expozičního vodojemu</w:t>
      </w:r>
      <w:r>
        <w:t xml:space="preserve">, který původně sloužil také k akumulaci pitné vody, jsou tvořeny dvěma vzájemně propojenými expozičními komorami a třemi přilehlými bývalými armaturními komorami. Podzemní část armaturní komory AK1 bude sloužit pro účely akumulace dešťové vody ze střech, která pak bude využita pro účely expozičních prvků. V nadzemní části AK1 bude umístěno odpadové hospodářství pro areál Korunní. V armaturní komoře AK2 bude umístěna technologie pro vodní prvky a filtraci. V armaturní komoře AK6 bude umístěno požární schodiště z expozičního vodojemu. Součástí expozičního vodojemu jsou nově navrhované objekty, tzv. informační centrum a spojovací tubus. Informační centrum bude přístupné </w:t>
      </w:r>
      <w:r w:rsidRPr="0035431C">
        <w:t>z akumulační komory II, jeho součástí bude schodiště vedoucí na násyp, evakuační výtah</w:t>
      </w:r>
      <w:r>
        <w:t xml:space="preserve">, </w:t>
      </w:r>
      <w:r w:rsidRPr="0035431C">
        <w:t>sociální zázemí a prostory sklad</w:t>
      </w:r>
      <w:r>
        <w:t>u</w:t>
      </w:r>
      <w:r w:rsidRPr="0035431C">
        <w:t xml:space="preserve">, vzduchotechniky a provozní dutiny. </w:t>
      </w:r>
      <w:r>
        <w:t>Spojovací tubus</w:t>
      </w:r>
      <w:r w:rsidRPr="0035431C">
        <w:t xml:space="preserve"> bude</w:t>
      </w:r>
      <w:r>
        <w:t xml:space="preserve"> sloužit pro přístup do expozičního vodojemu z provozní budovy.</w:t>
      </w:r>
    </w:p>
    <w:p w:rsidR="001513FB" w:rsidRPr="00624CA0" w:rsidRDefault="001513FB" w:rsidP="001513FB">
      <w:pPr>
        <w:ind w:firstLine="709"/>
      </w:pPr>
    </w:p>
    <w:p w:rsidR="001513FB" w:rsidRPr="0035431C" w:rsidRDefault="001513FB" w:rsidP="001513FB">
      <w:pPr>
        <w:ind w:firstLine="709"/>
        <w:rPr>
          <w:b/>
          <w:bCs/>
        </w:rPr>
      </w:pPr>
      <w:r w:rsidRPr="0035431C">
        <w:rPr>
          <w:b/>
          <w:bCs/>
        </w:rPr>
        <w:t>Provozní budova</w:t>
      </w:r>
    </w:p>
    <w:p w:rsidR="001513FB" w:rsidRDefault="001513FB" w:rsidP="001513FB">
      <w:pPr>
        <w:ind w:firstLine="709"/>
      </w:pPr>
      <w:r>
        <w:t>Prostory provozní budovy budou sloužit k edukačním, expozičním a konferenčním účelům. Součástí provozní budovy bude též zázemí konferenčních prostor a kanceláře pro zajištění provozu objektů a sociální zařízení.</w:t>
      </w:r>
    </w:p>
    <w:p w:rsidR="001513FB" w:rsidRDefault="001513FB" w:rsidP="001513FB">
      <w:pPr>
        <w:ind w:firstLine="709"/>
      </w:pPr>
    </w:p>
    <w:p w:rsidR="001513FB" w:rsidRPr="0035431C" w:rsidRDefault="001513FB" w:rsidP="001513FB">
      <w:pPr>
        <w:ind w:firstLine="709"/>
        <w:rPr>
          <w:b/>
          <w:bCs/>
        </w:rPr>
      </w:pPr>
      <w:r w:rsidRPr="0035431C">
        <w:rPr>
          <w:b/>
          <w:bCs/>
        </w:rPr>
        <w:t>Vodárenská věž</w:t>
      </w:r>
    </w:p>
    <w:p w:rsidR="001513FB" w:rsidRDefault="001513FB" w:rsidP="001513FB">
      <w:pPr>
        <w:ind w:firstLine="709"/>
      </w:pPr>
      <w:r>
        <w:t>Jednotlivá nadzemní podlaží vodárenské věže budou sloužit pro edukační a expoziční účely, na střeše bude vyhlídka.</w:t>
      </w:r>
    </w:p>
    <w:p w:rsidR="001513FB" w:rsidRDefault="001513FB" w:rsidP="001513FB">
      <w:pPr>
        <w:ind w:firstLine="709"/>
      </w:pPr>
    </w:p>
    <w:p w:rsidR="001513FB" w:rsidRPr="00624CA0" w:rsidRDefault="001513FB" w:rsidP="001513FB">
      <w:pPr>
        <w:ind w:firstLine="709"/>
      </w:pPr>
    </w:p>
    <w:p w:rsidR="001513FB" w:rsidRDefault="001513FB" w:rsidP="001513FB">
      <w:pPr>
        <w:ind w:firstLine="709"/>
      </w:pPr>
      <w:r w:rsidRPr="00A01792">
        <w:t>Detailní popis navržených prací je uveden v technických zprávách části D.1 a D.2 dokumentace.</w:t>
      </w:r>
    </w:p>
    <w:p w:rsidR="001513FB" w:rsidRPr="00B60F39" w:rsidRDefault="001513FB" w:rsidP="001513FB">
      <w:pPr>
        <w:ind w:firstLine="709"/>
      </w:pPr>
      <w:r w:rsidRPr="00B60F39">
        <w:t>Seznam a popis jednotlivých místností v</w:t>
      </w:r>
      <w:r>
        <w:t> </w:t>
      </w:r>
      <w:r w:rsidRPr="00B60F39">
        <w:t>objekt</w:t>
      </w:r>
      <w:r>
        <w:t xml:space="preserve">u vodojemu </w:t>
      </w:r>
      <w:r w:rsidRPr="00B60F39">
        <w:t xml:space="preserve">je uveden v příloze č. 1. </w:t>
      </w:r>
    </w:p>
    <w:p w:rsidR="001513FB" w:rsidRDefault="001513FB" w:rsidP="001513FB"/>
    <w:p w:rsidR="001513FB" w:rsidRPr="00B60F39" w:rsidRDefault="001513FB" w:rsidP="001513FB">
      <w:pPr>
        <w:rPr>
          <w:b/>
        </w:rPr>
      </w:pPr>
      <w:r w:rsidRPr="00B60F39">
        <w:rPr>
          <w:b/>
        </w:rPr>
        <w:t>Přílohy</w:t>
      </w:r>
    </w:p>
    <w:p w:rsidR="001513FB" w:rsidRPr="00B60F39" w:rsidRDefault="001513FB" w:rsidP="001513FB">
      <w:pPr>
        <w:numPr>
          <w:ilvl w:val="0"/>
          <w:numId w:val="32"/>
        </w:numPr>
        <w:tabs>
          <w:tab w:val="clear" w:pos="1425"/>
          <w:tab w:val="left" w:pos="426"/>
          <w:tab w:val="left" w:pos="1701"/>
        </w:tabs>
        <w:ind w:left="1701" w:hanging="1701"/>
      </w:pPr>
      <w:r w:rsidRPr="00B60F39">
        <w:t>příloha č. 1</w:t>
      </w:r>
      <w:r>
        <w:tab/>
      </w:r>
      <w:r w:rsidRPr="00B60F39">
        <w:t>Tabulka místností, prostorů a vnějších vlivů,</w:t>
      </w:r>
    </w:p>
    <w:p w:rsidR="001513FB" w:rsidRPr="00DB1026" w:rsidRDefault="001513FB" w:rsidP="001513FB">
      <w:pPr>
        <w:numPr>
          <w:ilvl w:val="0"/>
          <w:numId w:val="32"/>
        </w:numPr>
        <w:tabs>
          <w:tab w:val="clear" w:pos="1425"/>
          <w:tab w:val="left" w:pos="426"/>
          <w:tab w:val="left" w:pos="1701"/>
        </w:tabs>
        <w:ind w:left="1701" w:hanging="1701"/>
      </w:pPr>
      <w:r>
        <w:t>p</w:t>
      </w:r>
      <w:r w:rsidRPr="00DB1026">
        <w:t>říloha č.</w:t>
      </w:r>
      <w:r>
        <w:t> </w:t>
      </w:r>
      <w:r w:rsidRPr="00DB1026">
        <w:t xml:space="preserve">2 </w:t>
      </w:r>
      <w:r>
        <w:tab/>
      </w:r>
      <w:r w:rsidRPr="00DB1026">
        <w:t>Seznam vnějších vlivů dle ČSN 33 2000-5-51 ed.3</w:t>
      </w:r>
    </w:p>
    <w:p w:rsidR="001513FB" w:rsidRDefault="001513FB" w:rsidP="001513FB">
      <w:pPr>
        <w:rPr>
          <w:b/>
          <w:highlight w:val="green"/>
        </w:rPr>
      </w:pPr>
    </w:p>
    <w:p w:rsidR="001513FB" w:rsidRDefault="001513FB" w:rsidP="001513FB">
      <w:pPr>
        <w:rPr>
          <w:b/>
          <w:highlight w:val="green"/>
        </w:rPr>
      </w:pPr>
    </w:p>
    <w:p w:rsidR="001513FB" w:rsidRPr="00CB2B64" w:rsidRDefault="001513FB" w:rsidP="001513FB">
      <w:pPr>
        <w:rPr>
          <w:b/>
        </w:rPr>
      </w:pPr>
      <w:r w:rsidRPr="00CB2B64">
        <w:rPr>
          <w:b/>
        </w:rPr>
        <w:t>Doplňující informace</w:t>
      </w:r>
    </w:p>
    <w:p w:rsidR="001513FB" w:rsidRPr="00CB2B64" w:rsidRDefault="001513FB" w:rsidP="001513FB">
      <w:pPr>
        <w:numPr>
          <w:ilvl w:val="0"/>
          <w:numId w:val="33"/>
        </w:numPr>
        <w:tabs>
          <w:tab w:val="clear" w:pos="720"/>
        </w:tabs>
        <w:ind w:left="426" w:hanging="426"/>
      </w:pPr>
      <w:r w:rsidRPr="00CB2B64">
        <w:t>Vnější vlivy byly stanoveny odbornou komisí v souladu s ČSN 33 2000-1 ed.2, ČSN 33 2000-5-51 </w:t>
      </w:r>
      <w:proofErr w:type="spellStart"/>
      <w:r w:rsidRPr="00CB2B64">
        <w:t>ed</w:t>
      </w:r>
      <w:proofErr w:type="spellEnd"/>
      <w:r w:rsidRPr="00CB2B64">
        <w:t>. 3 a ČSN 33 2000-4-41 </w:t>
      </w:r>
      <w:proofErr w:type="spellStart"/>
      <w:r w:rsidRPr="00CB2B64">
        <w:t>ed</w:t>
      </w:r>
      <w:proofErr w:type="spellEnd"/>
      <w:r w:rsidRPr="00CB2B64">
        <w:t>. 3.</w:t>
      </w:r>
    </w:p>
    <w:p w:rsidR="001513FB" w:rsidRPr="00CB2B64" w:rsidRDefault="001513FB" w:rsidP="001513FB">
      <w:pPr>
        <w:numPr>
          <w:ilvl w:val="0"/>
          <w:numId w:val="33"/>
        </w:numPr>
        <w:tabs>
          <w:tab w:val="clear" w:pos="720"/>
        </w:tabs>
        <w:ind w:left="426" w:hanging="426"/>
      </w:pPr>
      <w:r w:rsidRPr="00CB2B64">
        <w:t xml:space="preserve">v objektu jsou umístěna zařízení motorového rozvodu silnoproudu, </w:t>
      </w:r>
      <w:proofErr w:type="spellStart"/>
      <w:r w:rsidRPr="00CB2B64">
        <w:t>MaR</w:t>
      </w:r>
      <w:proofErr w:type="spellEnd"/>
      <w:r w:rsidRPr="00CB2B64">
        <w:t> a SŘTP. Obsluhu, údržbu a kontrolu výše uvedených zařízení budou provádět minimálně osoby poučené podle příslušných provozních a bezpečnostních předpisů.</w:t>
      </w:r>
    </w:p>
    <w:p w:rsidR="001513FB" w:rsidRPr="00B60F39" w:rsidRDefault="001513FB" w:rsidP="001513FB"/>
    <w:p w:rsidR="001513FB" w:rsidRPr="00B60F39" w:rsidRDefault="001513FB" w:rsidP="001513FB"/>
    <w:p w:rsidR="001513FB" w:rsidRPr="00B60F39" w:rsidRDefault="001513FB" w:rsidP="001513FB">
      <w:pPr>
        <w:rPr>
          <w:b/>
        </w:rPr>
      </w:pPr>
      <w:r w:rsidRPr="00B60F39">
        <w:rPr>
          <w:b/>
        </w:rPr>
        <w:t>Rozhodnutí a zdůvodnění</w:t>
      </w:r>
    </w:p>
    <w:p w:rsidR="001513FB" w:rsidRDefault="001513FB" w:rsidP="001513FB">
      <w:pPr>
        <w:ind w:firstLine="709"/>
      </w:pPr>
      <w:r>
        <w:t xml:space="preserve">Protokol o určení vnějších vlivů je zpracován pro potřeby stanovení vlivu na elektrotechnické zařízení. </w:t>
      </w:r>
    </w:p>
    <w:p w:rsidR="001513FB" w:rsidRDefault="001513FB" w:rsidP="001513FB">
      <w:pPr>
        <w:ind w:firstLine="709"/>
      </w:pPr>
    </w:p>
    <w:p w:rsidR="001513FB" w:rsidRPr="00B751CE" w:rsidRDefault="001513FB" w:rsidP="001513FB">
      <w:pPr>
        <w:ind w:firstLine="709"/>
      </w:pPr>
      <w:r>
        <w:t>Pro potřeby stanovení korozního působení byla doplněna korozní agresivita prostředí.</w:t>
      </w:r>
    </w:p>
    <w:p w:rsidR="001513FB" w:rsidRDefault="001513FB" w:rsidP="001513FB">
      <w:pPr>
        <w:ind w:firstLine="709"/>
      </w:pPr>
    </w:p>
    <w:p w:rsidR="001513FB" w:rsidRPr="00B60F39" w:rsidRDefault="001513FB" w:rsidP="001513FB">
      <w:pPr>
        <w:ind w:firstLine="709"/>
      </w:pPr>
      <w:r w:rsidRPr="00B60F39">
        <w:t>Přiřazení jednotlivých vnějších vlivů prostředí odpovídá navrženému řešení a předpokládanému způsobu užívání prostor dle projektové d</w:t>
      </w:r>
      <w:r>
        <w:t>okumentace pro stavební povolení</w:t>
      </w:r>
      <w:r w:rsidRPr="00B60F39">
        <w:t>.</w:t>
      </w:r>
    </w:p>
    <w:p w:rsidR="001513FB" w:rsidRPr="00B60F39" w:rsidRDefault="001513FB" w:rsidP="001513FB">
      <w:pPr>
        <w:ind w:firstLine="708"/>
      </w:pPr>
      <w:r w:rsidRPr="00B60F39">
        <w:t>Prostředí v jednotlivých prostorách byla stanovena ve smyslu platných norem, zejména ČSN 33 2000-5-51 </w:t>
      </w:r>
      <w:proofErr w:type="spellStart"/>
      <w:r w:rsidRPr="00B60F39">
        <w:t>ed</w:t>
      </w:r>
      <w:proofErr w:type="spellEnd"/>
      <w:r w:rsidRPr="00B60F39">
        <w:t>. 3, ČSN 33 2000-1 </w:t>
      </w:r>
      <w:proofErr w:type="spellStart"/>
      <w:r w:rsidRPr="00B60F39">
        <w:t>ed</w:t>
      </w:r>
      <w:proofErr w:type="spellEnd"/>
      <w:r w:rsidRPr="00B60F39">
        <w:t>. 2, ČSN 33 2000-4-41 </w:t>
      </w:r>
      <w:proofErr w:type="spellStart"/>
      <w:r w:rsidRPr="00B60F39">
        <w:t>ed</w:t>
      </w:r>
      <w:proofErr w:type="spellEnd"/>
      <w:r w:rsidRPr="00B60F39">
        <w:t>. </w:t>
      </w:r>
      <w:r>
        <w:t>3, ČSN 33-2000-7-701 </w:t>
      </w:r>
      <w:proofErr w:type="spellStart"/>
      <w:r>
        <w:t>ed</w:t>
      </w:r>
      <w:proofErr w:type="spellEnd"/>
      <w:r>
        <w:t>. 2</w:t>
      </w:r>
      <w:r w:rsidRPr="00B60F39">
        <w:t>.</w:t>
      </w:r>
    </w:p>
    <w:p w:rsidR="001513FB" w:rsidRPr="00B60F39" w:rsidRDefault="001513FB" w:rsidP="001513FB"/>
    <w:p w:rsidR="001513FB" w:rsidRPr="00B60F39" w:rsidRDefault="001513FB" w:rsidP="001513FB">
      <w:pPr>
        <w:tabs>
          <w:tab w:val="center" w:pos="6804"/>
        </w:tabs>
      </w:pPr>
      <w:r w:rsidRPr="00186EDA">
        <w:t xml:space="preserve">V Praze dne </w:t>
      </w:r>
      <w:r>
        <w:t>9</w:t>
      </w:r>
      <w:r w:rsidRPr="00186EDA">
        <w:t>. </w:t>
      </w:r>
      <w:r>
        <w:t>10</w:t>
      </w:r>
      <w:r w:rsidRPr="00186EDA">
        <w:t>. 20</w:t>
      </w:r>
      <w:r>
        <w:t>20</w:t>
      </w:r>
      <w:r w:rsidRPr="00B60F39">
        <w:tab/>
      </w:r>
    </w:p>
    <w:p w:rsidR="001513FB" w:rsidRPr="00B60F39" w:rsidRDefault="001513FB" w:rsidP="001513FB"/>
    <w:p w:rsidR="001513FB" w:rsidRPr="00B60F39" w:rsidRDefault="001513FB" w:rsidP="001513FB">
      <w:pPr>
        <w:tabs>
          <w:tab w:val="center" w:pos="6840"/>
        </w:tabs>
      </w:pPr>
      <w:r w:rsidRPr="00B60F39">
        <w:tab/>
        <w:t>…………………………………………</w:t>
      </w:r>
    </w:p>
    <w:p w:rsidR="001513FB" w:rsidRPr="00B60F39" w:rsidRDefault="001513FB" w:rsidP="001513FB">
      <w:pPr>
        <w:tabs>
          <w:tab w:val="center" w:pos="6840"/>
        </w:tabs>
      </w:pPr>
      <w:r w:rsidRPr="00B60F39">
        <w:tab/>
        <w:t>předseda komise</w:t>
      </w:r>
    </w:p>
    <w:p w:rsidR="001513FB" w:rsidRDefault="001513FB" w:rsidP="001513FB">
      <w:pPr>
        <w:tabs>
          <w:tab w:val="left" w:pos="0"/>
          <w:tab w:val="left" w:pos="2175"/>
        </w:tabs>
        <w:suppressAutoHyphens/>
        <w:spacing w:line="240" w:lineRule="atLeast"/>
      </w:pPr>
    </w:p>
    <w:p w:rsidR="001513FB" w:rsidRPr="00B60F39" w:rsidRDefault="001513FB" w:rsidP="001513FB">
      <w:pPr>
        <w:tabs>
          <w:tab w:val="left" w:pos="0"/>
          <w:tab w:val="left" w:pos="2175"/>
        </w:tabs>
        <w:suppressAutoHyphens/>
        <w:spacing w:line="240" w:lineRule="atLeast"/>
      </w:pPr>
    </w:p>
    <w:p w:rsidR="001513FB" w:rsidRPr="00B60F39" w:rsidRDefault="001513FB" w:rsidP="001513FB">
      <w:pPr>
        <w:tabs>
          <w:tab w:val="center" w:pos="6840"/>
        </w:tabs>
      </w:pPr>
      <w:r w:rsidRPr="00B60F39">
        <w:tab/>
        <w:t>…………………………………………</w:t>
      </w:r>
    </w:p>
    <w:p w:rsidR="001513FB" w:rsidRPr="00B60F39" w:rsidRDefault="001513FB" w:rsidP="001513FB">
      <w:pPr>
        <w:tabs>
          <w:tab w:val="center" w:pos="6840"/>
        </w:tabs>
      </w:pPr>
      <w:r w:rsidRPr="00B60F39">
        <w:tab/>
        <w:t>člen komise</w:t>
      </w:r>
    </w:p>
    <w:p w:rsidR="001513FB" w:rsidRDefault="001513FB" w:rsidP="001513FB">
      <w:pPr>
        <w:tabs>
          <w:tab w:val="left" w:pos="0"/>
          <w:tab w:val="left" w:pos="2175"/>
        </w:tabs>
        <w:suppressAutoHyphens/>
        <w:spacing w:line="240" w:lineRule="atLeast"/>
      </w:pPr>
    </w:p>
    <w:p w:rsidR="001513FB" w:rsidRPr="00B60F39" w:rsidRDefault="001513FB" w:rsidP="001513FB">
      <w:pPr>
        <w:tabs>
          <w:tab w:val="left" w:pos="0"/>
          <w:tab w:val="left" w:pos="2175"/>
        </w:tabs>
        <w:suppressAutoHyphens/>
        <w:spacing w:line="240" w:lineRule="atLeast"/>
      </w:pPr>
    </w:p>
    <w:p w:rsidR="001513FB" w:rsidRPr="00B60F39" w:rsidRDefault="001513FB" w:rsidP="001513FB">
      <w:pPr>
        <w:tabs>
          <w:tab w:val="center" w:pos="6840"/>
        </w:tabs>
      </w:pPr>
      <w:r w:rsidRPr="00B60F39">
        <w:tab/>
        <w:t>…………………………………………</w:t>
      </w:r>
    </w:p>
    <w:p w:rsidR="001513FB" w:rsidRPr="00B60F39" w:rsidRDefault="001513FB" w:rsidP="001513FB">
      <w:pPr>
        <w:tabs>
          <w:tab w:val="center" w:pos="6840"/>
        </w:tabs>
      </w:pPr>
      <w:r w:rsidRPr="00B60F39">
        <w:tab/>
        <w:t>člen komise</w:t>
      </w:r>
    </w:p>
    <w:p w:rsidR="001513FB" w:rsidRDefault="001513FB" w:rsidP="001513FB"/>
    <w:p w:rsidR="001513FB" w:rsidRDefault="001513FB" w:rsidP="001513FB"/>
    <w:p w:rsidR="001513FB" w:rsidRDefault="001513FB" w:rsidP="001513FB"/>
    <w:p w:rsidR="001513FB" w:rsidRDefault="001513FB" w:rsidP="001513FB"/>
    <w:p w:rsidR="001513FB" w:rsidRDefault="001513FB" w:rsidP="001513FB"/>
    <w:p w:rsidR="001513FB" w:rsidRDefault="001513FB">
      <w:pPr>
        <w:jc w:val="left"/>
        <w:sectPr w:rsidR="001513FB" w:rsidSect="001513FB">
          <w:headerReference w:type="even" r:id="rId15"/>
          <w:headerReference w:type="default" r:id="rId16"/>
          <w:footerReference w:type="even" r:id="rId17"/>
          <w:footerReference w:type="default" r:id="rId18"/>
          <w:headerReference w:type="first" r:id="rId19"/>
          <w:footerReference w:type="first" r:id="rId20"/>
          <w:pgSz w:w="11906" w:h="16838" w:code="9"/>
          <w:pgMar w:top="1809" w:right="1701" w:bottom="1758" w:left="1701" w:header="1134" w:footer="851" w:gutter="0"/>
          <w:cols w:space="708"/>
          <w:titlePg/>
          <w:docGrid w:linePitch="360"/>
        </w:sectPr>
      </w:pPr>
    </w:p>
    <w:p w:rsidR="001513FB" w:rsidRPr="00A01792" w:rsidRDefault="001513FB" w:rsidP="001513FB">
      <w:pPr>
        <w:rPr>
          <w:b/>
          <w:color w:val="FF0000"/>
          <w:sz w:val="40"/>
          <w:szCs w:val="40"/>
        </w:rPr>
      </w:pPr>
      <w:r w:rsidRPr="00934F8C">
        <w:rPr>
          <w:b/>
        </w:rPr>
        <w:lastRenderedPageBreak/>
        <w:t>Příloha č. 1  Tabulka místností, prostorů a vnějších vlivů</w:t>
      </w:r>
    </w:p>
    <w:p w:rsidR="001513FB" w:rsidRDefault="001513FB" w:rsidP="001513FB"/>
    <w:tbl>
      <w:tblPr>
        <w:tblStyle w:val="Mkatabulky"/>
        <w:tblW w:w="5000" w:type="pct"/>
        <w:tblLook w:val="04A0" w:firstRow="1" w:lastRow="0" w:firstColumn="1" w:lastColumn="0" w:noHBand="0" w:noVBand="1"/>
      </w:tblPr>
      <w:tblGrid>
        <w:gridCol w:w="1457"/>
        <w:gridCol w:w="991"/>
        <w:gridCol w:w="1264"/>
        <w:gridCol w:w="2974"/>
        <w:gridCol w:w="2874"/>
        <w:gridCol w:w="975"/>
        <w:gridCol w:w="1006"/>
        <w:gridCol w:w="1720"/>
      </w:tblGrid>
      <w:tr w:rsidR="001513FB" w:rsidRPr="00752EE1" w:rsidTr="002B1E53">
        <w:trPr>
          <w:trHeight w:val="454"/>
          <w:tblHeader/>
        </w:trPr>
        <w:tc>
          <w:tcPr>
            <w:tcW w:w="551" w:type="pct"/>
            <w:vAlign w:val="center"/>
          </w:tcPr>
          <w:p w:rsidR="001513FB" w:rsidRPr="00752EE1" w:rsidRDefault="001513FB" w:rsidP="001513FB">
            <w:pPr>
              <w:jc w:val="center"/>
            </w:pPr>
            <w:r w:rsidRPr="00752EE1">
              <w:t>Objekt</w:t>
            </w:r>
          </w:p>
        </w:tc>
        <w:tc>
          <w:tcPr>
            <w:tcW w:w="375" w:type="pct"/>
            <w:vAlign w:val="center"/>
          </w:tcPr>
          <w:p w:rsidR="001513FB" w:rsidRPr="00752EE1" w:rsidRDefault="001513FB" w:rsidP="001513FB">
            <w:pPr>
              <w:jc w:val="center"/>
            </w:pPr>
            <w:r w:rsidRPr="00752EE1">
              <w:t>Podlaží</w:t>
            </w:r>
          </w:p>
        </w:tc>
        <w:tc>
          <w:tcPr>
            <w:tcW w:w="478" w:type="pct"/>
            <w:vAlign w:val="center"/>
          </w:tcPr>
          <w:p w:rsidR="001513FB" w:rsidRPr="00752EE1" w:rsidRDefault="001513FB" w:rsidP="001513FB">
            <w:pPr>
              <w:jc w:val="center"/>
            </w:pPr>
            <w:r w:rsidRPr="00752EE1">
              <w:t>Č. místnosti</w:t>
            </w:r>
          </w:p>
        </w:tc>
        <w:tc>
          <w:tcPr>
            <w:tcW w:w="1123" w:type="pct"/>
            <w:vAlign w:val="center"/>
          </w:tcPr>
          <w:p w:rsidR="001513FB" w:rsidRPr="00752EE1" w:rsidRDefault="001513FB" w:rsidP="001513FB">
            <w:pPr>
              <w:jc w:val="center"/>
            </w:pPr>
            <w:r w:rsidRPr="00752EE1">
              <w:t>Popis místnosti</w:t>
            </w:r>
          </w:p>
        </w:tc>
        <w:tc>
          <w:tcPr>
            <w:tcW w:w="1085" w:type="pct"/>
            <w:vAlign w:val="center"/>
          </w:tcPr>
          <w:p w:rsidR="001513FB" w:rsidRPr="00752EE1" w:rsidRDefault="001513FB" w:rsidP="001513FB">
            <w:pPr>
              <w:jc w:val="center"/>
            </w:pPr>
            <w:r w:rsidRPr="00752EE1">
              <w:t>Prostředí</w:t>
            </w:r>
          </w:p>
        </w:tc>
        <w:tc>
          <w:tcPr>
            <w:tcW w:w="369" w:type="pct"/>
            <w:vAlign w:val="center"/>
          </w:tcPr>
          <w:p w:rsidR="001513FB" w:rsidRPr="00752EE1" w:rsidRDefault="001513FB" w:rsidP="001513FB">
            <w:pPr>
              <w:jc w:val="center"/>
            </w:pPr>
            <w:r w:rsidRPr="00752EE1">
              <w:t>Prostor</w:t>
            </w:r>
          </w:p>
        </w:tc>
        <w:tc>
          <w:tcPr>
            <w:tcW w:w="369" w:type="pct"/>
            <w:vAlign w:val="center"/>
          </w:tcPr>
          <w:p w:rsidR="001513FB" w:rsidRPr="00752EE1" w:rsidRDefault="001513FB" w:rsidP="001513FB">
            <w:pPr>
              <w:jc w:val="center"/>
            </w:pPr>
            <w:r w:rsidRPr="00752EE1">
              <w:t>Vytápění</w:t>
            </w:r>
          </w:p>
          <w:p w:rsidR="001513FB" w:rsidRPr="00752EE1" w:rsidRDefault="001513FB" w:rsidP="001513FB">
            <w:pPr>
              <w:jc w:val="center"/>
            </w:pPr>
            <w:r w:rsidRPr="00752EE1">
              <w:t>°C</w:t>
            </w:r>
          </w:p>
        </w:tc>
        <w:tc>
          <w:tcPr>
            <w:tcW w:w="651" w:type="pct"/>
            <w:vAlign w:val="center"/>
          </w:tcPr>
          <w:p w:rsidR="001513FB" w:rsidRPr="00752EE1" w:rsidRDefault="001513FB" w:rsidP="001513FB">
            <w:pPr>
              <w:jc w:val="center"/>
            </w:pPr>
            <w:r w:rsidRPr="00752EE1">
              <w:t>VZT, poznámky</w:t>
            </w:r>
          </w:p>
        </w:tc>
      </w:tr>
      <w:tr w:rsidR="001513FB" w:rsidRPr="00752EE1" w:rsidTr="002B1E53">
        <w:trPr>
          <w:trHeight w:val="454"/>
        </w:trPr>
        <w:tc>
          <w:tcPr>
            <w:tcW w:w="551" w:type="pct"/>
            <w:vMerge w:val="restart"/>
            <w:vAlign w:val="center"/>
          </w:tcPr>
          <w:p w:rsidR="001513FB" w:rsidRPr="00752EE1" w:rsidRDefault="001513FB" w:rsidP="001513FB">
            <w:pPr>
              <w:jc w:val="left"/>
            </w:pPr>
          </w:p>
          <w:p w:rsidR="001513FB" w:rsidRPr="00752EE1" w:rsidRDefault="001513FB" w:rsidP="001513FB">
            <w:pPr>
              <w:jc w:val="left"/>
            </w:pPr>
          </w:p>
          <w:p w:rsidR="001513FB" w:rsidRPr="00752EE1" w:rsidRDefault="001513FB" w:rsidP="001513FB">
            <w:pPr>
              <w:jc w:val="left"/>
            </w:pPr>
          </w:p>
          <w:p w:rsidR="001513FB" w:rsidRPr="00752EE1" w:rsidRDefault="001513FB" w:rsidP="001513FB">
            <w:pPr>
              <w:jc w:val="left"/>
            </w:pPr>
          </w:p>
          <w:p w:rsidR="001513FB" w:rsidRPr="00752EE1" w:rsidRDefault="001513FB" w:rsidP="001513FB">
            <w:pPr>
              <w:jc w:val="left"/>
            </w:pPr>
          </w:p>
          <w:p w:rsidR="001513FB" w:rsidRPr="00752EE1" w:rsidRDefault="001513FB" w:rsidP="001513FB">
            <w:pPr>
              <w:jc w:val="left"/>
            </w:pPr>
          </w:p>
          <w:p w:rsidR="001513FB" w:rsidRPr="00752EE1" w:rsidRDefault="001513FB" w:rsidP="001513FB">
            <w:pPr>
              <w:jc w:val="left"/>
            </w:pPr>
          </w:p>
          <w:p w:rsidR="001513FB" w:rsidRPr="00752EE1" w:rsidRDefault="001513FB" w:rsidP="001513FB">
            <w:pPr>
              <w:jc w:val="left"/>
            </w:pPr>
          </w:p>
          <w:p w:rsidR="001513FB" w:rsidRPr="00752EE1" w:rsidRDefault="001513FB" w:rsidP="001513FB">
            <w:pPr>
              <w:jc w:val="left"/>
            </w:pPr>
          </w:p>
          <w:p w:rsidR="001513FB" w:rsidRPr="00752EE1" w:rsidRDefault="001513FB" w:rsidP="001513FB">
            <w:pPr>
              <w:jc w:val="left"/>
            </w:pPr>
          </w:p>
          <w:p w:rsidR="001513FB" w:rsidRPr="00752EE1" w:rsidRDefault="001513FB" w:rsidP="001513FB">
            <w:pPr>
              <w:jc w:val="left"/>
            </w:pPr>
          </w:p>
          <w:p w:rsidR="001513FB" w:rsidRPr="00752EE1" w:rsidRDefault="001513FB" w:rsidP="001513FB">
            <w:pPr>
              <w:jc w:val="left"/>
            </w:pPr>
          </w:p>
          <w:p w:rsidR="001513FB" w:rsidRPr="00752EE1" w:rsidRDefault="001513FB" w:rsidP="001513FB">
            <w:pPr>
              <w:jc w:val="left"/>
            </w:pPr>
            <w:r w:rsidRPr="00752EE1">
              <w:t>SO 0001</w:t>
            </w:r>
          </w:p>
          <w:p w:rsidR="001513FB" w:rsidRPr="00752EE1" w:rsidRDefault="001513FB" w:rsidP="001513FB">
            <w:pPr>
              <w:jc w:val="left"/>
            </w:pPr>
            <w:r w:rsidRPr="00752EE1">
              <w:t>Expoziční vodojem</w:t>
            </w:r>
          </w:p>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r w:rsidRPr="00752EE1">
              <w:t>SO 0001</w:t>
            </w:r>
          </w:p>
          <w:p w:rsidR="001513FB" w:rsidRPr="00752EE1" w:rsidRDefault="001513FB" w:rsidP="001513FB">
            <w:r w:rsidRPr="00752EE1">
              <w:t>Expoziční vodojem</w:t>
            </w:r>
          </w:p>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r w:rsidRPr="00752EE1">
              <w:t>SO 0001</w:t>
            </w:r>
          </w:p>
          <w:p w:rsidR="001513FB" w:rsidRPr="00752EE1" w:rsidRDefault="001513FB" w:rsidP="001513FB">
            <w:r w:rsidRPr="00752EE1">
              <w:t>Expoziční vodojem</w:t>
            </w:r>
          </w:p>
          <w:p w:rsidR="001513FB" w:rsidRPr="00752EE1" w:rsidRDefault="001513FB" w:rsidP="001513FB"/>
        </w:tc>
        <w:tc>
          <w:tcPr>
            <w:tcW w:w="375" w:type="pct"/>
            <w:vAlign w:val="center"/>
          </w:tcPr>
          <w:p w:rsidR="001513FB" w:rsidRPr="00752EE1" w:rsidRDefault="001513FB" w:rsidP="001513FB"/>
        </w:tc>
        <w:tc>
          <w:tcPr>
            <w:tcW w:w="478" w:type="pct"/>
            <w:vAlign w:val="center"/>
          </w:tcPr>
          <w:p w:rsidR="001513FB" w:rsidRPr="00752EE1" w:rsidRDefault="001513FB" w:rsidP="001513FB">
            <w:r w:rsidRPr="00752EE1">
              <w:t>0.01</w:t>
            </w:r>
          </w:p>
        </w:tc>
        <w:tc>
          <w:tcPr>
            <w:tcW w:w="1123" w:type="pct"/>
            <w:vAlign w:val="center"/>
          </w:tcPr>
          <w:p w:rsidR="001513FB" w:rsidRPr="00752EE1" w:rsidRDefault="001513FB" w:rsidP="001513FB">
            <w:r w:rsidRPr="00752EE1">
              <w:t xml:space="preserve">AK1 – odpadové </w:t>
            </w:r>
            <w:proofErr w:type="spellStart"/>
            <w:r w:rsidRPr="00752EE1">
              <w:t>hosp</w:t>
            </w:r>
            <w:proofErr w:type="spellEnd"/>
            <w:r w:rsidRPr="00752EE1">
              <w:t>, retence</w:t>
            </w:r>
          </w:p>
        </w:tc>
        <w:tc>
          <w:tcPr>
            <w:tcW w:w="1085" w:type="pct"/>
            <w:vAlign w:val="center"/>
          </w:tcPr>
          <w:p w:rsidR="001513FB" w:rsidRPr="00752EE1" w:rsidRDefault="001513FB" w:rsidP="001513FB">
            <w:pPr>
              <w:rPr>
                <w:highlight w:val="green"/>
              </w:rPr>
            </w:pPr>
            <w:r w:rsidRPr="00752EE1">
              <w:t>AA5, AB4, AC1, AD1, AE1, AF1, AG1, AH1, AL1, AM1, AN1, BA4,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N</w:t>
            </w:r>
          </w:p>
        </w:tc>
        <w:tc>
          <w:tcPr>
            <w:tcW w:w="651" w:type="pct"/>
            <w:vAlign w:val="center"/>
          </w:tcPr>
          <w:p w:rsidR="001513FB" w:rsidRPr="00752EE1" w:rsidRDefault="001513FB" w:rsidP="001513FB">
            <w:pPr>
              <w:jc w:val="left"/>
            </w:pPr>
            <w:r w:rsidRPr="00752EE1">
              <w:t>VZT</w:t>
            </w:r>
          </w:p>
        </w:tc>
      </w:tr>
      <w:tr w:rsidR="001513FB" w:rsidRPr="00752EE1" w:rsidTr="002B1E53">
        <w:trPr>
          <w:trHeight w:val="454"/>
        </w:trPr>
        <w:tc>
          <w:tcPr>
            <w:tcW w:w="551" w:type="pct"/>
            <w:vMerge/>
            <w:vAlign w:val="center"/>
          </w:tcPr>
          <w:p w:rsidR="001513FB" w:rsidRPr="00752EE1" w:rsidRDefault="001513FB" w:rsidP="001513FB"/>
        </w:tc>
        <w:tc>
          <w:tcPr>
            <w:tcW w:w="375" w:type="pct"/>
            <w:vAlign w:val="center"/>
          </w:tcPr>
          <w:p w:rsidR="001513FB" w:rsidRPr="00752EE1" w:rsidRDefault="001513FB" w:rsidP="001513FB"/>
        </w:tc>
        <w:tc>
          <w:tcPr>
            <w:tcW w:w="478" w:type="pct"/>
            <w:vAlign w:val="center"/>
          </w:tcPr>
          <w:p w:rsidR="001513FB" w:rsidRPr="00752EE1" w:rsidRDefault="001513FB" w:rsidP="001513FB">
            <w:r w:rsidRPr="00752EE1">
              <w:t>0.02</w:t>
            </w:r>
          </w:p>
        </w:tc>
        <w:tc>
          <w:tcPr>
            <w:tcW w:w="1123" w:type="pct"/>
            <w:vAlign w:val="center"/>
          </w:tcPr>
          <w:p w:rsidR="001513FB" w:rsidRPr="00752EE1" w:rsidRDefault="001513FB" w:rsidP="001513FB">
            <w:r w:rsidRPr="00752EE1">
              <w:t>AK2 - technologie</w:t>
            </w:r>
          </w:p>
        </w:tc>
        <w:tc>
          <w:tcPr>
            <w:tcW w:w="1085" w:type="pct"/>
            <w:vAlign w:val="center"/>
          </w:tcPr>
          <w:p w:rsidR="001513FB" w:rsidRPr="00752EE1" w:rsidRDefault="001513FB" w:rsidP="001513FB">
            <w:r w:rsidRPr="00752EE1">
              <w:t>AA5, AB4, AC1, AD1, AE1, AF1, AG1, AH1, AL1, AM1, AN1, BA4, BC2, BD1, BE1, CA1, CB1</w:t>
            </w:r>
          </w:p>
          <w:p w:rsidR="001513FB" w:rsidRPr="00752EE1" w:rsidRDefault="001513FB" w:rsidP="001513FB">
            <w:pPr>
              <w:rPr>
                <w:highlight w:val="green"/>
              </w:rPr>
            </w:pPr>
            <w:r w:rsidRPr="007B4885">
              <w:t>AD2*</w:t>
            </w:r>
          </w:p>
        </w:tc>
        <w:tc>
          <w:tcPr>
            <w:tcW w:w="369" w:type="pct"/>
            <w:vAlign w:val="center"/>
          </w:tcPr>
          <w:p w:rsidR="001513FB" w:rsidRPr="00752EE1" w:rsidRDefault="001513FB" w:rsidP="001513FB">
            <w:r w:rsidRPr="00752EE1">
              <w:t>PB</w:t>
            </w:r>
          </w:p>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r w:rsidRPr="00752EE1">
              <w:t>ZI</w:t>
            </w:r>
          </w:p>
        </w:tc>
        <w:tc>
          <w:tcPr>
            <w:tcW w:w="369" w:type="pct"/>
            <w:vAlign w:val="center"/>
          </w:tcPr>
          <w:p w:rsidR="001513FB" w:rsidRPr="00752EE1" w:rsidRDefault="001513FB" w:rsidP="001513FB">
            <w:r w:rsidRPr="00752EE1">
              <w:t>N</w:t>
            </w:r>
          </w:p>
        </w:tc>
        <w:tc>
          <w:tcPr>
            <w:tcW w:w="651" w:type="pct"/>
            <w:vAlign w:val="center"/>
          </w:tcPr>
          <w:p w:rsidR="001513FB" w:rsidRPr="00752EE1" w:rsidRDefault="001513FB" w:rsidP="001513FB">
            <w:pPr>
              <w:jc w:val="left"/>
            </w:pPr>
            <w:r w:rsidRPr="00752EE1">
              <w:t>VZT</w:t>
            </w:r>
          </w:p>
        </w:tc>
      </w:tr>
      <w:tr w:rsidR="001513FB" w:rsidRPr="00752EE1" w:rsidTr="002B1E53">
        <w:trPr>
          <w:trHeight w:val="454"/>
        </w:trPr>
        <w:tc>
          <w:tcPr>
            <w:tcW w:w="551" w:type="pct"/>
            <w:vMerge/>
            <w:vAlign w:val="center"/>
          </w:tcPr>
          <w:p w:rsidR="001513FB" w:rsidRPr="00752EE1" w:rsidRDefault="001513FB" w:rsidP="001513FB"/>
        </w:tc>
        <w:tc>
          <w:tcPr>
            <w:tcW w:w="375" w:type="pct"/>
            <w:vAlign w:val="center"/>
          </w:tcPr>
          <w:p w:rsidR="001513FB" w:rsidRPr="00752EE1" w:rsidRDefault="001513FB" w:rsidP="001513FB"/>
        </w:tc>
        <w:tc>
          <w:tcPr>
            <w:tcW w:w="478" w:type="pct"/>
            <w:vAlign w:val="center"/>
          </w:tcPr>
          <w:p w:rsidR="001513FB" w:rsidRPr="00752EE1" w:rsidRDefault="001513FB" w:rsidP="001513FB">
            <w:r w:rsidRPr="00752EE1">
              <w:t>0.03</w:t>
            </w:r>
          </w:p>
        </w:tc>
        <w:tc>
          <w:tcPr>
            <w:tcW w:w="1123" w:type="pct"/>
            <w:vAlign w:val="center"/>
          </w:tcPr>
          <w:p w:rsidR="001513FB" w:rsidRPr="00752EE1" w:rsidRDefault="001513FB" w:rsidP="001513FB">
            <w:r w:rsidRPr="00752EE1">
              <w:t>AK6 - schodiště</w:t>
            </w:r>
          </w:p>
        </w:tc>
        <w:tc>
          <w:tcPr>
            <w:tcW w:w="1085" w:type="pct"/>
            <w:vAlign w:val="center"/>
          </w:tcPr>
          <w:p w:rsidR="001513FB" w:rsidRPr="00752EE1" w:rsidRDefault="001513FB" w:rsidP="001513FB">
            <w:pPr>
              <w:rPr>
                <w:highlight w:val="green"/>
              </w:rPr>
            </w:pPr>
            <w:r w:rsidRPr="00752EE1">
              <w:t>AA5, AB4,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N</w:t>
            </w:r>
          </w:p>
        </w:tc>
        <w:tc>
          <w:tcPr>
            <w:tcW w:w="651" w:type="pct"/>
            <w:vAlign w:val="center"/>
          </w:tcPr>
          <w:p w:rsidR="001513FB" w:rsidRPr="00752EE1" w:rsidRDefault="001513FB" w:rsidP="001513FB">
            <w:pPr>
              <w:jc w:val="left"/>
            </w:pPr>
            <w:r w:rsidRPr="00752EE1">
              <w:t>VZT</w:t>
            </w:r>
          </w:p>
        </w:tc>
      </w:tr>
      <w:tr w:rsidR="001513FB" w:rsidRPr="00752EE1" w:rsidTr="002B1E53">
        <w:trPr>
          <w:trHeight w:val="454"/>
        </w:trPr>
        <w:tc>
          <w:tcPr>
            <w:tcW w:w="551" w:type="pct"/>
            <w:vMerge/>
            <w:vAlign w:val="center"/>
          </w:tcPr>
          <w:p w:rsidR="001513FB" w:rsidRPr="00752EE1" w:rsidRDefault="001513FB" w:rsidP="001513FB"/>
        </w:tc>
        <w:tc>
          <w:tcPr>
            <w:tcW w:w="375" w:type="pct"/>
            <w:vAlign w:val="center"/>
          </w:tcPr>
          <w:p w:rsidR="001513FB" w:rsidRPr="00752EE1" w:rsidRDefault="001513FB" w:rsidP="001513FB"/>
        </w:tc>
        <w:tc>
          <w:tcPr>
            <w:tcW w:w="478" w:type="pct"/>
            <w:vAlign w:val="center"/>
          </w:tcPr>
          <w:p w:rsidR="001513FB" w:rsidRPr="00752EE1" w:rsidRDefault="001513FB" w:rsidP="001513FB">
            <w:r w:rsidRPr="00752EE1">
              <w:t>0.04</w:t>
            </w:r>
          </w:p>
        </w:tc>
        <w:tc>
          <w:tcPr>
            <w:tcW w:w="1123" w:type="pct"/>
            <w:vAlign w:val="center"/>
          </w:tcPr>
          <w:p w:rsidR="001513FB" w:rsidRPr="00752EE1" w:rsidRDefault="001513FB" w:rsidP="001513FB">
            <w:pPr>
              <w:jc w:val="left"/>
            </w:pPr>
            <w:r w:rsidRPr="00752EE1">
              <w:t>expoziční komora I – nad hladinou vody</w:t>
            </w:r>
          </w:p>
        </w:tc>
        <w:tc>
          <w:tcPr>
            <w:tcW w:w="1085" w:type="pct"/>
            <w:vAlign w:val="center"/>
          </w:tcPr>
          <w:p w:rsidR="001513FB" w:rsidRPr="00752EE1" w:rsidRDefault="001513FB" w:rsidP="001513FB">
            <w:pPr>
              <w:rPr>
                <w:highlight w:val="green"/>
              </w:rPr>
            </w:pPr>
            <w:r w:rsidRPr="00752EE1">
              <w:t>AA5, AB4,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15</w:t>
            </w:r>
          </w:p>
        </w:tc>
        <w:tc>
          <w:tcPr>
            <w:tcW w:w="651" w:type="pct"/>
            <w:vAlign w:val="center"/>
          </w:tcPr>
          <w:p w:rsidR="001513FB" w:rsidRPr="00752EE1" w:rsidRDefault="001513FB" w:rsidP="001513FB">
            <w:pPr>
              <w:jc w:val="left"/>
            </w:pPr>
            <w:r w:rsidRPr="00752EE1">
              <w:t>VZT</w:t>
            </w:r>
          </w:p>
        </w:tc>
      </w:tr>
      <w:tr w:rsidR="001513FB" w:rsidRPr="00752EE1" w:rsidTr="002B1E53">
        <w:trPr>
          <w:trHeight w:val="454"/>
        </w:trPr>
        <w:tc>
          <w:tcPr>
            <w:tcW w:w="551" w:type="pct"/>
            <w:vMerge/>
            <w:vAlign w:val="center"/>
          </w:tcPr>
          <w:p w:rsidR="001513FB" w:rsidRPr="00752EE1" w:rsidRDefault="001513FB" w:rsidP="001513FB"/>
        </w:tc>
        <w:tc>
          <w:tcPr>
            <w:tcW w:w="375" w:type="pct"/>
            <w:vAlign w:val="center"/>
          </w:tcPr>
          <w:p w:rsidR="001513FB" w:rsidRPr="00752EE1" w:rsidRDefault="001513FB" w:rsidP="001513FB"/>
        </w:tc>
        <w:tc>
          <w:tcPr>
            <w:tcW w:w="478" w:type="pct"/>
            <w:vAlign w:val="center"/>
          </w:tcPr>
          <w:p w:rsidR="001513FB" w:rsidRPr="00752EE1" w:rsidRDefault="001513FB" w:rsidP="001513FB">
            <w:r w:rsidRPr="00752EE1">
              <w:t>0.04</w:t>
            </w:r>
          </w:p>
        </w:tc>
        <w:tc>
          <w:tcPr>
            <w:tcW w:w="1123" w:type="pct"/>
            <w:vAlign w:val="center"/>
          </w:tcPr>
          <w:p w:rsidR="001513FB" w:rsidRPr="00752EE1" w:rsidRDefault="001513FB" w:rsidP="001513FB">
            <w:pPr>
              <w:jc w:val="left"/>
            </w:pPr>
            <w:r w:rsidRPr="00752EE1">
              <w:t>expoziční komora I – pod hladinou vody</w:t>
            </w:r>
          </w:p>
        </w:tc>
        <w:tc>
          <w:tcPr>
            <w:tcW w:w="1085" w:type="pct"/>
            <w:vAlign w:val="center"/>
          </w:tcPr>
          <w:p w:rsidR="001513FB" w:rsidRPr="00752EE1" w:rsidRDefault="001513FB" w:rsidP="001513FB">
            <w:pPr>
              <w:rPr>
                <w:highlight w:val="green"/>
              </w:rPr>
            </w:pPr>
            <w:r w:rsidRPr="00752EE1">
              <w:t>AA5, AC1, AD8, AE1, AF1, AG1, AH1, AL1, AM1, AN1, BA4, BC2, BD1, BE1, CA1, CB1</w:t>
            </w:r>
          </w:p>
        </w:tc>
        <w:tc>
          <w:tcPr>
            <w:tcW w:w="369" w:type="pct"/>
            <w:vAlign w:val="center"/>
          </w:tcPr>
          <w:p w:rsidR="001513FB" w:rsidRPr="00752EE1" w:rsidRDefault="001513FB" w:rsidP="001513FB">
            <w:r w:rsidRPr="00752EE1">
              <w:t>ZI</w:t>
            </w:r>
          </w:p>
        </w:tc>
        <w:tc>
          <w:tcPr>
            <w:tcW w:w="369" w:type="pct"/>
            <w:vAlign w:val="center"/>
          </w:tcPr>
          <w:p w:rsidR="001513FB" w:rsidRPr="00752EE1" w:rsidRDefault="001513FB" w:rsidP="001513FB">
            <w:r w:rsidRPr="00752EE1">
              <w:t>N</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Align w:val="center"/>
          </w:tcPr>
          <w:p w:rsidR="001513FB" w:rsidRPr="00752EE1" w:rsidRDefault="001513FB" w:rsidP="001513FB"/>
        </w:tc>
        <w:tc>
          <w:tcPr>
            <w:tcW w:w="478" w:type="pct"/>
            <w:vAlign w:val="center"/>
          </w:tcPr>
          <w:p w:rsidR="001513FB" w:rsidRPr="00752EE1" w:rsidRDefault="001513FB" w:rsidP="001513FB">
            <w:r w:rsidRPr="00752EE1">
              <w:t>0.05</w:t>
            </w:r>
          </w:p>
        </w:tc>
        <w:tc>
          <w:tcPr>
            <w:tcW w:w="1123" w:type="pct"/>
            <w:vAlign w:val="center"/>
          </w:tcPr>
          <w:p w:rsidR="001513FB" w:rsidRPr="00752EE1" w:rsidRDefault="001513FB" w:rsidP="001513FB">
            <w:pPr>
              <w:jc w:val="left"/>
            </w:pPr>
            <w:r w:rsidRPr="00752EE1">
              <w:t>expoziční komora II – nad hladinou vody</w:t>
            </w:r>
          </w:p>
        </w:tc>
        <w:tc>
          <w:tcPr>
            <w:tcW w:w="1085" w:type="pct"/>
            <w:vAlign w:val="center"/>
          </w:tcPr>
          <w:p w:rsidR="001513FB" w:rsidRPr="00752EE1" w:rsidRDefault="001513FB" w:rsidP="001513FB">
            <w:pPr>
              <w:rPr>
                <w:highlight w:val="green"/>
              </w:rPr>
            </w:pPr>
            <w:r w:rsidRPr="00752EE1">
              <w:t>AA5, AB4,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r w:rsidRPr="00752EE1">
              <w:t>VZT</w:t>
            </w:r>
          </w:p>
        </w:tc>
      </w:tr>
      <w:tr w:rsidR="001513FB" w:rsidRPr="00752EE1" w:rsidTr="002B1E53">
        <w:trPr>
          <w:trHeight w:val="454"/>
        </w:trPr>
        <w:tc>
          <w:tcPr>
            <w:tcW w:w="551" w:type="pct"/>
            <w:vMerge/>
            <w:vAlign w:val="center"/>
          </w:tcPr>
          <w:p w:rsidR="001513FB" w:rsidRPr="00752EE1" w:rsidRDefault="001513FB" w:rsidP="001513FB"/>
        </w:tc>
        <w:tc>
          <w:tcPr>
            <w:tcW w:w="375" w:type="pct"/>
            <w:vAlign w:val="center"/>
          </w:tcPr>
          <w:p w:rsidR="001513FB" w:rsidRPr="00752EE1" w:rsidRDefault="001513FB" w:rsidP="001513FB"/>
        </w:tc>
        <w:tc>
          <w:tcPr>
            <w:tcW w:w="478" w:type="pct"/>
            <w:vAlign w:val="center"/>
          </w:tcPr>
          <w:p w:rsidR="001513FB" w:rsidRPr="00752EE1" w:rsidRDefault="001513FB" w:rsidP="001513FB">
            <w:r w:rsidRPr="00752EE1">
              <w:t>0.05</w:t>
            </w:r>
          </w:p>
        </w:tc>
        <w:tc>
          <w:tcPr>
            <w:tcW w:w="1123" w:type="pct"/>
            <w:vAlign w:val="center"/>
          </w:tcPr>
          <w:p w:rsidR="001513FB" w:rsidRPr="00752EE1" w:rsidRDefault="001513FB" w:rsidP="001513FB">
            <w:pPr>
              <w:jc w:val="left"/>
            </w:pPr>
            <w:r w:rsidRPr="00752EE1">
              <w:t>expoziční komora II – pod hladinou vody</w:t>
            </w:r>
          </w:p>
        </w:tc>
        <w:tc>
          <w:tcPr>
            <w:tcW w:w="1085" w:type="pct"/>
            <w:vAlign w:val="center"/>
          </w:tcPr>
          <w:p w:rsidR="001513FB" w:rsidRPr="00752EE1" w:rsidRDefault="001513FB" w:rsidP="001513FB">
            <w:pPr>
              <w:rPr>
                <w:highlight w:val="green"/>
              </w:rPr>
            </w:pPr>
            <w:r w:rsidRPr="00752EE1">
              <w:t>AA5, AC1, AD8, AE1, AF1, AG1, AH1, AL1, AM1, AN1, BA4, BC2, BD1, BE1, CA1, CB1</w:t>
            </w:r>
          </w:p>
        </w:tc>
        <w:tc>
          <w:tcPr>
            <w:tcW w:w="369" w:type="pct"/>
            <w:vAlign w:val="center"/>
          </w:tcPr>
          <w:p w:rsidR="001513FB" w:rsidRPr="00752EE1" w:rsidRDefault="001513FB" w:rsidP="001513FB">
            <w:r w:rsidRPr="00752EE1">
              <w:t>ZI</w:t>
            </w:r>
          </w:p>
        </w:tc>
        <w:tc>
          <w:tcPr>
            <w:tcW w:w="369" w:type="pct"/>
            <w:vAlign w:val="center"/>
          </w:tcPr>
          <w:p w:rsidR="001513FB" w:rsidRPr="00752EE1" w:rsidRDefault="001513FB" w:rsidP="001513FB">
            <w:r w:rsidRPr="00752EE1">
              <w:t>N</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Align w:val="center"/>
          </w:tcPr>
          <w:p w:rsidR="001513FB" w:rsidRPr="00752EE1" w:rsidRDefault="001513FB" w:rsidP="001513FB"/>
        </w:tc>
        <w:tc>
          <w:tcPr>
            <w:tcW w:w="478" w:type="pct"/>
            <w:vAlign w:val="center"/>
          </w:tcPr>
          <w:p w:rsidR="001513FB" w:rsidRPr="00752EE1" w:rsidRDefault="001513FB" w:rsidP="001513FB">
            <w:r w:rsidRPr="00752EE1">
              <w:t>0.06</w:t>
            </w:r>
          </w:p>
        </w:tc>
        <w:tc>
          <w:tcPr>
            <w:tcW w:w="1123" w:type="pct"/>
            <w:vAlign w:val="center"/>
          </w:tcPr>
          <w:p w:rsidR="001513FB" w:rsidRPr="00752EE1" w:rsidRDefault="001513FB" w:rsidP="001513FB">
            <w:r w:rsidRPr="00752EE1">
              <w:t>spojovací tubus</w:t>
            </w:r>
          </w:p>
        </w:tc>
        <w:tc>
          <w:tcPr>
            <w:tcW w:w="1085" w:type="pct"/>
            <w:vAlign w:val="center"/>
          </w:tcPr>
          <w:p w:rsidR="001513FB" w:rsidRPr="00752EE1" w:rsidRDefault="001513FB" w:rsidP="001513FB">
            <w:pPr>
              <w:rPr>
                <w:highlight w:val="green"/>
              </w:rPr>
            </w:pPr>
            <w:r w:rsidRPr="00752EE1">
              <w:t>AA5, AB4,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r w:rsidRPr="00752EE1">
              <w:t>VZT</w:t>
            </w:r>
          </w:p>
        </w:tc>
      </w:tr>
      <w:tr w:rsidR="001513FB" w:rsidRPr="00752EE1" w:rsidTr="002B1E53">
        <w:trPr>
          <w:trHeight w:val="454"/>
        </w:trPr>
        <w:tc>
          <w:tcPr>
            <w:tcW w:w="551" w:type="pct"/>
            <w:vMerge/>
            <w:vAlign w:val="center"/>
          </w:tcPr>
          <w:p w:rsidR="001513FB" w:rsidRPr="00752EE1" w:rsidRDefault="001513FB" w:rsidP="001513FB"/>
        </w:tc>
        <w:tc>
          <w:tcPr>
            <w:tcW w:w="375" w:type="pct"/>
            <w:vAlign w:val="center"/>
          </w:tcPr>
          <w:p w:rsidR="001513FB" w:rsidRPr="00752EE1" w:rsidRDefault="001513FB" w:rsidP="001513FB"/>
        </w:tc>
        <w:tc>
          <w:tcPr>
            <w:tcW w:w="478" w:type="pct"/>
            <w:vAlign w:val="center"/>
          </w:tcPr>
          <w:p w:rsidR="001513FB" w:rsidRPr="00752EE1" w:rsidRDefault="001513FB" w:rsidP="001513FB">
            <w:r w:rsidRPr="00752EE1">
              <w:t>0.07</w:t>
            </w:r>
          </w:p>
        </w:tc>
        <w:tc>
          <w:tcPr>
            <w:tcW w:w="1123" w:type="pct"/>
            <w:vAlign w:val="center"/>
          </w:tcPr>
          <w:p w:rsidR="001513FB" w:rsidRPr="00752EE1" w:rsidRDefault="001513FB" w:rsidP="001513FB">
            <w:r w:rsidRPr="00752EE1">
              <w:t>informační centrum</w:t>
            </w:r>
          </w:p>
        </w:tc>
        <w:tc>
          <w:tcPr>
            <w:tcW w:w="1085" w:type="pct"/>
            <w:vAlign w:val="center"/>
          </w:tcPr>
          <w:p w:rsidR="001513FB" w:rsidRPr="00752EE1" w:rsidRDefault="001513FB" w:rsidP="001513FB">
            <w:pPr>
              <w:rPr>
                <w:highlight w:val="green"/>
              </w:rPr>
            </w:pPr>
            <w:r w:rsidRPr="00752EE1">
              <w:t>AA5, AB4,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r w:rsidRPr="00752EE1">
              <w:t>větrání z AK4</w:t>
            </w:r>
          </w:p>
        </w:tc>
      </w:tr>
      <w:tr w:rsidR="001513FB" w:rsidRPr="00752EE1" w:rsidTr="002B1E53">
        <w:trPr>
          <w:trHeight w:val="454"/>
        </w:trPr>
        <w:tc>
          <w:tcPr>
            <w:tcW w:w="551" w:type="pct"/>
            <w:vMerge/>
            <w:vAlign w:val="center"/>
          </w:tcPr>
          <w:p w:rsidR="001513FB" w:rsidRPr="00752EE1" w:rsidRDefault="001513FB" w:rsidP="001513FB"/>
        </w:tc>
        <w:tc>
          <w:tcPr>
            <w:tcW w:w="375" w:type="pct"/>
            <w:vAlign w:val="center"/>
          </w:tcPr>
          <w:p w:rsidR="001513FB" w:rsidRPr="00752EE1" w:rsidRDefault="001513FB" w:rsidP="001513FB"/>
        </w:tc>
        <w:tc>
          <w:tcPr>
            <w:tcW w:w="478" w:type="pct"/>
            <w:vAlign w:val="center"/>
          </w:tcPr>
          <w:p w:rsidR="001513FB" w:rsidRPr="00752EE1" w:rsidRDefault="001513FB" w:rsidP="001513FB">
            <w:r w:rsidRPr="00752EE1">
              <w:t>0.08</w:t>
            </w:r>
          </w:p>
        </w:tc>
        <w:tc>
          <w:tcPr>
            <w:tcW w:w="1123" w:type="pct"/>
            <w:vAlign w:val="center"/>
          </w:tcPr>
          <w:p w:rsidR="001513FB" w:rsidRPr="00752EE1" w:rsidRDefault="001513FB" w:rsidP="001513FB">
            <w:r w:rsidRPr="00752EE1">
              <w:t>předsíň</w:t>
            </w:r>
          </w:p>
        </w:tc>
        <w:tc>
          <w:tcPr>
            <w:tcW w:w="1085" w:type="pct"/>
            <w:vAlign w:val="center"/>
          </w:tcPr>
          <w:p w:rsidR="001513FB" w:rsidRPr="00752EE1" w:rsidRDefault="001513FB" w:rsidP="001513FB">
            <w:pPr>
              <w:rPr>
                <w:highlight w:val="green"/>
              </w:rPr>
            </w:pPr>
            <w:r w:rsidRPr="00752EE1">
              <w:t>AA5, AB4,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15</w:t>
            </w:r>
          </w:p>
        </w:tc>
        <w:tc>
          <w:tcPr>
            <w:tcW w:w="651" w:type="pct"/>
            <w:vAlign w:val="center"/>
          </w:tcPr>
          <w:p w:rsidR="001513FB" w:rsidRPr="00752EE1" w:rsidRDefault="001513FB" w:rsidP="001513FB">
            <w:pPr>
              <w:jc w:val="left"/>
            </w:pPr>
            <w:r w:rsidRPr="00752EE1">
              <w:t>dýchání komory s vodou</w:t>
            </w:r>
          </w:p>
        </w:tc>
      </w:tr>
      <w:tr w:rsidR="001513FB" w:rsidRPr="00752EE1" w:rsidTr="002B1E53">
        <w:trPr>
          <w:trHeight w:val="454"/>
        </w:trPr>
        <w:tc>
          <w:tcPr>
            <w:tcW w:w="551" w:type="pct"/>
            <w:vMerge/>
            <w:vAlign w:val="center"/>
          </w:tcPr>
          <w:p w:rsidR="001513FB" w:rsidRPr="00752EE1" w:rsidRDefault="001513FB" w:rsidP="001513FB"/>
        </w:tc>
        <w:tc>
          <w:tcPr>
            <w:tcW w:w="375" w:type="pct"/>
            <w:vAlign w:val="center"/>
          </w:tcPr>
          <w:p w:rsidR="001513FB" w:rsidRPr="00752EE1" w:rsidRDefault="001513FB" w:rsidP="001513FB"/>
        </w:tc>
        <w:tc>
          <w:tcPr>
            <w:tcW w:w="478" w:type="pct"/>
            <w:vAlign w:val="center"/>
          </w:tcPr>
          <w:p w:rsidR="001513FB" w:rsidRPr="00752EE1" w:rsidRDefault="001513FB" w:rsidP="001513FB">
            <w:r w:rsidRPr="00752EE1">
              <w:t>0.09</w:t>
            </w:r>
          </w:p>
        </w:tc>
        <w:tc>
          <w:tcPr>
            <w:tcW w:w="1123" w:type="pct"/>
            <w:vAlign w:val="center"/>
          </w:tcPr>
          <w:p w:rsidR="001513FB" w:rsidRPr="00752EE1" w:rsidRDefault="001513FB" w:rsidP="001513FB">
            <w:r w:rsidRPr="00752EE1">
              <w:t>výtah</w:t>
            </w:r>
          </w:p>
        </w:tc>
        <w:tc>
          <w:tcPr>
            <w:tcW w:w="1085" w:type="pct"/>
            <w:vAlign w:val="center"/>
          </w:tcPr>
          <w:p w:rsidR="001513FB" w:rsidRPr="00752EE1" w:rsidRDefault="001513FB" w:rsidP="001513FB">
            <w:pPr>
              <w:rPr>
                <w:highlight w:val="green"/>
              </w:rPr>
            </w:pPr>
            <w:r w:rsidRPr="00752EE1">
              <w:t>AA5, AB5, AC1, AD1, AE1, AF1, AG1, AH1, AL1, AM1, AN1, BA1, BC1,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18</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Align w:val="center"/>
          </w:tcPr>
          <w:p w:rsidR="001513FB" w:rsidRPr="00752EE1" w:rsidRDefault="001513FB" w:rsidP="001513FB"/>
        </w:tc>
        <w:tc>
          <w:tcPr>
            <w:tcW w:w="478" w:type="pct"/>
            <w:vAlign w:val="center"/>
          </w:tcPr>
          <w:p w:rsidR="001513FB" w:rsidRPr="00752EE1" w:rsidRDefault="001513FB" w:rsidP="001513FB">
            <w:r w:rsidRPr="00752EE1">
              <w:t>0.10</w:t>
            </w:r>
          </w:p>
        </w:tc>
        <w:tc>
          <w:tcPr>
            <w:tcW w:w="1123" w:type="pct"/>
            <w:vAlign w:val="center"/>
          </w:tcPr>
          <w:p w:rsidR="001513FB" w:rsidRPr="00752EE1" w:rsidRDefault="001513FB" w:rsidP="001513FB">
            <w:r w:rsidRPr="00752EE1">
              <w:t>sklad</w:t>
            </w:r>
          </w:p>
        </w:tc>
        <w:tc>
          <w:tcPr>
            <w:tcW w:w="1085" w:type="pct"/>
            <w:vAlign w:val="center"/>
          </w:tcPr>
          <w:p w:rsidR="001513FB" w:rsidRPr="00752EE1" w:rsidRDefault="001513FB" w:rsidP="001513FB">
            <w:pPr>
              <w:rPr>
                <w:highlight w:val="green"/>
              </w:rPr>
            </w:pPr>
            <w:r w:rsidRPr="00752EE1">
              <w:t>AA5, AB5, AC1, AD1, AE1, AF1, AG1, AH1, AL1, AM1, AN1, BA4,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15</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Align w:val="center"/>
          </w:tcPr>
          <w:p w:rsidR="001513FB" w:rsidRPr="00752EE1" w:rsidRDefault="001513FB" w:rsidP="001513FB"/>
        </w:tc>
        <w:tc>
          <w:tcPr>
            <w:tcW w:w="478" w:type="pct"/>
            <w:vAlign w:val="center"/>
          </w:tcPr>
          <w:p w:rsidR="001513FB" w:rsidRPr="00752EE1" w:rsidRDefault="001513FB" w:rsidP="001513FB">
            <w:r w:rsidRPr="00752EE1">
              <w:t>0.11</w:t>
            </w:r>
          </w:p>
        </w:tc>
        <w:tc>
          <w:tcPr>
            <w:tcW w:w="1123" w:type="pct"/>
            <w:vAlign w:val="center"/>
          </w:tcPr>
          <w:p w:rsidR="001513FB" w:rsidRPr="00752EE1" w:rsidRDefault="001513FB" w:rsidP="001513FB">
            <w:r w:rsidRPr="00752EE1">
              <w:t>provozní dutina</w:t>
            </w:r>
          </w:p>
        </w:tc>
        <w:tc>
          <w:tcPr>
            <w:tcW w:w="1085" w:type="pct"/>
            <w:vAlign w:val="center"/>
          </w:tcPr>
          <w:p w:rsidR="001513FB" w:rsidRPr="00752EE1" w:rsidRDefault="001513FB" w:rsidP="001513FB">
            <w:pPr>
              <w:rPr>
                <w:highlight w:val="green"/>
              </w:rPr>
            </w:pPr>
            <w:r w:rsidRPr="00752EE1">
              <w:t>AA5, AB4, AC1, AD1, AE1, AF1, AG1, AH1, AL1, AM1, AN1, BA4,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5</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Align w:val="center"/>
          </w:tcPr>
          <w:p w:rsidR="001513FB" w:rsidRPr="00752EE1" w:rsidRDefault="001513FB" w:rsidP="001513FB"/>
        </w:tc>
        <w:tc>
          <w:tcPr>
            <w:tcW w:w="478" w:type="pct"/>
            <w:vAlign w:val="center"/>
          </w:tcPr>
          <w:p w:rsidR="001513FB" w:rsidRPr="00752EE1" w:rsidRDefault="001513FB" w:rsidP="001513FB">
            <w:r w:rsidRPr="00752EE1">
              <w:t>0.12</w:t>
            </w:r>
          </w:p>
        </w:tc>
        <w:tc>
          <w:tcPr>
            <w:tcW w:w="1123" w:type="pct"/>
            <w:vAlign w:val="center"/>
          </w:tcPr>
          <w:p w:rsidR="001513FB" w:rsidRPr="00752EE1" w:rsidRDefault="001513FB" w:rsidP="001513FB">
            <w:r w:rsidRPr="00752EE1">
              <w:t>technika VZT</w:t>
            </w:r>
          </w:p>
        </w:tc>
        <w:tc>
          <w:tcPr>
            <w:tcW w:w="1085" w:type="pct"/>
            <w:vAlign w:val="center"/>
          </w:tcPr>
          <w:p w:rsidR="001513FB" w:rsidRPr="00752EE1" w:rsidRDefault="001513FB" w:rsidP="001513FB">
            <w:pPr>
              <w:rPr>
                <w:highlight w:val="green"/>
              </w:rPr>
            </w:pPr>
            <w:r w:rsidRPr="00752EE1">
              <w:t>AA5, AB4, AC1, AD1, AE1, AF1, AG1, AH1, AL1, AM1, AN1, BA4, BC3,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5</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Align w:val="center"/>
          </w:tcPr>
          <w:p w:rsidR="001513FB" w:rsidRPr="00752EE1" w:rsidRDefault="001513FB" w:rsidP="001513FB"/>
        </w:tc>
        <w:tc>
          <w:tcPr>
            <w:tcW w:w="478" w:type="pct"/>
            <w:vAlign w:val="center"/>
          </w:tcPr>
          <w:p w:rsidR="001513FB" w:rsidRPr="00752EE1" w:rsidRDefault="001513FB" w:rsidP="001513FB">
            <w:r w:rsidRPr="00752EE1">
              <w:t>0.13</w:t>
            </w:r>
          </w:p>
        </w:tc>
        <w:tc>
          <w:tcPr>
            <w:tcW w:w="1123" w:type="pct"/>
            <w:vAlign w:val="center"/>
          </w:tcPr>
          <w:p w:rsidR="001513FB" w:rsidRPr="00752EE1" w:rsidRDefault="001513FB" w:rsidP="001513FB">
            <w:r w:rsidRPr="00752EE1">
              <w:t>náhradní zdroj energie</w:t>
            </w:r>
          </w:p>
        </w:tc>
        <w:tc>
          <w:tcPr>
            <w:tcW w:w="1085" w:type="pct"/>
            <w:vAlign w:val="center"/>
          </w:tcPr>
          <w:p w:rsidR="001513FB" w:rsidRPr="00752EE1" w:rsidRDefault="001513FB" w:rsidP="001513FB">
            <w:pPr>
              <w:rPr>
                <w:highlight w:val="green"/>
              </w:rPr>
            </w:pPr>
            <w:r w:rsidRPr="00752EE1">
              <w:t>AA5, AB4, AC1, AD1, AE1, AF1, AG1, AH2, AL1, AM1, AN1, BA4, BC3,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5</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Align w:val="center"/>
          </w:tcPr>
          <w:p w:rsidR="001513FB" w:rsidRPr="00752EE1" w:rsidRDefault="001513FB" w:rsidP="001513FB"/>
        </w:tc>
        <w:tc>
          <w:tcPr>
            <w:tcW w:w="478" w:type="pct"/>
            <w:vAlign w:val="center"/>
          </w:tcPr>
          <w:p w:rsidR="001513FB" w:rsidRPr="00752EE1" w:rsidRDefault="001513FB" w:rsidP="001513FB">
            <w:r w:rsidRPr="00752EE1">
              <w:t>0.14</w:t>
            </w:r>
          </w:p>
        </w:tc>
        <w:tc>
          <w:tcPr>
            <w:tcW w:w="1123" w:type="pct"/>
            <w:vAlign w:val="center"/>
          </w:tcPr>
          <w:p w:rsidR="001513FB" w:rsidRPr="00752EE1" w:rsidRDefault="001513FB" w:rsidP="001513FB">
            <w:r w:rsidRPr="00752EE1">
              <w:t>technika VZT</w:t>
            </w:r>
          </w:p>
        </w:tc>
        <w:tc>
          <w:tcPr>
            <w:tcW w:w="1085" w:type="pct"/>
            <w:vAlign w:val="center"/>
          </w:tcPr>
          <w:p w:rsidR="001513FB" w:rsidRPr="00752EE1" w:rsidRDefault="001513FB" w:rsidP="001513FB">
            <w:pPr>
              <w:rPr>
                <w:highlight w:val="green"/>
              </w:rPr>
            </w:pPr>
            <w:r w:rsidRPr="00752EE1">
              <w:t>AA5, AB4, AC1, AD1, AE1, AF1, AG1, AH1, AL1, AM1, AN1, BA4, BC3,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5</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Align w:val="center"/>
          </w:tcPr>
          <w:p w:rsidR="001513FB" w:rsidRPr="00752EE1" w:rsidRDefault="001513FB" w:rsidP="001513FB"/>
        </w:tc>
        <w:tc>
          <w:tcPr>
            <w:tcW w:w="478" w:type="pct"/>
            <w:vAlign w:val="center"/>
          </w:tcPr>
          <w:p w:rsidR="001513FB" w:rsidRPr="00752EE1" w:rsidRDefault="001513FB" w:rsidP="001513FB">
            <w:r w:rsidRPr="00752EE1">
              <w:t>0.15</w:t>
            </w:r>
          </w:p>
        </w:tc>
        <w:tc>
          <w:tcPr>
            <w:tcW w:w="1123" w:type="pct"/>
            <w:vAlign w:val="center"/>
          </w:tcPr>
          <w:p w:rsidR="001513FB" w:rsidRPr="00752EE1" w:rsidRDefault="001513FB" w:rsidP="001513FB">
            <w:r w:rsidRPr="00752EE1">
              <w:t>WC</w:t>
            </w:r>
          </w:p>
        </w:tc>
        <w:tc>
          <w:tcPr>
            <w:tcW w:w="1085" w:type="pct"/>
            <w:vAlign w:val="center"/>
          </w:tcPr>
          <w:p w:rsidR="001513FB" w:rsidRPr="00752EE1" w:rsidRDefault="001513FB" w:rsidP="001513FB">
            <w:pPr>
              <w:rPr>
                <w:highlight w:val="green"/>
              </w:rPr>
            </w:pPr>
            <w:r w:rsidRPr="00752EE1">
              <w:t>AA5, AB5, AC1, AD1, AE1, AF1, AG1, AH1, AL1, AM1, AN1, BA1, BC2, BD1, BE1, CA1, CB1, dle 7-701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restart"/>
            <w:vAlign w:val="center"/>
          </w:tcPr>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r w:rsidRPr="00752EE1">
              <w:t>SO 01</w:t>
            </w:r>
          </w:p>
          <w:p w:rsidR="001513FB" w:rsidRPr="00752EE1" w:rsidRDefault="001513FB" w:rsidP="001513FB">
            <w:r w:rsidRPr="00752EE1">
              <w:t>Rekonstrukce opláštění a střech provozního objektu</w:t>
            </w:r>
          </w:p>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r w:rsidRPr="00752EE1">
              <w:t>SO 01</w:t>
            </w:r>
          </w:p>
          <w:p w:rsidR="001513FB" w:rsidRPr="00752EE1" w:rsidRDefault="001513FB" w:rsidP="001513FB">
            <w:r w:rsidRPr="00752EE1">
              <w:t>Rekonstrukce opláštění a střech provozního objektu</w:t>
            </w:r>
          </w:p>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r w:rsidRPr="00752EE1">
              <w:t>SO 01</w:t>
            </w:r>
          </w:p>
          <w:p w:rsidR="001513FB" w:rsidRPr="00752EE1" w:rsidRDefault="001513FB" w:rsidP="001513FB">
            <w:r w:rsidRPr="00752EE1">
              <w:t>Rekonstrukce opláštění a střech provozního objektu</w:t>
            </w:r>
          </w:p>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r w:rsidRPr="00752EE1">
              <w:t>SO 01</w:t>
            </w:r>
          </w:p>
          <w:p w:rsidR="001513FB" w:rsidRPr="00752EE1" w:rsidRDefault="001513FB" w:rsidP="001513FB">
            <w:r w:rsidRPr="00752EE1">
              <w:t>Rekonstrukce opláštění a střech provozního objektu</w:t>
            </w:r>
          </w:p>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r w:rsidRPr="00752EE1">
              <w:t>SO 01</w:t>
            </w:r>
          </w:p>
          <w:p w:rsidR="001513FB" w:rsidRPr="00752EE1" w:rsidRDefault="001513FB" w:rsidP="001513FB">
            <w:r w:rsidRPr="00752EE1">
              <w:lastRenderedPageBreak/>
              <w:t>Rekonstrukce opláštění a střech provozního objektu</w:t>
            </w:r>
          </w:p>
        </w:tc>
        <w:tc>
          <w:tcPr>
            <w:tcW w:w="375" w:type="pct"/>
            <w:vMerge w:val="restart"/>
            <w:vAlign w:val="center"/>
          </w:tcPr>
          <w:p w:rsidR="001513FB" w:rsidRPr="00752EE1" w:rsidRDefault="001513FB" w:rsidP="001513FB">
            <w:r w:rsidRPr="00752EE1">
              <w:lastRenderedPageBreak/>
              <w:t>1PP</w:t>
            </w:r>
          </w:p>
        </w:tc>
        <w:tc>
          <w:tcPr>
            <w:tcW w:w="478" w:type="pct"/>
            <w:vAlign w:val="center"/>
          </w:tcPr>
          <w:p w:rsidR="001513FB" w:rsidRPr="00752EE1" w:rsidRDefault="001513FB" w:rsidP="001513FB">
            <w:r w:rsidRPr="00752EE1">
              <w:t>0.01</w:t>
            </w:r>
          </w:p>
        </w:tc>
        <w:tc>
          <w:tcPr>
            <w:tcW w:w="1123" w:type="pct"/>
            <w:vAlign w:val="center"/>
          </w:tcPr>
          <w:p w:rsidR="001513FB" w:rsidRPr="00752EE1" w:rsidRDefault="001513FB" w:rsidP="001513FB">
            <w:r w:rsidRPr="00752EE1">
              <w:t>schodiště</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10</w:t>
            </w:r>
          </w:p>
        </w:tc>
        <w:tc>
          <w:tcPr>
            <w:tcW w:w="651" w:type="pct"/>
            <w:vAlign w:val="center"/>
          </w:tcPr>
          <w:p w:rsidR="001513FB" w:rsidRPr="00752EE1" w:rsidRDefault="001513FB" w:rsidP="001513FB">
            <w:pPr>
              <w:jc w:val="left"/>
              <w:rPr>
                <w:highlight w:val="yellow"/>
              </w:rPr>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0.02</w:t>
            </w:r>
          </w:p>
        </w:tc>
        <w:tc>
          <w:tcPr>
            <w:tcW w:w="1123" w:type="pct"/>
            <w:vAlign w:val="center"/>
          </w:tcPr>
          <w:p w:rsidR="001513FB" w:rsidRPr="00752EE1" w:rsidRDefault="001513FB" w:rsidP="001513FB">
            <w:pPr>
              <w:jc w:val="left"/>
            </w:pPr>
            <w:r w:rsidRPr="00752EE1">
              <w:t>kotelna</w:t>
            </w:r>
          </w:p>
        </w:tc>
        <w:tc>
          <w:tcPr>
            <w:tcW w:w="1085" w:type="pct"/>
            <w:vAlign w:val="center"/>
          </w:tcPr>
          <w:p w:rsidR="001513FB" w:rsidRPr="00752EE1" w:rsidRDefault="001513FB" w:rsidP="001513FB">
            <w:pPr>
              <w:rPr>
                <w:highlight w:val="green"/>
              </w:rPr>
            </w:pPr>
            <w:r w:rsidRPr="00752EE1">
              <w:t>AA5, AB5, AC1, AD1, AE1, AF1, AG1, AH1, AL1, AM1, AN1, BA</w:t>
            </w:r>
            <w:r>
              <w:t>4</w:t>
            </w:r>
            <w:r w:rsidRPr="00752EE1">
              <w:t>,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5</w:t>
            </w:r>
          </w:p>
        </w:tc>
        <w:tc>
          <w:tcPr>
            <w:tcW w:w="651" w:type="pct"/>
            <w:vAlign w:val="center"/>
          </w:tcPr>
          <w:p w:rsidR="001513FB" w:rsidRPr="00752EE1" w:rsidRDefault="001513FB" w:rsidP="001513FB">
            <w:pPr>
              <w:jc w:val="left"/>
              <w:rPr>
                <w:highlight w:val="yellow"/>
              </w:rPr>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0.03</w:t>
            </w:r>
          </w:p>
        </w:tc>
        <w:tc>
          <w:tcPr>
            <w:tcW w:w="1123" w:type="pct"/>
            <w:vAlign w:val="center"/>
          </w:tcPr>
          <w:p w:rsidR="001513FB" w:rsidRPr="00752EE1" w:rsidRDefault="001513FB" w:rsidP="001513FB">
            <w:pPr>
              <w:jc w:val="left"/>
            </w:pPr>
            <w:r w:rsidRPr="00752EE1">
              <w:t>sklad</w:t>
            </w:r>
          </w:p>
        </w:tc>
        <w:tc>
          <w:tcPr>
            <w:tcW w:w="1085" w:type="pct"/>
            <w:vAlign w:val="center"/>
          </w:tcPr>
          <w:p w:rsidR="001513FB" w:rsidRPr="00752EE1" w:rsidRDefault="001513FB" w:rsidP="001513FB">
            <w:pPr>
              <w:rPr>
                <w:highlight w:val="green"/>
              </w:rPr>
            </w:pPr>
            <w:r w:rsidRPr="00752EE1">
              <w:t>AA5, AB5, AC1, AD1, AE1, AF1, AG1, AH1, AL1, AM1, AN1, BA</w:t>
            </w:r>
            <w:r>
              <w:t>4</w:t>
            </w:r>
            <w:r w:rsidRPr="00752EE1">
              <w:t>,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5</w:t>
            </w:r>
          </w:p>
        </w:tc>
        <w:tc>
          <w:tcPr>
            <w:tcW w:w="651" w:type="pct"/>
            <w:vAlign w:val="center"/>
          </w:tcPr>
          <w:p w:rsidR="001513FB" w:rsidRPr="00752EE1" w:rsidRDefault="001513FB" w:rsidP="001513FB">
            <w:pPr>
              <w:jc w:val="left"/>
              <w:rPr>
                <w:highlight w:val="yellow"/>
              </w:rPr>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0.04</w:t>
            </w:r>
          </w:p>
        </w:tc>
        <w:tc>
          <w:tcPr>
            <w:tcW w:w="1123" w:type="pct"/>
            <w:vAlign w:val="center"/>
          </w:tcPr>
          <w:p w:rsidR="001513FB" w:rsidRPr="00752EE1" w:rsidRDefault="001513FB" w:rsidP="001513FB">
            <w:r w:rsidRPr="00752EE1">
              <w:t>sklad</w:t>
            </w:r>
          </w:p>
        </w:tc>
        <w:tc>
          <w:tcPr>
            <w:tcW w:w="1085" w:type="pct"/>
            <w:vAlign w:val="center"/>
          </w:tcPr>
          <w:p w:rsidR="001513FB" w:rsidRPr="00752EE1" w:rsidRDefault="001513FB" w:rsidP="001513FB">
            <w:pPr>
              <w:rPr>
                <w:highlight w:val="green"/>
              </w:rPr>
            </w:pPr>
            <w:r w:rsidRPr="00752EE1">
              <w:t>AA5, AB5, AC1, AD1, AE1, AF1, AG1, AH1, AL1, AM1, AN1, BA</w:t>
            </w:r>
            <w:r>
              <w:t>4</w:t>
            </w:r>
            <w:r w:rsidRPr="00752EE1">
              <w:t>,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5</w:t>
            </w:r>
          </w:p>
        </w:tc>
        <w:tc>
          <w:tcPr>
            <w:tcW w:w="651" w:type="pct"/>
            <w:vAlign w:val="center"/>
          </w:tcPr>
          <w:p w:rsidR="001513FB" w:rsidRPr="00752EE1" w:rsidRDefault="001513FB" w:rsidP="001513FB">
            <w:pPr>
              <w:jc w:val="left"/>
              <w:rPr>
                <w:highlight w:val="yellow"/>
              </w:rPr>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restart"/>
            <w:vAlign w:val="center"/>
          </w:tcPr>
          <w:p w:rsidR="001513FB" w:rsidRPr="00752EE1" w:rsidRDefault="001513FB" w:rsidP="001513FB">
            <w:r w:rsidRPr="00752EE1">
              <w:t>1NP</w:t>
            </w:r>
          </w:p>
        </w:tc>
        <w:tc>
          <w:tcPr>
            <w:tcW w:w="478" w:type="pct"/>
            <w:vAlign w:val="center"/>
          </w:tcPr>
          <w:p w:rsidR="001513FB" w:rsidRPr="00752EE1" w:rsidRDefault="001513FB" w:rsidP="001513FB">
            <w:r w:rsidRPr="00752EE1">
              <w:t>1.01</w:t>
            </w:r>
          </w:p>
        </w:tc>
        <w:tc>
          <w:tcPr>
            <w:tcW w:w="1123" w:type="pct"/>
            <w:vAlign w:val="center"/>
          </w:tcPr>
          <w:p w:rsidR="001513FB" w:rsidRPr="00752EE1" w:rsidRDefault="001513FB" w:rsidP="001513FB">
            <w:r w:rsidRPr="00752EE1">
              <w:t>lobby</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1.02</w:t>
            </w:r>
          </w:p>
        </w:tc>
        <w:tc>
          <w:tcPr>
            <w:tcW w:w="1123" w:type="pct"/>
            <w:vAlign w:val="center"/>
          </w:tcPr>
          <w:p w:rsidR="001513FB" w:rsidRPr="00752EE1" w:rsidRDefault="001513FB" w:rsidP="001513FB">
            <w:r w:rsidRPr="00752EE1">
              <w:t>šatna</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1.03</w:t>
            </w:r>
          </w:p>
        </w:tc>
        <w:tc>
          <w:tcPr>
            <w:tcW w:w="1123" w:type="pct"/>
            <w:vAlign w:val="center"/>
          </w:tcPr>
          <w:p w:rsidR="001513FB" w:rsidRPr="00752EE1" w:rsidRDefault="001513FB" w:rsidP="001513FB">
            <w:r w:rsidRPr="00752EE1">
              <w:t>šatna personál</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1.04</w:t>
            </w:r>
          </w:p>
        </w:tc>
        <w:tc>
          <w:tcPr>
            <w:tcW w:w="1123" w:type="pct"/>
            <w:vAlign w:val="center"/>
          </w:tcPr>
          <w:p w:rsidR="001513FB" w:rsidRPr="00752EE1" w:rsidRDefault="001513FB" w:rsidP="001513FB">
            <w:r w:rsidRPr="00752EE1">
              <w:t>předsíň</w:t>
            </w:r>
          </w:p>
        </w:tc>
        <w:tc>
          <w:tcPr>
            <w:tcW w:w="1085" w:type="pct"/>
            <w:vAlign w:val="center"/>
          </w:tcPr>
          <w:p w:rsidR="001513FB" w:rsidRPr="00752EE1" w:rsidRDefault="001513FB" w:rsidP="001513FB">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pPr>
              <w:rPr>
                <w:highlight w:val="green"/>
              </w:rPr>
            </w:pPr>
          </w:p>
        </w:tc>
        <w:tc>
          <w:tcPr>
            <w:tcW w:w="651" w:type="pct"/>
            <w:vAlign w:val="center"/>
          </w:tcPr>
          <w:p w:rsidR="001513FB" w:rsidRPr="00752EE1" w:rsidRDefault="001513FB" w:rsidP="001513FB">
            <w:pPr>
              <w:jc w:val="left"/>
              <w:rPr>
                <w:highlight w:val="green"/>
              </w:rPr>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1.05</w:t>
            </w:r>
          </w:p>
        </w:tc>
        <w:tc>
          <w:tcPr>
            <w:tcW w:w="1123" w:type="pct"/>
            <w:vAlign w:val="center"/>
          </w:tcPr>
          <w:p w:rsidR="001513FB" w:rsidRPr="00752EE1" w:rsidRDefault="001513FB" w:rsidP="001513FB">
            <w:r w:rsidRPr="00752EE1">
              <w:t>konferenční místnost</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1.06</w:t>
            </w:r>
          </w:p>
        </w:tc>
        <w:tc>
          <w:tcPr>
            <w:tcW w:w="1123" w:type="pct"/>
            <w:vAlign w:val="center"/>
          </w:tcPr>
          <w:p w:rsidR="001513FB" w:rsidRPr="00752EE1" w:rsidRDefault="001513FB" w:rsidP="001513FB">
            <w:r w:rsidRPr="00752EE1">
              <w:t>šatna</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1.13</w:t>
            </w:r>
          </w:p>
        </w:tc>
        <w:tc>
          <w:tcPr>
            <w:tcW w:w="1123" w:type="pct"/>
            <w:vAlign w:val="center"/>
          </w:tcPr>
          <w:p w:rsidR="001513FB" w:rsidRPr="00752EE1" w:rsidRDefault="001513FB" w:rsidP="001513FB">
            <w:r w:rsidRPr="00752EE1">
              <w:t>gastro sklad</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N</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1.14</w:t>
            </w:r>
          </w:p>
        </w:tc>
        <w:tc>
          <w:tcPr>
            <w:tcW w:w="1123" w:type="pct"/>
            <w:vAlign w:val="center"/>
          </w:tcPr>
          <w:p w:rsidR="001513FB" w:rsidRPr="00752EE1" w:rsidRDefault="001513FB" w:rsidP="001513FB">
            <w:r w:rsidRPr="00752EE1">
              <w:t>WC invalida</w:t>
            </w:r>
          </w:p>
        </w:tc>
        <w:tc>
          <w:tcPr>
            <w:tcW w:w="1085" w:type="pct"/>
            <w:vAlign w:val="center"/>
          </w:tcPr>
          <w:p w:rsidR="001513FB" w:rsidRPr="00752EE1" w:rsidRDefault="001513FB" w:rsidP="001513FB">
            <w:pPr>
              <w:rPr>
                <w:highlight w:val="green"/>
              </w:rPr>
            </w:pPr>
            <w:r w:rsidRPr="00752EE1">
              <w:t>AA5, AB5, AC1, AD1, AE1, AF1, AG1, AH1, AL1, AM1, AN1, BA3, BC2, BD1, BE1, CA1, CB1, dle 7-701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24</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1.15</w:t>
            </w:r>
          </w:p>
        </w:tc>
        <w:tc>
          <w:tcPr>
            <w:tcW w:w="1123" w:type="pct"/>
            <w:vAlign w:val="center"/>
          </w:tcPr>
          <w:p w:rsidR="001513FB" w:rsidRPr="00752EE1" w:rsidRDefault="001513FB" w:rsidP="001513FB">
            <w:r w:rsidRPr="00752EE1">
              <w:t>zázemí personál</w:t>
            </w:r>
          </w:p>
        </w:tc>
        <w:tc>
          <w:tcPr>
            <w:tcW w:w="1085" w:type="pct"/>
            <w:vAlign w:val="center"/>
          </w:tcPr>
          <w:p w:rsidR="001513FB" w:rsidRPr="00752EE1" w:rsidRDefault="001513FB" w:rsidP="001513FB">
            <w:pPr>
              <w:rPr>
                <w:highlight w:val="green"/>
              </w:rPr>
            </w:pPr>
            <w:r w:rsidRPr="00752EE1">
              <w:t>AA5, AB5, AC1, AD1, AE1, AF1, AG1, AH1, AL1, AM1, AN1, BA4,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1.16</w:t>
            </w:r>
          </w:p>
        </w:tc>
        <w:tc>
          <w:tcPr>
            <w:tcW w:w="1123" w:type="pct"/>
            <w:vAlign w:val="center"/>
          </w:tcPr>
          <w:p w:rsidR="001513FB" w:rsidRPr="00752EE1" w:rsidRDefault="001513FB" w:rsidP="001513FB">
            <w:r w:rsidRPr="00752EE1">
              <w:t>WC personál</w:t>
            </w:r>
          </w:p>
        </w:tc>
        <w:tc>
          <w:tcPr>
            <w:tcW w:w="1085" w:type="pct"/>
            <w:vAlign w:val="center"/>
          </w:tcPr>
          <w:p w:rsidR="001513FB" w:rsidRPr="00752EE1" w:rsidRDefault="001513FB" w:rsidP="001513FB">
            <w:pPr>
              <w:rPr>
                <w:highlight w:val="green"/>
              </w:rPr>
            </w:pPr>
            <w:r w:rsidRPr="00752EE1">
              <w:t>AA5, AB5, AC1, AD1, AE1, AF1, AG1, AH1, AL1, AM1, AN1, BA4, BC2, BD1, BE1, CA1, CB1, dle 7-701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1.17</w:t>
            </w:r>
          </w:p>
        </w:tc>
        <w:tc>
          <w:tcPr>
            <w:tcW w:w="1123" w:type="pct"/>
            <w:vAlign w:val="center"/>
          </w:tcPr>
          <w:p w:rsidR="001513FB" w:rsidRPr="00752EE1" w:rsidRDefault="001513FB" w:rsidP="001513FB">
            <w:r w:rsidRPr="00752EE1">
              <w:t>chodba</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18</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1.18</w:t>
            </w:r>
          </w:p>
        </w:tc>
        <w:tc>
          <w:tcPr>
            <w:tcW w:w="1123" w:type="pct"/>
            <w:vAlign w:val="center"/>
          </w:tcPr>
          <w:p w:rsidR="001513FB" w:rsidRPr="00752EE1" w:rsidRDefault="001513FB" w:rsidP="001513FB">
            <w:r w:rsidRPr="00752EE1">
              <w:t>salónek</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1.19</w:t>
            </w:r>
          </w:p>
        </w:tc>
        <w:tc>
          <w:tcPr>
            <w:tcW w:w="1123" w:type="pct"/>
            <w:vAlign w:val="center"/>
          </w:tcPr>
          <w:p w:rsidR="001513FB" w:rsidRPr="00752EE1" w:rsidRDefault="001513FB" w:rsidP="001513FB">
            <w:r w:rsidRPr="00752EE1">
              <w:t>zázemí konferenčního sálu</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1.20</w:t>
            </w:r>
          </w:p>
        </w:tc>
        <w:tc>
          <w:tcPr>
            <w:tcW w:w="1123" w:type="pct"/>
            <w:vAlign w:val="center"/>
          </w:tcPr>
          <w:p w:rsidR="001513FB" w:rsidRPr="00752EE1" w:rsidRDefault="001513FB" w:rsidP="001513FB">
            <w:r w:rsidRPr="00752EE1">
              <w:t>úklidová místnost</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18</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1.21</w:t>
            </w:r>
          </w:p>
        </w:tc>
        <w:tc>
          <w:tcPr>
            <w:tcW w:w="1123" w:type="pct"/>
            <w:vAlign w:val="center"/>
          </w:tcPr>
          <w:p w:rsidR="001513FB" w:rsidRPr="00752EE1" w:rsidRDefault="001513FB" w:rsidP="001513FB">
            <w:r w:rsidRPr="00752EE1">
              <w:t>WC muži</w:t>
            </w:r>
          </w:p>
        </w:tc>
        <w:tc>
          <w:tcPr>
            <w:tcW w:w="1085" w:type="pct"/>
            <w:vAlign w:val="center"/>
          </w:tcPr>
          <w:p w:rsidR="001513FB" w:rsidRPr="00752EE1" w:rsidRDefault="001513FB" w:rsidP="001513FB">
            <w:pPr>
              <w:rPr>
                <w:highlight w:val="green"/>
              </w:rPr>
            </w:pPr>
            <w:r w:rsidRPr="00752EE1">
              <w:t>AA5, AB5, AC1, AD1, AE1, AF1, AG1, AH1, AL1, AM1, AN1, BA1, BC2, BD1, BE1, CA1, CB1, dle 7-701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1.22</w:t>
            </w:r>
          </w:p>
        </w:tc>
        <w:tc>
          <w:tcPr>
            <w:tcW w:w="1123" w:type="pct"/>
            <w:vAlign w:val="center"/>
          </w:tcPr>
          <w:p w:rsidR="001513FB" w:rsidRPr="00752EE1" w:rsidRDefault="001513FB" w:rsidP="001513FB">
            <w:r w:rsidRPr="00752EE1">
              <w:t>WC ženy</w:t>
            </w:r>
          </w:p>
        </w:tc>
        <w:tc>
          <w:tcPr>
            <w:tcW w:w="1085" w:type="pct"/>
            <w:vAlign w:val="center"/>
          </w:tcPr>
          <w:p w:rsidR="001513FB" w:rsidRPr="00752EE1" w:rsidRDefault="001513FB" w:rsidP="001513FB">
            <w:pPr>
              <w:rPr>
                <w:highlight w:val="green"/>
              </w:rPr>
            </w:pPr>
            <w:r w:rsidRPr="00752EE1">
              <w:t>AA5, AB5, AC1, AD1, AE1, AF1, AG1, AH1, AL1, AM1, AN1, BA1, BC2, BD1, BE1, CA1, CB1, dle 7-701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1.23</w:t>
            </w:r>
          </w:p>
        </w:tc>
        <w:tc>
          <w:tcPr>
            <w:tcW w:w="1123" w:type="pct"/>
            <w:vAlign w:val="center"/>
          </w:tcPr>
          <w:p w:rsidR="001513FB" w:rsidRPr="00752EE1" w:rsidRDefault="001513FB" w:rsidP="001513FB">
            <w:r w:rsidRPr="00752EE1">
              <w:t>studená kuchyně</w:t>
            </w:r>
          </w:p>
        </w:tc>
        <w:tc>
          <w:tcPr>
            <w:tcW w:w="1085" w:type="pct"/>
            <w:vAlign w:val="center"/>
          </w:tcPr>
          <w:p w:rsidR="001513FB" w:rsidRDefault="001513FB" w:rsidP="001513FB">
            <w:r w:rsidRPr="00752EE1">
              <w:t>AA5, AB5, AC1, AD1, AE1, AF1, AG1, AH1, AL1, AM1, AN1, BA4, BC2, BD1, BE1, CA1, CB1</w:t>
            </w:r>
          </w:p>
          <w:p w:rsidR="001513FB" w:rsidRDefault="001513FB" w:rsidP="001513FB">
            <w:r>
              <w:t>AD2 – 1,5m kolem mycího stolu</w:t>
            </w:r>
          </w:p>
          <w:p w:rsidR="001513FB" w:rsidRPr="00752EE1" w:rsidRDefault="001513FB" w:rsidP="001513FB">
            <w:pPr>
              <w:rPr>
                <w:highlight w:val="yellow"/>
              </w:rPr>
            </w:pPr>
            <w:r>
              <w:t>AD3 – 0,2m nad podlahou při sanitaci</w:t>
            </w:r>
          </w:p>
        </w:tc>
        <w:tc>
          <w:tcPr>
            <w:tcW w:w="369" w:type="pct"/>
            <w:vAlign w:val="center"/>
          </w:tcPr>
          <w:p w:rsidR="001513FB" w:rsidRDefault="001513FB" w:rsidP="001513FB">
            <w:r w:rsidRPr="00752EE1">
              <w:t>PB</w:t>
            </w:r>
          </w:p>
          <w:p w:rsidR="001513FB" w:rsidRDefault="001513FB" w:rsidP="001513FB"/>
          <w:p w:rsidR="001513FB" w:rsidRDefault="001513FB" w:rsidP="001513FB"/>
          <w:p w:rsidR="001513FB" w:rsidRDefault="001513FB" w:rsidP="001513FB">
            <w:r>
              <w:t>ZI</w:t>
            </w:r>
          </w:p>
          <w:p w:rsidR="001513FB" w:rsidRDefault="001513FB" w:rsidP="001513FB"/>
          <w:p w:rsidR="001513FB" w:rsidRPr="00752EE1" w:rsidRDefault="001513FB" w:rsidP="001513FB">
            <w:r>
              <w:t>ZI</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1.24</w:t>
            </w:r>
          </w:p>
        </w:tc>
        <w:tc>
          <w:tcPr>
            <w:tcW w:w="1123" w:type="pct"/>
            <w:vAlign w:val="center"/>
          </w:tcPr>
          <w:p w:rsidR="001513FB" w:rsidRPr="00752EE1" w:rsidRDefault="001513FB" w:rsidP="001513FB">
            <w:r w:rsidRPr="00752EE1">
              <w:t>sklad bar</w:t>
            </w:r>
          </w:p>
        </w:tc>
        <w:tc>
          <w:tcPr>
            <w:tcW w:w="1085" w:type="pct"/>
            <w:vAlign w:val="center"/>
          </w:tcPr>
          <w:p w:rsidR="001513FB" w:rsidRPr="00752EE1" w:rsidRDefault="001513FB" w:rsidP="001513FB">
            <w:pPr>
              <w:rPr>
                <w:highlight w:val="green"/>
              </w:rPr>
            </w:pPr>
            <w:r w:rsidRPr="00752EE1">
              <w:t>AA5, AB5, AC1, AD1, AE1, AF1, AG1, AH1, AL1, AM1, AN1, BA</w:t>
            </w:r>
            <w:r>
              <w:t>1</w:t>
            </w:r>
            <w:r w:rsidRPr="00752EE1">
              <w:t>,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N</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1.25</w:t>
            </w:r>
          </w:p>
        </w:tc>
        <w:tc>
          <w:tcPr>
            <w:tcW w:w="1123" w:type="pct"/>
            <w:vAlign w:val="center"/>
          </w:tcPr>
          <w:p w:rsidR="001513FB" w:rsidRPr="00752EE1" w:rsidRDefault="001513FB" w:rsidP="001513FB">
            <w:r w:rsidRPr="00752EE1">
              <w:t>sklad potraviny</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N</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restart"/>
            <w:vAlign w:val="center"/>
          </w:tcPr>
          <w:p w:rsidR="001513FB" w:rsidRPr="00752EE1" w:rsidRDefault="001513FB" w:rsidP="001513FB">
            <w:r w:rsidRPr="00752EE1">
              <w:t>2NP</w:t>
            </w:r>
          </w:p>
        </w:tc>
        <w:tc>
          <w:tcPr>
            <w:tcW w:w="478" w:type="pct"/>
            <w:vAlign w:val="center"/>
          </w:tcPr>
          <w:p w:rsidR="001513FB" w:rsidRPr="00752EE1" w:rsidRDefault="001513FB" w:rsidP="001513FB">
            <w:r w:rsidRPr="00752EE1">
              <w:t>2.01</w:t>
            </w:r>
          </w:p>
        </w:tc>
        <w:tc>
          <w:tcPr>
            <w:tcW w:w="1123" w:type="pct"/>
            <w:vAlign w:val="center"/>
          </w:tcPr>
          <w:p w:rsidR="001513FB" w:rsidRPr="00752EE1" w:rsidRDefault="001513FB" w:rsidP="001513FB">
            <w:r w:rsidRPr="00752EE1">
              <w:t>galerie konferenční místnosti</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2.02</w:t>
            </w:r>
          </w:p>
        </w:tc>
        <w:tc>
          <w:tcPr>
            <w:tcW w:w="1123" w:type="pct"/>
            <w:vAlign w:val="center"/>
          </w:tcPr>
          <w:p w:rsidR="001513FB" w:rsidRPr="00752EE1" w:rsidRDefault="001513FB" w:rsidP="001513FB">
            <w:r w:rsidRPr="00752EE1">
              <w:t>sklad a technika AV</w:t>
            </w:r>
          </w:p>
        </w:tc>
        <w:tc>
          <w:tcPr>
            <w:tcW w:w="1085" w:type="pct"/>
            <w:vAlign w:val="center"/>
          </w:tcPr>
          <w:p w:rsidR="001513FB" w:rsidRPr="00752EE1" w:rsidRDefault="001513FB" w:rsidP="001513FB">
            <w:pPr>
              <w:rPr>
                <w:highlight w:val="green"/>
              </w:rPr>
            </w:pPr>
            <w:r w:rsidRPr="00752EE1">
              <w:t>AA5, AB5, AC1, AD1, AE1, AF1, AG1, AH1, AL1, AM1, AN1, BA4,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15</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2.03</w:t>
            </w:r>
          </w:p>
        </w:tc>
        <w:tc>
          <w:tcPr>
            <w:tcW w:w="1123" w:type="pct"/>
            <w:vAlign w:val="center"/>
          </w:tcPr>
          <w:p w:rsidR="001513FB" w:rsidRPr="00752EE1" w:rsidRDefault="001513FB" w:rsidP="001513FB">
            <w:r w:rsidRPr="00752EE1">
              <w:t>sklad</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15</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2.04</w:t>
            </w:r>
          </w:p>
        </w:tc>
        <w:tc>
          <w:tcPr>
            <w:tcW w:w="1123" w:type="pct"/>
            <w:vAlign w:val="center"/>
          </w:tcPr>
          <w:p w:rsidR="001513FB" w:rsidRPr="00752EE1" w:rsidRDefault="001513FB" w:rsidP="001513FB">
            <w:r w:rsidRPr="00752EE1">
              <w:t>úklidová místnost</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15</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2.05</w:t>
            </w:r>
          </w:p>
        </w:tc>
        <w:tc>
          <w:tcPr>
            <w:tcW w:w="1123" w:type="pct"/>
            <w:vAlign w:val="center"/>
          </w:tcPr>
          <w:p w:rsidR="001513FB" w:rsidRPr="00752EE1" w:rsidRDefault="001513FB" w:rsidP="001513FB">
            <w:r w:rsidRPr="00752EE1">
              <w:t>WC muži</w:t>
            </w:r>
          </w:p>
        </w:tc>
        <w:tc>
          <w:tcPr>
            <w:tcW w:w="1085" w:type="pct"/>
            <w:vAlign w:val="center"/>
          </w:tcPr>
          <w:p w:rsidR="001513FB" w:rsidRPr="00752EE1" w:rsidRDefault="001513FB" w:rsidP="001513FB">
            <w:pPr>
              <w:rPr>
                <w:highlight w:val="green"/>
              </w:rPr>
            </w:pPr>
            <w:r w:rsidRPr="00752EE1">
              <w:t>AA5, AB5, AC1, AD1, AE1, AF1, AG1, AH1, AL1, AM1, AN1, BA1, BC2, BD1, BE1, CA1, CB1, dle 7-701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2.06</w:t>
            </w:r>
          </w:p>
        </w:tc>
        <w:tc>
          <w:tcPr>
            <w:tcW w:w="1123" w:type="pct"/>
            <w:vAlign w:val="center"/>
          </w:tcPr>
          <w:p w:rsidR="001513FB" w:rsidRPr="00752EE1" w:rsidRDefault="001513FB" w:rsidP="001513FB">
            <w:r w:rsidRPr="00752EE1">
              <w:t>WC ženy</w:t>
            </w:r>
          </w:p>
        </w:tc>
        <w:tc>
          <w:tcPr>
            <w:tcW w:w="1085" w:type="pct"/>
            <w:vAlign w:val="center"/>
          </w:tcPr>
          <w:p w:rsidR="001513FB" w:rsidRPr="00752EE1" w:rsidRDefault="001513FB" w:rsidP="001513FB">
            <w:pPr>
              <w:rPr>
                <w:highlight w:val="green"/>
              </w:rPr>
            </w:pPr>
            <w:r w:rsidRPr="00752EE1">
              <w:t>AA5, AB5, AC1, AD1, AE1, AF1, AG1, AH1, AL1, AM1, AN1, BA1, BC2, BD1, BE1, CA1, CB1, dle 7-701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2.07</w:t>
            </w:r>
          </w:p>
        </w:tc>
        <w:tc>
          <w:tcPr>
            <w:tcW w:w="1123" w:type="pct"/>
            <w:vAlign w:val="center"/>
          </w:tcPr>
          <w:p w:rsidR="001513FB" w:rsidRPr="00752EE1" w:rsidRDefault="001513FB" w:rsidP="001513FB">
            <w:r w:rsidRPr="00752EE1">
              <w:t>chodba</w:t>
            </w:r>
          </w:p>
        </w:tc>
        <w:tc>
          <w:tcPr>
            <w:tcW w:w="1085" w:type="pct"/>
            <w:vAlign w:val="center"/>
          </w:tcPr>
          <w:p w:rsidR="001513FB" w:rsidRPr="00752EE1" w:rsidRDefault="001513FB" w:rsidP="001513FB">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18</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2.08</w:t>
            </w:r>
          </w:p>
        </w:tc>
        <w:tc>
          <w:tcPr>
            <w:tcW w:w="1123" w:type="pct"/>
            <w:vAlign w:val="center"/>
          </w:tcPr>
          <w:p w:rsidR="001513FB" w:rsidRPr="00752EE1" w:rsidRDefault="001513FB" w:rsidP="001513FB">
            <w:r w:rsidRPr="00752EE1">
              <w:t xml:space="preserve">velín </w:t>
            </w:r>
            <w:proofErr w:type="spellStart"/>
            <w:r w:rsidRPr="00752EE1">
              <w:t>security</w:t>
            </w:r>
            <w:proofErr w:type="spellEnd"/>
          </w:p>
        </w:tc>
        <w:tc>
          <w:tcPr>
            <w:tcW w:w="1085" w:type="pct"/>
            <w:vAlign w:val="center"/>
          </w:tcPr>
          <w:p w:rsidR="001513FB" w:rsidRPr="00752EE1" w:rsidRDefault="001513FB" w:rsidP="001513FB">
            <w:pPr>
              <w:rPr>
                <w:highlight w:val="green"/>
              </w:rPr>
            </w:pPr>
            <w:r w:rsidRPr="00752EE1">
              <w:t>AA5, AB5, AC1, AD1, AE1, AF1, AG1, AH1, AL1, AM1, AN1, BA4,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2.09</w:t>
            </w:r>
          </w:p>
        </w:tc>
        <w:tc>
          <w:tcPr>
            <w:tcW w:w="1123" w:type="pct"/>
            <w:vAlign w:val="center"/>
          </w:tcPr>
          <w:p w:rsidR="001513FB" w:rsidRPr="00752EE1" w:rsidRDefault="001513FB" w:rsidP="001513FB">
            <w:r w:rsidRPr="00752EE1">
              <w:t>kancelář 1</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2.10</w:t>
            </w:r>
          </w:p>
        </w:tc>
        <w:tc>
          <w:tcPr>
            <w:tcW w:w="1123" w:type="pct"/>
            <w:vAlign w:val="center"/>
          </w:tcPr>
          <w:p w:rsidR="001513FB" w:rsidRPr="00752EE1" w:rsidRDefault="001513FB" w:rsidP="001513FB">
            <w:r w:rsidRPr="00752EE1">
              <w:t>kancelář 2</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2.17</w:t>
            </w:r>
          </w:p>
        </w:tc>
        <w:tc>
          <w:tcPr>
            <w:tcW w:w="1123" w:type="pct"/>
            <w:vAlign w:val="center"/>
          </w:tcPr>
          <w:p w:rsidR="001513FB" w:rsidRPr="00752EE1" w:rsidRDefault="001513FB" w:rsidP="001513FB">
            <w:r w:rsidRPr="00752EE1">
              <w:t>galerie kavárny</w:t>
            </w:r>
          </w:p>
        </w:tc>
        <w:tc>
          <w:tcPr>
            <w:tcW w:w="1085" w:type="pct"/>
            <w:vAlign w:val="center"/>
          </w:tcPr>
          <w:p w:rsidR="001513FB" w:rsidRPr="00752EE1" w:rsidRDefault="001513FB" w:rsidP="001513FB">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restart"/>
          </w:tcPr>
          <w:p w:rsidR="001513FB" w:rsidRPr="00752EE1" w:rsidRDefault="001513FB" w:rsidP="001513FB">
            <w:r w:rsidRPr="00752EE1">
              <w:t>SO 02</w:t>
            </w:r>
          </w:p>
          <w:p w:rsidR="001513FB" w:rsidRPr="00752EE1" w:rsidRDefault="001513FB" w:rsidP="001513FB">
            <w:r w:rsidRPr="00752EE1">
              <w:t>Rekonstrukce opláštění a střechy vodárenské věže</w:t>
            </w:r>
          </w:p>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r w:rsidRPr="00752EE1">
              <w:t>SO 02</w:t>
            </w:r>
          </w:p>
          <w:p w:rsidR="001513FB" w:rsidRPr="00752EE1" w:rsidRDefault="001513FB" w:rsidP="001513FB">
            <w:r w:rsidRPr="00752EE1">
              <w:t>Rekonstrukce opláštění a střechy vodárenské věže</w:t>
            </w:r>
          </w:p>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r w:rsidRPr="00752EE1">
              <w:t>SO 02</w:t>
            </w:r>
          </w:p>
          <w:p w:rsidR="001513FB" w:rsidRPr="00752EE1" w:rsidRDefault="001513FB" w:rsidP="001513FB">
            <w:r w:rsidRPr="00752EE1">
              <w:t>Rekonstrukce opláštění a střechy vodárenské věže</w:t>
            </w:r>
          </w:p>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r w:rsidRPr="00752EE1">
              <w:t>SO 02</w:t>
            </w:r>
          </w:p>
          <w:p w:rsidR="001513FB" w:rsidRPr="00752EE1" w:rsidRDefault="001513FB" w:rsidP="001513FB">
            <w:r w:rsidRPr="00752EE1">
              <w:lastRenderedPageBreak/>
              <w:t>Rekonstrukce opláštění a střechy vodárenské věže</w:t>
            </w:r>
          </w:p>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r w:rsidRPr="00752EE1">
              <w:t>SO 02</w:t>
            </w:r>
          </w:p>
          <w:p w:rsidR="001513FB" w:rsidRPr="00752EE1" w:rsidRDefault="001513FB" w:rsidP="001513FB">
            <w:r w:rsidRPr="00752EE1">
              <w:t xml:space="preserve">Rekonstrukce opláštění a </w:t>
            </w:r>
            <w:r w:rsidRPr="00752EE1">
              <w:lastRenderedPageBreak/>
              <w:t>střechy vodárenské věže</w:t>
            </w:r>
          </w:p>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p w:rsidR="001513FB" w:rsidRPr="00752EE1" w:rsidRDefault="001513FB" w:rsidP="001513FB">
            <w:r w:rsidRPr="00752EE1">
              <w:t>SO 02</w:t>
            </w:r>
          </w:p>
          <w:p w:rsidR="001513FB" w:rsidRPr="00752EE1" w:rsidRDefault="001513FB" w:rsidP="001513FB">
            <w:r w:rsidRPr="00752EE1">
              <w:t>Rekonstrukce opláštění a střechy vodárenské věže</w:t>
            </w:r>
          </w:p>
        </w:tc>
        <w:tc>
          <w:tcPr>
            <w:tcW w:w="375" w:type="pct"/>
            <w:vMerge w:val="restart"/>
            <w:vAlign w:val="center"/>
          </w:tcPr>
          <w:p w:rsidR="001513FB" w:rsidRPr="00752EE1" w:rsidRDefault="001513FB" w:rsidP="001513FB">
            <w:r w:rsidRPr="00752EE1">
              <w:lastRenderedPageBreak/>
              <w:t>1NP</w:t>
            </w:r>
          </w:p>
        </w:tc>
        <w:tc>
          <w:tcPr>
            <w:tcW w:w="478" w:type="pct"/>
            <w:vAlign w:val="center"/>
          </w:tcPr>
          <w:p w:rsidR="001513FB" w:rsidRPr="00752EE1" w:rsidRDefault="001513FB" w:rsidP="001513FB">
            <w:r w:rsidRPr="00752EE1">
              <w:t>1.07</w:t>
            </w:r>
          </w:p>
        </w:tc>
        <w:tc>
          <w:tcPr>
            <w:tcW w:w="1123" w:type="pct"/>
            <w:vAlign w:val="center"/>
          </w:tcPr>
          <w:p w:rsidR="001513FB" w:rsidRPr="00752EE1" w:rsidRDefault="001513FB" w:rsidP="001513FB">
            <w:r w:rsidRPr="00752EE1">
              <w:t>zádveří</w:t>
            </w:r>
          </w:p>
        </w:tc>
        <w:tc>
          <w:tcPr>
            <w:tcW w:w="1085" w:type="pct"/>
            <w:vAlign w:val="center"/>
          </w:tcPr>
          <w:p w:rsidR="001513FB" w:rsidRPr="00752EE1" w:rsidRDefault="001513FB" w:rsidP="001513FB">
            <w:pPr>
              <w:rPr>
                <w:highlight w:val="green"/>
              </w:rPr>
            </w:pPr>
            <w:r w:rsidRPr="00752EE1">
              <w:t>AA</w:t>
            </w:r>
            <w:r>
              <w:t>5</w:t>
            </w:r>
            <w:r w:rsidRPr="00752EE1">
              <w:t>, AB</w:t>
            </w:r>
            <w:r>
              <w:t>5</w:t>
            </w:r>
            <w:r w:rsidRPr="00752EE1">
              <w:t>,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15</w:t>
            </w:r>
          </w:p>
        </w:tc>
        <w:tc>
          <w:tcPr>
            <w:tcW w:w="651" w:type="pct"/>
            <w:vAlign w:val="center"/>
          </w:tcPr>
          <w:p w:rsidR="001513FB" w:rsidRPr="00752EE1" w:rsidRDefault="001513FB" w:rsidP="001513FB">
            <w:pPr>
              <w:jc w:val="left"/>
              <w:rPr>
                <w:highlight w:val="yellow"/>
              </w:rPr>
            </w:pPr>
          </w:p>
        </w:tc>
      </w:tr>
      <w:tr w:rsidR="001513FB" w:rsidRPr="00752EE1" w:rsidTr="002B1E53">
        <w:trPr>
          <w:trHeight w:val="454"/>
        </w:trPr>
        <w:tc>
          <w:tcPr>
            <w:tcW w:w="551" w:type="pct"/>
            <w:vMerge/>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1.08</w:t>
            </w:r>
          </w:p>
        </w:tc>
        <w:tc>
          <w:tcPr>
            <w:tcW w:w="1123" w:type="pct"/>
            <w:vAlign w:val="center"/>
          </w:tcPr>
          <w:p w:rsidR="001513FB" w:rsidRPr="00752EE1" w:rsidRDefault="001513FB" w:rsidP="001513FB">
            <w:pPr>
              <w:jc w:val="left"/>
            </w:pPr>
            <w:r w:rsidRPr="00752EE1">
              <w:t>otevřený vstup</w:t>
            </w:r>
          </w:p>
        </w:tc>
        <w:tc>
          <w:tcPr>
            <w:tcW w:w="1085" w:type="pct"/>
            <w:vAlign w:val="center"/>
          </w:tcPr>
          <w:p w:rsidR="001513FB" w:rsidRPr="000E2E66" w:rsidRDefault="001513FB" w:rsidP="001513FB">
            <w:r w:rsidRPr="000E2E66">
              <w:t>AA4, AB4, AC1, AD1, AE1, AF1, AG1, AH1, AL1, AM1, AN1, BA4,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-12</w:t>
            </w:r>
          </w:p>
        </w:tc>
        <w:tc>
          <w:tcPr>
            <w:tcW w:w="651" w:type="pct"/>
            <w:vAlign w:val="center"/>
          </w:tcPr>
          <w:p w:rsidR="001513FB" w:rsidRPr="00752EE1" w:rsidRDefault="001513FB" w:rsidP="001513FB">
            <w:pPr>
              <w:jc w:val="left"/>
              <w:rPr>
                <w:highlight w:val="yellow"/>
              </w:rPr>
            </w:pPr>
          </w:p>
        </w:tc>
      </w:tr>
      <w:tr w:rsidR="001513FB" w:rsidRPr="00752EE1" w:rsidTr="002B1E53">
        <w:trPr>
          <w:trHeight w:val="454"/>
        </w:trPr>
        <w:tc>
          <w:tcPr>
            <w:tcW w:w="551" w:type="pct"/>
            <w:vMerge/>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1.09</w:t>
            </w:r>
          </w:p>
        </w:tc>
        <w:tc>
          <w:tcPr>
            <w:tcW w:w="1123" w:type="pct"/>
            <w:vAlign w:val="center"/>
          </w:tcPr>
          <w:p w:rsidR="001513FB" w:rsidRPr="00752EE1" w:rsidRDefault="001513FB" w:rsidP="001513FB">
            <w:pPr>
              <w:jc w:val="left"/>
            </w:pPr>
            <w:r w:rsidRPr="00752EE1">
              <w:t>otevřený vstup</w:t>
            </w:r>
          </w:p>
        </w:tc>
        <w:tc>
          <w:tcPr>
            <w:tcW w:w="1085" w:type="pct"/>
            <w:vAlign w:val="center"/>
          </w:tcPr>
          <w:p w:rsidR="001513FB" w:rsidRPr="000E2E66" w:rsidRDefault="001513FB" w:rsidP="001513FB">
            <w:r w:rsidRPr="000E2E66">
              <w:t>AA4, AB4, AC1, AD1, AE1, AF1, AG1, AH1, AL1, AM1, AN1, BA4,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-12</w:t>
            </w:r>
          </w:p>
        </w:tc>
        <w:tc>
          <w:tcPr>
            <w:tcW w:w="651" w:type="pct"/>
            <w:vAlign w:val="center"/>
          </w:tcPr>
          <w:p w:rsidR="001513FB" w:rsidRPr="00752EE1" w:rsidRDefault="001513FB" w:rsidP="001513FB">
            <w:pPr>
              <w:jc w:val="left"/>
              <w:rPr>
                <w:highlight w:val="yellow"/>
              </w:rPr>
            </w:pPr>
          </w:p>
        </w:tc>
      </w:tr>
      <w:tr w:rsidR="001513FB" w:rsidRPr="00752EE1" w:rsidTr="002B1E53">
        <w:trPr>
          <w:trHeight w:val="454"/>
        </w:trPr>
        <w:tc>
          <w:tcPr>
            <w:tcW w:w="551" w:type="pct"/>
            <w:vMerge/>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1.10</w:t>
            </w:r>
          </w:p>
        </w:tc>
        <w:tc>
          <w:tcPr>
            <w:tcW w:w="1123" w:type="pct"/>
            <w:vAlign w:val="center"/>
          </w:tcPr>
          <w:p w:rsidR="001513FB" w:rsidRPr="00752EE1" w:rsidRDefault="001513FB" w:rsidP="001513FB">
            <w:pPr>
              <w:jc w:val="left"/>
            </w:pPr>
            <w:r w:rsidRPr="00752EE1">
              <w:t>schodiště</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15</w:t>
            </w:r>
          </w:p>
        </w:tc>
        <w:tc>
          <w:tcPr>
            <w:tcW w:w="651" w:type="pct"/>
            <w:vAlign w:val="center"/>
          </w:tcPr>
          <w:p w:rsidR="001513FB" w:rsidRPr="00752EE1" w:rsidRDefault="001513FB" w:rsidP="001513FB">
            <w:pPr>
              <w:jc w:val="left"/>
              <w:rPr>
                <w:highlight w:val="yellow"/>
              </w:rPr>
            </w:pPr>
          </w:p>
        </w:tc>
      </w:tr>
      <w:tr w:rsidR="001513FB" w:rsidRPr="00752EE1" w:rsidTr="002B1E53">
        <w:trPr>
          <w:trHeight w:val="454"/>
        </w:trPr>
        <w:tc>
          <w:tcPr>
            <w:tcW w:w="551" w:type="pct"/>
            <w:vMerge/>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1.11</w:t>
            </w:r>
          </w:p>
        </w:tc>
        <w:tc>
          <w:tcPr>
            <w:tcW w:w="1123" w:type="pct"/>
            <w:vAlign w:val="center"/>
          </w:tcPr>
          <w:p w:rsidR="001513FB" w:rsidRPr="00752EE1" w:rsidRDefault="001513FB" w:rsidP="001513FB">
            <w:pPr>
              <w:jc w:val="left"/>
            </w:pPr>
            <w:r w:rsidRPr="00752EE1">
              <w:t>předsíň</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15</w:t>
            </w:r>
          </w:p>
        </w:tc>
        <w:tc>
          <w:tcPr>
            <w:tcW w:w="651" w:type="pct"/>
            <w:vAlign w:val="center"/>
          </w:tcPr>
          <w:p w:rsidR="001513FB" w:rsidRPr="00752EE1" w:rsidRDefault="001513FB" w:rsidP="001513FB">
            <w:pPr>
              <w:jc w:val="left"/>
              <w:rPr>
                <w:highlight w:val="yellow"/>
              </w:rPr>
            </w:pPr>
          </w:p>
        </w:tc>
      </w:tr>
      <w:tr w:rsidR="001513FB" w:rsidRPr="00752EE1" w:rsidTr="002B1E53">
        <w:trPr>
          <w:trHeight w:val="454"/>
        </w:trPr>
        <w:tc>
          <w:tcPr>
            <w:tcW w:w="551" w:type="pct"/>
            <w:vMerge/>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1.12</w:t>
            </w:r>
          </w:p>
        </w:tc>
        <w:tc>
          <w:tcPr>
            <w:tcW w:w="1123" w:type="pct"/>
            <w:vAlign w:val="center"/>
          </w:tcPr>
          <w:p w:rsidR="001513FB" w:rsidRPr="00752EE1" w:rsidRDefault="001513FB" w:rsidP="001513FB">
            <w:pPr>
              <w:jc w:val="left"/>
            </w:pPr>
            <w:r w:rsidRPr="00752EE1">
              <w:t>úklidová místnost</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15</w:t>
            </w:r>
          </w:p>
        </w:tc>
        <w:tc>
          <w:tcPr>
            <w:tcW w:w="651" w:type="pct"/>
            <w:vAlign w:val="center"/>
          </w:tcPr>
          <w:p w:rsidR="001513FB" w:rsidRPr="00752EE1" w:rsidRDefault="001513FB" w:rsidP="001513FB">
            <w:pPr>
              <w:jc w:val="left"/>
              <w:rPr>
                <w:highlight w:val="yellow"/>
              </w:rPr>
            </w:pPr>
          </w:p>
        </w:tc>
      </w:tr>
      <w:tr w:rsidR="001513FB" w:rsidRPr="00752EE1" w:rsidTr="002B1E53">
        <w:trPr>
          <w:trHeight w:val="454"/>
        </w:trPr>
        <w:tc>
          <w:tcPr>
            <w:tcW w:w="551" w:type="pct"/>
            <w:vMerge/>
          </w:tcPr>
          <w:p w:rsidR="001513FB" w:rsidRPr="00752EE1" w:rsidRDefault="001513FB" w:rsidP="001513FB"/>
        </w:tc>
        <w:tc>
          <w:tcPr>
            <w:tcW w:w="375" w:type="pct"/>
            <w:vMerge w:val="restart"/>
            <w:vAlign w:val="center"/>
          </w:tcPr>
          <w:p w:rsidR="001513FB" w:rsidRPr="00752EE1" w:rsidRDefault="001513FB" w:rsidP="001513FB">
            <w:r w:rsidRPr="00752EE1">
              <w:t>2NP</w:t>
            </w:r>
          </w:p>
        </w:tc>
        <w:tc>
          <w:tcPr>
            <w:tcW w:w="478" w:type="pct"/>
            <w:vAlign w:val="center"/>
          </w:tcPr>
          <w:p w:rsidR="001513FB" w:rsidRPr="00752EE1" w:rsidRDefault="001513FB" w:rsidP="001513FB">
            <w:r w:rsidRPr="00752EE1">
              <w:t>2.11</w:t>
            </w:r>
          </w:p>
        </w:tc>
        <w:tc>
          <w:tcPr>
            <w:tcW w:w="1123" w:type="pct"/>
            <w:vAlign w:val="center"/>
          </w:tcPr>
          <w:p w:rsidR="001513FB" w:rsidRPr="00752EE1" w:rsidRDefault="001513FB" w:rsidP="001513FB">
            <w:r w:rsidRPr="00752EE1">
              <w:t>schodiště</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15</w:t>
            </w:r>
          </w:p>
        </w:tc>
        <w:tc>
          <w:tcPr>
            <w:tcW w:w="651" w:type="pct"/>
            <w:vAlign w:val="center"/>
          </w:tcPr>
          <w:p w:rsidR="001513FB" w:rsidRPr="00752EE1" w:rsidRDefault="001513FB" w:rsidP="001513FB"/>
        </w:tc>
      </w:tr>
      <w:tr w:rsidR="001513FB" w:rsidRPr="00752EE1" w:rsidTr="002B1E53">
        <w:trPr>
          <w:trHeight w:val="454"/>
        </w:trPr>
        <w:tc>
          <w:tcPr>
            <w:tcW w:w="551" w:type="pct"/>
            <w:vMerge/>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2.12</w:t>
            </w:r>
          </w:p>
        </w:tc>
        <w:tc>
          <w:tcPr>
            <w:tcW w:w="1123" w:type="pct"/>
            <w:vAlign w:val="center"/>
          </w:tcPr>
          <w:p w:rsidR="001513FB" w:rsidRPr="00752EE1" w:rsidRDefault="001513FB" w:rsidP="001513FB">
            <w:r w:rsidRPr="00752EE1">
              <w:t>výstavní síň 1</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2.13</w:t>
            </w:r>
          </w:p>
        </w:tc>
        <w:tc>
          <w:tcPr>
            <w:tcW w:w="1123" w:type="pct"/>
            <w:vAlign w:val="center"/>
          </w:tcPr>
          <w:p w:rsidR="001513FB" w:rsidRPr="00752EE1" w:rsidRDefault="001513FB" w:rsidP="001513FB">
            <w:r w:rsidRPr="00752EE1">
              <w:t>výstavní síň 2</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2.14</w:t>
            </w:r>
          </w:p>
        </w:tc>
        <w:tc>
          <w:tcPr>
            <w:tcW w:w="1123" w:type="pct"/>
            <w:vAlign w:val="center"/>
          </w:tcPr>
          <w:p w:rsidR="001513FB" w:rsidRPr="00752EE1" w:rsidRDefault="001513FB" w:rsidP="001513FB">
            <w:r w:rsidRPr="00752EE1">
              <w:t>výstavní síň 3</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2.15</w:t>
            </w:r>
          </w:p>
        </w:tc>
        <w:tc>
          <w:tcPr>
            <w:tcW w:w="1123" w:type="pct"/>
            <w:vAlign w:val="center"/>
          </w:tcPr>
          <w:p w:rsidR="001513FB" w:rsidRPr="00752EE1" w:rsidRDefault="001513FB" w:rsidP="001513FB">
            <w:r w:rsidRPr="00752EE1">
              <w:t>předsíň</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18</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2.16</w:t>
            </w:r>
          </w:p>
        </w:tc>
        <w:tc>
          <w:tcPr>
            <w:tcW w:w="1123" w:type="pct"/>
            <w:vAlign w:val="center"/>
          </w:tcPr>
          <w:p w:rsidR="001513FB" w:rsidRPr="00752EE1" w:rsidRDefault="001513FB" w:rsidP="001513FB">
            <w:r w:rsidRPr="00752EE1">
              <w:t>WC</w:t>
            </w:r>
          </w:p>
        </w:tc>
        <w:tc>
          <w:tcPr>
            <w:tcW w:w="1085" w:type="pct"/>
            <w:vAlign w:val="center"/>
          </w:tcPr>
          <w:p w:rsidR="001513FB" w:rsidRPr="00752EE1" w:rsidRDefault="001513FB" w:rsidP="001513FB">
            <w:pPr>
              <w:rPr>
                <w:highlight w:val="green"/>
              </w:rPr>
            </w:pPr>
            <w:r w:rsidRPr="00752EE1">
              <w:t>AA5, AB5, AC1, AD1, AE1, AF1, AG1, AH1, AL1, AM1, AN1, BA1, BC2, BD1, BE1, CA1, CB1, dle 7-701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tcPr>
          <w:p w:rsidR="001513FB" w:rsidRPr="00752EE1" w:rsidRDefault="001513FB" w:rsidP="001513FB"/>
        </w:tc>
        <w:tc>
          <w:tcPr>
            <w:tcW w:w="375" w:type="pct"/>
            <w:vMerge w:val="restart"/>
            <w:vAlign w:val="center"/>
          </w:tcPr>
          <w:p w:rsidR="001513FB" w:rsidRPr="00752EE1" w:rsidRDefault="001513FB" w:rsidP="001513FB">
            <w:r w:rsidRPr="00752EE1">
              <w:t>3NP</w:t>
            </w:r>
          </w:p>
        </w:tc>
        <w:tc>
          <w:tcPr>
            <w:tcW w:w="478" w:type="pct"/>
            <w:vAlign w:val="center"/>
          </w:tcPr>
          <w:p w:rsidR="001513FB" w:rsidRPr="00752EE1" w:rsidRDefault="001513FB" w:rsidP="001513FB">
            <w:r w:rsidRPr="00752EE1">
              <w:t>3.01</w:t>
            </w:r>
          </w:p>
        </w:tc>
        <w:tc>
          <w:tcPr>
            <w:tcW w:w="1123" w:type="pct"/>
            <w:vAlign w:val="center"/>
          </w:tcPr>
          <w:p w:rsidR="001513FB" w:rsidRPr="00752EE1" w:rsidRDefault="001513FB" w:rsidP="001513FB">
            <w:r w:rsidRPr="00752EE1">
              <w:t>schodiště</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15</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3.02</w:t>
            </w:r>
          </w:p>
        </w:tc>
        <w:tc>
          <w:tcPr>
            <w:tcW w:w="1123" w:type="pct"/>
            <w:vAlign w:val="center"/>
          </w:tcPr>
          <w:p w:rsidR="001513FB" w:rsidRPr="00752EE1" w:rsidRDefault="001513FB" w:rsidP="001513FB">
            <w:r w:rsidRPr="00752EE1">
              <w:t>výstavní síň 1</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3.03</w:t>
            </w:r>
          </w:p>
        </w:tc>
        <w:tc>
          <w:tcPr>
            <w:tcW w:w="1123" w:type="pct"/>
            <w:vAlign w:val="center"/>
          </w:tcPr>
          <w:p w:rsidR="001513FB" w:rsidRPr="00752EE1" w:rsidRDefault="001513FB" w:rsidP="001513FB">
            <w:r w:rsidRPr="00752EE1">
              <w:t>výstavní síň 2</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3.04</w:t>
            </w:r>
          </w:p>
        </w:tc>
        <w:tc>
          <w:tcPr>
            <w:tcW w:w="1123" w:type="pct"/>
            <w:vAlign w:val="center"/>
          </w:tcPr>
          <w:p w:rsidR="001513FB" w:rsidRPr="00752EE1" w:rsidRDefault="001513FB" w:rsidP="001513FB">
            <w:r w:rsidRPr="00752EE1">
              <w:t>výstavní síň 3</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3.05</w:t>
            </w:r>
          </w:p>
        </w:tc>
        <w:tc>
          <w:tcPr>
            <w:tcW w:w="1123" w:type="pct"/>
            <w:vAlign w:val="center"/>
          </w:tcPr>
          <w:p w:rsidR="001513FB" w:rsidRPr="00752EE1" w:rsidRDefault="001513FB" w:rsidP="001513FB">
            <w:r w:rsidRPr="00752EE1">
              <w:t>předsíň</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18</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3.06</w:t>
            </w:r>
          </w:p>
        </w:tc>
        <w:tc>
          <w:tcPr>
            <w:tcW w:w="1123" w:type="pct"/>
            <w:vAlign w:val="center"/>
          </w:tcPr>
          <w:p w:rsidR="001513FB" w:rsidRPr="00752EE1" w:rsidRDefault="001513FB" w:rsidP="001513FB">
            <w:r w:rsidRPr="00752EE1">
              <w:t>WC</w:t>
            </w:r>
          </w:p>
        </w:tc>
        <w:tc>
          <w:tcPr>
            <w:tcW w:w="1085" w:type="pct"/>
            <w:vAlign w:val="center"/>
          </w:tcPr>
          <w:p w:rsidR="001513FB" w:rsidRPr="00752EE1" w:rsidRDefault="001513FB" w:rsidP="001513FB">
            <w:pPr>
              <w:rPr>
                <w:highlight w:val="green"/>
              </w:rPr>
            </w:pPr>
            <w:r w:rsidRPr="00752EE1">
              <w:t>AA5, AB5, AC1, AD1, AE1, AF1, AG1, AH1, AL1, AM1, AN1, BA1, BC2, BD1, BE1, CA1, CB1, dle 7-701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tcPr>
          <w:p w:rsidR="001513FB" w:rsidRPr="00752EE1" w:rsidRDefault="001513FB" w:rsidP="001513FB"/>
        </w:tc>
        <w:tc>
          <w:tcPr>
            <w:tcW w:w="375" w:type="pct"/>
            <w:vMerge w:val="restart"/>
            <w:vAlign w:val="center"/>
          </w:tcPr>
          <w:p w:rsidR="001513FB" w:rsidRPr="00752EE1" w:rsidRDefault="001513FB" w:rsidP="001513FB">
            <w:r w:rsidRPr="00752EE1">
              <w:t>4NP</w:t>
            </w:r>
          </w:p>
        </w:tc>
        <w:tc>
          <w:tcPr>
            <w:tcW w:w="478" w:type="pct"/>
            <w:vAlign w:val="center"/>
          </w:tcPr>
          <w:p w:rsidR="001513FB" w:rsidRPr="00752EE1" w:rsidRDefault="001513FB" w:rsidP="001513FB">
            <w:r w:rsidRPr="00752EE1">
              <w:t>4.01</w:t>
            </w:r>
          </w:p>
        </w:tc>
        <w:tc>
          <w:tcPr>
            <w:tcW w:w="1123" w:type="pct"/>
            <w:vAlign w:val="center"/>
          </w:tcPr>
          <w:p w:rsidR="001513FB" w:rsidRPr="00752EE1" w:rsidRDefault="001513FB" w:rsidP="001513FB">
            <w:r w:rsidRPr="00752EE1">
              <w:t>schodiště</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15</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4.02</w:t>
            </w:r>
          </w:p>
        </w:tc>
        <w:tc>
          <w:tcPr>
            <w:tcW w:w="1123" w:type="pct"/>
            <w:vAlign w:val="center"/>
          </w:tcPr>
          <w:p w:rsidR="001513FB" w:rsidRPr="00752EE1" w:rsidRDefault="001513FB" w:rsidP="001513FB">
            <w:r w:rsidRPr="00752EE1">
              <w:t>výstavní síň 1</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4.03</w:t>
            </w:r>
          </w:p>
        </w:tc>
        <w:tc>
          <w:tcPr>
            <w:tcW w:w="1123" w:type="pct"/>
            <w:vAlign w:val="center"/>
          </w:tcPr>
          <w:p w:rsidR="001513FB" w:rsidRPr="00752EE1" w:rsidRDefault="001513FB" w:rsidP="001513FB">
            <w:r w:rsidRPr="00752EE1">
              <w:t>výstavní síň 2</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4.04</w:t>
            </w:r>
          </w:p>
        </w:tc>
        <w:tc>
          <w:tcPr>
            <w:tcW w:w="1123" w:type="pct"/>
            <w:vAlign w:val="center"/>
          </w:tcPr>
          <w:p w:rsidR="001513FB" w:rsidRPr="00752EE1" w:rsidRDefault="001513FB" w:rsidP="001513FB">
            <w:r w:rsidRPr="00752EE1">
              <w:t>výstavní síň 3</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4.05</w:t>
            </w:r>
          </w:p>
        </w:tc>
        <w:tc>
          <w:tcPr>
            <w:tcW w:w="1123" w:type="pct"/>
            <w:vAlign w:val="center"/>
          </w:tcPr>
          <w:p w:rsidR="001513FB" w:rsidRPr="00752EE1" w:rsidRDefault="001513FB" w:rsidP="001513FB">
            <w:r w:rsidRPr="00752EE1">
              <w:t>předsíň</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18</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4.06</w:t>
            </w:r>
          </w:p>
        </w:tc>
        <w:tc>
          <w:tcPr>
            <w:tcW w:w="1123" w:type="pct"/>
            <w:vAlign w:val="center"/>
          </w:tcPr>
          <w:p w:rsidR="001513FB" w:rsidRPr="00752EE1" w:rsidRDefault="001513FB" w:rsidP="001513FB">
            <w:r w:rsidRPr="00752EE1">
              <w:t>WC</w:t>
            </w:r>
          </w:p>
        </w:tc>
        <w:tc>
          <w:tcPr>
            <w:tcW w:w="1085" w:type="pct"/>
            <w:vAlign w:val="center"/>
          </w:tcPr>
          <w:p w:rsidR="001513FB" w:rsidRPr="00752EE1" w:rsidRDefault="001513FB" w:rsidP="001513FB">
            <w:pPr>
              <w:rPr>
                <w:highlight w:val="green"/>
              </w:rPr>
            </w:pPr>
            <w:r w:rsidRPr="00752EE1">
              <w:t>AA5, AB5, AC1, AD1, AE1, AF1, AG1, AH1, AL1, AM1, AN1, BA1, BC2, BD1, BE1, CA1, CB1, dle 7-701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restart"/>
            <w:vAlign w:val="center"/>
          </w:tcPr>
          <w:p w:rsidR="001513FB" w:rsidRPr="00752EE1" w:rsidRDefault="001513FB" w:rsidP="001513FB">
            <w:r w:rsidRPr="00752EE1">
              <w:t>5NP</w:t>
            </w:r>
          </w:p>
        </w:tc>
        <w:tc>
          <w:tcPr>
            <w:tcW w:w="478" w:type="pct"/>
            <w:vAlign w:val="center"/>
          </w:tcPr>
          <w:p w:rsidR="001513FB" w:rsidRPr="00752EE1" w:rsidRDefault="001513FB" w:rsidP="001513FB">
            <w:r w:rsidRPr="00752EE1">
              <w:t>5.01</w:t>
            </w:r>
          </w:p>
        </w:tc>
        <w:tc>
          <w:tcPr>
            <w:tcW w:w="1123" w:type="pct"/>
            <w:vAlign w:val="center"/>
          </w:tcPr>
          <w:p w:rsidR="001513FB" w:rsidRPr="00752EE1" w:rsidRDefault="001513FB" w:rsidP="001513FB">
            <w:r w:rsidRPr="00752EE1">
              <w:t>schodiště</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15</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5.02</w:t>
            </w:r>
          </w:p>
        </w:tc>
        <w:tc>
          <w:tcPr>
            <w:tcW w:w="1123" w:type="pct"/>
            <w:vAlign w:val="center"/>
          </w:tcPr>
          <w:p w:rsidR="001513FB" w:rsidRPr="00752EE1" w:rsidRDefault="001513FB" w:rsidP="001513FB">
            <w:r w:rsidRPr="00752EE1">
              <w:t>výstavní síň 1</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5.03</w:t>
            </w:r>
          </w:p>
        </w:tc>
        <w:tc>
          <w:tcPr>
            <w:tcW w:w="1123" w:type="pct"/>
            <w:vAlign w:val="center"/>
          </w:tcPr>
          <w:p w:rsidR="001513FB" w:rsidRPr="00752EE1" w:rsidRDefault="001513FB" w:rsidP="001513FB">
            <w:r w:rsidRPr="00752EE1">
              <w:t>výstavní síň 2</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5.04</w:t>
            </w:r>
          </w:p>
        </w:tc>
        <w:tc>
          <w:tcPr>
            <w:tcW w:w="1123" w:type="pct"/>
            <w:vAlign w:val="center"/>
          </w:tcPr>
          <w:p w:rsidR="001513FB" w:rsidRPr="00752EE1" w:rsidRDefault="001513FB" w:rsidP="001513FB">
            <w:r w:rsidRPr="00752EE1">
              <w:t>výstavní síň 3</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5.05</w:t>
            </w:r>
          </w:p>
        </w:tc>
        <w:tc>
          <w:tcPr>
            <w:tcW w:w="1123" w:type="pct"/>
            <w:vAlign w:val="center"/>
          </w:tcPr>
          <w:p w:rsidR="001513FB" w:rsidRPr="00752EE1" w:rsidRDefault="001513FB" w:rsidP="001513FB">
            <w:r w:rsidRPr="00752EE1">
              <w:t>předsíň</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18</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5.06</w:t>
            </w:r>
          </w:p>
        </w:tc>
        <w:tc>
          <w:tcPr>
            <w:tcW w:w="1123" w:type="pct"/>
            <w:vAlign w:val="center"/>
          </w:tcPr>
          <w:p w:rsidR="001513FB" w:rsidRPr="00752EE1" w:rsidRDefault="001513FB" w:rsidP="001513FB">
            <w:r w:rsidRPr="00752EE1">
              <w:t>WC</w:t>
            </w:r>
          </w:p>
        </w:tc>
        <w:tc>
          <w:tcPr>
            <w:tcW w:w="1085" w:type="pct"/>
            <w:vAlign w:val="center"/>
          </w:tcPr>
          <w:p w:rsidR="001513FB" w:rsidRPr="00752EE1" w:rsidRDefault="001513FB" w:rsidP="001513FB">
            <w:pPr>
              <w:rPr>
                <w:highlight w:val="green"/>
              </w:rPr>
            </w:pPr>
            <w:r w:rsidRPr="00752EE1">
              <w:t>AA5, AB5, AC1, AD1, AE1, AF1, AG1, AH1, AL1, AM1, AN1, BA1, BC2, BD1, BE1, CA1, CB1, dle 7-701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restart"/>
            <w:vAlign w:val="center"/>
          </w:tcPr>
          <w:p w:rsidR="001513FB" w:rsidRPr="00752EE1" w:rsidRDefault="001513FB" w:rsidP="001513FB">
            <w:r w:rsidRPr="00752EE1">
              <w:t>6NP</w:t>
            </w:r>
          </w:p>
        </w:tc>
        <w:tc>
          <w:tcPr>
            <w:tcW w:w="478" w:type="pct"/>
            <w:vAlign w:val="center"/>
          </w:tcPr>
          <w:p w:rsidR="001513FB" w:rsidRPr="00752EE1" w:rsidRDefault="001513FB" w:rsidP="001513FB">
            <w:r w:rsidRPr="00752EE1">
              <w:t>6.01</w:t>
            </w:r>
          </w:p>
        </w:tc>
        <w:tc>
          <w:tcPr>
            <w:tcW w:w="1123" w:type="pct"/>
            <w:vAlign w:val="center"/>
          </w:tcPr>
          <w:p w:rsidR="001513FB" w:rsidRPr="00752EE1" w:rsidRDefault="001513FB" w:rsidP="001513FB">
            <w:r w:rsidRPr="00752EE1">
              <w:t>chodba</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15</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6.02</w:t>
            </w:r>
          </w:p>
        </w:tc>
        <w:tc>
          <w:tcPr>
            <w:tcW w:w="1123" w:type="pct"/>
            <w:vAlign w:val="center"/>
          </w:tcPr>
          <w:p w:rsidR="001513FB" w:rsidRPr="00752EE1" w:rsidRDefault="001513FB" w:rsidP="001513FB">
            <w:r w:rsidRPr="00752EE1">
              <w:t>výstavní síň 1</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6.03</w:t>
            </w:r>
          </w:p>
        </w:tc>
        <w:tc>
          <w:tcPr>
            <w:tcW w:w="1123" w:type="pct"/>
            <w:vAlign w:val="center"/>
          </w:tcPr>
          <w:p w:rsidR="001513FB" w:rsidRPr="00752EE1" w:rsidRDefault="001513FB" w:rsidP="001513FB">
            <w:r w:rsidRPr="00752EE1">
              <w:t>výstavní síň 2</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6.04</w:t>
            </w:r>
          </w:p>
        </w:tc>
        <w:tc>
          <w:tcPr>
            <w:tcW w:w="1123" w:type="pct"/>
            <w:vAlign w:val="center"/>
          </w:tcPr>
          <w:p w:rsidR="001513FB" w:rsidRPr="00752EE1" w:rsidRDefault="001513FB" w:rsidP="001513FB">
            <w:r w:rsidRPr="00752EE1">
              <w:t>výstavní síň 3</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20</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6.05</w:t>
            </w:r>
          </w:p>
        </w:tc>
        <w:tc>
          <w:tcPr>
            <w:tcW w:w="1123" w:type="pct"/>
            <w:vAlign w:val="center"/>
          </w:tcPr>
          <w:p w:rsidR="001513FB" w:rsidRPr="00752EE1" w:rsidRDefault="001513FB" w:rsidP="001513FB">
            <w:r w:rsidRPr="00752EE1">
              <w:t>tech. místnost hodiny</w:t>
            </w:r>
          </w:p>
        </w:tc>
        <w:tc>
          <w:tcPr>
            <w:tcW w:w="1085" w:type="pct"/>
            <w:vAlign w:val="center"/>
          </w:tcPr>
          <w:p w:rsidR="001513FB" w:rsidRPr="00752EE1" w:rsidRDefault="001513FB" w:rsidP="001513FB">
            <w:pPr>
              <w:rPr>
                <w:highlight w:val="green"/>
              </w:rPr>
            </w:pPr>
            <w:r w:rsidRPr="00752EE1">
              <w:t>AA5, AB5,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15</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restart"/>
            <w:vAlign w:val="center"/>
          </w:tcPr>
          <w:p w:rsidR="001513FB" w:rsidRPr="00752EE1" w:rsidRDefault="001513FB" w:rsidP="001513FB">
            <w:r w:rsidRPr="00752EE1">
              <w:t>7NP</w:t>
            </w:r>
          </w:p>
        </w:tc>
        <w:tc>
          <w:tcPr>
            <w:tcW w:w="478" w:type="pct"/>
            <w:vAlign w:val="center"/>
          </w:tcPr>
          <w:p w:rsidR="001513FB" w:rsidRPr="00752EE1" w:rsidRDefault="001513FB" w:rsidP="001513FB">
            <w:r w:rsidRPr="00752EE1">
              <w:t>7.01</w:t>
            </w:r>
          </w:p>
        </w:tc>
        <w:tc>
          <w:tcPr>
            <w:tcW w:w="1123" w:type="pct"/>
            <w:vAlign w:val="center"/>
          </w:tcPr>
          <w:p w:rsidR="001513FB" w:rsidRPr="003F4184" w:rsidRDefault="001513FB" w:rsidP="001513FB">
            <w:r w:rsidRPr="003F4184">
              <w:t>galerie – 1. úroveň</w:t>
            </w:r>
          </w:p>
        </w:tc>
        <w:tc>
          <w:tcPr>
            <w:tcW w:w="1085" w:type="pct"/>
            <w:vAlign w:val="center"/>
          </w:tcPr>
          <w:p w:rsidR="001513FB" w:rsidRPr="003F4184" w:rsidRDefault="001513FB" w:rsidP="001513FB">
            <w:r w:rsidRPr="003F4184">
              <w:t>AA8, AB8,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-12</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vMerge/>
            <w:vAlign w:val="center"/>
          </w:tcPr>
          <w:p w:rsidR="001513FB" w:rsidRPr="00752EE1" w:rsidRDefault="001513FB" w:rsidP="001513FB"/>
        </w:tc>
        <w:tc>
          <w:tcPr>
            <w:tcW w:w="375" w:type="pct"/>
            <w:vMerge/>
            <w:vAlign w:val="center"/>
          </w:tcPr>
          <w:p w:rsidR="001513FB" w:rsidRPr="00752EE1" w:rsidRDefault="001513FB" w:rsidP="001513FB"/>
        </w:tc>
        <w:tc>
          <w:tcPr>
            <w:tcW w:w="478" w:type="pct"/>
            <w:vAlign w:val="center"/>
          </w:tcPr>
          <w:p w:rsidR="001513FB" w:rsidRPr="00752EE1" w:rsidRDefault="001513FB" w:rsidP="001513FB">
            <w:r w:rsidRPr="00752EE1">
              <w:t>7.02</w:t>
            </w:r>
          </w:p>
        </w:tc>
        <w:tc>
          <w:tcPr>
            <w:tcW w:w="1123" w:type="pct"/>
            <w:vAlign w:val="center"/>
          </w:tcPr>
          <w:p w:rsidR="001513FB" w:rsidRPr="003F4184" w:rsidRDefault="001513FB" w:rsidP="001513FB">
            <w:r w:rsidRPr="003F4184">
              <w:t>galerie – 2. úroveň</w:t>
            </w:r>
          </w:p>
        </w:tc>
        <w:tc>
          <w:tcPr>
            <w:tcW w:w="1085" w:type="pct"/>
            <w:vAlign w:val="center"/>
          </w:tcPr>
          <w:p w:rsidR="001513FB" w:rsidRPr="003F4184" w:rsidRDefault="001513FB" w:rsidP="001513FB">
            <w:r w:rsidRPr="003F4184">
              <w:t>AA8, AB8, AC1, AD1, AE1, AF1, AG1, AH1, AL1, AM1, AN1, BA1, BC2,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-12</w:t>
            </w:r>
          </w:p>
        </w:tc>
        <w:tc>
          <w:tcPr>
            <w:tcW w:w="651" w:type="pct"/>
            <w:vAlign w:val="center"/>
          </w:tcPr>
          <w:p w:rsidR="001513FB" w:rsidRPr="00752EE1" w:rsidRDefault="001513FB" w:rsidP="001513FB">
            <w:pPr>
              <w:jc w:val="left"/>
            </w:pPr>
          </w:p>
        </w:tc>
      </w:tr>
      <w:tr w:rsidR="001513FB" w:rsidRPr="00752EE1" w:rsidTr="002B1E53">
        <w:trPr>
          <w:trHeight w:val="454"/>
        </w:trPr>
        <w:tc>
          <w:tcPr>
            <w:tcW w:w="551" w:type="pct"/>
          </w:tcPr>
          <w:p w:rsidR="001513FB" w:rsidRPr="00752EE1" w:rsidRDefault="001513FB" w:rsidP="001513FB">
            <w:r w:rsidRPr="00752EE1">
              <w:t>SO 07 vodovod</w:t>
            </w:r>
          </w:p>
        </w:tc>
        <w:tc>
          <w:tcPr>
            <w:tcW w:w="375" w:type="pct"/>
            <w:vAlign w:val="center"/>
          </w:tcPr>
          <w:p w:rsidR="001513FB" w:rsidRPr="00752EE1" w:rsidRDefault="001513FB" w:rsidP="001513FB"/>
        </w:tc>
        <w:tc>
          <w:tcPr>
            <w:tcW w:w="478" w:type="pct"/>
            <w:vAlign w:val="center"/>
          </w:tcPr>
          <w:p w:rsidR="001513FB" w:rsidRPr="00752EE1" w:rsidRDefault="001513FB" w:rsidP="001513FB"/>
        </w:tc>
        <w:tc>
          <w:tcPr>
            <w:tcW w:w="1123" w:type="pct"/>
            <w:vAlign w:val="center"/>
          </w:tcPr>
          <w:p w:rsidR="001513FB" w:rsidRPr="00752EE1" w:rsidRDefault="001513FB" w:rsidP="001513FB">
            <w:r w:rsidRPr="00752EE1">
              <w:t>Armaturní šachta</w:t>
            </w:r>
          </w:p>
        </w:tc>
        <w:tc>
          <w:tcPr>
            <w:tcW w:w="1085" w:type="pct"/>
            <w:vAlign w:val="center"/>
          </w:tcPr>
          <w:p w:rsidR="001513FB" w:rsidRPr="00752EE1" w:rsidRDefault="001513FB" w:rsidP="001513FB">
            <w:pPr>
              <w:rPr>
                <w:highlight w:val="green"/>
              </w:rPr>
            </w:pPr>
            <w:r w:rsidRPr="00752EE1">
              <w:t>AA5, AB4, AC1, AD1, AE1, AF1, AG1, AH1, AL1, AM1, AN1, BA4, BC3, BD1, BE1, CA1, CB1</w:t>
            </w:r>
          </w:p>
        </w:tc>
        <w:tc>
          <w:tcPr>
            <w:tcW w:w="369" w:type="pct"/>
            <w:vAlign w:val="center"/>
          </w:tcPr>
          <w:p w:rsidR="001513FB" w:rsidRPr="00752EE1" w:rsidRDefault="001513FB" w:rsidP="001513FB">
            <w:r w:rsidRPr="00752EE1">
              <w:t>PB</w:t>
            </w:r>
          </w:p>
        </w:tc>
        <w:tc>
          <w:tcPr>
            <w:tcW w:w="369" w:type="pct"/>
            <w:vAlign w:val="center"/>
          </w:tcPr>
          <w:p w:rsidR="001513FB" w:rsidRPr="00752EE1" w:rsidRDefault="001513FB" w:rsidP="001513FB">
            <w:r w:rsidRPr="00752EE1">
              <w:t>N</w:t>
            </w:r>
          </w:p>
        </w:tc>
        <w:tc>
          <w:tcPr>
            <w:tcW w:w="651" w:type="pct"/>
            <w:vAlign w:val="center"/>
          </w:tcPr>
          <w:p w:rsidR="001513FB" w:rsidRPr="00752EE1" w:rsidRDefault="001513FB" w:rsidP="001513FB">
            <w:pPr>
              <w:jc w:val="left"/>
            </w:pPr>
            <w:r w:rsidRPr="00752EE1">
              <w:t>ne</w:t>
            </w:r>
          </w:p>
        </w:tc>
      </w:tr>
      <w:tr w:rsidR="001513FB" w:rsidRPr="00752EE1" w:rsidTr="002B1E53">
        <w:trPr>
          <w:trHeight w:val="454"/>
        </w:trPr>
        <w:tc>
          <w:tcPr>
            <w:tcW w:w="926" w:type="pct"/>
            <w:gridSpan w:val="2"/>
          </w:tcPr>
          <w:p w:rsidR="001513FB" w:rsidRPr="00752EE1" w:rsidRDefault="001513FB" w:rsidP="001513FB">
            <w:pPr>
              <w:jc w:val="left"/>
            </w:pPr>
            <w:r w:rsidRPr="00752EE1">
              <w:t>Venkovní prostředí všeobecně</w:t>
            </w:r>
          </w:p>
        </w:tc>
        <w:tc>
          <w:tcPr>
            <w:tcW w:w="478" w:type="pct"/>
            <w:vAlign w:val="center"/>
          </w:tcPr>
          <w:p w:rsidR="001513FB" w:rsidRPr="00752EE1" w:rsidRDefault="001513FB" w:rsidP="001513FB"/>
        </w:tc>
        <w:tc>
          <w:tcPr>
            <w:tcW w:w="1123" w:type="pct"/>
            <w:vAlign w:val="center"/>
          </w:tcPr>
          <w:p w:rsidR="001513FB" w:rsidRPr="00752EE1" w:rsidRDefault="001513FB" w:rsidP="001513FB"/>
        </w:tc>
        <w:tc>
          <w:tcPr>
            <w:tcW w:w="1085" w:type="pct"/>
            <w:vAlign w:val="center"/>
          </w:tcPr>
          <w:p w:rsidR="001513FB" w:rsidRPr="00752EE1" w:rsidRDefault="001513FB" w:rsidP="001513FB">
            <w:r w:rsidRPr="00752EE1">
              <w:t>AA8, AB8, AC1, AD1, AE1, AF2, AG1, AH1, AL1, AM1, AN2, BA1, BC2, BD1, BE1, CA1, CB1</w:t>
            </w:r>
          </w:p>
        </w:tc>
        <w:tc>
          <w:tcPr>
            <w:tcW w:w="369" w:type="pct"/>
            <w:vAlign w:val="center"/>
          </w:tcPr>
          <w:p w:rsidR="001513FB" w:rsidRPr="00752EE1" w:rsidRDefault="001513FB" w:rsidP="001513FB">
            <w:pPr>
              <w:keepNext/>
            </w:pPr>
            <w:r w:rsidRPr="00752EE1">
              <w:t>PB</w:t>
            </w:r>
          </w:p>
        </w:tc>
        <w:tc>
          <w:tcPr>
            <w:tcW w:w="369" w:type="pct"/>
            <w:vAlign w:val="center"/>
          </w:tcPr>
          <w:p w:rsidR="001513FB" w:rsidRPr="00752EE1" w:rsidRDefault="001513FB" w:rsidP="001513FB"/>
        </w:tc>
        <w:tc>
          <w:tcPr>
            <w:tcW w:w="651" w:type="pct"/>
            <w:vAlign w:val="center"/>
          </w:tcPr>
          <w:p w:rsidR="001513FB" w:rsidRPr="00752EE1" w:rsidRDefault="001513FB" w:rsidP="001513FB">
            <w:pPr>
              <w:jc w:val="left"/>
            </w:pPr>
          </w:p>
        </w:tc>
      </w:tr>
    </w:tbl>
    <w:p w:rsidR="001513FB" w:rsidRDefault="001513FB" w:rsidP="001513FB"/>
    <w:p w:rsidR="001513FB" w:rsidRDefault="001513FB" w:rsidP="001513FB"/>
    <w:p w:rsidR="001513FB" w:rsidRPr="00934F8C" w:rsidRDefault="001513FB" w:rsidP="001513FB">
      <w:r w:rsidRPr="00934F8C">
        <w:t>Poznámka:</w:t>
      </w:r>
    </w:p>
    <w:p w:rsidR="001513FB" w:rsidRDefault="001513FB" w:rsidP="001513FB"/>
    <w:p w:rsidR="001513FB" w:rsidRPr="002E5578" w:rsidRDefault="001513FB" w:rsidP="001513FB">
      <w:pPr>
        <w:spacing w:line="276" w:lineRule="auto"/>
      </w:pPr>
      <w:r w:rsidRPr="002E5578">
        <w:t>Klasifikace z hlediska nebezpeč</w:t>
      </w:r>
      <w:r>
        <w:t>í úrazu el. proudem a použití el. zařízení</w:t>
      </w:r>
    </w:p>
    <w:p w:rsidR="001513FB" w:rsidRDefault="001513FB" w:rsidP="001513FB">
      <w:pPr>
        <w:pStyle w:val="Odstavecseseznamem"/>
        <w:numPr>
          <w:ilvl w:val="0"/>
          <w:numId w:val="38"/>
        </w:numPr>
        <w:spacing w:line="276" w:lineRule="auto"/>
        <w:ind w:left="426"/>
      </w:pPr>
      <w:r>
        <w:t>PB – prostory běžné – v těchto prostorech použití el. zařízení nezvyšuje nebezpečí úrazu el. proudem</w:t>
      </w:r>
    </w:p>
    <w:p w:rsidR="001513FB" w:rsidRDefault="001513FB" w:rsidP="001513FB">
      <w:pPr>
        <w:pStyle w:val="Odstavecseseznamem"/>
        <w:numPr>
          <w:ilvl w:val="0"/>
          <w:numId w:val="38"/>
        </w:numPr>
        <w:spacing w:line="276" w:lineRule="auto"/>
        <w:ind w:left="426"/>
      </w:pPr>
      <w:r>
        <w:t>ZI – zvláštní instalace - v těchto prostorech použití el. zařízení zvyšuje nebezpečí úrazu el. proudem</w:t>
      </w:r>
    </w:p>
    <w:p w:rsidR="001513FB" w:rsidRPr="002E5578" w:rsidRDefault="001513FB" w:rsidP="001513FB">
      <w:pPr>
        <w:pStyle w:val="Odstavecseseznamem"/>
        <w:numPr>
          <w:ilvl w:val="0"/>
          <w:numId w:val="38"/>
        </w:numPr>
        <w:spacing w:line="276" w:lineRule="auto"/>
        <w:ind w:left="426"/>
      </w:pPr>
      <w:r w:rsidRPr="002E5578">
        <w:t>7-701 – provedení</w:t>
      </w:r>
      <w:r>
        <w:t xml:space="preserve"> el. instalace</w:t>
      </w:r>
      <w:r w:rsidRPr="002E5578">
        <w:t xml:space="preserve"> dle ČSN 33 2000-7-701 </w:t>
      </w:r>
      <w:proofErr w:type="spellStart"/>
      <w:r w:rsidRPr="002E5578">
        <w:t>ed</w:t>
      </w:r>
      <w:proofErr w:type="spellEnd"/>
      <w:r w:rsidRPr="002E5578">
        <w:t>. 2  /umývárny, sprchy atd./</w:t>
      </w:r>
    </w:p>
    <w:p w:rsidR="001513FB" w:rsidRPr="002E5578" w:rsidRDefault="001513FB" w:rsidP="001513FB">
      <w:pPr>
        <w:numPr>
          <w:ilvl w:val="0"/>
          <w:numId w:val="38"/>
        </w:numPr>
        <w:spacing w:line="276" w:lineRule="auto"/>
        <w:ind w:left="426"/>
      </w:pPr>
      <w:r w:rsidRPr="002E5578">
        <w:t>AD2* – prostředí do vzdálenosti 0,5 m od líce potrubí s vodou</w:t>
      </w:r>
    </w:p>
    <w:p w:rsidR="001513FB" w:rsidRPr="002E5578" w:rsidRDefault="001513FB" w:rsidP="001513FB">
      <w:pPr>
        <w:numPr>
          <w:ilvl w:val="0"/>
          <w:numId w:val="38"/>
        </w:numPr>
        <w:spacing w:line="276" w:lineRule="auto"/>
        <w:ind w:left="426"/>
      </w:pPr>
      <w:r>
        <w:t>N – prostor není vytápěn</w:t>
      </w:r>
    </w:p>
    <w:p w:rsidR="001513FB" w:rsidRDefault="001513FB">
      <w:pPr>
        <w:jc w:val="left"/>
      </w:pPr>
    </w:p>
    <w:p w:rsidR="001513FB" w:rsidRDefault="001513FB">
      <w:pPr>
        <w:jc w:val="left"/>
      </w:pPr>
    </w:p>
    <w:p w:rsidR="001513FB" w:rsidRDefault="001513FB">
      <w:pPr>
        <w:jc w:val="left"/>
      </w:pPr>
    </w:p>
    <w:p w:rsidR="001513FB" w:rsidRDefault="001513FB">
      <w:pPr>
        <w:jc w:val="left"/>
        <w:sectPr w:rsidR="001513FB" w:rsidSect="001513FB">
          <w:headerReference w:type="default" r:id="rId21"/>
          <w:footerReference w:type="default" r:id="rId22"/>
          <w:headerReference w:type="first" r:id="rId23"/>
          <w:footerReference w:type="first" r:id="rId24"/>
          <w:pgSz w:w="16838" w:h="11906" w:orient="landscape" w:code="9"/>
          <w:pgMar w:top="1701" w:right="1809" w:bottom="1701" w:left="1758" w:header="1134" w:footer="851" w:gutter="0"/>
          <w:cols w:space="708"/>
          <w:titlePg/>
          <w:docGrid w:linePitch="360"/>
        </w:sectPr>
      </w:pPr>
    </w:p>
    <w:p w:rsidR="001513FB" w:rsidRDefault="001513FB" w:rsidP="001513FB">
      <w:pPr>
        <w:autoSpaceDE w:val="0"/>
        <w:autoSpaceDN w:val="0"/>
        <w:adjustRightInd w:val="0"/>
        <w:jc w:val="left"/>
        <w:rPr>
          <w:rFonts w:ascii="Arial,Bold" w:hAnsi="Arial,Bold" w:cs="Arial,Bold"/>
          <w:b/>
          <w:bCs/>
        </w:rPr>
      </w:pPr>
      <w:r>
        <w:rPr>
          <w:rFonts w:ascii="Arial,Bold" w:hAnsi="Arial,Bold" w:cs="Arial,Bold"/>
          <w:b/>
          <w:bCs/>
        </w:rPr>
        <w:lastRenderedPageBreak/>
        <w:t xml:space="preserve">Příloha č.2   </w:t>
      </w:r>
      <w:r w:rsidRPr="0012238B">
        <w:rPr>
          <w:rFonts w:ascii="Arial,Bold" w:hAnsi="Arial,Bold" w:cs="Arial,Bold"/>
          <w:b/>
          <w:bCs/>
        </w:rPr>
        <w:t>Seznam vnějších vlivů dle ČSN 33 2000-5-51 ed.3</w:t>
      </w:r>
    </w:p>
    <w:p w:rsidR="001513FB" w:rsidRDefault="001513FB" w:rsidP="001513FB">
      <w:pPr>
        <w:rPr>
          <w:szCs w:val="22"/>
        </w:rPr>
      </w:pPr>
    </w:p>
    <w:tbl>
      <w:tblPr>
        <w:tblStyle w:val="Mkatabulky"/>
        <w:tblW w:w="9072" w:type="dxa"/>
        <w:tblLayout w:type="fixed"/>
        <w:tblLook w:val="04A0" w:firstRow="1" w:lastRow="0" w:firstColumn="1" w:lastColumn="0" w:noHBand="0" w:noVBand="1"/>
      </w:tblPr>
      <w:tblGrid>
        <w:gridCol w:w="4536"/>
        <w:gridCol w:w="4536"/>
      </w:tblGrid>
      <w:tr w:rsidR="001513FB" w:rsidTr="001513FB">
        <w:trPr>
          <w:trHeight w:val="11622"/>
        </w:trPr>
        <w:tc>
          <w:tcPr>
            <w:tcW w:w="4536" w:type="dxa"/>
            <w:tcBorders>
              <w:bottom w:val="single" w:sz="4" w:space="0" w:color="auto"/>
            </w:tcBorders>
          </w:tcPr>
          <w:p w:rsidR="001513FB" w:rsidRPr="00B777BC" w:rsidRDefault="001513FB" w:rsidP="001513FB">
            <w:pPr>
              <w:autoSpaceDE w:val="0"/>
              <w:autoSpaceDN w:val="0"/>
              <w:adjustRightInd w:val="0"/>
              <w:jc w:val="left"/>
              <w:rPr>
                <w:rFonts w:ascii="Arial,Bold" w:hAnsi="Arial,Bold" w:cs="Arial,Bold"/>
                <w:b/>
                <w:bCs/>
                <w:sz w:val="12"/>
                <w:szCs w:val="12"/>
              </w:rPr>
            </w:pPr>
          </w:p>
          <w:p w:rsidR="001513FB" w:rsidRDefault="001513FB" w:rsidP="001513FB">
            <w:pPr>
              <w:autoSpaceDE w:val="0"/>
              <w:autoSpaceDN w:val="0"/>
              <w:adjustRightInd w:val="0"/>
              <w:jc w:val="left"/>
              <w:rPr>
                <w:rFonts w:cs="Arial"/>
                <w:sz w:val="18"/>
                <w:szCs w:val="18"/>
              </w:rPr>
            </w:pPr>
            <w:r>
              <w:rPr>
                <w:rFonts w:ascii="Arial,Bold" w:hAnsi="Arial,Bold" w:cs="Arial,Bold"/>
                <w:b/>
                <w:bCs/>
                <w:sz w:val="18"/>
                <w:szCs w:val="18"/>
              </w:rPr>
              <w:t>A – vnější činitel prostředí</w:t>
            </w: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AA Teplota okolí</w:t>
            </w:r>
          </w:p>
          <w:p w:rsidR="001513FB" w:rsidRDefault="001513FB" w:rsidP="001513FB">
            <w:pPr>
              <w:autoSpaceDE w:val="0"/>
              <w:autoSpaceDN w:val="0"/>
              <w:adjustRightInd w:val="0"/>
              <w:jc w:val="left"/>
              <w:rPr>
                <w:rFonts w:ascii="Arial,Bold" w:hAnsi="Arial,Bold" w:cs="Arial,Bold"/>
                <w:b/>
                <w:bCs/>
                <w:sz w:val="18"/>
                <w:szCs w:val="18"/>
              </w:rPr>
            </w:pPr>
            <w:r>
              <w:rPr>
                <w:rFonts w:cs="Arial"/>
                <w:sz w:val="18"/>
                <w:szCs w:val="18"/>
              </w:rPr>
              <w:t>AA 1 -60</w:t>
            </w:r>
            <w:r>
              <w:rPr>
                <w:rFonts w:cs="Arial" w:hint="eastAsia"/>
                <w:sz w:val="18"/>
                <w:szCs w:val="18"/>
              </w:rPr>
              <w:t>°</w:t>
            </w:r>
            <w:r>
              <w:rPr>
                <w:rFonts w:cs="Arial"/>
                <w:sz w:val="18"/>
                <w:szCs w:val="18"/>
              </w:rPr>
              <w:t>C +5</w:t>
            </w:r>
            <w:r>
              <w:rPr>
                <w:rFonts w:cs="Arial" w:hint="eastAsia"/>
                <w:sz w:val="18"/>
                <w:szCs w:val="18"/>
              </w:rPr>
              <w:t>°</w:t>
            </w:r>
            <w:r>
              <w:rPr>
                <w:rFonts w:cs="Arial"/>
                <w:sz w:val="18"/>
                <w:szCs w:val="18"/>
              </w:rPr>
              <w:t>C</w:t>
            </w:r>
            <w:r>
              <w:rPr>
                <w:rFonts w:cs="Arial"/>
                <w:sz w:val="18"/>
                <w:szCs w:val="18"/>
              </w:rPr>
              <w:tab/>
            </w:r>
          </w:p>
          <w:p w:rsidR="001513FB" w:rsidRDefault="001513FB" w:rsidP="001513FB">
            <w:pPr>
              <w:autoSpaceDE w:val="0"/>
              <w:autoSpaceDN w:val="0"/>
              <w:adjustRightInd w:val="0"/>
              <w:jc w:val="left"/>
              <w:rPr>
                <w:rFonts w:cs="Arial"/>
                <w:sz w:val="18"/>
                <w:szCs w:val="18"/>
              </w:rPr>
            </w:pPr>
            <w:r>
              <w:rPr>
                <w:rFonts w:cs="Arial"/>
                <w:sz w:val="18"/>
                <w:szCs w:val="18"/>
              </w:rPr>
              <w:t>AA 2 -40</w:t>
            </w:r>
            <w:r>
              <w:rPr>
                <w:rFonts w:cs="Arial" w:hint="eastAsia"/>
                <w:sz w:val="18"/>
                <w:szCs w:val="18"/>
              </w:rPr>
              <w:t>°</w:t>
            </w:r>
            <w:r>
              <w:rPr>
                <w:rFonts w:cs="Arial"/>
                <w:sz w:val="18"/>
                <w:szCs w:val="18"/>
              </w:rPr>
              <w:t>C +5</w:t>
            </w:r>
            <w:r>
              <w:rPr>
                <w:rFonts w:cs="Arial" w:hint="eastAsia"/>
                <w:sz w:val="18"/>
                <w:szCs w:val="18"/>
              </w:rPr>
              <w:t>°</w:t>
            </w:r>
            <w:r>
              <w:rPr>
                <w:rFonts w:cs="Arial"/>
                <w:sz w:val="18"/>
                <w:szCs w:val="18"/>
              </w:rPr>
              <w:t>C</w:t>
            </w:r>
            <w:r>
              <w:rPr>
                <w:rFonts w:cs="Arial"/>
                <w:sz w:val="18"/>
                <w:szCs w:val="18"/>
              </w:rPr>
              <w:tab/>
            </w:r>
          </w:p>
          <w:p w:rsidR="001513FB" w:rsidRDefault="001513FB" w:rsidP="001513FB">
            <w:pPr>
              <w:autoSpaceDE w:val="0"/>
              <w:autoSpaceDN w:val="0"/>
              <w:adjustRightInd w:val="0"/>
              <w:jc w:val="left"/>
              <w:rPr>
                <w:rFonts w:cs="Arial"/>
                <w:sz w:val="18"/>
                <w:szCs w:val="18"/>
              </w:rPr>
            </w:pPr>
            <w:r>
              <w:rPr>
                <w:rFonts w:cs="Arial"/>
                <w:sz w:val="18"/>
                <w:szCs w:val="18"/>
              </w:rPr>
              <w:t>AA 3 -25</w:t>
            </w:r>
            <w:r>
              <w:rPr>
                <w:rFonts w:cs="Arial" w:hint="eastAsia"/>
                <w:sz w:val="18"/>
                <w:szCs w:val="18"/>
              </w:rPr>
              <w:t>°</w:t>
            </w:r>
            <w:r>
              <w:rPr>
                <w:rFonts w:cs="Arial"/>
                <w:sz w:val="18"/>
                <w:szCs w:val="18"/>
              </w:rPr>
              <w:t>C +5</w:t>
            </w:r>
            <w:r>
              <w:rPr>
                <w:rFonts w:cs="Arial" w:hint="eastAsia"/>
                <w:sz w:val="18"/>
                <w:szCs w:val="18"/>
              </w:rPr>
              <w:t>°</w:t>
            </w:r>
            <w:r>
              <w:rPr>
                <w:rFonts w:cs="Arial"/>
                <w:sz w:val="18"/>
                <w:szCs w:val="18"/>
              </w:rPr>
              <w:t>C</w:t>
            </w:r>
            <w:r>
              <w:rPr>
                <w:rFonts w:cs="Arial"/>
                <w:sz w:val="18"/>
                <w:szCs w:val="18"/>
              </w:rPr>
              <w:tab/>
            </w:r>
          </w:p>
          <w:p w:rsidR="001513FB" w:rsidRDefault="001513FB" w:rsidP="001513FB">
            <w:pPr>
              <w:autoSpaceDE w:val="0"/>
              <w:autoSpaceDN w:val="0"/>
              <w:adjustRightInd w:val="0"/>
              <w:jc w:val="left"/>
              <w:rPr>
                <w:rFonts w:cs="Arial"/>
                <w:sz w:val="18"/>
                <w:szCs w:val="18"/>
              </w:rPr>
            </w:pPr>
            <w:r>
              <w:rPr>
                <w:rFonts w:cs="Arial"/>
                <w:sz w:val="18"/>
                <w:szCs w:val="18"/>
              </w:rPr>
              <w:t>AA 4 -5</w:t>
            </w:r>
            <w:r>
              <w:rPr>
                <w:rFonts w:cs="Arial" w:hint="eastAsia"/>
                <w:sz w:val="18"/>
                <w:szCs w:val="18"/>
              </w:rPr>
              <w:t>°</w:t>
            </w:r>
            <w:r>
              <w:rPr>
                <w:rFonts w:cs="Arial"/>
                <w:sz w:val="18"/>
                <w:szCs w:val="18"/>
              </w:rPr>
              <w:t>C +40</w:t>
            </w:r>
            <w:r>
              <w:rPr>
                <w:rFonts w:cs="Arial" w:hint="eastAsia"/>
                <w:sz w:val="18"/>
                <w:szCs w:val="18"/>
              </w:rPr>
              <w:t>°</w:t>
            </w:r>
            <w:r>
              <w:rPr>
                <w:rFonts w:cs="Arial"/>
                <w:sz w:val="18"/>
                <w:szCs w:val="18"/>
              </w:rPr>
              <w:t>C</w:t>
            </w:r>
          </w:p>
          <w:p w:rsidR="001513FB" w:rsidRDefault="001513FB" w:rsidP="001513FB">
            <w:pPr>
              <w:autoSpaceDE w:val="0"/>
              <w:autoSpaceDN w:val="0"/>
              <w:adjustRightInd w:val="0"/>
              <w:jc w:val="left"/>
              <w:rPr>
                <w:rFonts w:cs="Arial"/>
                <w:sz w:val="18"/>
                <w:szCs w:val="18"/>
              </w:rPr>
            </w:pPr>
            <w:r>
              <w:rPr>
                <w:rFonts w:cs="Arial"/>
                <w:sz w:val="18"/>
                <w:szCs w:val="18"/>
              </w:rPr>
              <w:t>AA 5 +5</w:t>
            </w:r>
            <w:r>
              <w:rPr>
                <w:rFonts w:cs="Arial" w:hint="eastAsia"/>
                <w:sz w:val="18"/>
                <w:szCs w:val="18"/>
              </w:rPr>
              <w:t>°</w:t>
            </w:r>
            <w:r>
              <w:rPr>
                <w:rFonts w:cs="Arial"/>
                <w:sz w:val="18"/>
                <w:szCs w:val="18"/>
              </w:rPr>
              <w:t>C +40</w:t>
            </w:r>
            <w:r>
              <w:rPr>
                <w:rFonts w:cs="Arial" w:hint="eastAsia"/>
                <w:sz w:val="18"/>
                <w:szCs w:val="18"/>
              </w:rPr>
              <w:t>°</w:t>
            </w:r>
            <w:r>
              <w:rPr>
                <w:rFonts w:cs="Arial"/>
                <w:sz w:val="18"/>
                <w:szCs w:val="18"/>
              </w:rPr>
              <w:t>C</w:t>
            </w:r>
          </w:p>
          <w:p w:rsidR="001513FB" w:rsidRDefault="001513FB" w:rsidP="001513FB">
            <w:pPr>
              <w:autoSpaceDE w:val="0"/>
              <w:autoSpaceDN w:val="0"/>
              <w:adjustRightInd w:val="0"/>
              <w:jc w:val="left"/>
              <w:rPr>
                <w:rFonts w:cs="Arial"/>
                <w:sz w:val="18"/>
                <w:szCs w:val="18"/>
              </w:rPr>
            </w:pPr>
            <w:r>
              <w:rPr>
                <w:rFonts w:cs="Arial"/>
                <w:sz w:val="18"/>
                <w:szCs w:val="18"/>
              </w:rPr>
              <w:t>AA 6 +5</w:t>
            </w:r>
            <w:r>
              <w:rPr>
                <w:rFonts w:cs="Arial" w:hint="eastAsia"/>
                <w:sz w:val="18"/>
                <w:szCs w:val="18"/>
              </w:rPr>
              <w:t>°</w:t>
            </w:r>
            <w:r>
              <w:rPr>
                <w:rFonts w:cs="Arial"/>
                <w:sz w:val="18"/>
                <w:szCs w:val="18"/>
              </w:rPr>
              <w:t>C +60</w:t>
            </w:r>
            <w:r>
              <w:rPr>
                <w:rFonts w:cs="Arial" w:hint="eastAsia"/>
                <w:sz w:val="18"/>
                <w:szCs w:val="18"/>
              </w:rPr>
              <w:t>°</w:t>
            </w:r>
            <w:r>
              <w:rPr>
                <w:rFonts w:cs="Arial"/>
                <w:sz w:val="18"/>
                <w:szCs w:val="18"/>
              </w:rPr>
              <w:t>C</w:t>
            </w:r>
          </w:p>
          <w:p w:rsidR="001513FB" w:rsidRDefault="001513FB" w:rsidP="001513FB">
            <w:pPr>
              <w:autoSpaceDE w:val="0"/>
              <w:autoSpaceDN w:val="0"/>
              <w:adjustRightInd w:val="0"/>
              <w:jc w:val="left"/>
              <w:rPr>
                <w:rFonts w:cs="Arial"/>
                <w:sz w:val="18"/>
                <w:szCs w:val="18"/>
              </w:rPr>
            </w:pPr>
            <w:r>
              <w:rPr>
                <w:rFonts w:cs="Arial"/>
                <w:sz w:val="18"/>
                <w:szCs w:val="18"/>
              </w:rPr>
              <w:t>AA 7 -25</w:t>
            </w:r>
            <w:r>
              <w:rPr>
                <w:rFonts w:cs="Arial" w:hint="eastAsia"/>
                <w:sz w:val="18"/>
                <w:szCs w:val="18"/>
              </w:rPr>
              <w:t>°</w:t>
            </w:r>
            <w:r>
              <w:rPr>
                <w:rFonts w:cs="Arial"/>
                <w:sz w:val="18"/>
                <w:szCs w:val="18"/>
              </w:rPr>
              <w:t>C +55</w:t>
            </w:r>
            <w:r>
              <w:rPr>
                <w:rFonts w:cs="Arial" w:hint="eastAsia"/>
                <w:sz w:val="18"/>
                <w:szCs w:val="18"/>
              </w:rPr>
              <w:t>°</w:t>
            </w:r>
            <w:r>
              <w:rPr>
                <w:rFonts w:cs="Arial"/>
                <w:sz w:val="18"/>
                <w:szCs w:val="18"/>
              </w:rPr>
              <w:t>C</w:t>
            </w:r>
          </w:p>
          <w:p w:rsidR="001513FB" w:rsidRDefault="001513FB" w:rsidP="001513FB">
            <w:pPr>
              <w:autoSpaceDE w:val="0"/>
              <w:autoSpaceDN w:val="0"/>
              <w:adjustRightInd w:val="0"/>
              <w:jc w:val="left"/>
              <w:rPr>
                <w:rFonts w:cs="Arial"/>
                <w:sz w:val="18"/>
                <w:szCs w:val="18"/>
              </w:rPr>
            </w:pPr>
            <w:r>
              <w:rPr>
                <w:rFonts w:cs="Arial"/>
                <w:sz w:val="18"/>
                <w:szCs w:val="18"/>
              </w:rPr>
              <w:t>AA 8 -50</w:t>
            </w:r>
            <w:r>
              <w:rPr>
                <w:rFonts w:cs="Arial" w:hint="eastAsia"/>
                <w:sz w:val="18"/>
                <w:szCs w:val="18"/>
              </w:rPr>
              <w:t>°</w:t>
            </w:r>
            <w:r>
              <w:rPr>
                <w:rFonts w:cs="Arial"/>
                <w:sz w:val="18"/>
                <w:szCs w:val="18"/>
              </w:rPr>
              <w:t>C +40</w:t>
            </w:r>
            <w:r>
              <w:rPr>
                <w:rFonts w:cs="Arial" w:hint="eastAsia"/>
                <w:sz w:val="18"/>
                <w:szCs w:val="18"/>
              </w:rPr>
              <w:t>°</w:t>
            </w:r>
            <w:r>
              <w:rPr>
                <w:rFonts w:cs="Arial"/>
                <w:sz w:val="18"/>
                <w:szCs w:val="18"/>
              </w:rPr>
              <w:t>C</w:t>
            </w:r>
          </w:p>
          <w:p w:rsidR="001513FB" w:rsidRPr="006C0736" w:rsidRDefault="001513FB" w:rsidP="001513FB">
            <w:pPr>
              <w:autoSpaceDE w:val="0"/>
              <w:autoSpaceDN w:val="0"/>
              <w:adjustRightInd w:val="0"/>
              <w:jc w:val="left"/>
              <w:rPr>
                <w:rFonts w:ascii="Arial,Bold" w:hAnsi="Arial,Bold" w:cs="Arial,Bold"/>
                <w:b/>
                <w:bCs/>
                <w:sz w:val="12"/>
                <w:szCs w:val="12"/>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AB Atmosférické podmínky v okolí</w:t>
            </w:r>
          </w:p>
          <w:p w:rsidR="001513FB" w:rsidRDefault="001513FB" w:rsidP="001513FB">
            <w:pPr>
              <w:autoSpaceDE w:val="0"/>
              <w:autoSpaceDN w:val="0"/>
              <w:adjustRightInd w:val="0"/>
              <w:jc w:val="left"/>
              <w:rPr>
                <w:rFonts w:cs="Arial"/>
                <w:sz w:val="18"/>
                <w:szCs w:val="18"/>
              </w:rPr>
            </w:pPr>
            <w:r>
              <w:rPr>
                <w:rFonts w:cs="Arial"/>
                <w:sz w:val="18"/>
                <w:szCs w:val="18"/>
              </w:rPr>
              <w:t>AB 1 3 - 100%; 0,003 – 7g/m3</w:t>
            </w:r>
          </w:p>
          <w:p w:rsidR="001513FB" w:rsidRDefault="001513FB" w:rsidP="001513FB">
            <w:pPr>
              <w:autoSpaceDE w:val="0"/>
              <w:autoSpaceDN w:val="0"/>
              <w:adjustRightInd w:val="0"/>
              <w:jc w:val="left"/>
              <w:rPr>
                <w:rFonts w:cs="Arial"/>
                <w:sz w:val="18"/>
                <w:szCs w:val="18"/>
              </w:rPr>
            </w:pPr>
            <w:r>
              <w:rPr>
                <w:rFonts w:cs="Arial"/>
                <w:sz w:val="18"/>
                <w:szCs w:val="18"/>
              </w:rPr>
              <w:t>AB 2 10 – 100%; 0,1 – 7 g/m3</w:t>
            </w:r>
          </w:p>
          <w:p w:rsidR="001513FB" w:rsidRDefault="001513FB" w:rsidP="001513FB">
            <w:pPr>
              <w:autoSpaceDE w:val="0"/>
              <w:autoSpaceDN w:val="0"/>
              <w:adjustRightInd w:val="0"/>
              <w:jc w:val="left"/>
              <w:rPr>
                <w:rFonts w:cs="Arial"/>
                <w:sz w:val="18"/>
                <w:szCs w:val="18"/>
              </w:rPr>
            </w:pPr>
            <w:r>
              <w:rPr>
                <w:rFonts w:cs="Arial"/>
                <w:sz w:val="18"/>
                <w:szCs w:val="18"/>
              </w:rPr>
              <w:t>AB 3 10 – 100%; 0,5 – 7 g/m3</w:t>
            </w:r>
          </w:p>
          <w:p w:rsidR="001513FB" w:rsidRDefault="001513FB" w:rsidP="001513FB">
            <w:pPr>
              <w:autoSpaceDE w:val="0"/>
              <w:autoSpaceDN w:val="0"/>
              <w:adjustRightInd w:val="0"/>
              <w:jc w:val="left"/>
              <w:rPr>
                <w:rFonts w:cs="Arial"/>
                <w:sz w:val="18"/>
                <w:szCs w:val="18"/>
              </w:rPr>
            </w:pPr>
            <w:r>
              <w:rPr>
                <w:rFonts w:cs="Arial"/>
                <w:sz w:val="18"/>
                <w:szCs w:val="18"/>
              </w:rPr>
              <w:t>AB 4 5 – 95%; 1 – 29 g/m3</w:t>
            </w:r>
          </w:p>
          <w:p w:rsidR="001513FB" w:rsidRDefault="001513FB" w:rsidP="001513FB">
            <w:pPr>
              <w:autoSpaceDE w:val="0"/>
              <w:autoSpaceDN w:val="0"/>
              <w:adjustRightInd w:val="0"/>
              <w:jc w:val="left"/>
              <w:rPr>
                <w:rFonts w:cs="Arial"/>
                <w:sz w:val="18"/>
                <w:szCs w:val="18"/>
              </w:rPr>
            </w:pPr>
            <w:r>
              <w:rPr>
                <w:rFonts w:cs="Arial"/>
                <w:sz w:val="18"/>
                <w:szCs w:val="18"/>
              </w:rPr>
              <w:t>AB 5 5 - 85%; 1 – 25 g/m3</w:t>
            </w:r>
          </w:p>
          <w:p w:rsidR="001513FB" w:rsidRDefault="001513FB" w:rsidP="001513FB">
            <w:pPr>
              <w:autoSpaceDE w:val="0"/>
              <w:autoSpaceDN w:val="0"/>
              <w:adjustRightInd w:val="0"/>
              <w:jc w:val="left"/>
              <w:rPr>
                <w:rFonts w:cs="Arial"/>
                <w:sz w:val="18"/>
                <w:szCs w:val="18"/>
              </w:rPr>
            </w:pPr>
            <w:r>
              <w:rPr>
                <w:rFonts w:cs="Arial"/>
                <w:sz w:val="18"/>
                <w:szCs w:val="18"/>
              </w:rPr>
              <w:t>AB 6 10 -100%; 1 – 35 g/m3</w:t>
            </w:r>
          </w:p>
          <w:p w:rsidR="001513FB" w:rsidRDefault="001513FB" w:rsidP="001513FB">
            <w:pPr>
              <w:autoSpaceDE w:val="0"/>
              <w:autoSpaceDN w:val="0"/>
              <w:adjustRightInd w:val="0"/>
              <w:jc w:val="left"/>
              <w:rPr>
                <w:rFonts w:cs="Arial"/>
                <w:sz w:val="18"/>
                <w:szCs w:val="18"/>
              </w:rPr>
            </w:pPr>
            <w:r>
              <w:rPr>
                <w:rFonts w:cs="Arial"/>
                <w:sz w:val="18"/>
                <w:szCs w:val="18"/>
              </w:rPr>
              <w:t>AB 7 10 -100%; 0,5 – 29 g/m3</w:t>
            </w:r>
          </w:p>
          <w:p w:rsidR="001513FB" w:rsidRDefault="001513FB" w:rsidP="001513FB">
            <w:pPr>
              <w:autoSpaceDE w:val="0"/>
              <w:autoSpaceDN w:val="0"/>
              <w:adjustRightInd w:val="0"/>
              <w:jc w:val="left"/>
              <w:rPr>
                <w:rFonts w:cs="Arial"/>
                <w:sz w:val="18"/>
                <w:szCs w:val="18"/>
              </w:rPr>
            </w:pPr>
            <w:r>
              <w:rPr>
                <w:rFonts w:cs="Arial"/>
                <w:sz w:val="18"/>
                <w:szCs w:val="18"/>
              </w:rPr>
              <w:t>AB 8 15 – 100%; 0,04 – 36 g/m3</w:t>
            </w:r>
          </w:p>
          <w:p w:rsidR="001513FB" w:rsidRDefault="001513FB" w:rsidP="001513FB">
            <w:pPr>
              <w:autoSpaceDE w:val="0"/>
              <w:autoSpaceDN w:val="0"/>
              <w:adjustRightInd w:val="0"/>
              <w:jc w:val="left"/>
              <w:rPr>
                <w:rFonts w:cs="Arial"/>
                <w:sz w:val="18"/>
                <w:szCs w:val="18"/>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AC Nadmořská výška</w:t>
            </w:r>
          </w:p>
          <w:p w:rsidR="001513FB" w:rsidRDefault="001513FB" w:rsidP="001513FB">
            <w:pPr>
              <w:autoSpaceDE w:val="0"/>
              <w:autoSpaceDN w:val="0"/>
              <w:adjustRightInd w:val="0"/>
              <w:jc w:val="left"/>
              <w:rPr>
                <w:rFonts w:cs="Arial"/>
                <w:sz w:val="18"/>
                <w:szCs w:val="18"/>
              </w:rPr>
            </w:pPr>
            <w:r>
              <w:rPr>
                <w:rFonts w:cs="Arial"/>
                <w:sz w:val="18"/>
                <w:szCs w:val="18"/>
              </w:rPr>
              <w:t>AC 1 ≤ 2 000 m</w:t>
            </w:r>
          </w:p>
          <w:p w:rsidR="001513FB" w:rsidRDefault="001513FB" w:rsidP="001513FB">
            <w:pPr>
              <w:autoSpaceDE w:val="0"/>
              <w:autoSpaceDN w:val="0"/>
              <w:adjustRightInd w:val="0"/>
              <w:jc w:val="left"/>
              <w:rPr>
                <w:rFonts w:cs="Arial"/>
                <w:sz w:val="18"/>
                <w:szCs w:val="18"/>
              </w:rPr>
            </w:pPr>
            <w:r>
              <w:rPr>
                <w:rFonts w:cs="Arial"/>
                <w:sz w:val="18"/>
                <w:szCs w:val="18"/>
              </w:rPr>
              <w:t xml:space="preserve">AC </w:t>
            </w:r>
            <w:proofErr w:type="gramStart"/>
            <w:r>
              <w:rPr>
                <w:rFonts w:cs="Arial"/>
                <w:sz w:val="18"/>
                <w:szCs w:val="18"/>
              </w:rPr>
              <w:t>2 &gt;</w:t>
            </w:r>
            <w:proofErr w:type="gramEnd"/>
            <w:r>
              <w:rPr>
                <w:rFonts w:cs="Arial"/>
                <w:sz w:val="18"/>
                <w:szCs w:val="18"/>
              </w:rPr>
              <w:t xml:space="preserve"> 2 000 m</w:t>
            </w:r>
          </w:p>
          <w:p w:rsidR="001513FB" w:rsidRPr="006C0736" w:rsidRDefault="001513FB" w:rsidP="001513FB">
            <w:pPr>
              <w:autoSpaceDE w:val="0"/>
              <w:autoSpaceDN w:val="0"/>
              <w:adjustRightInd w:val="0"/>
              <w:jc w:val="left"/>
              <w:rPr>
                <w:rFonts w:ascii="Arial,Bold" w:hAnsi="Arial,Bold" w:cs="Arial,Bold"/>
                <w:b/>
                <w:bCs/>
                <w:sz w:val="12"/>
                <w:szCs w:val="12"/>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AD Výskyt vody</w:t>
            </w:r>
          </w:p>
          <w:p w:rsidR="001513FB" w:rsidRDefault="001513FB" w:rsidP="001513FB">
            <w:pPr>
              <w:autoSpaceDE w:val="0"/>
              <w:autoSpaceDN w:val="0"/>
              <w:adjustRightInd w:val="0"/>
              <w:jc w:val="left"/>
              <w:rPr>
                <w:rFonts w:cs="Arial"/>
                <w:sz w:val="18"/>
                <w:szCs w:val="18"/>
              </w:rPr>
            </w:pPr>
            <w:r>
              <w:rPr>
                <w:rFonts w:cs="Arial"/>
                <w:sz w:val="18"/>
                <w:szCs w:val="18"/>
              </w:rPr>
              <w:t>AD 1 zanedbatelný</w:t>
            </w:r>
          </w:p>
          <w:p w:rsidR="001513FB" w:rsidRDefault="001513FB" w:rsidP="001513FB">
            <w:pPr>
              <w:autoSpaceDE w:val="0"/>
              <w:autoSpaceDN w:val="0"/>
              <w:adjustRightInd w:val="0"/>
              <w:jc w:val="left"/>
              <w:rPr>
                <w:rFonts w:cs="Arial"/>
                <w:sz w:val="18"/>
                <w:szCs w:val="18"/>
              </w:rPr>
            </w:pPr>
            <w:r>
              <w:rPr>
                <w:rFonts w:cs="Arial"/>
                <w:sz w:val="18"/>
                <w:szCs w:val="18"/>
              </w:rPr>
              <w:t>AD 2 volně padající kapky</w:t>
            </w:r>
          </w:p>
          <w:p w:rsidR="001513FB" w:rsidRDefault="001513FB" w:rsidP="001513FB">
            <w:pPr>
              <w:autoSpaceDE w:val="0"/>
              <w:autoSpaceDN w:val="0"/>
              <w:adjustRightInd w:val="0"/>
              <w:jc w:val="left"/>
              <w:rPr>
                <w:rFonts w:cs="Arial"/>
                <w:sz w:val="18"/>
                <w:szCs w:val="18"/>
              </w:rPr>
            </w:pPr>
            <w:r>
              <w:rPr>
                <w:rFonts w:cs="Arial"/>
                <w:sz w:val="18"/>
                <w:szCs w:val="18"/>
              </w:rPr>
              <w:t>AD 3 vodní tříšť</w:t>
            </w:r>
          </w:p>
          <w:p w:rsidR="001513FB" w:rsidRDefault="001513FB" w:rsidP="001513FB">
            <w:pPr>
              <w:autoSpaceDE w:val="0"/>
              <w:autoSpaceDN w:val="0"/>
              <w:adjustRightInd w:val="0"/>
              <w:jc w:val="left"/>
              <w:rPr>
                <w:rFonts w:cs="Arial"/>
                <w:sz w:val="18"/>
                <w:szCs w:val="18"/>
              </w:rPr>
            </w:pPr>
            <w:r>
              <w:rPr>
                <w:rFonts w:cs="Arial"/>
                <w:sz w:val="18"/>
                <w:szCs w:val="18"/>
              </w:rPr>
              <w:t>AD 4 stříkající voda</w:t>
            </w:r>
          </w:p>
          <w:p w:rsidR="001513FB" w:rsidRDefault="001513FB" w:rsidP="001513FB">
            <w:pPr>
              <w:autoSpaceDE w:val="0"/>
              <w:autoSpaceDN w:val="0"/>
              <w:adjustRightInd w:val="0"/>
              <w:jc w:val="left"/>
              <w:rPr>
                <w:rFonts w:cs="Arial"/>
                <w:sz w:val="18"/>
                <w:szCs w:val="18"/>
              </w:rPr>
            </w:pPr>
            <w:r>
              <w:rPr>
                <w:rFonts w:cs="Arial"/>
                <w:sz w:val="18"/>
                <w:szCs w:val="18"/>
              </w:rPr>
              <w:t>AD 5 tryskající voda</w:t>
            </w:r>
          </w:p>
          <w:p w:rsidR="001513FB" w:rsidRDefault="001513FB" w:rsidP="001513FB">
            <w:pPr>
              <w:autoSpaceDE w:val="0"/>
              <w:autoSpaceDN w:val="0"/>
              <w:adjustRightInd w:val="0"/>
              <w:jc w:val="left"/>
              <w:rPr>
                <w:rFonts w:cs="Arial"/>
                <w:sz w:val="18"/>
                <w:szCs w:val="18"/>
              </w:rPr>
            </w:pPr>
            <w:r>
              <w:rPr>
                <w:rFonts w:cs="Arial"/>
                <w:sz w:val="18"/>
                <w:szCs w:val="18"/>
              </w:rPr>
              <w:t>AD 6 vlny</w:t>
            </w:r>
          </w:p>
          <w:p w:rsidR="001513FB" w:rsidRDefault="001513FB" w:rsidP="001513FB">
            <w:pPr>
              <w:autoSpaceDE w:val="0"/>
              <w:autoSpaceDN w:val="0"/>
              <w:adjustRightInd w:val="0"/>
              <w:jc w:val="left"/>
              <w:rPr>
                <w:rFonts w:cs="Arial"/>
                <w:sz w:val="18"/>
                <w:szCs w:val="18"/>
              </w:rPr>
            </w:pPr>
            <w:r>
              <w:rPr>
                <w:rFonts w:cs="Arial"/>
                <w:sz w:val="18"/>
                <w:szCs w:val="18"/>
              </w:rPr>
              <w:t>AD 7 mělké ponoření</w:t>
            </w:r>
          </w:p>
          <w:p w:rsidR="001513FB" w:rsidRDefault="001513FB" w:rsidP="001513FB">
            <w:pPr>
              <w:autoSpaceDE w:val="0"/>
              <w:autoSpaceDN w:val="0"/>
              <w:adjustRightInd w:val="0"/>
              <w:jc w:val="left"/>
              <w:rPr>
                <w:rFonts w:cs="Arial"/>
                <w:sz w:val="18"/>
                <w:szCs w:val="18"/>
              </w:rPr>
            </w:pPr>
            <w:r>
              <w:rPr>
                <w:rFonts w:cs="Arial"/>
                <w:sz w:val="18"/>
                <w:szCs w:val="18"/>
              </w:rPr>
              <w:t>AD 8 hluboké ponoření</w:t>
            </w:r>
          </w:p>
          <w:p w:rsidR="001513FB" w:rsidRPr="006C0736" w:rsidRDefault="001513FB" w:rsidP="001513FB">
            <w:pPr>
              <w:autoSpaceDE w:val="0"/>
              <w:autoSpaceDN w:val="0"/>
              <w:adjustRightInd w:val="0"/>
              <w:jc w:val="left"/>
              <w:rPr>
                <w:rFonts w:ascii="Arial,Bold" w:hAnsi="Arial,Bold" w:cs="Arial,Bold"/>
                <w:b/>
                <w:bCs/>
                <w:sz w:val="12"/>
                <w:szCs w:val="12"/>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AE Výskyt cizích pevných těles</w:t>
            </w:r>
          </w:p>
          <w:p w:rsidR="001513FB" w:rsidRDefault="001513FB" w:rsidP="001513FB">
            <w:pPr>
              <w:autoSpaceDE w:val="0"/>
              <w:autoSpaceDN w:val="0"/>
              <w:adjustRightInd w:val="0"/>
              <w:jc w:val="left"/>
              <w:rPr>
                <w:rFonts w:cs="Arial"/>
                <w:sz w:val="18"/>
                <w:szCs w:val="18"/>
              </w:rPr>
            </w:pPr>
            <w:r>
              <w:rPr>
                <w:rFonts w:cs="Arial"/>
                <w:sz w:val="18"/>
                <w:szCs w:val="18"/>
              </w:rPr>
              <w:t>AE 1 zanedbatelný</w:t>
            </w:r>
          </w:p>
          <w:p w:rsidR="001513FB" w:rsidRDefault="001513FB" w:rsidP="001513FB">
            <w:pPr>
              <w:autoSpaceDE w:val="0"/>
              <w:autoSpaceDN w:val="0"/>
              <w:adjustRightInd w:val="0"/>
              <w:jc w:val="left"/>
              <w:rPr>
                <w:rFonts w:cs="Arial"/>
                <w:sz w:val="18"/>
                <w:szCs w:val="18"/>
              </w:rPr>
            </w:pPr>
            <w:r>
              <w:rPr>
                <w:rFonts w:cs="Arial"/>
                <w:sz w:val="18"/>
                <w:szCs w:val="18"/>
              </w:rPr>
              <w:t>AE 2 malé předměty (2,5 mm)</w:t>
            </w:r>
          </w:p>
          <w:p w:rsidR="001513FB" w:rsidRDefault="001513FB" w:rsidP="001513FB">
            <w:pPr>
              <w:autoSpaceDE w:val="0"/>
              <w:autoSpaceDN w:val="0"/>
              <w:adjustRightInd w:val="0"/>
              <w:jc w:val="left"/>
              <w:rPr>
                <w:rFonts w:cs="Arial"/>
                <w:sz w:val="18"/>
                <w:szCs w:val="18"/>
              </w:rPr>
            </w:pPr>
            <w:r>
              <w:rPr>
                <w:rFonts w:cs="Arial"/>
                <w:sz w:val="18"/>
                <w:szCs w:val="18"/>
              </w:rPr>
              <w:t>AE 3 velmi malé předměty (1mm)</w:t>
            </w:r>
          </w:p>
          <w:p w:rsidR="001513FB" w:rsidRDefault="001513FB" w:rsidP="001513FB">
            <w:pPr>
              <w:autoSpaceDE w:val="0"/>
              <w:autoSpaceDN w:val="0"/>
              <w:adjustRightInd w:val="0"/>
              <w:jc w:val="left"/>
              <w:rPr>
                <w:rFonts w:cs="Arial"/>
                <w:sz w:val="18"/>
                <w:szCs w:val="18"/>
              </w:rPr>
            </w:pPr>
            <w:r>
              <w:rPr>
                <w:rFonts w:cs="Arial"/>
                <w:sz w:val="18"/>
                <w:szCs w:val="18"/>
              </w:rPr>
              <w:t>AE 4 lehká prašnost</w:t>
            </w:r>
          </w:p>
          <w:p w:rsidR="001513FB" w:rsidRDefault="001513FB" w:rsidP="001513FB">
            <w:pPr>
              <w:autoSpaceDE w:val="0"/>
              <w:autoSpaceDN w:val="0"/>
              <w:adjustRightInd w:val="0"/>
              <w:jc w:val="left"/>
              <w:rPr>
                <w:rFonts w:cs="Arial"/>
                <w:sz w:val="18"/>
                <w:szCs w:val="18"/>
              </w:rPr>
            </w:pPr>
            <w:r>
              <w:rPr>
                <w:rFonts w:cs="Arial"/>
                <w:sz w:val="18"/>
                <w:szCs w:val="18"/>
              </w:rPr>
              <w:t>AE 5 střední prašnost</w:t>
            </w:r>
          </w:p>
          <w:p w:rsidR="001513FB" w:rsidRDefault="001513FB" w:rsidP="001513FB">
            <w:pPr>
              <w:autoSpaceDE w:val="0"/>
              <w:autoSpaceDN w:val="0"/>
              <w:adjustRightInd w:val="0"/>
              <w:jc w:val="left"/>
              <w:rPr>
                <w:rFonts w:cs="Arial"/>
                <w:sz w:val="18"/>
                <w:szCs w:val="18"/>
              </w:rPr>
            </w:pPr>
            <w:r>
              <w:rPr>
                <w:rFonts w:cs="Arial"/>
                <w:sz w:val="18"/>
                <w:szCs w:val="18"/>
              </w:rPr>
              <w:t>AE 6 silná prašnost</w:t>
            </w:r>
          </w:p>
          <w:p w:rsidR="001513FB" w:rsidRDefault="001513FB" w:rsidP="001513FB">
            <w:pPr>
              <w:autoSpaceDE w:val="0"/>
              <w:autoSpaceDN w:val="0"/>
              <w:adjustRightInd w:val="0"/>
              <w:jc w:val="left"/>
              <w:rPr>
                <w:rFonts w:cs="Arial"/>
                <w:sz w:val="18"/>
                <w:szCs w:val="18"/>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AF Výskyt korosivních nebo</w:t>
            </w: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znečisťujících látek</w:t>
            </w:r>
          </w:p>
          <w:p w:rsidR="001513FB" w:rsidRDefault="001513FB" w:rsidP="001513FB">
            <w:pPr>
              <w:autoSpaceDE w:val="0"/>
              <w:autoSpaceDN w:val="0"/>
              <w:adjustRightInd w:val="0"/>
              <w:jc w:val="left"/>
              <w:rPr>
                <w:rFonts w:cs="Arial"/>
                <w:sz w:val="18"/>
                <w:szCs w:val="18"/>
              </w:rPr>
            </w:pPr>
            <w:r>
              <w:rPr>
                <w:rFonts w:cs="Arial"/>
                <w:sz w:val="18"/>
                <w:szCs w:val="18"/>
              </w:rPr>
              <w:t>AF 1 zanedbatelný</w:t>
            </w:r>
          </w:p>
          <w:p w:rsidR="001513FB" w:rsidRDefault="001513FB" w:rsidP="001513FB">
            <w:pPr>
              <w:autoSpaceDE w:val="0"/>
              <w:autoSpaceDN w:val="0"/>
              <w:adjustRightInd w:val="0"/>
              <w:jc w:val="left"/>
              <w:rPr>
                <w:rFonts w:cs="Arial"/>
                <w:sz w:val="18"/>
                <w:szCs w:val="18"/>
              </w:rPr>
            </w:pPr>
            <w:r>
              <w:rPr>
                <w:rFonts w:cs="Arial"/>
                <w:sz w:val="18"/>
                <w:szCs w:val="18"/>
              </w:rPr>
              <w:t>AF 2 atmosférický</w:t>
            </w:r>
          </w:p>
          <w:p w:rsidR="001513FB" w:rsidRDefault="001513FB" w:rsidP="001513FB">
            <w:pPr>
              <w:autoSpaceDE w:val="0"/>
              <w:autoSpaceDN w:val="0"/>
              <w:adjustRightInd w:val="0"/>
              <w:jc w:val="left"/>
              <w:rPr>
                <w:rFonts w:cs="Arial"/>
                <w:sz w:val="18"/>
                <w:szCs w:val="18"/>
              </w:rPr>
            </w:pPr>
            <w:r>
              <w:rPr>
                <w:rFonts w:cs="Arial"/>
                <w:sz w:val="18"/>
                <w:szCs w:val="18"/>
              </w:rPr>
              <w:t>AF 3 občasný či příležitostný</w:t>
            </w:r>
          </w:p>
          <w:p w:rsidR="001513FB" w:rsidRDefault="001513FB" w:rsidP="001513FB">
            <w:pPr>
              <w:autoSpaceDE w:val="0"/>
              <w:autoSpaceDN w:val="0"/>
              <w:adjustRightInd w:val="0"/>
              <w:jc w:val="left"/>
              <w:rPr>
                <w:rFonts w:cs="Arial"/>
                <w:sz w:val="18"/>
                <w:szCs w:val="18"/>
              </w:rPr>
            </w:pPr>
            <w:r>
              <w:rPr>
                <w:rFonts w:cs="Arial"/>
                <w:sz w:val="18"/>
                <w:szCs w:val="18"/>
              </w:rPr>
              <w:t>AF 4 trvalý</w:t>
            </w:r>
          </w:p>
          <w:p w:rsidR="001513FB" w:rsidRPr="006C0736" w:rsidRDefault="001513FB" w:rsidP="001513FB">
            <w:pPr>
              <w:autoSpaceDE w:val="0"/>
              <w:autoSpaceDN w:val="0"/>
              <w:adjustRightInd w:val="0"/>
              <w:jc w:val="left"/>
              <w:rPr>
                <w:rFonts w:ascii="Arial,Bold" w:hAnsi="Arial,Bold" w:cs="Arial,Bold"/>
                <w:b/>
                <w:bCs/>
                <w:sz w:val="12"/>
                <w:szCs w:val="12"/>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AG Mechanické namáhání</w:t>
            </w:r>
          </w:p>
          <w:p w:rsidR="001513FB" w:rsidRDefault="001513FB" w:rsidP="001513FB">
            <w:pPr>
              <w:autoSpaceDE w:val="0"/>
              <w:autoSpaceDN w:val="0"/>
              <w:adjustRightInd w:val="0"/>
              <w:jc w:val="left"/>
              <w:rPr>
                <w:rFonts w:cs="Arial"/>
                <w:sz w:val="18"/>
                <w:szCs w:val="18"/>
              </w:rPr>
            </w:pPr>
            <w:r>
              <w:rPr>
                <w:rFonts w:cs="Arial"/>
                <w:sz w:val="18"/>
                <w:szCs w:val="18"/>
              </w:rPr>
              <w:t>AG 1 mírný</w:t>
            </w:r>
          </w:p>
          <w:p w:rsidR="001513FB" w:rsidRDefault="001513FB" w:rsidP="001513FB">
            <w:pPr>
              <w:autoSpaceDE w:val="0"/>
              <w:autoSpaceDN w:val="0"/>
              <w:adjustRightInd w:val="0"/>
              <w:jc w:val="left"/>
              <w:rPr>
                <w:rFonts w:cs="Arial"/>
                <w:sz w:val="18"/>
                <w:szCs w:val="18"/>
              </w:rPr>
            </w:pPr>
            <w:r>
              <w:rPr>
                <w:rFonts w:cs="Arial"/>
                <w:sz w:val="18"/>
                <w:szCs w:val="18"/>
              </w:rPr>
              <w:t>AG 2 střední</w:t>
            </w:r>
          </w:p>
          <w:p w:rsidR="001513FB" w:rsidRDefault="001513FB" w:rsidP="001513FB">
            <w:pPr>
              <w:autoSpaceDE w:val="0"/>
              <w:autoSpaceDN w:val="0"/>
              <w:adjustRightInd w:val="0"/>
              <w:jc w:val="left"/>
              <w:rPr>
                <w:rFonts w:cs="Arial"/>
                <w:sz w:val="18"/>
                <w:szCs w:val="18"/>
              </w:rPr>
            </w:pPr>
            <w:r>
              <w:rPr>
                <w:rFonts w:cs="Arial"/>
                <w:sz w:val="18"/>
                <w:szCs w:val="18"/>
              </w:rPr>
              <w:t>AG 3 silný</w:t>
            </w:r>
          </w:p>
          <w:p w:rsidR="001513FB" w:rsidRDefault="001513FB" w:rsidP="001513FB">
            <w:pPr>
              <w:autoSpaceDE w:val="0"/>
              <w:autoSpaceDN w:val="0"/>
              <w:adjustRightInd w:val="0"/>
              <w:jc w:val="left"/>
              <w:rPr>
                <w:rFonts w:cs="Arial"/>
                <w:sz w:val="18"/>
                <w:szCs w:val="18"/>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AH Vibrace</w:t>
            </w:r>
          </w:p>
          <w:p w:rsidR="001513FB" w:rsidRDefault="001513FB" w:rsidP="001513FB">
            <w:pPr>
              <w:autoSpaceDE w:val="0"/>
              <w:autoSpaceDN w:val="0"/>
              <w:adjustRightInd w:val="0"/>
              <w:jc w:val="left"/>
              <w:rPr>
                <w:rFonts w:cs="Arial"/>
                <w:sz w:val="18"/>
                <w:szCs w:val="18"/>
              </w:rPr>
            </w:pPr>
            <w:r>
              <w:rPr>
                <w:rFonts w:cs="Arial"/>
                <w:sz w:val="18"/>
                <w:szCs w:val="18"/>
              </w:rPr>
              <w:t>AH 1 mírné</w:t>
            </w:r>
          </w:p>
          <w:p w:rsidR="001513FB" w:rsidRDefault="001513FB" w:rsidP="001513FB">
            <w:pPr>
              <w:autoSpaceDE w:val="0"/>
              <w:autoSpaceDN w:val="0"/>
              <w:adjustRightInd w:val="0"/>
              <w:jc w:val="left"/>
              <w:rPr>
                <w:rFonts w:cs="Arial"/>
                <w:sz w:val="18"/>
                <w:szCs w:val="18"/>
              </w:rPr>
            </w:pPr>
            <w:r>
              <w:rPr>
                <w:rFonts w:cs="Arial"/>
                <w:sz w:val="18"/>
                <w:szCs w:val="18"/>
              </w:rPr>
              <w:t>AH 2 střední</w:t>
            </w:r>
          </w:p>
          <w:p w:rsidR="001513FB" w:rsidRDefault="001513FB" w:rsidP="001513FB">
            <w:pPr>
              <w:autoSpaceDE w:val="0"/>
              <w:autoSpaceDN w:val="0"/>
              <w:adjustRightInd w:val="0"/>
              <w:jc w:val="left"/>
            </w:pPr>
          </w:p>
        </w:tc>
        <w:tc>
          <w:tcPr>
            <w:tcW w:w="4536" w:type="dxa"/>
          </w:tcPr>
          <w:p w:rsidR="001513FB" w:rsidRPr="00B777BC" w:rsidRDefault="001513FB" w:rsidP="001513FB">
            <w:pPr>
              <w:autoSpaceDE w:val="0"/>
              <w:autoSpaceDN w:val="0"/>
              <w:adjustRightInd w:val="0"/>
              <w:jc w:val="left"/>
              <w:rPr>
                <w:rFonts w:ascii="Arial,Bold" w:hAnsi="Arial,Bold" w:cs="Arial,Bold"/>
                <w:b/>
                <w:bCs/>
                <w:sz w:val="12"/>
                <w:szCs w:val="12"/>
              </w:rPr>
            </w:pPr>
          </w:p>
          <w:p w:rsidR="001513FB" w:rsidRDefault="001513FB" w:rsidP="001513FB">
            <w:pPr>
              <w:autoSpaceDE w:val="0"/>
              <w:autoSpaceDN w:val="0"/>
              <w:adjustRightInd w:val="0"/>
              <w:jc w:val="left"/>
            </w:pPr>
            <w:r>
              <w:rPr>
                <w:rFonts w:cs="Arial"/>
                <w:sz w:val="18"/>
                <w:szCs w:val="18"/>
              </w:rPr>
              <w:t>AH 3 silné</w:t>
            </w:r>
          </w:p>
          <w:p w:rsidR="001513FB" w:rsidRDefault="001513FB" w:rsidP="001513FB">
            <w:pPr>
              <w:autoSpaceDE w:val="0"/>
              <w:autoSpaceDN w:val="0"/>
              <w:adjustRightInd w:val="0"/>
              <w:jc w:val="left"/>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AJ Ostatní mechanická namáhání</w:t>
            </w:r>
          </w:p>
          <w:p w:rsidR="001513FB" w:rsidRDefault="001513FB" w:rsidP="001513FB">
            <w:pPr>
              <w:autoSpaceDE w:val="0"/>
              <w:autoSpaceDN w:val="0"/>
              <w:adjustRightInd w:val="0"/>
              <w:jc w:val="left"/>
              <w:rPr>
                <w:rFonts w:ascii="Arial,Bold" w:hAnsi="Arial,Bold" w:cs="Arial,Bold"/>
                <w:b/>
                <w:bCs/>
                <w:sz w:val="18"/>
                <w:szCs w:val="18"/>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AK Výskyt rostlinstva nebo plísní</w:t>
            </w:r>
          </w:p>
          <w:p w:rsidR="001513FB" w:rsidRDefault="001513FB" w:rsidP="001513FB">
            <w:pPr>
              <w:autoSpaceDE w:val="0"/>
              <w:autoSpaceDN w:val="0"/>
              <w:adjustRightInd w:val="0"/>
              <w:jc w:val="left"/>
              <w:rPr>
                <w:rFonts w:cs="Arial"/>
                <w:sz w:val="18"/>
                <w:szCs w:val="18"/>
              </w:rPr>
            </w:pPr>
            <w:r>
              <w:rPr>
                <w:rFonts w:cs="Arial"/>
                <w:sz w:val="18"/>
                <w:szCs w:val="18"/>
              </w:rPr>
              <w:t>AK 1 bez nebezpečí</w:t>
            </w:r>
          </w:p>
          <w:p w:rsidR="001513FB" w:rsidRDefault="001513FB" w:rsidP="001513FB">
            <w:pPr>
              <w:autoSpaceDE w:val="0"/>
              <w:autoSpaceDN w:val="0"/>
              <w:adjustRightInd w:val="0"/>
              <w:jc w:val="left"/>
              <w:rPr>
                <w:rFonts w:cs="Arial"/>
                <w:sz w:val="18"/>
                <w:szCs w:val="18"/>
              </w:rPr>
            </w:pPr>
            <w:r>
              <w:rPr>
                <w:rFonts w:cs="Arial"/>
                <w:sz w:val="18"/>
                <w:szCs w:val="18"/>
              </w:rPr>
              <w:t>AK 2 nebezpečný</w:t>
            </w:r>
          </w:p>
          <w:p w:rsidR="001513FB" w:rsidRDefault="001513FB" w:rsidP="001513FB">
            <w:pPr>
              <w:autoSpaceDE w:val="0"/>
              <w:autoSpaceDN w:val="0"/>
              <w:adjustRightInd w:val="0"/>
              <w:jc w:val="left"/>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AL Výskyt živočichů</w:t>
            </w:r>
          </w:p>
          <w:p w:rsidR="001513FB" w:rsidRDefault="001513FB" w:rsidP="001513FB">
            <w:pPr>
              <w:autoSpaceDE w:val="0"/>
              <w:autoSpaceDN w:val="0"/>
              <w:adjustRightInd w:val="0"/>
              <w:jc w:val="left"/>
              <w:rPr>
                <w:rFonts w:cs="Arial"/>
                <w:sz w:val="18"/>
                <w:szCs w:val="18"/>
              </w:rPr>
            </w:pPr>
            <w:r>
              <w:rPr>
                <w:rFonts w:cs="Arial"/>
                <w:sz w:val="18"/>
                <w:szCs w:val="18"/>
              </w:rPr>
              <w:t>AL 1 bez nebezpečí</w:t>
            </w:r>
          </w:p>
          <w:p w:rsidR="001513FB" w:rsidRDefault="001513FB" w:rsidP="001513FB">
            <w:pPr>
              <w:autoSpaceDE w:val="0"/>
              <w:autoSpaceDN w:val="0"/>
              <w:adjustRightInd w:val="0"/>
              <w:jc w:val="left"/>
              <w:rPr>
                <w:rFonts w:cs="Arial"/>
                <w:sz w:val="18"/>
                <w:szCs w:val="18"/>
              </w:rPr>
            </w:pPr>
            <w:r>
              <w:rPr>
                <w:rFonts w:cs="Arial"/>
                <w:sz w:val="18"/>
                <w:szCs w:val="18"/>
              </w:rPr>
              <w:t>AL 2 nebezpečný</w:t>
            </w:r>
          </w:p>
          <w:p w:rsidR="001513FB" w:rsidRDefault="001513FB" w:rsidP="001513FB"/>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AM Elektromagnetická,</w:t>
            </w: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elektrostatická nebo ionizující působení</w:t>
            </w: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 xml:space="preserve">Harmonické, </w:t>
            </w:r>
            <w:proofErr w:type="spellStart"/>
            <w:r>
              <w:rPr>
                <w:rFonts w:ascii="Arial,Bold" w:hAnsi="Arial,Bold" w:cs="Arial,Bold"/>
                <w:b/>
                <w:bCs/>
                <w:sz w:val="18"/>
                <w:szCs w:val="18"/>
              </w:rPr>
              <w:t>meziharmonické</w:t>
            </w:r>
            <w:proofErr w:type="spellEnd"/>
          </w:p>
          <w:p w:rsidR="001513FB" w:rsidRDefault="001513FB" w:rsidP="001513FB">
            <w:pPr>
              <w:autoSpaceDE w:val="0"/>
              <w:autoSpaceDN w:val="0"/>
              <w:adjustRightInd w:val="0"/>
              <w:jc w:val="left"/>
              <w:rPr>
                <w:rFonts w:cs="Arial"/>
                <w:sz w:val="18"/>
                <w:szCs w:val="18"/>
              </w:rPr>
            </w:pPr>
            <w:r>
              <w:rPr>
                <w:rFonts w:cs="Arial"/>
                <w:sz w:val="18"/>
                <w:szCs w:val="18"/>
              </w:rPr>
              <w:t>AM 1-1 kontrolovatelná úroveň</w:t>
            </w:r>
          </w:p>
          <w:p w:rsidR="001513FB" w:rsidRDefault="001513FB" w:rsidP="001513FB">
            <w:pPr>
              <w:autoSpaceDE w:val="0"/>
              <w:autoSpaceDN w:val="0"/>
              <w:adjustRightInd w:val="0"/>
              <w:jc w:val="left"/>
              <w:rPr>
                <w:rFonts w:cs="Arial"/>
                <w:sz w:val="18"/>
                <w:szCs w:val="18"/>
              </w:rPr>
            </w:pPr>
            <w:r>
              <w:rPr>
                <w:rFonts w:cs="Arial"/>
                <w:sz w:val="18"/>
                <w:szCs w:val="18"/>
              </w:rPr>
              <w:t>AM 1-2 normální úroveň</w:t>
            </w:r>
          </w:p>
          <w:p w:rsidR="001513FB" w:rsidRDefault="001513FB" w:rsidP="001513FB">
            <w:pPr>
              <w:autoSpaceDE w:val="0"/>
              <w:autoSpaceDN w:val="0"/>
              <w:adjustRightInd w:val="0"/>
              <w:jc w:val="left"/>
              <w:rPr>
                <w:rFonts w:cs="Arial"/>
                <w:sz w:val="18"/>
                <w:szCs w:val="18"/>
              </w:rPr>
            </w:pPr>
            <w:r>
              <w:rPr>
                <w:rFonts w:cs="Arial"/>
                <w:sz w:val="18"/>
                <w:szCs w:val="18"/>
              </w:rPr>
              <w:t>AM 1-3 vysoká úroveň</w:t>
            </w:r>
          </w:p>
          <w:p w:rsidR="001513FB" w:rsidRDefault="001513FB" w:rsidP="001513FB">
            <w:pPr>
              <w:autoSpaceDE w:val="0"/>
              <w:autoSpaceDN w:val="0"/>
              <w:adjustRightInd w:val="0"/>
              <w:jc w:val="left"/>
              <w:rPr>
                <w:rFonts w:cs="Arial"/>
                <w:sz w:val="18"/>
                <w:szCs w:val="18"/>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Signální napětí</w:t>
            </w:r>
          </w:p>
          <w:p w:rsidR="001513FB" w:rsidRDefault="001513FB" w:rsidP="001513FB">
            <w:pPr>
              <w:autoSpaceDE w:val="0"/>
              <w:autoSpaceDN w:val="0"/>
              <w:adjustRightInd w:val="0"/>
              <w:jc w:val="left"/>
              <w:rPr>
                <w:rFonts w:cs="Arial"/>
                <w:sz w:val="18"/>
                <w:szCs w:val="18"/>
              </w:rPr>
            </w:pPr>
            <w:r>
              <w:rPr>
                <w:rFonts w:cs="Arial"/>
                <w:sz w:val="18"/>
                <w:szCs w:val="18"/>
              </w:rPr>
              <w:t>AM 2-1 kontrolovaná úroveň</w:t>
            </w:r>
          </w:p>
          <w:p w:rsidR="001513FB" w:rsidRDefault="001513FB" w:rsidP="001513FB">
            <w:pPr>
              <w:autoSpaceDE w:val="0"/>
              <w:autoSpaceDN w:val="0"/>
              <w:adjustRightInd w:val="0"/>
              <w:jc w:val="left"/>
              <w:rPr>
                <w:rFonts w:cs="Arial"/>
                <w:sz w:val="18"/>
                <w:szCs w:val="18"/>
              </w:rPr>
            </w:pPr>
            <w:r>
              <w:rPr>
                <w:rFonts w:cs="Arial"/>
                <w:sz w:val="18"/>
                <w:szCs w:val="18"/>
              </w:rPr>
              <w:t>AM 2-2 střední úroveň</w:t>
            </w:r>
          </w:p>
          <w:p w:rsidR="001513FB" w:rsidRDefault="001513FB" w:rsidP="001513FB">
            <w:pPr>
              <w:autoSpaceDE w:val="0"/>
              <w:autoSpaceDN w:val="0"/>
              <w:adjustRightInd w:val="0"/>
              <w:jc w:val="left"/>
              <w:rPr>
                <w:rFonts w:cs="Arial"/>
                <w:sz w:val="18"/>
                <w:szCs w:val="18"/>
              </w:rPr>
            </w:pPr>
            <w:r>
              <w:rPr>
                <w:rFonts w:cs="Arial"/>
                <w:sz w:val="18"/>
                <w:szCs w:val="18"/>
              </w:rPr>
              <w:t>AM 2-3 vysoká úroveň</w:t>
            </w:r>
          </w:p>
          <w:p w:rsidR="001513FB" w:rsidRDefault="001513FB" w:rsidP="001513FB">
            <w:pPr>
              <w:autoSpaceDE w:val="0"/>
              <w:autoSpaceDN w:val="0"/>
              <w:adjustRightInd w:val="0"/>
              <w:jc w:val="left"/>
              <w:rPr>
                <w:rFonts w:cs="Arial"/>
                <w:sz w:val="18"/>
                <w:szCs w:val="18"/>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Změny amplitudy napětí</w:t>
            </w:r>
          </w:p>
          <w:p w:rsidR="001513FB" w:rsidRDefault="001513FB" w:rsidP="001513FB">
            <w:pPr>
              <w:autoSpaceDE w:val="0"/>
              <w:autoSpaceDN w:val="0"/>
              <w:adjustRightInd w:val="0"/>
              <w:jc w:val="left"/>
              <w:rPr>
                <w:rFonts w:cs="Arial"/>
                <w:sz w:val="18"/>
                <w:szCs w:val="18"/>
              </w:rPr>
            </w:pPr>
            <w:r>
              <w:rPr>
                <w:rFonts w:cs="Arial"/>
                <w:sz w:val="18"/>
                <w:szCs w:val="18"/>
              </w:rPr>
              <w:t>AM 3-1 kontrolovaná úroveň</w:t>
            </w:r>
          </w:p>
          <w:p w:rsidR="001513FB" w:rsidRDefault="001513FB" w:rsidP="001513FB">
            <w:pPr>
              <w:autoSpaceDE w:val="0"/>
              <w:autoSpaceDN w:val="0"/>
              <w:adjustRightInd w:val="0"/>
              <w:jc w:val="left"/>
              <w:rPr>
                <w:rFonts w:cs="Arial"/>
                <w:sz w:val="18"/>
                <w:szCs w:val="18"/>
              </w:rPr>
            </w:pPr>
            <w:r>
              <w:rPr>
                <w:rFonts w:cs="Arial"/>
                <w:sz w:val="18"/>
                <w:szCs w:val="18"/>
              </w:rPr>
              <w:t>AM 3-2 normální úroveň</w:t>
            </w:r>
          </w:p>
          <w:p w:rsidR="001513FB" w:rsidRDefault="001513FB" w:rsidP="001513FB">
            <w:pPr>
              <w:autoSpaceDE w:val="0"/>
              <w:autoSpaceDN w:val="0"/>
              <w:adjustRightInd w:val="0"/>
              <w:jc w:val="left"/>
              <w:rPr>
                <w:rFonts w:cs="Arial"/>
                <w:sz w:val="18"/>
                <w:szCs w:val="18"/>
              </w:rPr>
            </w:pPr>
            <w:r>
              <w:rPr>
                <w:rFonts w:cs="Arial"/>
                <w:sz w:val="18"/>
                <w:szCs w:val="18"/>
              </w:rPr>
              <w:t xml:space="preserve">AM 4 neustálené </w:t>
            </w:r>
            <w:proofErr w:type="gramStart"/>
            <w:r>
              <w:rPr>
                <w:rFonts w:cs="Arial"/>
                <w:sz w:val="18"/>
                <w:szCs w:val="18"/>
              </w:rPr>
              <w:t>napěti</w:t>
            </w:r>
            <w:proofErr w:type="gramEnd"/>
          </w:p>
          <w:p w:rsidR="001513FB" w:rsidRDefault="001513FB" w:rsidP="001513FB">
            <w:pPr>
              <w:autoSpaceDE w:val="0"/>
              <w:autoSpaceDN w:val="0"/>
              <w:adjustRightInd w:val="0"/>
              <w:jc w:val="left"/>
              <w:rPr>
                <w:rFonts w:cs="Arial"/>
                <w:sz w:val="18"/>
                <w:szCs w:val="18"/>
              </w:rPr>
            </w:pPr>
            <w:r>
              <w:rPr>
                <w:rFonts w:cs="Arial"/>
                <w:sz w:val="18"/>
                <w:szCs w:val="18"/>
              </w:rPr>
              <w:t>AM 5 změny kmitočtu</w:t>
            </w:r>
          </w:p>
          <w:p w:rsidR="001513FB" w:rsidRDefault="001513FB" w:rsidP="001513FB"/>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Indukované napětí nízkého kmitočtu</w:t>
            </w:r>
          </w:p>
          <w:p w:rsidR="001513FB" w:rsidRDefault="001513FB" w:rsidP="001513FB">
            <w:pPr>
              <w:autoSpaceDE w:val="0"/>
              <w:autoSpaceDN w:val="0"/>
              <w:adjustRightInd w:val="0"/>
              <w:jc w:val="left"/>
              <w:rPr>
                <w:rFonts w:cs="Arial"/>
                <w:sz w:val="18"/>
                <w:szCs w:val="18"/>
              </w:rPr>
            </w:pPr>
            <w:r>
              <w:rPr>
                <w:rFonts w:cs="Arial"/>
                <w:sz w:val="18"/>
                <w:szCs w:val="18"/>
              </w:rPr>
              <w:t>AM 6 bez klasifikace</w:t>
            </w:r>
          </w:p>
          <w:p w:rsidR="001513FB" w:rsidRDefault="001513FB" w:rsidP="001513FB">
            <w:pPr>
              <w:autoSpaceDE w:val="0"/>
              <w:autoSpaceDN w:val="0"/>
              <w:adjustRightInd w:val="0"/>
              <w:jc w:val="left"/>
              <w:rPr>
                <w:rFonts w:cs="Arial"/>
                <w:sz w:val="18"/>
                <w:szCs w:val="18"/>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Stejnosměrný proud v obvodech střídavého</w:t>
            </w: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proudu</w:t>
            </w:r>
          </w:p>
          <w:p w:rsidR="001513FB" w:rsidRDefault="001513FB" w:rsidP="001513FB">
            <w:pPr>
              <w:autoSpaceDE w:val="0"/>
              <w:autoSpaceDN w:val="0"/>
              <w:adjustRightInd w:val="0"/>
              <w:jc w:val="left"/>
              <w:rPr>
                <w:rFonts w:cs="Arial"/>
                <w:sz w:val="18"/>
                <w:szCs w:val="18"/>
              </w:rPr>
            </w:pPr>
            <w:r>
              <w:rPr>
                <w:rFonts w:cs="Arial"/>
                <w:sz w:val="18"/>
                <w:szCs w:val="18"/>
              </w:rPr>
              <w:t>AM 7 bez klasifikace</w:t>
            </w:r>
          </w:p>
          <w:p w:rsidR="001513FB" w:rsidRDefault="001513FB" w:rsidP="001513FB">
            <w:pPr>
              <w:autoSpaceDE w:val="0"/>
              <w:autoSpaceDN w:val="0"/>
              <w:adjustRightInd w:val="0"/>
              <w:jc w:val="left"/>
              <w:rPr>
                <w:rFonts w:cs="Arial"/>
                <w:sz w:val="18"/>
                <w:szCs w:val="18"/>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Vyřazovaná magnetická pole</w:t>
            </w:r>
          </w:p>
          <w:p w:rsidR="001513FB" w:rsidRDefault="001513FB" w:rsidP="001513FB">
            <w:pPr>
              <w:autoSpaceDE w:val="0"/>
              <w:autoSpaceDN w:val="0"/>
              <w:adjustRightInd w:val="0"/>
              <w:jc w:val="left"/>
              <w:rPr>
                <w:rFonts w:cs="Arial"/>
                <w:sz w:val="18"/>
                <w:szCs w:val="18"/>
              </w:rPr>
            </w:pPr>
            <w:r>
              <w:rPr>
                <w:rFonts w:cs="Arial"/>
                <w:sz w:val="18"/>
                <w:szCs w:val="18"/>
              </w:rPr>
              <w:t>AM 8-1 střední úroveň</w:t>
            </w:r>
          </w:p>
          <w:p w:rsidR="001513FB" w:rsidRDefault="001513FB" w:rsidP="001513FB">
            <w:pPr>
              <w:autoSpaceDE w:val="0"/>
              <w:autoSpaceDN w:val="0"/>
              <w:adjustRightInd w:val="0"/>
              <w:jc w:val="left"/>
              <w:rPr>
                <w:rFonts w:cs="Arial"/>
                <w:sz w:val="18"/>
                <w:szCs w:val="18"/>
              </w:rPr>
            </w:pPr>
            <w:r>
              <w:rPr>
                <w:rFonts w:cs="Arial"/>
                <w:sz w:val="18"/>
                <w:szCs w:val="18"/>
              </w:rPr>
              <w:t>AM 8-2 vysoka úroveň</w:t>
            </w:r>
          </w:p>
          <w:p w:rsidR="001513FB" w:rsidRDefault="001513FB" w:rsidP="001513FB">
            <w:pPr>
              <w:autoSpaceDE w:val="0"/>
              <w:autoSpaceDN w:val="0"/>
              <w:adjustRightInd w:val="0"/>
              <w:jc w:val="left"/>
              <w:rPr>
                <w:rFonts w:cs="Arial"/>
                <w:sz w:val="18"/>
                <w:szCs w:val="18"/>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Elektrické pole</w:t>
            </w:r>
          </w:p>
          <w:p w:rsidR="001513FB" w:rsidRDefault="001513FB" w:rsidP="001513FB">
            <w:pPr>
              <w:autoSpaceDE w:val="0"/>
              <w:autoSpaceDN w:val="0"/>
              <w:adjustRightInd w:val="0"/>
              <w:jc w:val="left"/>
              <w:rPr>
                <w:rFonts w:cs="Arial"/>
                <w:sz w:val="18"/>
                <w:szCs w:val="18"/>
              </w:rPr>
            </w:pPr>
            <w:r>
              <w:rPr>
                <w:rFonts w:cs="Arial"/>
                <w:sz w:val="18"/>
                <w:szCs w:val="18"/>
              </w:rPr>
              <w:t>AM 9-1 zanedbatelná úroveň</w:t>
            </w:r>
          </w:p>
          <w:p w:rsidR="001513FB" w:rsidRDefault="001513FB" w:rsidP="001513FB">
            <w:pPr>
              <w:autoSpaceDE w:val="0"/>
              <w:autoSpaceDN w:val="0"/>
              <w:adjustRightInd w:val="0"/>
              <w:jc w:val="left"/>
              <w:rPr>
                <w:rFonts w:cs="Arial"/>
                <w:sz w:val="18"/>
                <w:szCs w:val="18"/>
              </w:rPr>
            </w:pPr>
            <w:r>
              <w:rPr>
                <w:rFonts w:cs="Arial"/>
                <w:sz w:val="18"/>
                <w:szCs w:val="18"/>
              </w:rPr>
              <w:t>AM 9-2 střední úroveň</w:t>
            </w:r>
          </w:p>
          <w:p w:rsidR="001513FB" w:rsidRDefault="001513FB" w:rsidP="001513FB">
            <w:pPr>
              <w:autoSpaceDE w:val="0"/>
              <w:autoSpaceDN w:val="0"/>
              <w:adjustRightInd w:val="0"/>
              <w:jc w:val="left"/>
              <w:rPr>
                <w:rFonts w:cs="Arial"/>
                <w:sz w:val="18"/>
                <w:szCs w:val="18"/>
              </w:rPr>
            </w:pPr>
            <w:r>
              <w:rPr>
                <w:rFonts w:cs="Arial"/>
                <w:sz w:val="18"/>
                <w:szCs w:val="18"/>
              </w:rPr>
              <w:t>AM 9-3 vysoká úroveň</w:t>
            </w:r>
          </w:p>
          <w:p w:rsidR="001513FB" w:rsidRDefault="001513FB" w:rsidP="001513FB">
            <w:pPr>
              <w:autoSpaceDE w:val="0"/>
              <w:autoSpaceDN w:val="0"/>
              <w:adjustRightInd w:val="0"/>
              <w:jc w:val="left"/>
              <w:rPr>
                <w:rFonts w:cs="Arial"/>
                <w:sz w:val="18"/>
                <w:szCs w:val="18"/>
              </w:rPr>
            </w:pPr>
            <w:r>
              <w:rPr>
                <w:rFonts w:cs="Arial"/>
                <w:sz w:val="18"/>
                <w:szCs w:val="18"/>
              </w:rPr>
              <w:t>AM 9-4 velmi vysoká úroveň</w:t>
            </w:r>
          </w:p>
          <w:p w:rsidR="001513FB" w:rsidRDefault="001513FB" w:rsidP="001513FB">
            <w:pPr>
              <w:autoSpaceDE w:val="0"/>
              <w:autoSpaceDN w:val="0"/>
              <w:adjustRightInd w:val="0"/>
              <w:jc w:val="left"/>
              <w:rPr>
                <w:rFonts w:cs="Arial"/>
                <w:sz w:val="18"/>
                <w:szCs w:val="18"/>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Indukované oscilující napětí nebo proudy</w:t>
            </w:r>
          </w:p>
          <w:p w:rsidR="001513FB" w:rsidRDefault="001513FB" w:rsidP="001513FB">
            <w:pPr>
              <w:autoSpaceDE w:val="0"/>
              <w:autoSpaceDN w:val="0"/>
              <w:adjustRightInd w:val="0"/>
              <w:jc w:val="left"/>
              <w:rPr>
                <w:rFonts w:cs="Arial"/>
                <w:sz w:val="18"/>
                <w:szCs w:val="18"/>
              </w:rPr>
            </w:pPr>
            <w:r>
              <w:rPr>
                <w:rFonts w:cs="Arial"/>
                <w:sz w:val="18"/>
                <w:szCs w:val="18"/>
              </w:rPr>
              <w:t>AM 21 bez třídění</w:t>
            </w:r>
          </w:p>
          <w:p w:rsidR="001513FB" w:rsidRDefault="001513FB" w:rsidP="001513FB">
            <w:pPr>
              <w:autoSpaceDE w:val="0"/>
              <w:autoSpaceDN w:val="0"/>
              <w:adjustRightInd w:val="0"/>
              <w:jc w:val="left"/>
              <w:rPr>
                <w:rFonts w:cs="Arial"/>
                <w:sz w:val="18"/>
                <w:szCs w:val="18"/>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Šířené vedení, jednosměrně vedené</w:t>
            </w: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v časovém měřítku nanosekund</w:t>
            </w:r>
          </w:p>
          <w:p w:rsidR="001513FB" w:rsidRDefault="001513FB" w:rsidP="001513FB">
            <w:pPr>
              <w:autoSpaceDE w:val="0"/>
              <w:autoSpaceDN w:val="0"/>
              <w:adjustRightInd w:val="0"/>
              <w:jc w:val="left"/>
              <w:rPr>
                <w:rFonts w:cs="Arial"/>
                <w:sz w:val="18"/>
                <w:szCs w:val="18"/>
              </w:rPr>
            </w:pPr>
            <w:r>
              <w:rPr>
                <w:rFonts w:cs="Arial"/>
                <w:sz w:val="18"/>
                <w:szCs w:val="18"/>
              </w:rPr>
              <w:t>AM 22-1 zanedbatelná úroveň</w:t>
            </w:r>
          </w:p>
          <w:p w:rsidR="001513FB" w:rsidRDefault="001513FB" w:rsidP="001513FB">
            <w:pPr>
              <w:autoSpaceDE w:val="0"/>
              <w:autoSpaceDN w:val="0"/>
              <w:adjustRightInd w:val="0"/>
              <w:jc w:val="left"/>
              <w:rPr>
                <w:rFonts w:cs="Arial"/>
                <w:sz w:val="18"/>
                <w:szCs w:val="18"/>
              </w:rPr>
            </w:pPr>
            <w:r>
              <w:rPr>
                <w:rFonts w:cs="Arial"/>
                <w:sz w:val="18"/>
                <w:szCs w:val="18"/>
              </w:rPr>
              <w:t>AM 22-2 střední úroveň</w:t>
            </w:r>
          </w:p>
          <w:p w:rsidR="001513FB" w:rsidRDefault="001513FB" w:rsidP="001513FB">
            <w:pPr>
              <w:autoSpaceDE w:val="0"/>
              <w:autoSpaceDN w:val="0"/>
              <w:adjustRightInd w:val="0"/>
              <w:jc w:val="left"/>
              <w:rPr>
                <w:rFonts w:cs="Arial"/>
                <w:sz w:val="18"/>
                <w:szCs w:val="18"/>
              </w:rPr>
            </w:pPr>
            <w:r>
              <w:rPr>
                <w:rFonts w:cs="Arial"/>
                <w:sz w:val="18"/>
                <w:szCs w:val="18"/>
              </w:rPr>
              <w:t>AM 22-3 vysoká úroveň</w:t>
            </w:r>
          </w:p>
          <w:p w:rsidR="001513FB" w:rsidRDefault="001513FB" w:rsidP="001513FB">
            <w:pPr>
              <w:autoSpaceDE w:val="0"/>
              <w:autoSpaceDN w:val="0"/>
              <w:adjustRightInd w:val="0"/>
              <w:jc w:val="left"/>
              <w:rPr>
                <w:rFonts w:cs="Arial"/>
                <w:sz w:val="18"/>
                <w:szCs w:val="18"/>
              </w:rPr>
            </w:pPr>
            <w:r>
              <w:rPr>
                <w:rFonts w:cs="Arial"/>
                <w:sz w:val="18"/>
                <w:szCs w:val="18"/>
              </w:rPr>
              <w:t>AM 22-4 velmi vysoká úroveň</w:t>
            </w:r>
          </w:p>
          <w:p w:rsidR="001513FB" w:rsidRDefault="001513FB" w:rsidP="001513FB">
            <w:pPr>
              <w:autoSpaceDE w:val="0"/>
              <w:autoSpaceDN w:val="0"/>
              <w:adjustRightInd w:val="0"/>
              <w:jc w:val="left"/>
            </w:pPr>
          </w:p>
        </w:tc>
      </w:tr>
      <w:tr w:rsidR="001513FB" w:rsidTr="001513FB">
        <w:trPr>
          <w:trHeight w:val="5783"/>
        </w:trPr>
        <w:tc>
          <w:tcPr>
            <w:tcW w:w="4536" w:type="dxa"/>
          </w:tcPr>
          <w:p w:rsidR="001513FB" w:rsidRPr="00986245" w:rsidRDefault="001513FB" w:rsidP="001513FB">
            <w:pPr>
              <w:autoSpaceDE w:val="0"/>
              <w:autoSpaceDN w:val="0"/>
              <w:adjustRightInd w:val="0"/>
              <w:jc w:val="left"/>
              <w:rPr>
                <w:rFonts w:ascii="Arial,Bold" w:hAnsi="Arial,Bold" w:cs="Arial,Bold"/>
                <w:b/>
                <w:bCs/>
                <w:sz w:val="12"/>
                <w:szCs w:val="12"/>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Šířené vedení jednosměrně vedené</w:t>
            </w: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v časovém měřítku milisekund nebo</w:t>
            </w: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mikrosekund</w:t>
            </w:r>
          </w:p>
          <w:p w:rsidR="001513FB" w:rsidRDefault="001513FB" w:rsidP="001513FB">
            <w:pPr>
              <w:autoSpaceDE w:val="0"/>
              <w:autoSpaceDN w:val="0"/>
              <w:adjustRightInd w:val="0"/>
              <w:jc w:val="left"/>
              <w:rPr>
                <w:rFonts w:cs="Arial"/>
                <w:sz w:val="18"/>
                <w:szCs w:val="18"/>
              </w:rPr>
            </w:pPr>
            <w:r>
              <w:rPr>
                <w:rFonts w:cs="Arial"/>
                <w:sz w:val="18"/>
                <w:szCs w:val="18"/>
              </w:rPr>
              <w:t>AM 23-1 kontrolovaná úroveň</w:t>
            </w:r>
          </w:p>
          <w:p w:rsidR="001513FB" w:rsidRDefault="001513FB" w:rsidP="001513FB">
            <w:pPr>
              <w:autoSpaceDE w:val="0"/>
              <w:autoSpaceDN w:val="0"/>
              <w:adjustRightInd w:val="0"/>
              <w:jc w:val="left"/>
              <w:rPr>
                <w:rFonts w:cs="Arial"/>
                <w:sz w:val="18"/>
                <w:szCs w:val="18"/>
              </w:rPr>
            </w:pPr>
            <w:r>
              <w:rPr>
                <w:rFonts w:cs="Arial"/>
                <w:sz w:val="18"/>
                <w:szCs w:val="18"/>
              </w:rPr>
              <w:t>AM 23-2 střední úroveň</w:t>
            </w:r>
          </w:p>
          <w:p w:rsidR="001513FB" w:rsidRDefault="001513FB" w:rsidP="001513FB">
            <w:pPr>
              <w:autoSpaceDE w:val="0"/>
              <w:autoSpaceDN w:val="0"/>
              <w:adjustRightInd w:val="0"/>
              <w:jc w:val="left"/>
              <w:rPr>
                <w:rFonts w:cs="Arial"/>
                <w:sz w:val="18"/>
                <w:szCs w:val="18"/>
              </w:rPr>
            </w:pPr>
            <w:r>
              <w:rPr>
                <w:rFonts w:cs="Arial"/>
                <w:sz w:val="18"/>
                <w:szCs w:val="18"/>
              </w:rPr>
              <w:t>AM 23-3 vysoka úroveň</w:t>
            </w:r>
          </w:p>
          <w:p w:rsidR="001513FB" w:rsidRDefault="001513FB" w:rsidP="001513FB"/>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Oscilační přechodové jevy šířené vedením</w:t>
            </w:r>
          </w:p>
          <w:p w:rsidR="001513FB" w:rsidRDefault="001513FB" w:rsidP="001513FB">
            <w:pPr>
              <w:autoSpaceDE w:val="0"/>
              <w:autoSpaceDN w:val="0"/>
              <w:adjustRightInd w:val="0"/>
              <w:jc w:val="left"/>
              <w:rPr>
                <w:rFonts w:cs="Arial"/>
                <w:sz w:val="18"/>
                <w:szCs w:val="18"/>
              </w:rPr>
            </w:pPr>
            <w:r>
              <w:rPr>
                <w:rFonts w:cs="Arial"/>
                <w:sz w:val="18"/>
                <w:szCs w:val="18"/>
              </w:rPr>
              <w:t>AM 24-1 střední úroveň</w:t>
            </w:r>
          </w:p>
          <w:p w:rsidR="001513FB" w:rsidRDefault="001513FB" w:rsidP="001513FB">
            <w:pPr>
              <w:autoSpaceDE w:val="0"/>
              <w:autoSpaceDN w:val="0"/>
              <w:adjustRightInd w:val="0"/>
              <w:jc w:val="left"/>
              <w:rPr>
                <w:rFonts w:cs="Arial"/>
                <w:sz w:val="18"/>
                <w:szCs w:val="18"/>
              </w:rPr>
            </w:pPr>
            <w:r>
              <w:rPr>
                <w:rFonts w:cs="Arial"/>
                <w:sz w:val="18"/>
                <w:szCs w:val="18"/>
              </w:rPr>
              <w:t>AM 24-2 vysoká úroveň</w:t>
            </w:r>
          </w:p>
          <w:p w:rsidR="001513FB" w:rsidRDefault="001513FB" w:rsidP="001513FB"/>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Jevy vyzařované s vysokým kmitočtem</w:t>
            </w:r>
          </w:p>
          <w:p w:rsidR="001513FB" w:rsidRDefault="001513FB" w:rsidP="001513FB">
            <w:pPr>
              <w:autoSpaceDE w:val="0"/>
              <w:autoSpaceDN w:val="0"/>
              <w:adjustRightInd w:val="0"/>
              <w:jc w:val="left"/>
              <w:rPr>
                <w:rFonts w:cs="Arial"/>
                <w:sz w:val="18"/>
                <w:szCs w:val="18"/>
              </w:rPr>
            </w:pPr>
            <w:r>
              <w:rPr>
                <w:rFonts w:cs="Arial"/>
                <w:sz w:val="18"/>
                <w:szCs w:val="18"/>
              </w:rPr>
              <w:t>AM 25-1 zanedbatelná úroveň</w:t>
            </w:r>
          </w:p>
          <w:p w:rsidR="001513FB" w:rsidRDefault="001513FB" w:rsidP="001513FB">
            <w:pPr>
              <w:autoSpaceDE w:val="0"/>
              <w:autoSpaceDN w:val="0"/>
              <w:adjustRightInd w:val="0"/>
              <w:jc w:val="left"/>
              <w:rPr>
                <w:rFonts w:cs="Arial"/>
                <w:sz w:val="18"/>
                <w:szCs w:val="18"/>
              </w:rPr>
            </w:pPr>
            <w:r>
              <w:rPr>
                <w:rFonts w:cs="Arial"/>
                <w:sz w:val="18"/>
                <w:szCs w:val="18"/>
              </w:rPr>
              <w:t>AM 25-2 střední úroveň</w:t>
            </w:r>
          </w:p>
          <w:p w:rsidR="001513FB" w:rsidRDefault="001513FB" w:rsidP="001513FB">
            <w:pPr>
              <w:autoSpaceDE w:val="0"/>
              <w:autoSpaceDN w:val="0"/>
              <w:adjustRightInd w:val="0"/>
              <w:jc w:val="left"/>
              <w:rPr>
                <w:rFonts w:cs="Arial"/>
                <w:sz w:val="18"/>
                <w:szCs w:val="18"/>
              </w:rPr>
            </w:pPr>
            <w:r>
              <w:rPr>
                <w:rFonts w:cs="Arial"/>
                <w:sz w:val="18"/>
                <w:szCs w:val="18"/>
              </w:rPr>
              <w:t>AM 25-3 vysoká úroveň</w:t>
            </w:r>
          </w:p>
          <w:p w:rsidR="001513FB" w:rsidRDefault="001513FB" w:rsidP="001513FB">
            <w:pPr>
              <w:autoSpaceDE w:val="0"/>
              <w:autoSpaceDN w:val="0"/>
              <w:adjustRightInd w:val="0"/>
              <w:jc w:val="left"/>
              <w:rPr>
                <w:rFonts w:cs="Arial"/>
                <w:sz w:val="18"/>
                <w:szCs w:val="18"/>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Elektrostatické výboje</w:t>
            </w:r>
          </w:p>
          <w:p w:rsidR="001513FB" w:rsidRDefault="001513FB" w:rsidP="001513FB">
            <w:pPr>
              <w:autoSpaceDE w:val="0"/>
              <w:autoSpaceDN w:val="0"/>
              <w:adjustRightInd w:val="0"/>
              <w:jc w:val="left"/>
              <w:rPr>
                <w:rFonts w:cs="Arial"/>
                <w:sz w:val="18"/>
                <w:szCs w:val="18"/>
              </w:rPr>
            </w:pPr>
            <w:r>
              <w:rPr>
                <w:rFonts w:cs="Arial"/>
                <w:sz w:val="18"/>
                <w:szCs w:val="18"/>
              </w:rPr>
              <w:t>AM 31-1 nízká úroveň</w:t>
            </w:r>
          </w:p>
          <w:p w:rsidR="001513FB" w:rsidRDefault="001513FB" w:rsidP="001513FB">
            <w:pPr>
              <w:autoSpaceDE w:val="0"/>
              <w:autoSpaceDN w:val="0"/>
              <w:adjustRightInd w:val="0"/>
              <w:jc w:val="left"/>
              <w:rPr>
                <w:rFonts w:cs="Arial"/>
                <w:sz w:val="18"/>
                <w:szCs w:val="18"/>
              </w:rPr>
            </w:pPr>
            <w:r>
              <w:rPr>
                <w:rFonts w:cs="Arial"/>
                <w:sz w:val="18"/>
                <w:szCs w:val="18"/>
              </w:rPr>
              <w:t>AM 31-2 střední úroveň</w:t>
            </w:r>
          </w:p>
          <w:p w:rsidR="001513FB" w:rsidRDefault="001513FB" w:rsidP="001513FB">
            <w:pPr>
              <w:autoSpaceDE w:val="0"/>
              <w:autoSpaceDN w:val="0"/>
              <w:adjustRightInd w:val="0"/>
              <w:jc w:val="left"/>
              <w:rPr>
                <w:rFonts w:cs="Arial"/>
                <w:sz w:val="18"/>
                <w:szCs w:val="18"/>
              </w:rPr>
            </w:pPr>
            <w:r>
              <w:rPr>
                <w:rFonts w:cs="Arial"/>
                <w:sz w:val="18"/>
                <w:szCs w:val="18"/>
              </w:rPr>
              <w:t>AM 31-3 vysoká úroveň</w:t>
            </w:r>
          </w:p>
          <w:p w:rsidR="001513FB" w:rsidRDefault="001513FB" w:rsidP="001513FB">
            <w:pPr>
              <w:rPr>
                <w:rFonts w:cs="Arial"/>
                <w:sz w:val="18"/>
                <w:szCs w:val="18"/>
              </w:rPr>
            </w:pPr>
            <w:r>
              <w:rPr>
                <w:rFonts w:cs="Arial"/>
                <w:sz w:val="18"/>
                <w:szCs w:val="18"/>
              </w:rPr>
              <w:t>AM 31-4 velmi vysoká úroveň</w:t>
            </w:r>
          </w:p>
          <w:p w:rsidR="001513FB" w:rsidRDefault="001513FB" w:rsidP="001513FB"/>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Ionizace</w:t>
            </w:r>
          </w:p>
          <w:p w:rsidR="001513FB" w:rsidRDefault="001513FB" w:rsidP="001513FB">
            <w:pPr>
              <w:autoSpaceDE w:val="0"/>
              <w:autoSpaceDN w:val="0"/>
              <w:adjustRightInd w:val="0"/>
              <w:jc w:val="left"/>
              <w:rPr>
                <w:rFonts w:cs="Arial"/>
                <w:sz w:val="18"/>
                <w:szCs w:val="18"/>
              </w:rPr>
            </w:pPr>
            <w:r>
              <w:rPr>
                <w:rFonts w:cs="Arial"/>
                <w:sz w:val="18"/>
                <w:szCs w:val="18"/>
              </w:rPr>
              <w:t>AM 41-1 bez klasifikace</w:t>
            </w:r>
          </w:p>
          <w:p w:rsidR="001513FB" w:rsidRDefault="001513FB" w:rsidP="001513FB">
            <w:pPr>
              <w:autoSpaceDE w:val="0"/>
              <w:autoSpaceDN w:val="0"/>
              <w:adjustRightInd w:val="0"/>
              <w:jc w:val="left"/>
              <w:rPr>
                <w:rFonts w:cs="Arial"/>
                <w:sz w:val="18"/>
                <w:szCs w:val="18"/>
              </w:rPr>
            </w:pPr>
          </w:p>
          <w:p w:rsidR="001513FB" w:rsidRDefault="001513FB" w:rsidP="001513FB">
            <w:pPr>
              <w:autoSpaceDE w:val="0"/>
              <w:autoSpaceDN w:val="0"/>
              <w:adjustRightInd w:val="0"/>
              <w:jc w:val="left"/>
              <w:rPr>
                <w:rFonts w:ascii="Arial,Bold" w:hAnsi="Arial,Bold" w:cs="Arial,Bold"/>
                <w:b/>
                <w:bCs/>
                <w:sz w:val="18"/>
                <w:szCs w:val="18"/>
              </w:rPr>
            </w:pPr>
          </w:p>
        </w:tc>
        <w:tc>
          <w:tcPr>
            <w:tcW w:w="4536" w:type="dxa"/>
          </w:tcPr>
          <w:p w:rsidR="001513FB" w:rsidRPr="00986245" w:rsidRDefault="001513FB" w:rsidP="001513FB">
            <w:pPr>
              <w:autoSpaceDE w:val="0"/>
              <w:autoSpaceDN w:val="0"/>
              <w:adjustRightInd w:val="0"/>
              <w:jc w:val="left"/>
              <w:rPr>
                <w:rFonts w:ascii="Arial,Bold" w:hAnsi="Arial,Bold" w:cs="Arial,Bold"/>
                <w:b/>
                <w:bCs/>
                <w:sz w:val="12"/>
                <w:szCs w:val="12"/>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AN Intenzita slunečního</w:t>
            </w: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záření</w:t>
            </w:r>
          </w:p>
          <w:p w:rsidR="001513FB" w:rsidRDefault="001513FB" w:rsidP="001513FB">
            <w:pPr>
              <w:autoSpaceDE w:val="0"/>
              <w:autoSpaceDN w:val="0"/>
              <w:adjustRightInd w:val="0"/>
              <w:jc w:val="left"/>
              <w:rPr>
                <w:rFonts w:cs="Arial"/>
                <w:sz w:val="18"/>
                <w:szCs w:val="18"/>
              </w:rPr>
            </w:pPr>
            <w:r>
              <w:rPr>
                <w:rFonts w:cs="Arial"/>
                <w:sz w:val="18"/>
                <w:szCs w:val="18"/>
              </w:rPr>
              <w:t>AN 1 nízká</w:t>
            </w:r>
          </w:p>
          <w:p w:rsidR="001513FB" w:rsidRDefault="001513FB" w:rsidP="001513FB">
            <w:pPr>
              <w:autoSpaceDE w:val="0"/>
              <w:autoSpaceDN w:val="0"/>
              <w:adjustRightInd w:val="0"/>
              <w:jc w:val="left"/>
              <w:rPr>
                <w:rFonts w:cs="Arial"/>
                <w:sz w:val="18"/>
                <w:szCs w:val="18"/>
              </w:rPr>
            </w:pPr>
            <w:r>
              <w:rPr>
                <w:rFonts w:cs="Arial"/>
                <w:sz w:val="18"/>
                <w:szCs w:val="18"/>
              </w:rPr>
              <w:t>AN 2 střední úroveň</w:t>
            </w:r>
          </w:p>
          <w:p w:rsidR="001513FB" w:rsidRDefault="001513FB" w:rsidP="001513FB">
            <w:pPr>
              <w:autoSpaceDE w:val="0"/>
              <w:autoSpaceDN w:val="0"/>
              <w:adjustRightInd w:val="0"/>
              <w:jc w:val="left"/>
              <w:rPr>
                <w:rFonts w:cs="Arial"/>
                <w:sz w:val="18"/>
                <w:szCs w:val="18"/>
              </w:rPr>
            </w:pPr>
            <w:r>
              <w:rPr>
                <w:rFonts w:cs="Arial"/>
                <w:sz w:val="18"/>
                <w:szCs w:val="18"/>
              </w:rPr>
              <w:t>AN 3 vysoká úroveň</w:t>
            </w:r>
          </w:p>
          <w:p w:rsidR="001513FB" w:rsidRDefault="001513FB" w:rsidP="001513FB">
            <w:pPr>
              <w:autoSpaceDE w:val="0"/>
              <w:autoSpaceDN w:val="0"/>
              <w:adjustRightInd w:val="0"/>
              <w:jc w:val="left"/>
              <w:rPr>
                <w:rFonts w:cs="Arial"/>
                <w:sz w:val="18"/>
                <w:szCs w:val="18"/>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AP Seizmické účinky</w:t>
            </w:r>
          </w:p>
          <w:p w:rsidR="001513FB" w:rsidRDefault="001513FB" w:rsidP="001513FB">
            <w:pPr>
              <w:autoSpaceDE w:val="0"/>
              <w:autoSpaceDN w:val="0"/>
              <w:adjustRightInd w:val="0"/>
              <w:jc w:val="left"/>
              <w:rPr>
                <w:rFonts w:cs="Arial"/>
                <w:sz w:val="18"/>
                <w:szCs w:val="18"/>
              </w:rPr>
            </w:pPr>
            <w:r>
              <w:rPr>
                <w:rFonts w:cs="Arial"/>
                <w:sz w:val="18"/>
                <w:szCs w:val="18"/>
              </w:rPr>
              <w:t>AP 1 zanedbatelné</w:t>
            </w:r>
          </w:p>
          <w:p w:rsidR="001513FB" w:rsidRDefault="001513FB" w:rsidP="001513FB">
            <w:pPr>
              <w:autoSpaceDE w:val="0"/>
              <w:autoSpaceDN w:val="0"/>
              <w:adjustRightInd w:val="0"/>
              <w:jc w:val="left"/>
              <w:rPr>
                <w:rFonts w:cs="Arial"/>
                <w:sz w:val="18"/>
                <w:szCs w:val="18"/>
              </w:rPr>
            </w:pPr>
            <w:r>
              <w:rPr>
                <w:rFonts w:cs="Arial"/>
                <w:sz w:val="18"/>
                <w:szCs w:val="18"/>
              </w:rPr>
              <w:t>AP 2 nízké ohroženi</w:t>
            </w:r>
          </w:p>
          <w:p w:rsidR="001513FB" w:rsidRDefault="001513FB" w:rsidP="001513FB">
            <w:pPr>
              <w:autoSpaceDE w:val="0"/>
              <w:autoSpaceDN w:val="0"/>
              <w:adjustRightInd w:val="0"/>
              <w:jc w:val="left"/>
              <w:rPr>
                <w:rFonts w:cs="Arial"/>
                <w:sz w:val="18"/>
                <w:szCs w:val="18"/>
              </w:rPr>
            </w:pPr>
            <w:r>
              <w:rPr>
                <w:rFonts w:cs="Arial"/>
                <w:sz w:val="18"/>
                <w:szCs w:val="18"/>
              </w:rPr>
              <w:t>AP 3 střední ohroženi</w:t>
            </w:r>
          </w:p>
          <w:p w:rsidR="001513FB" w:rsidRDefault="001513FB" w:rsidP="001513FB">
            <w:pPr>
              <w:autoSpaceDE w:val="0"/>
              <w:autoSpaceDN w:val="0"/>
              <w:adjustRightInd w:val="0"/>
              <w:jc w:val="left"/>
              <w:rPr>
                <w:rFonts w:cs="Arial"/>
                <w:sz w:val="18"/>
                <w:szCs w:val="18"/>
              </w:rPr>
            </w:pPr>
            <w:r>
              <w:rPr>
                <w:rFonts w:cs="Arial"/>
                <w:sz w:val="18"/>
                <w:szCs w:val="18"/>
              </w:rPr>
              <w:t>AP 4 vysoké ohroženi</w:t>
            </w:r>
          </w:p>
          <w:p w:rsidR="001513FB" w:rsidRDefault="001513FB" w:rsidP="001513FB">
            <w:pPr>
              <w:autoSpaceDE w:val="0"/>
              <w:autoSpaceDN w:val="0"/>
              <w:adjustRightInd w:val="0"/>
              <w:jc w:val="left"/>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AQ Úder blesku</w:t>
            </w:r>
          </w:p>
          <w:p w:rsidR="001513FB" w:rsidRDefault="001513FB" w:rsidP="001513FB">
            <w:pPr>
              <w:autoSpaceDE w:val="0"/>
              <w:autoSpaceDN w:val="0"/>
              <w:adjustRightInd w:val="0"/>
              <w:jc w:val="left"/>
              <w:rPr>
                <w:rFonts w:cs="Arial"/>
                <w:sz w:val="18"/>
                <w:szCs w:val="18"/>
              </w:rPr>
            </w:pPr>
            <w:r>
              <w:rPr>
                <w:rFonts w:cs="Arial"/>
                <w:sz w:val="18"/>
                <w:szCs w:val="18"/>
              </w:rPr>
              <w:t>AQ 1 zanedbatelný</w:t>
            </w:r>
          </w:p>
          <w:p w:rsidR="001513FB" w:rsidRDefault="001513FB" w:rsidP="001513FB">
            <w:pPr>
              <w:autoSpaceDE w:val="0"/>
              <w:autoSpaceDN w:val="0"/>
              <w:adjustRightInd w:val="0"/>
              <w:jc w:val="left"/>
              <w:rPr>
                <w:rFonts w:cs="Arial"/>
                <w:sz w:val="18"/>
                <w:szCs w:val="18"/>
              </w:rPr>
            </w:pPr>
            <w:r>
              <w:rPr>
                <w:rFonts w:cs="Arial"/>
                <w:sz w:val="18"/>
                <w:szCs w:val="18"/>
              </w:rPr>
              <w:t>AQ 2 nepřímé ohrožení</w:t>
            </w:r>
          </w:p>
          <w:p w:rsidR="001513FB" w:rsidRDefault="001513FB" w:rsidP="001513FB">
            <w:pPr>
              <w:autoSpaceDE w:val="0"/>
              <w:autoSpaceDN w:val="0"/>
              <w:adjustRightInd w:val="0"/>
              <w:jc w:val="left"/>
              <w:rPr>
                <w:rFonts w:cs="Arial"/>
                <w:sz w:val="18"/>
                <w:szCs w:val="18"/>
              </w:rPr>
            </w:pPr>
            <w:r>
              <w:rPr>
                <w:rFonts w:cs="Arial"/>
                <w:sz w:val="18"/>
                <w:szCs w:val="18"/>
              </w:rPr>
              <w:t>AQ 3 přímé ohrožení</w:t>
            </w:r>
          </w:p>
          <w:p w:rsidR="001513FB" w:rsidRDefault="001513FB" w:rsidP="001513FB">
            <w:pPr>
              <w:autoSpaceDE w:val="0"/>
              <w:autoSpaceDN w:val="0"/>
              <w:adjustRightInd w:val="0"/>
              <w:jc w:val="left"/>
              <w:rPr>
                <w:rFonts w:cs="Arial"/>
                <w:sz w:val="18"/>
                <w:szCs w:val="18"/>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AR Pohyb vzduchu</w:t>
            </w:r>
          </w:p>
          <w:p w:rsidR="001513FB" w:rsidRDefault="001513FB" w:rsidP="001513FB">
            <w:pPr>
              <w:autoSpaceDE w:val="0"/>
              <w:autoSpaceDN w:val="0"/>
              <w:adjustRightInd w:val="0"/>
              <w:jc w:val="left"/>
              <w:rPr>
                <w:rFonts w:cs="Arial"/>
                <w:sz w:val="18"/>
                <w:szCs w:val="18"/>
              </w:rPr>
            </w:pPr>
            <w:r>
              <w:rPr>
                <w:rFonts w:cs="Arial"/>
                <w:sz w:val="18"/>
                <w:szCs w:val="18"/>
              </w:rPr>
              <w:t>AR 1 pomalý</w:t>
            </w:r>
          </w:p>
          <w:p w:rsidR="001513FB" w:rsidRDefault="001513FB" w:rsidP="001513FB">
            <w:pPr>
              <w:autoSpaceDE w:val="0"/>
              <w:autoSpaceDN w:val="0"/>
              <w:adjustRightInd w:val="0"/>
              <w:jc w:val="left"/>
              <w:rPr>
                <w:rFonts w:cs="Arial"/>
                <w:sz w:val="18"/>
                <w:szCs w:val="18"/>
              </w:rPr>
            </w:pPr>
            <w:r>
              <w:rPr>
                <w:rFonts w:cs="Arial"/>
                <w:sz w:val="18"/>
                <w:szCs w:val="18"/>
              </w:rPr>
              <w:t>AR 2 střední</w:t>
            </w:r>
          </w:p>
          <w:p w:rsidR="001513FB" w:rsidRDefault="001513FB" w:rsidP="001513FB">
            <w:pPr>
              <w:autoSpaceDE w:val="0"/>
              <w:autoSpaceDN w:val="0"/>
              <w:adjustRightInd w:val="0"/>
              <w:jc w:val="left"/>
              <w:rPr>
                <w:rFonts w:cs="Arial"/>
                <w:sz w:val="18"/>
                <w:szCs w:val="18"/>
              </w:rPr>
            </w:pPr>
            <w:r>
              <w:rPr>
                <w:rFonts w:cs="Arial"/>
                <w:sz w:val="18"/>
                <w:szCs w:val="18"/>
              </w:rPr>
              <w:t>AR 3 silný</w:t>
            </w:r>
          </w:p>
          <w:p w:rsidR="001513FB" w:rsidRDefault="001513FB" w:rsidP="001513FB">
            <w:pPr>
              <w:autoSpaceDE w:val="0"/>
              <w:autoSpaceDN w:val="0"/>
              <w:adjustRightInd w:val="0"/>
              <w:jc w:val="left"/>
              <w:rPr>
                <w:rFonts w:cs="Arial"/>
                <w:sz w:val="18"/>
                <w:szCs w:val="18"/>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AS Vítr</w:t>
            </w:r>
          </w:p>
          <w:p w:rsidR="001513FB" w:rsidRDefault="001513FB" w:rsidP="001513FB">
            <w:pPr>
              <w:autoSpaceDE w:val="0"/>
              <w:autoSpaceDN w:val="0"/>
              <w:adjustRightInd w:val="0"/>
              <w:jc w:val="left"/>
              <w:rPr>
                <w:rFonts w:cs="Arial"/>
                <w:sz w:val="18"/>
                <w:szCs w:val="18"/>
              </w:rPr>
            </w:pPr>
            <w:r>
              <w:rPr>
                <w:rFonts w:cs="Arial"/>
                <w:sz w:val="18"/>
                <w:szCs w:val="18"/>
              </w:rPr>
              <w:t>AS 1 malý</w:t>
            </w:r>
          </w:p>
          <w:p w:rsidR="001513FB" w:rsidRDefault="001513FB" w:rsidP="001513FB">
            <w:pPr>
              <w:autoSpaceDE w:val="0"/>
              <w:autoSpaceDN w:val="0"/>
              <w:adjustRightInd w:val="0"/>
              <w:jc w:val="left"/>
              <w:rPr>
                <w:rFonts w:cs="Arial"/>
                <w:sz w:val="18"/>
                <w:szCs w:val="18"/>
              </w:rPr>
            </w:pPr>
            <w:r>
              <w:rPr>
                <w:rFonts w:cs="Arial"/>
                <w:sz w:val="18"/>
                <w:szCs w:val="18"/>
              </w:rPr>
              <w:t>AS 2 střední</w:t>
            </w:r>
          </w:p>
          <w:p w:rsidR="001513FB" w:rsidRDefault="001513FB" w:rsidP="001513FB">
            <w:pPr>
              <w:autoSpaceDE w:val="0"/>
              <w:autoSpaceDN w:val="0"/>
              <w:adjustRightInd w:val="0"/>
              <w:jc w:val="left"/>
              <w:rPr>
                <w:rFonts w:cs="Arial"/>
                <w:sz w:val="18"/>
                <w:szCs w:val="18"/>
              </w:rPr>
            </w:pPr>
            <w:r>
              <w:rPr>
                <w:rFonts w:cs="Arial"/>
                <w:sz w:val="18"/>
                <w:szCs w:val="18"/>
              </w:rPr>
              <w:t>AS 3 silný</w:t>
            </w:r>
          </w:p>
          <w:p w:rsidR="001513FB" w:rsidRDefault="001513FB" w:rsidP="001513FB">
            <w:pPr>
              <w:autoSpaceDE w:val="0"/>
              <w:autoSpaceDN w:val="0"/>
              <w:adjustRightInd w:val="0"/>
              <w:jc w:val="left"/>
            </w:pPr>
          </w:p>
        </w:tc>
      </w:tr>
      <w:tr w:rsidR="001513FB" w:rsidTr="001513FB">
        <w:trPr>
          <w:trHeight w:val="1701"/>
        </w:trPr>
        <w:tc>
          <w:tcPr>
            <w:tcW w:w="4536" w:type="dxa"/>
          </w:tcPr>
          <w:p w:rsidR="001513FB" w:rsidRPr="004400E0" w:rsidRDefault="001513FB" w:rsidP="001513FB">
            <w:pPr>
              <w:autoSpaceDE w:val="0"/>
              <w:autoSpaceDN w:val="0"/>
              <w:adjustRightInd w:val="0"/>
              <w:jc w:val="left"/>
              <w:rPr>
                <w:rFonts w:ascii="Arial,Bold" w:hAnsi="Arial,Bold" w:cs="Arial,Bold"/>
                <w:b/>
                <w:bCs/>
                <w:sz w:val="12"/>
                <w:szCs w:val="12"/>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B – využití</w:t>
            </w: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BA Schopnost osob</w:t>
            </w:r>
          </w:p>
          <w:p w:rsidR="001513FB" w:rsidRDefault="001513FB" w:rsidP="001513FB">
            <w:pPr>
              <w:autoSpaceDE w:val="0"/>
              <w:autoSpaceDN w:val="0"/>
              <w:adjustRightInd w:val="0"/>
              <w:jc w:val="left"/>
              <w:rPr>
                <w:rFonts w:cs="Arial"/>
                <w:sz w:val="18"/>
                <w:szCs w:val="18"/>
              </w:rPr>
            </w:pPr>
            <w:r>
              <w:rPr>
                <w:rFonts w:cs="Arial"/>
                <w:sz w:val="18"/>
                <w:szCs w:val="18"/>
              </w:rPr>
              <w:t>BA 1 běžná</w:t>
            </w:r>
          </w:p>
          <w:p w:rsidR="001513FB" w:rsidRDefault="001513FB" w:rsidP="001513FB">
            <w:pPr>
              <w:autoSpaceDE w:val="0"/>
              <w:autoSpaceDN w:val="0"/>
              <w:adjustRightInd w:val="0"/>
              <w:jc w:val="left"/>
              <w:rPr>
                <w:rFonts w:cs="Arial"/>
                <w:sz w:val="18"/>
                <w:szCs w:val="18"/>
              </w:rPr>
            </w:pPr>
            <w:r>
              <w:rPr>
                <w:rFonts w:cs="Arial"/>
                <w:sz w:val="18"/>
                <w:szCs w:val="18"/>
              </w:rPr>
              <w:t>BA 2 děti</w:t>
            </w:r>
          </w:p>
          <w:p w:rsidR="001513FB" w:rsidRDefault="001513FB" w:rsidP="001513FB">
            <w:pPr>
              <w:autoSpaceDE w:val="0"/>
              <w:autoSpaceDN w:val="0"/>
              <w:adjustRightInd w:val="0"/>
              <w:jc w:val="left"/>
              <w:rPr>
                <w:rFonts w:cs="Arial"/>
                <w:sz w:val="18"/>
                <w:szCs w:val="18"/>
              </w:rPr>
            </w:pPr>
            <w:r>
              <w:rPr>
                <w:rFonts w:cs="Arial"/>
                <w:sz w:val="18"/>
                <w:szCs w:val="18"/>
              </w:rPr>
              <w:t>BA 3 invalidé</w:t>
            </w:r>
          </w:p>
          <w:p w:rsidR="001513FB" w:rsidRDefault="001513FB" w:rsidP="001513FB">
            <w:pPr>
              <w:autoSpaceDE w:val="0"/>
              <w:autoSpaceDN w:val="0"/>
              <w:adjustRightInd w:val="0"/>
              <w:jc w:val="left"/>
              <w:rPr>
                <w:rFonts w:cs="Arial"/>
                <w:sz w:val="18"/>
                <w:szCs w:val="18"/>
              </w:rPr>
            </w:pPr>
            <w:r>
              <w:rPr>
                <w:rFonts w:cs="Arial"/>
                <w:sz w:val="18"/>
                <w:szCs w:val="18"/>
              </w:rPr>
              <w:t>BA 4 poučené osoby</w:t>
            </w:r>
          </w:p>
          <w:p w:rsidR="001513FB" w:rsidRDefault="001513FB" w:rsidP="001513FB">
            <w:pPr>
              <w:autoSpaceDE w:val="0"/>
              <w:autoSpaceDN w:val="0"/>
              <w:adjustRightInd w:val="0"/>
              <w:jc w:val="left"/>
              <w:rPr>
                <w:rFonts w:cs="Arial"/>
                <w:sz w:val="18"/>
                <w:szCs w:val="18"/>
              </w:rPr>
            </w:pPr>
            <w:r>
              <w:rPr>
                <w:rFonts w:cs="Arial"/>
                <w:sz w:val="18"/>
                <w:szCs w:val="18"/>
              </w:rPr>
              <w:t>BA 5 osoby znalé</w:t>
            </w:r>
          </w:p>
          <w:p w:rsidR="001513FB" w:rsidRDefault="001513FB" w:rsidP="001513FB">
            <w:pPr>
              <w:autoSpaceDE w:val="0"/>
              <w:autoSpaceDN w:val="0"/>
              <w:adjustRightInd w:val="0"/>
              <w:jc w:val="left"/>
              <w:rPr>
                <w:rFonts w:cs="Arial"/>
                <w:sz w:val="18"/>
                <w:szCs w:val="18"/>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BB Elektrický odpor lidského těla</w:t>
            </w:r>
          </w:p>
          <w:p w:rsidR="001513FB" w:rsidRDefault="001513FB" w:rsidP="001513FB">
            <w:pPr>
              <w:autoSpaceDE w:val="0"/>
              <w:autoSpaceDN w:val="0"/>
              <w:adjustRightInd w:val="0"/>
              <w:jc w:val="left"/>
              <w:rPr>
                <w:rFonts w:ascii="Arial,Bold" w:hAnsi="Arial,Bold" w:cs="Arial,Bold"/>
                <w:b/>
                <w:bCs/>
                <w:sz w:val="18"/>
                <w:szCs w:val="18"/>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BC Kontakt osob s potenciálem</w:t>
            </w: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země</w:t>
            </w:r>
          </w:p>
          <w:p w:rsidR="001513FB" w:rsidRDefault="001513FB" w:rsidP="001513FB">
            <w:pPr>
              <w:autoSpaceDE w:val="0"/>
              <w:autoSpaceDN w:val="0"/>
              <w:adjustRightInd w:val="0"/>
              <w:jc w:val="left"/>
              <w:rPr>
                <w:rFonts w:cs="Arial"/>
                <w:sz w:val="18"/>
                <w:szCs w:val="18"/>
              </w:rPr>
            </w:pPr>
            <w:r>
              <w:rPr>
                <w:rFonts w:cs="Arial"/>
                <w:sz w:val="18"/>
                <w:szCs w:val="18"/>
              </w:rPr>
              <w:t>BC 1 žádný</w:t>
            </w:r>
          </w:p>
          <w:p w:rsidR="001513FB" w:rsidRDefault="001513FB" w:rsidP="001513FB">
            <w:pPr>
              <w:autoSpaceDE w:val="0"/>
              <w:autoSpaceDN w:val="0"/>
              <w:adjustRightInd w:val="0"/>
              <w:jc w:val="left"/>
              <w:rPr>
                <w:rFonts w:cs="Arial"/>
                <w:sz w:val="18"/>
                <w:szCs w:val="18"/>
              </w:rPr>
            </w:pPr>
            <w:r>
              <w:rPr>
                <w:rFonts w:cs="Arial"/>
                <w:sz w:val="18"/>
                <w:szCs w:val="18"/>
              </w:rPr>
              <w:t>BC 2 výjimečný</w:t>
            </w:r>
          </w:p>
          <w:p w:rsidR="001513FB" w:rsidRDefault="001513FB" w:rsidP="001513FB">
            <w:pPr>
              <w:autoSpaceDE w:val="0"/>
              <w:autoSpaceDN w:val="0"/>
              <w:adjustRightInd w:val="0"/>
              <w:jc w:val="left"/>
              <w:rPr>
                <w:rFonts w:cs="Arial"/>
                <w:sz w:val="18"/>
                <w:szCs w:val="18"/>
              </w:rPr>
            </w:pPr>
            <w:r>
              <w:rPr>
                <w:rFonts w:cs="Arial"/>
                <w:sz w:val="18"/>
                <w:szCs w:val="18"/>
              </w:rPr>
              <w:t>BC 3 častý</w:t>
            </w:r>
          </w:p>
          <w:p w:rsidR="001513FB" w:rsidRDefault="001513FB" w:rsidP="001513FB">
            <w:pPr>
              <w:autoSpaceDE w:val="0"/>
              <w:autoSpaceDN w:val="0"/>
              <w:adjustRightInd w:val="0"/>
              <w:jc w:val="left"/>
              <w:rPr>
                <w:rFonts w:cs="Arial"/>
                <w:sz w:val="18"/>
                <w:szCs w:val="18"/>
              </w:rPr>
            </w:pPr>
            <w:r>
              <w:rPr>
                <w:rFonts w:cs="Arial"/>
                <w:sz w:val="18"/>
                <w:szCs w:val="18"/>
              </w:rPr>
              <w:t>BC 4 trvaly</w:t>
            </w:r>
          </w:p>
          <w:p w:rsidR="001513FB" w:rsidRDefault="001513FB" w:rsidP="001513FB">
            <w:pPr>
              <w:autoSpaceDE w:val="0"/>
              <w:autoSpaceDN w:val="0"/>
              <w:adjustRightInd w:val="0"/>
              <w:jc w:val="left"/>
              <w:rPr>
                <w:rFonts w:ascii="Arial,Bold" w:hAnsi="Arial,Bold" w:cs="Arial,Bold"/>
                <w:b/>
                <w:bCs/>
                <w:sz w:val="18"/>
                <w:szCs w:val="18"/>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BD Podmínky úniku v případě nebezpečí</w:t>
            </w:r>
          </w:p>
          <w:p w:rsidR="001513FB" w:rsidRDefault="001513FB" w:rsidP="001513FB">
            <w:pPr>
              <w:autoSpaceDE w:val="0"/>
              <w:autoSpaceDN w:val="0"/>
              <w:adjustRightInd w:val="0"/>
              <w:jc w:val="left"/>
              <w:rPr>
                <w:rFonts w:cs="Arial"/>
                <w:sz w:val="18"/>
                <w:szCs w:val="18"/>
              </w:rPr>
            </w:pPr>
            <w:r>
              <w:rPr>
                <w:rFonts w:cs="Arial"/>
                <w:sz w:val="18"/>
                <w:szCs w:val="18"/>
              </w:rPr>
              <w:t>BD 1 malá hustota – snadný únik</w:t>
            </w:r>
          </w:p>
          <w:p w:rsidR="001513FB" w:rsidRDefault="001513FB" w:rsidP="001513FB">
            <w:pPr>
              <w:autoSpaceDE w:val="0"/>
              <w:autoSpaceDN w:val="0"/>
              <w:adjustRightInd w:val="0"/>
              <w:jc w:val="left"/>
              <w:rPr>
                <w:rFonts w:cs="Arial"/>
                <w:sz w:val="18"/>
                <w:szCs w:val="18"/>
              </w:rPr>
            </w:pPr>
            <w:r>
              <w:rPr>
                <w:rFonts w:cs="Arial"/>
                <w:sz w:val="18"/>
                <w:szCs w:val="18"/>
              </w:rPr>
              <w:t>BD 2 malá hustota – obtížný únik</w:t>
            </w:r>
          </w:p>
          <w:p w:rsidR="001513FB" w:rsidRDefault="001513FB" w:rsidP="001513FB">
            <w:pPr>
              <w:autoSpaceDE w:val="0"/>
              <w:autoSpaceDN w:val="0"/>
              <w:adjustRightInd w:val="0"/>
              <w:jc w:val="left"/>
              <w:rPr>
                <w:rFonts w:cs="Arial"/>
                <w:sz w:val="18"/>
                <w:szCs w:val="18"/>
              </w:rPr>
            </w:pPr>
            <w:r>
              <w:rPr>
                <w:rFonts w:cs="Arial"/>
                <w:sz w:val="18"/>
                <w:szCs w:val="18"/>
              </w:rPr>
              <w:t>BD 3 velká hustota – snadný únik</w:t>
            </w:r>
          </w:p>
          <w:p w:rsidR="001513FB" w:rsidRDefault="001513FB" w:rsidP="001513FB">
            <w:pPr>
              <w:rPr>
                <w:rFonts w:cs="Arial"/>
                <w:sz w:val="18"/>
                <w:szCs w:val="18"/>
              </w:rPr>
            </w:pPr>
            <w:r>
              <w:rPr>
                <w:rFonts w:cs="Arial"/>
                <w:sz w:val="18"/>
                <w:szCs w:val="18"/>
              </w:rPr>
              <w:t>BD 4 velká hustota – obtížný únik</w:t>
            </w:r>
          </w:p>
          <w:p w:rsidR="001513FB" w:rsidRDefault="001513FB" w:rsidP="001513FB"/>
        </w:tc>
        <w:tc>
          <w:tcPr>
            <w:tcW w:w="4536" w:type="dxa"/>
          </w:tcPr>
          <w:p w:rsidR="001513FB" w:rsidRPr="004400E0" w:rsidRDefault="001513FB" w:rsidP="001513FB">
            <w:pPr>
              <w:autoSpaceDE w:val="0"/>
              <w:autoSpaceDN w:val="0"/>
              <w:adjustRightInd w:val="0"/>
              <w:jc w:val="left"/>
              <w:rPr>
                <w:rFonts w:ascii="Arial,Bold" w:hAnsi="Arial,Bold" w:cs="Arial,Bold"/>
                <w:b/>
                <w:bCs/>
                <w:sz w:val="12"/>
                <w:szCs w:val="12"/>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BE Povaha zpracovávaných nebo</w:t>
            </w: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skladovaných materiálů</w:t>
            </w:r>
          </w:p>
          <w:p w:rsidR="001513FB" w:rsidRDefault="001513FB" w:rsidP="001513FB">
            <w:pPr>
              <w:autoSpaceDE w:val="0"/>
              <w:autoSpaceDN w:val="0"/>
              <w:adjustRightInd w:val="0"/>
              <w:jc w:val="left"/>
              <w:rPr>
                <w:rFonts w:cs="Arial"/>
                <w:sz w:val="18"/>
                <w:szCs w:val="18"/>
              </w:rPr>
            </w:pPr>
            <w:r>
              <w:rPr>
                <w:rFonts w:cs="Arial"/>
                <w:sz w:val="18"/>
                <w:szCs w:val="18"/>
              </w:rPr>
              <w:t>BE 1 bez významného nebezpečí</w:t>
            </w:r>
          </w:p>
          <w:p w:rsidR="001513FB" w:rsidRDefault="001513FB" w:rsidP="001513FB">
            <w:pPr>
              <w:autoSpaceDE w:val="0"/>
              <w:autoSpaceDN w:val="0"/>
              <w:adjustRightInd w:val="0"/>
              <w:jc w:val="left"/>
              <w:rPr>
                <w:rFonts w:cs="Arial"/>
                <w:sz w:val="18"/>
                <w:szCs w:val="18"/>
              </w:rPr>
            </w:pPr>
            <w:r>
              <w:rPr>
                <w:rFonts w:cs="Arial"/>
                <w:sz w:val="18"/>
                <w:szCs w:val="18"/>
              </w:rPr>
              <w:t>BE 2 nebezpečí požáru</w:t>
            </w:r>
          </w:p>
          <w:p w:rsidR="001513FB" w:rsidRDefault="001513FB" w:rsidP="001513FB">
            <w:pPr>
              <w:autoSpaceDE w:val="0"/>
              <w:autoSpaceDN w:val="0"/>
              <w:adjustRightInd w:val="0"/>
              <w:jc w:val="left"/>
              <w:rPr>
                <w:rFonts w:cs="Arial"/>
                <w:sz w:val="18"/>
                <w:szCs w:val="18"/>
              </w:rPr>
            </w:pPr>
            <w:r>
              <w:rPr>
                <w:rFonts w:cs="Arial"/>
                <w:sz w:val="18"/>
                <w:szCs w:val="18"/>
              </w:rPr>
              <w:t>BE 2N1 nebezpečí požáru hořlavých</w:t>
            </w:r>
          </w:p>
          <w:p w:rsidR="001513FB" w:rsidRDefault="001513FB" w:rsidP="001513FB">
            <w:pPr>
              <w:autoSpaceDE w:val="0"/>
              <w:autoSpaceDN w:val="0"/>
              <w:adjustRightInd w:val="0"/>
              <w:jc w:val="left"/>
              <w:rPr>
                <w:rFonts w:cs="Arial"/>
                <w:sz w:val="18"/>
                <w:szCs w:val="18"/>
              </w:rPr>
            </w:pPr>
            <w:r>
              <w:rPr>
                <w:rFonts w:cs="Arial"/>
                <w:sz w:val="18"/>
                <w:szCs w:val="18"/>
              </w:rPr>
              <w:t>hmot</w:t>
            </w:r>
          </w:p>
          <w:p w:rsidR="001513FB" w:rsidRDefault="001513FB" w:rsidP="001513FB">
            <w:pPr>
              <w:autoSpaceDE w:val="0"/>
              <w:autoSpaceDN w:val="0"/>
              <w:adjustRightInd w:val="0"/>
              <w:jc w:val="left"/>
              <w:rPr>
                <w:rFonts w:cs="Arial"/>
                <w:sz w:val="18"/>
                <w:szCs w:val="18"/>
              </w:rPr>
            </w:pPr>
            <w:r>
              <w:rPr>
                <w:rFonts w:cs="Arial"/>
                <w:sz w:val="18"/>
                <w:szCs w:val="18"/>
              </w:rPr>
              <w:t>BE 2N2 nebezpečí požáru hořlavých</w:t>
            </w:r>
          </w:p>
          <w:p w:rsidR="001513FB" w:rsidRDefault="001513FB" w:rsidP="001513FB">
            <w:pPr>
              <w:autoSpaceDE w:val="0"/>
              <w:autoSpaceDN w:val="0"/>
              <w:adjustRightInd w:val="0"/>
              <w:jc w:val="left"/>
              <w:rPr>
                <w:rFonts w:cs="Arial"/>
                <w:sz w:val="18"/>
                <w:szCs w:val="18"/>
              </w:rPr>
            </w:pPr>
            <w:r>
              <w:rPr>
                <w:rFonts w:cs="Arial"/>
                <w:sz w:val="18"/>
                <w:szCs w:val="18"/>
              </w:rPr>
              <w:t>prachů</w:t>
            </w:r>
          </w:p>
          <w:p w:rsidR="001513FB" w:rsidRDefault="001513FB" w:rsidP="001513FB">
            <w:pPr>
              <w:autoSpaceDE w:val="0"/>
              <w:autoSpaceDN w:val="0"/>
              <w:adjustRightInd w:val="0"/>
              <w:jc w:val="left"/>
              <w:rPr>
                <w:rFonts w:cs="Arial"/>
                <w:sz w:val="18"/>
                <w:szCs w:val="18"/>
              </w:rPr>
            </w:pPr>
            <w:r>
              <w:rPr>
                <w:rFonts w:cs="Arial"/>
                <w:sz w:val="18"/>
                <w:szCs w:val="18"/>
              </w:rPr>
              <w:t>BE 2N3 nebezpečí požáru hořlavých</w:t>
            </w:r>
          </w:p>
          <w:p w:rsidR="001513FB" w:rsidRDefault="001513FB" w:rsidP="001513FB">
            <w:pPr>
              <w:autoSpaceDE w:val="0"/>
              <w:autoSpaceDN w:val="0"/>
              <w:adjustRightInd w:val="0"/>
              <w:jc w:val="left"/>
              <w:rPr>
                <w:rFonts w:cs="Arial"/>
                <w:sz w:val="18"/>
                <w:szCs w:val="18"/>
              </w:rPr>
            </w:pPr>
            <w:r>
              <w:rPr>
                <w:rFonts w:cs="Arial"/>
                <w:sz w:val="18"/>
                <w:szCs w:val="18"/>
              </w:rPr>
              <w:t>kapalin</w:t>
            </w:r>
          </w:p>
          <w:p w:rsidR="001513FB" w:rsidRDefault="001513FB" w:rsidP="001513FB">
            <w:pPr>
              <w:autoSpaceDE w:val="0"/>
              <w:autoSpaceDN w:val="0"/>
              <w:adjustRightInd w:val="0"/>
              <w:jc w:val="left"/>
              <w:rPr>
                <w:rFonts w:cs="Arial"/>
                <w:sz w:val="18"/>
                <w:szCs w:val="18"/>
              </w:rPr>
            </w:pPr>
            <w:r>
              <w:rPr>
                <w:rFonts w:cs="Arial"/>
                <w:sz w:val="18"/>
                <w:szCs w:val="18"/>
              </w:rPr>
              <w:t>BE 3 nebezpečí výbuchu</w:t>
            </w:r>
          </w:p>
          <w:p w:rsidR="001513FB" w:rsidRDefault="001513FB" w:rsidP="001513FB">
            <w:pPr>
              <w:autoSpaceDE w:val="0"/>
              <w:autoSpaceDN w:val="0"/>
              <w:adjustRightInd w:val="0"/>
              <w:jc w:val="left"/>
              <w:rPr>
                <w:rFonts w:cs="Arial"/>
                <w:sz w:val="18"/>
                <w:szCs w:val="18"/>
              </w:rPr>
            </w:pPr>
            <w:r>
              <w:rPr>
                <w:rFonts w:cs="Arial"/>
                <w:sz w:val="18"/>
                <w:szCs w:val="18"/>
              </w:rPr>
              <w:t>BE 3N1 nebezpečí výbuchu hořlavých</w:t>
            </w:r>
          </w:p>
          <w:p w:rsidR="001513FB" w:rsidRDefault="001513FB" w:rsidP="001513FB">
            <w:pPr>
              <w:autoSpaceDE w:val="0"/>
              <w:autoSpaceDN w:val="0"/>
              <w:adjustRightInd w:val="0"/>
              <w:jc w:val="left"/>
              <w:rPr>
                <w:rFonts w:cs="Arial"/>
                <w:sz w:val="18"/>
                <w:szCs w:val="18"/>
              </w:rPr>
            </w:pPr>
            <w:r>
              <w:rPr>
                <w:rFonts w:cs="Arial"/>
                <w:sz w:val="18"/>
                <w:szCs w:val="18"/>
              </w:rPr>
              <w:t>prachů</w:t>
            </w:r>
          </w:p>
          <w:p w:rsidR="001513FB" w:rsidRDefault="001513FB" w:rsidP="001513FB">
            <w:pPr>
              <w:autoSpaceDE w:val="0"/>
              <w:autoSpaceDN w:val="0"/>
              <w:adjustRightInd w:val="0"/>
              <w:jc w:val="left"/>
              <w:rPr>
                <w:rFonts w:cs="Arial"/>
                <w:sz w:val="18"/>
                <w:szCs w:val="18"/>
              </w:rPr>
            </w:pPr>
            <w:r>
              <w:rPr>
                <w:rFonts w:cs="Arial"/>
                <w:sz w:val="18"/>
                <w:szCs w:val="18"/>
              </w:rPr>
              <w:t>BE 3N2 nebezpečí výbuchu hořlavých</w:t>
            </w:r>
          </w:p>
          <w:p w:rsidR="001513FB" w:rsidRDefault="001513FB" w:rsidP="001513FB">
            <w:pPr>
              <w:autoSpaceDE w:val="0"/>
              <w:autoSpaceDN w:val="0"/>
              <w:adjustRightInd w:val="0"/>
              <w:jc w:val="left"/>
              <w:rPr>
                <w:rFonts w:cs="Arial"/>
                <w:sz w:val="18"/>
                <w:szCs w:val="18"/>
              </w:rPr>
            </w:pPr>
            <w:r>
              <w:rPr>
                <w:rFonts w:cs="Arial"/>
                <w:sz w:val="18"/>
                <w:szCs w:val="18"/>
              </w:rPr>
              <w:t>plynů a par</w:t>
            </w:r>
          </w:p>
          <w:p w:rsidR="001513FB" w:rsidRDefault="001513FB" w:rsidP="001513FB">
            <w:pPr>
              <w:autoSpaceDE w:val="0"/>
              <w:autoSpaceDN w:val="0"/>
              <w:adjustRightInd w:val="0"/>
              <w:jc w:val="left"/>
              <w:rPr>
                <w:rFonts w:cs="Arial"/>
                <w:sz w:val="18"/>
                <w:szCs w:val="18"/>
              </w:rPr>
            </w:pPr>
            <w:r>
              <w:rPr>
                <w:rFonts w:cs="Arial"/>
                <w:sz w:val="18"/>
                <w:szCs w:val="18"/>
              </w:rPr>
              <w:t>BE 3N3 nebezpečí výbuchu výbušnin</w:t>
            </w:r>
          </w:p>
          <w:p w:rsidR="001513FB" w:rsidRDefault="001513FB" w:rsidP="001513FB">
            <w:pPr>
              <w:autoSpaceDE w:val="0"/>
              <w:autoSpaceDN w:val="0"/>
              <w:adjustRightInd w:val="0"/>
              <w:jc w:val="left"/>
              <w:rPr>
                <w:rFonts w:cs="Arial"/>
                <w:sz w:val="18"/>
                <w:szCs w:val="18"/>
              </w:rPr>
            </w:pPr>
            <w:r>
              <w:rPr>
                <w:rFonts w:cs="Arial"/>
                <w:sz w:val="18"/>
                <w:szCs w:val="18"/>
              </w:rPr>
              <w:t>BE 4 nebezpečí kontaminace</w:t>
            </w:r>
          </w:p>
          <w:p w:rsidR="001513FB" w:rsidRDefault="001513FB" w:rsidP="001513FB">
            <w:pPr>
              <w:autoSpaceDE w:val="0"/>
              <w:autoSpaceDN w:val="0"/>
              <w:adjustRightInd w:val="0"/>
              <w:jc w:val="left"/>
              <w:rPr>
                <w:rFonts w:ascii="Arial,Bold" w:hAnsi="Arial,Bold" w:cs="Arial,Bold"/>
                <w:b/>
                <w:bCs/>
                <w:sz w:val="18"/>
                <w:szCs w:val="18"/>
              </w:rPr>
            </w:pPr>
          </w:p>
        </w:tc>
      </w:tr>
      <w:tr w:rsidR="001513FB" w:rsidTr="001513FB">
        <w:trPr>
          <w:trHeight w:val="1417"/>
        </w:trPr>
        <w:tc>
          <w:tcPr>
            <w:tcW w:w="4536" w:type="dxa"/>
          </w:tcPr>
          <w:p w:rsidR="001513FB" w:rsidRPr="004400E0" w:rsidRDefault="001513FB" w:rsidP="001513FB">
            <w:pPr>
              <w:autoSpaceDE w:val="0"/>
              <w:autoSpaceDN w:val="0"/>
              <w:adjustRightInd w:val="0"/>
              <w:jc w:val="left"/>
              <w:rPr>
                <w:rFonts w:ascii="Arial,Bold" w:hAnsi="Arial,Bold" w:cs="Arial,Bold"/>
                <w:b/>
                <w:bCs/>
                <w:sz w:val="12"/>
                <w:szCs w:val="12"/>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C – Konstrukce budov</w:t>
            </w: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CA Stavební materiál</w:t>
            </w:r>
          </w:p>
          <w:p w:rsidR="001513FB" w:rsidRDefault="001513FB" w:rsidP="001513FB">
            <w:pPr>
              <w:autoSpaceDE w:val="0"/>
              <w:autoSpaceDN w:val="0"/>
              <w:adjustRightInd w:val="0"/>
              <w:jc w:val="left"/>
              <w:rPr>
                <w:rFonts w:cs="Arial"/>
                <w:sz w:val="18"/>
                <w:szCs w:val="18"/>
              </w:rPr>
            </w:pPr>
            <w:r>
              <w:rPr>
                <w:rFonts w:cs="Arial"/>
                <w:sz w:val="18"/>
                <w:szCs w:val="18"/>
              </w:rPr>
              <w:t>CA 1 nehořlavé</w:t>
            </w:r>
          </w:p>
          <w:p w:rsidR="001513FB" w:rsidRDefault="001513FB" w:rsidP="001513FB">
            <w:pPr>
              <w:autoSpaceDE w:val="0"/>
              <w:autoSpaceDN w:val="0"/>
              <w:adjustRightInd w:val="0"/>
              <w:jc w:val="left"/>
              <w:rPr>
                <w:rFonts w:cs="Arial"/>
                <w:sz w:val="18"/>
                <w:szCs w:val="18"/>
              </w:rPr>
            </w:pPr>
            <w:r>
              <w:rPr>
                <w:rFonts w:cs="Arial"/>
                <w:sz w:val="18"/>
                <w:szCs w:val="18"/>
              </w:rPr>
              <w:t>CA 2 hořlavé</w:t>
            </w:r>
          </w:p>
          <w:p w:rsidR="001513FB" w:rsidRDefault="001513FB" w:rsidP="001513FB">
            <w:pPr>
              <w:autoSpaceDE w:val="0"/>
              <w:autoSpaceDN w:val="0"/>
              <w:adjustRightInd w:val="0"/>
              <w:jc w:val="left"/>
            </w:pPr>
          </w:p>
        </w:tc>
        <w:tc>
          <w:tcPr>
            <w:tcW w:w="4536" w:type="dxa"/>
          </w:tcPr>
          <w:p w:rsidR="001513FB" w:rsidRPr="004400E0" w:rsidRDefault="001513FB" w:rsidP="001513FB">
            <w:pPr>
              <w:autoSpaceDE w:val="0"/>
              <w:autoSpaceDN w:val="0"/>
              <w:adjustRightInd w:val="0"/>
              <w:jc w:val="left"/>
              <w:rPr>
                <w:rFonts w:ascii="Arial,Bold" w:hAnsi="Arial,Bold" w:cs="Arial,Bold"/>
                <w:b/>
                <w:bCs/>
                <w:sz w:val="12"/>
                <w:szCs w:val="12"/>
              </w:rPr>
            </w:pPr>
          </w:p>
          <w:p w:rsidR="001513FB" w:rsidRDefault="001513FB" w:rsidP="001513FB">
            <w:pPr>
              <w:autoSpaceDE w:val="0"/>
              <w:autoSpaceDN w:val="0"/>
              <w:adjustRightInd w:val="0"/>
              <w:jc w:val="left"/>
              <w:rPr>
                <w:rFonts w:ascii="Arial,Bold" w:hAnsi="Arial,Bold" w:cs="Arial,Bold"/>
                <w:b/>
                <w:bCs/>
                <w:sz w:val="18"/>
                <w:szCs w:val="18"/>
              </w:rPr>
            </w:pPr>
            <w:r>
              <w:rPr>
                <w:rFonts w:ascii="Arial,Bold" w:hAnsi="Arial,Bold" w:cs="Arial,Bold"/>
                <w:b/>
                <w:bCs/>
                <w:sz w:val="18"/>
                <w:szCs w:val="18"/>
              </w:rPr>
              <w:t>CB Provedení (konstrukce budovy)</w:t>
            </w:r>
          </w:p>
          <w:p w:rsidR="001513FB" w:rsidRDefault="001513FB" w:rsidP="001513FB">
            <w:pPr>
              <w:autoSpaceDE w:val="0"/>
              <w:autoSpaceDN w:val="0"/>
              <w:adjustRightInd w:val="0"/>
              <w:jc w:val="left"/>
              <w:rPr>
                <w:rFonts w:cs="Arial"/>
                <w:sz w:val="18"/>
                <w:szCs w:val="18"/>
              </w:rPr>
            </w:pPr>
            <w:r>
              <w:rPr>
                <w:rFonts w:cs="Arial"/>
                <w:sz w:val="18"/>
                <w:szCs w:val="18"/>
              </w:rPr>
              <w:t>CB 1 zanedbatelné nebezpečí</w:t>
            </w:r>
          </w:p>
          <w:p w:rsidR="001513FB" w:rsidRDefault="001513FB" w:rsidP="001513FB">
            <w:pPr>
              <w:autoSpaceDE w:val="0"/>
              <w:autoSpaceDN w:val="0"/>
              <w:adjustRightInd w:val="0"/>
              <w:jc w:val="left"/>
              <w:rPr>
                <w:rFonts w:cs="Arial"/>
                <w:sz w:val="18"/>
                <w:szCs w:val="18"/>
              </w:rPr>
            </w:pPr>
            <w:r>
              <w:rPr>
                <w:rFonts w:cs="Arial"/>
                <w:sz w:val="18"/>
                <w:szCs w:val="18"/>
              </w:rPr>
              <w:t>CB 2 šířeni požáru</w:t>
            </w:r>
          </w:p>
          <w:p w:rsidR="001513FB" w:rsidRDefault="001513FB" w:rsidP="001513FB">
            <w:pPr>
              <w:autoSpaceDE w:val="0"/>
              <w:autoSpaceDN w:val="0"/>
              <w:adjustRightInd w:val="0"/>
              <w:jc w:val="left"/>
              <w:rPr>
                <w:rFonts w:cs="Arial"/>
                <w:sz w:val="18"/>
                <w:szCs w:val="18"/>
              </w:rPr>
            </w:pPr>
            <w:r>
              <w:rPr>
                <w:rFonts w:cs="Arial"/>
                <w:sz w:val="18"/>
                <w:szCs w:val="18"/>
              </w:rPr>
              <w:t>CB 3 posun</w:t>
            </w:r>
          </w:p>
          <w:p w:rsidR="001513FB" w:rsidRDefault="001513FB" w:rsidP="001513FB">
            <w:r>
              <w:rPr>
                <w:rFonts w:cs="Arial"/>
                <w:sz w:val="18"/>
                <w:szCs w:val="18"/>
              </w:rPr>
              <w:t>CB 4 poddajné nebo nestabilní</w:t>
            </w:r>
          </w:p>
          <w:p w:rsidR="001513FB" w:rsidRDefault="001513FB" w:rsidP="001513FB">
            <w:pPr>
              <w:autoSpaceDE w:val="0"/>
              <w:autoSpaceDN w:val="0"/>
              <w:adjustRightInd w:val="0"/>
              <w:jc w:val="left"/>
            </w:pPr>
          </w:p>
        </w:tc>
      </w:tr>
    </w:tbl>
    <w:p w:rsidR="001513FB" w:rsidRDefault="001513FB" w:rsidP="001513FB">
      <w:pPr>
        <w:rPr>
          <w:szCs w:val="22"/>
        </w:rPr>
      </w:pPr>
    </w:p>
    <w:p w:rsidR="001513FB" w:rsidRDefault="001513FB" w:rsidP="001513FB">
      <w:pPr>
        <w:jc w:val="center"/>
      </w:pPr>
      <w:r>
        <w:br w:type="page"/>
      </w:r>
    </w:p>
    <w:p w:rsidR="001513FB" w:rsidRPr="00B60F39" w:rsidRDefault="001513FB" w:rsidP="001513FB">
      <w:pPr>
        <w:rPr>
          <w:b/>
        </w:rPr>
      </w:pPr>
      <w:r>
        <w:rPr>
          <w:b/>
        </w:rPr>
        <w:lastRenderedPageBreak/>
        <w:t>Korozní agresivita atmosfér</w:t>
      </w:r>
    </w:p>
    <w:p w:rsidR="001513FB" w:rsidRPr="00CE0FF2" w:rsidRDefault="001513FB" w:rsidP="001513FB">
      <w:pPr>
        <w:ind w:firstLine="709"/>
      </w:pPr>
      <w:r>
        <w:t xml:space="preserve">Klasifikace korozní agresivity atmosfér, stanovení a odvození jednotlivých prostředí bylo stanoveno dle ČSN EN ISO 9223. Korozní agresivita na jednotlivé materiály (uhlíková ocel, korozivzdorná ocel 1.4301, měď, hliník) byla stanovená na základě sledování korozních úbytků standardních vzorků kovů a </w:t>
      </w:r>
      <w:r w:rsidRPr="003672D9">
        <w:t>na základě environmentálních údajů</w:t>
      </w:r>
      <w:r>
        <w:t xml:space="preserve">. </w:t>
      </w:r>
    </w:p>
    <w:p w:rsidR="001513FB" w:rsidRDefault="001513FB" w:rsidP="001513FB">
      <w:pPr>
        <w:ind w:firstLine="709"/>
        <w:jc w:val="left"/>
        <w:rPr>
          <w:color w:val="000000" w:themeColor="text1"/>
        </w:rPr>
      </w:pPr>
    </w:p>
    <w:p w:rsidR="001513FB" w:rsidRDefault="001513FB" w:rsidP="001513FB">
      <w:pPr>
        <w:ind w:firstLine="709"/>
        <w:jc w:val="left"/>
        <w:rPr>
          <w:color w:val="000000" w:themeColor="text1"/>
        </w:rPr>
      </w:pPr>
    </w:p>
    <w:p w:rsidR="001513FB" w:rsidRDefault="001513FB" w:rsidP="001513FB">
      <w:pPr>
        <w:jc w:val="left"/>
        <w:rPr>
          <w:b/>
          <w:color w:val="000000" w:themeColor="text1"/>
        </w:rPr>
      </w:pPr>
      <w:r>
        <w:rPr>
          <w:b/>
          <w:color w:val="000000" w:themeColor="text1"/>
        </w:rPr>
        <w:t>Hodnocení prostředí</w:t>
      </w:r>
    </w:p>
    <w:p w:rsidR="001513FB" w:rsidRDefault="001513FB" w:rsidP="001513FB">
      <w:pPr>
        <w:ind w:firstLine="709"/>
      </w:pPr>
      <w:r w:rsidRPr="0035431C">
        <w:t xml:space="preserve">Expoziční VDJ – </w:t>
      </w:r>
      <w:r>
        <w:t>prostory expozičních komor s výskytem vlhkosti, v multifunkčním prostoru standardní interiérová vlhkost. Výměna vzduchu, topení a chlazení zajištěny pomocí vzduchotechniky a vytápění.</w:t>
      </w:r>
    </w:p>
    <w:p w:rsidR="001513FB" w:rsidRPr="0035431C" w:rsidRDefault="001513FB" w:rsidP="001513FB">
      <w:pPr>
        <w:ind w:firstLine="709"/>
      </w:pPr>
    </w:p>
    <w:p w:rsidR="001513FB" w:rsidRDefault="001513FB" w:rsidP="001513FB">
      <w:pPr>
        <w:ind w:firstLine="709"/>
      </w:pPr>
      <w:r w:rsidRPr="0035431C">
        <w:t>Provozní budova</w:t>
      </w:r>
      <w:r>
        <w:t xml:space="preserve"> a vodárenská věž</w:t>
      </w:r>
      <w:r w:rsidRPr="0035431C">
        <w:t xml:space="preserve"> – </w:t>
      </w:r>
      <w:r>
        <w:t>prostory se standardní interiérovou vlhkostí, výměna vzduchu, topení a chlazení zajištěny pomocí vzduchotechniky a vytápění.</w:t>
      </w:r>
    </w:p>
    <w:p w:rsidR="001513FB" w:rsidRPr="0035431C" w:rsidRDefault="001513FB" w:rsidP="001513FB">
      <w:pPr>
        <w:ind w:firstLine="709"/>
      </w:pPr>
    </w:p>
    <w:p w:rsidR="001513FB" w:rsidRDefault="001513FB" w:rsidP="001513FB">
      <w:pPr>
        <w:ind w:firstLine="709"/>
        <w:jc w:val="left"/>
        <w:rPr>
          <w:color w:val="000000" w:themeColor="text1"/>
        </w:rPr>
      </w:pPr>
    </w:p>
    <w:p w:rsidR="001513FB" w:rsidRPr="0092289F" w:rsidRDefault="001513FB" w:rsidP="001513FB">
      <w:pPr>
        <w:jc w:val="left"/>
        <w:rPr>
          <w:b/>
          <w:color w:val="000000" w:themeColor="text1"/>
        </w:rPr>
      </w:pPr>
      <w:r w:rsidRPr="0092289F">
        <w:rPr>
          <w:b/>
          <w:color w:val="000000" w:themeColor="text1"/>
        </w:rPr>
        <w:t>Závěr</w:t>
      </w:r>
    </w:p>
    <w:p w:rsidR="001513FB" w:rsidRDefault="001513FB" w:rsidP="001513FB">
      <w:pPr>
        <w:ind w:firstLine="709"/>
        <w:jc w:val="left"/>
        <w:rPr>
          <w:color w:val="000000" w:themeColor="text1"/>
        </w:rPr>
      </w:pPr>
    </w:p>
    <w:tbl>
      <w:tblPr>
        <w:tblW w:w="5000" w:type="pct"/>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80"/>
        <w:gridCol w:w="3808"/>
        <w:gridCol w:w="1287"/>
        <w:gridCol w:w="1419"/>
      </w:tblGrid>
      <w:tr w:rsidR="001513FB" w:rsidRPr="000421C3" w:rsidTr="00EA3A38">
        <w:trPr>
          <w:cantSplit/>
          <w:trHeight w:val="495"/>
        </w:trPr>
        <w:tc>
          <w:tcPr>
            <w:tcW w:w="1166" w:type="pct"/>
            <w:vMerge w:val="restart"/>
            <w:tcBorders>
              <w:top w:val="single" w:sz="4" w:space="0" w:color="auto"/>
              <w:left w:val="single" w:sz="4" w:space="0" w:color="auto"/>
            </w:tcBorders>
            <w:vAlign w:val="center"/>
          </w:tcPr>
          <w:p w:rsidR="001513FB" w:rsidRDefault="001513FB" w:rsidP="00EA3A38">
            <w:pPr>
              <w:jc w:val="left"/>
              <w:rPr>
                <w:rFonts w:cs="Arial"/>
              </w:rPr>
            </w:pPr>
            <w:r>
              <w:rPr>
                <w:rFonts w:cs="Arial"/>
              </w:rPr>
              <w:t>Objekt</w:t>
            </w:r>
          </w:p>
        </w:tc>
        <w:tc>
          <w:tcPr>
            <w:tcW w:w="2242" w:type="pct"/>
            <w:vMerge w:val="restart"/>
            <w:tcBorders>
              <w:top w:val="single" w:sz="4" w:space="0" w:color="auto"/>
              <w:left w:val="single" w:sz="4" w:space="0" w:color="auto"/>
            </w:tcBorders>
            <w:vAlign w:val="center"/>
          </w:tcPr>
          <w:p w:rsidR="001513FB" w:rsidRPr="000421C3" w:rsidRDefault="001513FB" w:rsidP="00EA3A38">
            <w:pPr>
              <w:jc w:val="left"/>
              <w:rPr>
                <w:rFonts w:cs="Arial"/>
              </w:rPr>
            </w:pPr>
            <w:r w:rsidRPr="000421C3">
              <w:rPr>
                <w:rFonts w:cs="Arial"/>
              </w:rPr>
              <w:t>Název</w:t>
            </w:r>
          </w:p>
        </w:tc>
        <w:tc>
          <w:tcPr>
            <w:tcW w:w="1593" w:type="pct"/>
            <w:gridSpan w:val="2"/>
            <w:tcBorders>
              <w:top w:val="single" w:sz="4" w:space="0" w:color="auto"/>
              <w:right w:val="single" w:sz="4" w:space="0" w:color="auto"/>
            </w:tcBorders>
            <w:vAlign w:val="center"/>
          </w:tcPr>
          <w:p w:rsidR="001513FB" w:rsidRPr="000421C3" w:rsidRDefault="001513FB" w:rsidP="00EA3A38">
            <w:pPr>
              <w:jc w:val="center"/>
              <w:rPr>
                <w:rFonts w:cs="Arial"/>
              </w:rPr>
            </w:pPr>
            <w:r w:rsidRPr="000421C3">
              <w:rPr>
                <w:rFonts w:cs="Arial"/>
              </w:rPr>
              <w:t>Korozní agresivita atmosfér dle ČSN EN ISO 9223</w:t>
            </w:r>
          </w:p>
        </w:tc>
      </w:tr>
      <w:tr w:rsidR="001513FB" w:rsidRPr="000421C3" w:rsidTr="00EA3A38">
        <w:trPr>
          <w:cantSplit/>
          <w:trHeight w:val="495"/>
        </w:trPr>
        <w:tc>
          <w:tcPr>
            <w:tcW w:w="1166" w:type="pct"/>
            <w:vMerge/>
            <w:tcBorders>
              <w:left w:val="single" w:sz="4" w:space="0" w:color="auto"/>
              <w:bottom w:val="single" w:sz="4" w:space="0" w:color="auto"/>
            </w:tcBorders>
            <w:vAlign w:val="center"/>
          </w:tcPr>
          <w:p w:rsidR="001513FB" w:rsidRPr="000421C3" w:rsidRDefault="001513FB" w:rsidP="00EA3A38">
            <w:pPr>
              <w:jc w:val="left"/>
              <w:rPr>
                <w:rFonts w:cs="Arial"/>
              </w:rPr>
            </w:pPr>
          </w:p>
        </w:tc>
        <w:tc>
          <w:tcPr>
            <w:tcW w:w="2242" w:type="pct"/>
            <w:vMerge/>
            <w:tcBorders>
              <w:left w:val="single" w:sz="4" w:space="0" w:color="auto"/>
              <w:bottom w:val="single" w:sz="4" w:space="0" w:color="auto"/>
            </w:tcBorders>
            <w:vAlign w:val="center"/>
          </w:tcPr>
          <w:p w:rsidR="001513FB" w:rsidRPr="000421C3" w:rsidRDefault="001513FB" w:rsidP="00EA3A38">
            <w:pPr>
              <w:jc w:val="left"/>
              <w:rPr>
                <w:rFonts w:cs="Arial"/>
              </w:rPr>
            </w:pPr>
          </w:p>
        </w:tc>
        <w:tc>
          <w:tcPr>
            <w:tcW w:w="758" w:type="pct"/>
            <w:tcBorders>
              <w:top w:val="single" w:sz="6" w:space="0" w:color="auto"/>
              <w:bottom w:val="single" w:sz="4" w:space="0" w:color="auto"/>
            </w:tcBorders>
            <w:vAlign w:val="center"/>
          </w:tcPr>
          <w:p w:rsidR="001513FB" w:rsidRPr="000421C3" w:rsidRDefault="001513FB" w:rsidP="00EA3A38">
            <w:pPr>
              <w:jc w:val="center"/>
              <w:rPr>
                <w:rFonts w:cs="Arial"/>
              </w:rPr>
            </w:pPr>
            <w:r w:rsidRPr="000421C3">
              <w:rPr>
                <w:rFonts w:cs="Arial"/>
              </w:rPr>
              <w:t>Uhlíková ocel</w:t>
            </w:r>
          </w:p>
        </w:tc>
        <w:tc>
          <w:tcPr>
            <w:tcW w:w="835" w:type="pct"/>
            <w:tcBorders>
              <w:top w:val="single" w:sz="6" w:space="0" w:color="auto"/>
              <w:bottom w:val="single" w:sz="4" w:space="0" w:color="auto"/>
              <w:right w:val="single" w:sz="4" w:space="0" w:color="auto"/>
            </w:tcBorders>
            <w:vAlign w:val="center"/>
          </w:tcPr>
          <w:p w:rsidR="001513FB" w:rsidRPr="000421C3" w:rsidRDefault="001513FB" w:rsidP="00EA3A38">
            <w:pPr>
              <w:jc w:val="center"/>
              <w:rPr>
                <w:rFonts w:cs="Arial"/>
              </w:rPr>
            </w:pPr>
            <w:r w:rsidRPr="000421C3">
              <w:rPr>
                <w:rFonts w:cs="Arial"/>
              </w:rPr>
              <w:t>Korozivzdorná ocel</w:t>
            </w:r>
          </w:p>
        </w:tc>
      </w:tr>
      <w:tr w:rsidR="001513FB" w:rsidRPr="000421C3" w:rsidTr="00EA3A38">
        <w:trPr>
          <w:cantSplit/>
          <w:trHeight w:val="495"/>
        </w:trPr>
        <w:tc>
          <w:tcPr>
            <w:tcW w:w="1166" w:type="pct"/>
            <w:vMerge w:val="restart"/>
            <w:tcBorders>
              <w:top w:val="single" w:sz="4" w:space="0" w:color="auto"/>
              <w:left w:val="single" w:sz="4" w:space="0" w:color="auto"/>
            </w:tcBorders>
            <w:vAlign w:val="center"/>
          </w:tcPr>
          <w:p w:rsidR="001513FB" w:rsidRDefault="001513FB" w:rsidP="00EA3A38">
            <w:pPr>
              <w:jc w:val="left"/>
              <w:rPr>
                <w:rFonts w:cs="Arial"/>
              </w:rPr>
            </w:pPr>
            <w:r>
              <w:rPr>
                <w:rFonts w:cs="Arial"/>
              </w:rPr>
              <w:t>SO 0001</w:t>
            </w:r>
          </w:p>
          <w:p w:rsidR="001513FB" w:rsidRPr="000421C3" w:rsidRDefault="001513FB" w:rsidP="00EA3A38">
            <w:pPr>
              <w:jc w:val="left"/>
              <w:rPr>
                <w:rFonts w:cs="Arial"/>
              </w:rPr>
            </w:pPr>
            <w:r>
              <w:rPr>
                <w:rFonts w:cs="Arial"/>
              </w:rPr>
              <w:t>Expoziční VDJ</w:t>
            </w:r>
          </w:p>
        </w:tc>
        <w:tc>
          <w:tcPr>
            <w:tcW w:w="2242" w:type="pct"/>
            <w:tcBorders>
              <w:top w:val="single" w:sz="4" w:space="0" w:color="auto"/>
              <w:left w:val="single" w:sz="4" w:space="0" w:color="auto"/>
              <w:bottom w:val="single" w:sz="4" w:space="0" w:color="auto"/>
            </w:tcBorders>
            <w:vAlign w:val="center"/>
          </w:tcPr>
          <w:p w:rsidR="001513FB" w:rsidRPr="000421C3" w:rsidRDefault="001513FB" w:rsidP="00EA3A38">
            <w:pPr>
              <w:jc w:val="left"/>
              <w:rPr>
                <w:rFonts w:cs="Arial"/>
              </w:rPr>
            </w:pPr>
            <w:r>
              <w:rPr>
                <w:rFonts w:cs="Arial"/>
              </w:rPr>
              <w:t>Armaturní komora AK1 – odpadové hospodářství</w:t>
            </w:r>
          </w:p>
        </w:tc>
        <w:tc>
          <w:tcPr>
            <w:tcW w:w="758" w:type="pct"/>
            <w:tcBorders>
              <w:top w:val="single" w:sz="4" w:space="0" w:color="auto"/>
              <w:bottom w:val="single" w:sz="4" w:space="0" w:color="auto"/>
            </w:tcBorders>
            <w:vAlign w:val="center"/>
          </w:tcPr>
          <w:p w:rsidR="001513FB" w:rsidRPr="000421C3" w:rsidRDefault="001513FB" w:rsidP="00EA3A38">
            <w:pPr>
              <w:jc w:val="center"/>
              <w:rPr>
                <w:rFonts w:cs="Arial"/>
              </w:rPr>
            </w:pPr>
            <w:r>
              <w:rPr>
                <w:rFonts w:cs="Arial"/>
              </w:rPr>
              <w:t>C3</w:t>
            </w:r>
          </w:p>
        </w:tc>
        <w:tc>
          <w:tcPr>
            <w:tcW w:w="835" w:type="pct"/>
            <w:tcBorders>
              <w:top w:val="single" w:sz="4" w:space="0" w:color="auto"/>
              <w:bottom w:val="single" w:sz="4" w:space="0" w:color="auto"/>
              <w:right w:val="single" w:sz="4" w:space="0" w:color="auto"/>
            </w:tcBorders>
            <w:vAlign w:val="center"/>
          </w:tcPr>
          <w:p w:rsidR="001513FB" w:rsidRPr="000421C3" w:rsidRDefault="001513FB" w:rsidP="00EA3A38">
            <w:pPr>
              <w:jc w:val="center"/>
              <w:rPr>
                <w:rFonts w:cs="Arial"/>
              </w:rPr>
            </w:pPr>
            <w:r>
              <w:rPr>
                <w:rFonts w:cs="Arial"/>
              </w:rPr>
              <w:t>C3</w:t>
            </w:r>
          </w:p>
        </w:tc>
      </w:tr>
      <w:tr w:rsidR="001513FB" w:rsidRPr="000421C3" w:rsidTr="00EA3A38">
        <w:trPr>
          <w:cantSplit/>
          <w:trHeight w:val="454"/>
        </w:trPr>
        <w:tc>
          <w:tcPr>
            <w:tcW w:w="1166" w:type="pct"/>
            <w:vMerge/>
            <w:tcBorders>
              <w:left w:val="single" w:sz="4" w:space="0" w:color="auto"/>
            </w:tcBorders>
            <w:vAlign w:val="center"/>
          </w:tcPr>
          <w:p w:rsidR="001513FB" w:rsidRPr="000421C3" w:rsidRDefault="001513FB" w:rsidP="00EA3A38">
            <w:pPr>
              <w:jc w:val="left"/>
              <w:rPr>
                <w:rFonts w:cs="Arial"/>
              </w:rPr>
            </w:pPr>
          </w:p>
        </w:tc>
        <w:tc>
          <w:tcPr>
            <w:tcW w:w="2242" w:type="pct"/>
            <w:tcBorders>
              <w:top w:val="single" w:sz="4" w:space="0" w:color="auto"/>
              <w:left w:val="single" w:sz="4" w:space="0" w:color="auto"/>
              <w:bottom w:val="single" w:sz="6" w:space="0" w:color="auto"/>
            </w:tcBorders>
            <w:vAlign w:val="center"/>
          </w:tcPr>
          <w:p w:rsidR="001513FB" w:rsidRPr="000421C3" w:rsidRDefault="001513FB" w:rsidP="00EA3A38">
            <w:pPr>
              <w:jc w:val="left"/>
              <w:rPr>
                <w:rFonts w:cs="Arial"/>
              </w:rPr>
            </w:pPr>
            <w:r>
              <w:rPr>
                <w:rFonts w:cs="Arial"/>
              </w:rPr>
              <w:t>Armaturní komora AK1 – retence</w:t>
            </w:r>
          </w:p>
        </w:tc>
        <w:tc>
          <w:tcPr>
            <w:tcW w:w="758" w:type="pct"/>
            <w:tcBorders>
              <w:top w:val="single" w:sz="4" w:space="0" w:color="auto"/>
              <w:bottom w:val="single" w:sz="6" w:space="0" w:color="auto"/>
            </w:tcBorders>
            <w:vAlign w:val="center"/>
          </w:tcPr>
          <w:p w:rsidR="001513FB" w:rsidRPr="000421C3" w:rsidRDefault="001513FB" w:rsidP="00EA3A38">
            <w:pPr>
              <w:jc w:val="center"/>
              <w:rPr>
                <w:rFonts w:cs="Arial"/>
              </w:rPr>
            </w:pPr>
            <w:r>
              <w:rPr>
                <w:rFonts w:cs="Arial"/>
              </w:rPr>
              <w:t>C5</w:t>
            </w:r>
          </w:p>
        </w:tc>
        <w:tc>
          <w:tcPr>
            <w:tcW w:w="835" w:type="pct"/>
            <w:tcBorders>
              <w:top w:val="single" w:sz="4" w:space="0" w:color="auto"/>
              <w:bottom w:val="single" w:sz="6" w:space="0" w:color="auto"/>
              <w:right w:val="single" w:sz="4" w:space="0" w:color="auto"/>
            </w:tcBorders>
            <w:vAlign w:val="center"/>
          </w:tcPr>
          <w:p w:rsidR="001513FB" w:rsidRPr="000421C3" w:rsidRDefault="001513FB" w:rsidP="00EA3A38">
            <w:pPr>
              <w:jc w:val="center"/>
              <w:rPr>
                <w:rFonts w:cs="Arial"/>
              </w:rPr>
            </w:pPr>
            <w:r>
              <w:rPr>
                <w:rFonts w:cs="Arial"/>
              </w:rPr>
              <w:t>C4</w:t>
            </w:r>
          </w:p>
        </w:tc>
      </w:tr>
      <w:tr w:rsidR="001513FB" w:rsidRPr="0033642C" w:rsidTr="00EA3A38">
        <w:trPr>
          <w:cantSplit/>
          <w:trHeight w:val="454"/>
        </w:trPr>
        <w:tc>
          <w:tcPr>
            <w:tcW w:w="1166" w:type="pct"/>
            <w:vMerge/>
            <w:tcBorders>
              <w:left w:val="single" w:sz="4" w:space="0" w:color="auto"/>
            </w:tcBorders>
            <w:vAlign w:val="center"/>
          </w:tcPr>
          <w:p w:rsidR="001513FB" w:rsidRPr="000421C3" w:rsidRDefault="001513FB" w:rsidP="00EA3A38">
            <w:pPr>
              <w:jc w:val="left"/>
              <w:rPr>
                <w:rFonts w:cs="Arial"/>
              </w:rPr>
            </w:pPr>
          </w:p>
        </w:tc>
        <w:tc>
          <w:tcPr>
            <w:tcW w:w="2242" w:type="pct"/>
            <w:tcBorders>
              <w:top w:val="single" w:sz="4" w:space="0" w:color="auto"/>
              <w:left w:val="single" w:sz="4" w:space="0" w:color="auto"/>
              <w:bottom w:val="single" w:sz="4" w:space="0" w:color="auto"/>
            </w:tcBorders>
            <w:vAlign w:val="center"/>
          </w:tcPr>
          <w:p w:rsidR="001513FB" w:rsidRPr="000421C3" w:rsidRDefault="001513FB" w:rsidP="00EA3A38">
            <w:pPr>
              <w:jc w:val="left"/>
              <w:rPr>
                <w:rFonts w:cs="Arial"/>
              </w:rPr>
            </w:pPr>
            <w:r>
              <w:rPr>
                <w:rFonts w:cs="Arial"/>
              </w:rPr>
              <w:t>Armaturní komora AK2 - technologie</w:t>
            </w:r>
          </w:p>
        </w:tc>
        <w:tc>
          <w:tcPr>
            <w:tcW w:w="758" w:type="pct"/>
            <w:tcBorders>
              <w:top w:val="single" w:sz="4" w:space="0" w:color="auto"/>
              <w:bottom w:val="single" w:sz="4" w:space="0" w:color="auto"/>
            </w:tcBorders>
            <w:vAlign w:val="center"/>
          </w:tcPr>
          <w:p w:rsidR="001513FB" w:rsidRPr="000421C3" w:rsidRDefault="001513FB" w:rsidP="00EA3A38">
            <w:pPr>
              <w:jc w:val="center"/>
              <w:rPr>
                <w:rFonts w:cs="Arial"/>
              </w:rPr>
            </w:pPr>
            <w:r>
              <w:rPr>
                <w:rFonts w:cs="Arial"/>
              </w:rPr>
              <w:t>C3</w:t>
            </w:r>
          </w:p>
        </w:tc>
        <w:tc>
          <w:tcPr>
            <w:tcW w:w="835" w:type="pct"/>
            <w:tcBorders>
              <w:top w:val="single" w:sz="4" w:space="0" w:color="auto"/>
              <w:bottom w:val="single" w:sz="4" w:space="0" w:color="auto"/>
              <w:right w:val="single" w:sz="4" w:space="0" w:color="auto"/>
            </w:tcBorders>
            <w:vAlign w:val="center"/>
          </w:tcPr>
          <w:p w:rsidR="001513FB" w:rsidRPr="000421C3" w:rsidRDefault="001513FB" w:rsidP="00EA3A38">
            <w:pPr>
              <w:jc w:val="center"/>
              <w:rPr>
                <w:rFonts w:cs="Arial"/>
              </w:rPr>
            </w:pPr>
            <w:r>
              <w:rPr>
                <w:rFonts w:cs="Arial"/>
              </w:rPr>
              <w:t>C3</w:t>
            </w:r>
          </w:p>
        </w:tc>
      </w:tr>
      <w:tr w:rsidR="001513FB" w:rsidRPr="0033642C" w:rsidTr="00EA3A38">
        <w:trPr>
          <w:cantSplit/>
          <w:trHeight w:val="454"/>
        </w:trPr>
        <w:tc>
          <w:tcPr>
            <w:tcW w:w="1166" w:type="pct"/>
            <w:vMerge/>
            <w:tcBorders>
              <w:left w:val="single" w:sz="4" w:space="0" w:color="auto"/>
            </w:tcBorders>
            <w:vAlign w:val="center"/>
          </w:tcPr>
          <w:p w:rsidR="001513FB" w:rsidRPr="000421C3" w:rsidRDefault="001513FB" w:rsidP="00EA3A38">
            <w:pPr>
              <w:jc w:val="left"/>
              <w:rPr>
                <w:rFonts w:cs="Arial"/>
              </w:rPr>
            </w:pPr>
          </w:p>
        </w:tc>
        <w:tc>
          <w:tcPr>
            <w:tcW w:w="2242" w:type="pct"/>
            <w:tcBorders>
              <w:top w:val="single" w:sz="4" w:space="0" w:color="auto"/>
              <w:left w:val="single" w:sz="4" w:space="0" w:color="auto"/>
              <w:bottom w:val="single" w:sz="4" w:space="0" w:color="auto"/>
            </w:tcBorders>
            <w:vAlign w:val="center"/>
          </w:tcPr>
          <w:p w:rsidR="001513FB" w:rsidRPr="000421C3" w:rsidRDefault="001513FB" w:rsidP="00EA3A38">
            <w:pPr>
              <w:jc w:val="left"/>
              <w:rPr>
                <w:rFonts w:cs="Arial"/>
              </w:rPr>
            </w:pPr>
            <w:r>
              <w:rPr>
                <w:rFonts w:cs="Arial"/>
              </w:rPr>
              <w:t>Armaturní komora AK6 - schodiště</w:t>
            </w:r>
          </w:p>
        </w:tc>
        <w:tc>
          <w:tcPr>
            <w:tcW w:w="758" w:type="pct"/>
            <w:tcBorders>
              <w:top w:val="single" w:sz="4" w:space="0" w:color="auto"/>
              <w:bottom w:val="single" w:sz="4" w:space="0" w:color="auto"/>
            </w:tcBorders>
            <w:vAlign w:val="center"/>
          </w:tcPr>
          <w:p w:rsidR="001513FB" w:rsidRPr="000421C3" w:rsidRDefault="001513FB" w:rsidP="00EA3A38">
            <w:pPr>
              <w:jc w:val="center"/>
              <w:rPr>
                <w:rFonts w:cs="Arial"/>
              </w:rPr>
            </w:pPr>
            <w:r>
              <w:rPr>
                <w:rFonts w:cs="Arial"/>
              </w:rPr>
              <w:t>C3</w:t>
            </w:r>
          </w:p>
        </w:tc>
        <w:tc>
          <w:tcPr>
            <w:tcW w:w="835" w:type="pct"/>
            <w:tcBorders>
              <w:top w:val="single" w:sz="4" w:space="0" w:color="auto"/>
              <w:bottom w:val="single" w:sz="4" w:space="0" w:color="auto"/>
              <w:right w:val="single" w:sz="4" w:space="0" w:color="auto"/>
            </w:tcBorders>
            <w:vAlign w:val="center"/>
          </w:tcPr>
          <w:p w:rsidR="001513FB" w:rsidRPr="000421C3" w:rsidRDefault="001513FB" w:rsidP="00EA3A38">
            <w:pPr>
              <w:jc w:val="center"/>
              <w:rPr>
                <w:rFonts w:cs="Arial"/>
              </w:rPr>
            </w:pPr>
            <w:r>
              <w:rPr>
                <w:rFonts w:cs="Arial"/>
              </w:rPr>
              <w:t>C3</w:t>
            </w:r>
          </w:p>
        </w:tc>
      </w:tr>
      <w:tr w:rsidR="001513FB" w:rsidRPr="0033642C" w:rsidTr="00EA3A38">
        <w:trPr>
          <w:cantSplit/>
          <w:trHeight w:val="454"/>
        </w:trPr>
        <w:tc>
          <w:tcPr>
            <w:tcW w:w="1166" w:type="pct"/>
            <w:vMerge/>
            <w:tcBorders>
              <w:left w:val="single" w:sz="4" w:space="0" w:color="auto"/>
            </w:tcBorders>
            <w:vAlign w:val="center"/>
          </w:tcPr>
          <w:p w:rsidR="001513FB" w:rsidRPr="000421C3" w:rsidRDefault="001513FB" w:rsidP="00EA3A38">
            <w:pPr>
              <w:jc w:val="left"/>
              <w:rPr>
                <w:rFonts w:cs="Arial"/>
              </w:rPr>
            </w:pPr>
          </w:p>
        </w:tc>
        <w:tc>
          <w:tcPr>
            <w:tcW w:w="2242" w:type="pct"/>
            <w:tcBorders>
              <w:top w:val="single" w:sz="4" w:space="0" w:color="auto"/>
              <w:left w:val="single" w:sz="4" w:space="0" w:color="auto"/>
              <w:bottom w:val="single" w:sz="4" w:space="0" w:color="auto"/>
            </w:tcBorders>
            <w:vAlign w:val="center"/>
          </w:tcPr>
          <w:p w:rsidR="001513FB" w:rsidRPr="000421C3" w:rsidRDefault="001513FB" w:rsidP="00EA3A38">
            <w:pPr>
              <w:jc w:val="left"/>
              <w:rPr>
                <w:rFonts w:cs="Arial"/>
              </w:rPr>
            </w:pPr>
            <w:r>
              <w:rPr>
                <w:rFonts w:cs="Arial"/>
              </w:rPr>
              <w:t>Expoziční komory</w:t>
            </w:r>
          </w:p>
        </w:tc>
        <w:tc>
          <w:tcPr>
            <w:tcW w:w="758" w:type="pct"/>
            <w:tcBorders>
              <w:top w:val="single" w:sz="4" w:space="0" w:color="auto"/>
              <w:bottom w:val="single" w:sz="4" w:space="0" w:color="auto"/>
            </w:tcBorders>
            <w:vAlign w:val="center"/>
          </w:tcPr>
          <w:p w:rsidR="001513FB" w:rsidRPr="000421C3" w:rsidRDefault="001513FB" w:rsidP="00EA3A38">
            <w:pPr>
              <w:jc w:val="center"/>
              <w:rPr>
                <w:rFonts w:cs="Arial"/>
              </w:rPr>
            </w:pPr>
            <w:r>
              <w:rPr>
                <w:rFonts w:cs="Arial"/>
              </w:rPr>
              <w:t>C5</w:t>
            </w:r>
          </w:p>
        </w:tc>
        <w:tc>
          <w:tcPr>
            <w:tcW w:w="835" w:type="pct"/>
            <w:tcBorders>
              <w:top w:val="single" w:sz="4" w:space="0" w:color="auto"/>
              <w:bottom w:val="single" w:sz="4" w:space="0" w:color="auto"/>
              <w:right w:val="single" w:sz="4" w:space="0" w:color="auto"/>
            </w:tcBorders>
            <w:vAlign w:val="center"/>
          </w:tcPr>
          <w:p w:rsidR="001513FB" w:rsidRPr="000421C3" w:rsidRDefault="001513FB" w:rsidP="00EA3A38">
            <w:pPr>
              <w:jc w:val="center"/>
              <w:rPr>
                <w:rFonts w:cs="Arial"/>
              </w:rPr>
            </w:pPr>
            <w:r>
              <w:rPr>
                <w:rFonts w:cs="Arial"/>
              </w:rPr>
              <w:t>C4</w:t>
            </w:r>
          </w:p>
        </w:tc>
      </w:tr>
      <w:tr w:rsidR="001513FB" w:rsidRPr="0033642C" w:rsidTr="00EA3A38">
        <w:trPr>
          <w:cantSplit/>
          <w:trHeight w:val="454"/>
        </w:trPr>
        <w:tc>
          <w:tcPr>
            <w:tcW w:w="1166" w:type="pct"/>
            <w:vMerge/>
            <w:tcBorders>
              <w:left w:val="single" w:sz="4" w:space="0" w:color="auto"/>
            </w:tcBorders>
            <w:vAlign w:val="center"/>
          </w:tcPr>
          <w:p w:rsidR="001513FB" w:rsidRPr="000421C3" w:rsidRDefault="001513FB" w:rsidP="00EA3A38">
            <w:pPr>
              <w:jc w:val="left"/>
              <w:rPr>
                <w:rFonts w:cs="Arial"/>
              </w:rPr>
            </w:pPr>
          </w:p>
        </w:tc>
        <w:tc>
          <w:tcPr>
            <w:tcW w:w="2242" w:type="pct"/>
            <w:tcBorders>
              <w:top w:val="single" w:sz="4" w:space="0" w:color="auto"/>
              <w:left w:val="single" w:sz="4" w:space="0" w:color="auto"/>
              <w:bottom w:val="single" w:sz="4" w:space="0" w:color="auto"/>
            </w:tcBorders>
            <w:vAlign w:val="center"/>
          </w:tcPr>
          <w:p w:rsidR="001513FB" w:rsidRPr="000421C3" w:rsidRDefault="001513FB" w:rsidP="00EA3A38">
            <w:pPr>
              <w:jc w:val="left"/>
              <w:rPr>
                <w:rFonts w:cs="Arial"/>
              </w:rPr>
            </w:pPr>
            <w:r>
              <w:rPr>
                <w:rFonts w:cs="Arial"/>
              </w:rPr>
              <w:t>Spojovací tubus</w:t>
            </w:r>
          </w:p>
        </w:tc>
        <w:tc>
          <w:tcPr>
            <w:tcW w:w="758" w:type="pct"/>
            <w:tcBorders>
              <w:top w:val="single" w:sz="4" w:space="0" w:color="auto"/>
              <w:bottom w:val="single" w:sz="4" w:space="0" w:color="auto"/>
            </w:tcBorders>
            <w:vAlign w:val="center"/>
          </w:tcPr>
          <w:p w:rsidR="001513FB" w:rsidRPr="000421C3" w:rsidRDefault="001513FB" w:rsidP="00EA3A38">
            <w:pPr>
              <w:jc w:val="center"/>
              <w:rPr>
                <w:rFonts w:cs="Arial"/>
              </w:rPr>
            </w:pPr>
            <w:r>
              <w:rPr>
                <w:rFonts w:cs="Arial"/>
              </w:rPr>
              <w:t>C5</w:t>
            </w:r>
          </w:p>
        </w:tc>
        <w:tc>
          <w:tcPr>
            <w:tcW w:w="835" w:type="pct"/>
            <w:tcBorders>
              <w:top w:val="single" w:sz="4" w:space="0" w:color="auto"/>
              <w:bottom w:val="single" w:sz="4" w:space="0" w:color="auto"/>
              <w:right w:val="single" w:sz="4" w:space="0" w:color="auto"/>
            </w:tcBorders>
            <w:vAlign w:val="center"/>
          </w:tcPr>
          <w:p w:rsidR="001513FB" w:rsidRPr="000421C3" w:rsidRDefault="001513FB" w:rsidP="00EA3A38">
            <w:pPr>
              <w:jc w:val="center"/>
              <w:rPr>
                <w:rFonts w:cs="Arial"/>
              </w:rPr>
            </w:pPr>
            <w:r>
              <w:rPr>
                <w:rFonts w:cs="Arial"/>
              </w:rPr>
              <w:t>C4</w:t>
            </w:r>
          </w:p>
        </w:tc>
      </w:tr>
      <w:tr w:rsidR="001513FB" w:rsidRPr="0033642C" w:rsidTr="00EA3A38">
        <w:trPr>
          <w:cantSplit/>
          <w:trHeight w:val="454"/>
        </w:trPr>
        <w:tc>
          <w:tcPr>
            <w:tcW w:w="1166" w:type="pct"/>
            <w:vMerge/>
            <w:tcBorders>
              <w:left w:val="single" w:sz="4" w:space="0" w:color="auto"/>
            </w:tcBorders>
            <w:vAlign w:val="center"/>
          </w:tcPr>
          <w:p w:rsidR="001513FB" w:rsidRPr="000421C3" w:rsidRDefault="001513FB" w:rsidP="00EA3A38">
            <w:pPr>
              <w:jc w:val="left"/>
              <w:rPr>
                <w:rFonts w:cs="Arial"/>
              </w:rPr>
            </w:pPr>
          </w:p>
        </w:tc>
        <w:tc>
          <w:tcPr>
            <w:tcW w:w="2242" w:type="pct"/>
            <w:tcBorders>
              <w:top w:val="single" w:sz="4" w:space="0" w:color="auto"/>
              <w:left w:val="single" w:sz="4" w:space="0" w:color="auto"/>
              <w:bottom w:val="single" w:sz="4" w:space="0" w:color="auto"/>
            </w:tcBorders>
            <w:vAlign w:val="center"/>
          </w:tcPr>
          <w:p w:rsidR="001513FB" w:rsidRPr="000421C3" w:rsidRDefault="001513FB" w:rsidP="00EA3A38">
            <w:pPr>
              <w:jc w:val="left"/>
              <w:rPr>
                <w:rFonts w:cs="Arial"/>
              </w:rPr>
            </w:pPr>
            <w:r>
              <w:rPr>
                <w:rFonts w:cs="Arial"/>
              </w:rPr>
              <w:t>Multifunkční místnost</w:t>
            </w:r>
          </w:p>
        </w:tc>
        <w:tc>
          <w:tcPr>
            <w:tcW w:w="758" w:type="pct"/>
            <w:tcBorders>
              <w:top w:val="single" w:sz="4" w:space="0" w:color="auto"/>
              <w:bottom w:val="single" w:sz="4" w:space="0" w:color="auto"/>
            </w:tcBorders>
            <w:vAlign w:val="center"/>
          </w:tcPr>
          <w:p w:rsidR="001513FB" w:rsidRPr="000421C3" w:rsidRDefault="001513FB" w:rsidP="00EA3A38">
            <w:pPr>
              <w:jc w:val="center"/>
              <w:rPr>
                <w:rFonts w:cs="Arial"/>
              </w:rPr>
            </w:pPr>
            <w:r>
              <w:rPr>
                <w:rFonts w:cs="Arial"/>
              </w:rPr>
              <w:t>C3</w:t>
            </w:r>
          </w:p>
        </w:tc>
        <w:tc>
          <w:tcPr>
            <w:tcW w:w="835" w:type="pct"/>
            <w:tcBorders>
              <w:top w:val="single" w:sz="4" w:space="0" w:color="auto"/>
              <w:bottom w:val="single" w:sz="4" w:space="0" w:color="auto"/>
              <w:right w:val="single" w:sz="4" w:space="0" w:color="auto"/>
            </w:tcBorders>
            <w:vAlign w:val="center"/>
          </w:tcPr>
          <w:p w:rsidR="001513FB" w:rsidRPr="000421C3" w:rsidRDefault="001513FB" w:rsidP="00EA3A38">
            <w:pPr>
              <w:jc w:val="center"/>
              <w:rPr>
                <w:rFonts w:cs="Arial"/>
              </w:rPr>
            </w:pPr>
            <w:r>
              <w:rPr>
                <w:rFonts w:cs="Arial"/>
              </w:rPr>
              <w:t>C2</w:t>
            </w:r>
          </w:p>
        </w:tc>
      </w:tr>
      <w:tr w:rsidR="001513FB" w:rsidRPr="0033642C" w:rsidTr="00EA3A38">
        <w:trPr>
          <w:cantSplit/>
          <w:trHeight w:val="454"/>
        </w:trPr>
        <w:tc>
          <w:tcPr>
            <w:tcW w:w="1166" w:type="pct"/>
            <w:vMerge/>
            <w:tcBorders>
              <w:left w:val="single" w:sz="4" w:space="0" w:color="auto"/>
            </w:tcBorders>
            <w:vAlign w:val="center"/>
          </w:tcPr>
          <w:p w:rsidR="001513FB" w:rsidRPr="000421C3" w:rsidRDefault="001513FB" w:rsidP="00EA3A38">
            <w:pPr>
              <w:jc w:val="left"/>
              <w:rPr>
                <w:rFonts w:cs="Arial"/>
              </w:rPr>
            </w:pPr>
          </w:p>
        </w:tc>
        <w:tc>
          <w:tcPr>
            <w:tcW w:w="2242" w:type="pct"/>
            <w:tcBorders>
              <w:top w:val="single" w:sz="4" w:space="0" w:color="auto"/>
              <w:left w:val="single" w:sz="4" w:space="0" w:color="auto"/>
              <w:bottom w:val="single" w:sz="4" w:space="0" w:color="auto"/>
            </w:tcBorders>
            <w:vAlign w:val="center"/>
          </w:tcPr>
          <w:p w:rsidR="001513FB" w:rsidRPr="000421C3" w:rsidRDefault="001513FB" w:rsidP="00EA3A38">
            <w:pPr>
              <w:jc w:val="left"/>
              <w:rPr>
                <w:rFonts w:cs="Arial"/>
              </w:rPr>
            </w:pPr>
            <w:r>
              <w:rPr>
                <w:rFonts w:cs="Arial"/>
              </w:rPr>
              <w:t>Předsíň, výtah, sklad, WC</w:t>
            </w:r>
          </w:p>
        </w:tc>
        <w:tc>
          <w:tcPr>
            <w:tcW w:w="758" w:type="pct"/>
            <w:tcBorders>
              <w:top w:val="single" w:sz="4" w:space="0" w:color="auto"/>
              <w:bottom w:val="single" w:sz="4" w:space="0" w:color="auto"/>
            </w:tcBorders>
            <w:vAlign w:val="center"/>
          </w:tcPr>
          <w:p w:rsidR="001513FB" w:rsidRPr="000421C3" w:rsidRDefault="001513FB" w:rsidP="00EA3A38">
            <w:pPr>
              <w:jc w:val="center"/>
              <w:rPr>
                <w:rFonts w:cs="Arial"/>
              </w:rPr>
            </w:pPr>
            <w:r>
              <w:rPr>
                <w:rFonts w:cs="Arial"/>
              </w:rPr>
              <w:t>C3</w:t>
            </w:r>
          </w:p>
        </w:tc>
        <w:tc>
          <w:tcPr>
            <w:tcW w:w="835" w:type="pct"/>
            <w:tcBorders>
              <w:top w:val="single" w:sz="4" w:space="0" w:color="auto"/>
              <w:bottom w:val="single" w:sz="4" w:space="0" w:color="auto"/>
              <w:right w:val="single" w:sz="4" w:space="0" w:color="auto"/>
            </w:tcBorders>
            <w:vAlign w:val="center"/>
          </w:tcPr>
          <w:p w:rsidR="001513FB" w:rsidRPr="000421C3" w:rsidRDefault="001513FB" w:rsidP="00EA3A38">
            <w:pPr>
              <w:jc w:val="center"/>
              <w:rPr>
                <w:rFonts w:cs="Arial"/>
              </w:rPr>
            </w:pPr>
            <w:r>
              <w:rPr>
                <w:rFonts w:cs="Arial"/>
              </w:rPr>
              <w:t>C2</w:t>
            </w:r>
          </w:p>
        </w:tc>
      </w:tr>
      <w:tr w:rsidR="001513FB" w:rsidRPr="0033642C" w:rsidTr="00EA3A38">
        <w:trPr>
          <w:cantSplit/>
          <w:trHeight w:val="454"/>
        </w:trPr>
        <w:tc>
          <w:tcPr>
            <w:tcW w:w="1166" w:type="pct"/>
            <w:vMerge/>
            <w:tcBorders>
              <w:left w:val="single" w:sz="4" w:space="0" w:color="auto"/>
            </w:tcBorders>
            <w:vAlign w:val="center"/>
          </w:tcPr>
          <w:p w:rsidR="001513FB" w:rsidRPr="000421C3" w:rsidRDefault="001513FB" w:rsidP="00EA3A38">
            <w:pPr>
              <w:jc w:val="left"/>
              <w:rPr>
                <w:rFonts w:cs="Arial"/>
              </w:rPr>
            </w:pPr>
          </w:p>
        </w:tc>
        <w:tc>
          <w:tcPr>
            <w:tcW w:w="2242" w:type="pct"/>
            <w:tcBorders>
              <w:top w:val="single" w:sz="4" w:space="0" w:color="auto"/>
              <w:left w:val="single" w:sz="4" w:space="0" w:color="auto"/>
              <w:bottom w:val="single" w:sz="4" w:space="0" w:color="auto"/>
            </w:tcBorders>
            <w:vAlign w:val="center"/>
          </w:tcPr>
          <w:p w:rsidR="001513FB" w:rsidRPr="000421C3" w:rsidRDefault="001513FB" w:rsidP="00EA3A38">
            <w:pPr>
              <w:jc w:val="left"/>
              <w:rPr>
                <w:rFonts w:cs="Arial"/>
              </w:rPr>
            </w:pPr>
            <w:r>
              <w:rPr>
                <w:rFonts w:cs="Arial"/>
              </w:rPr>
              <w:t>Provozní dutina</w:t>
            </w:r>
          </w:p>
        </w:tc>
        <w:tc>
          <w:tcPr>
            <w:tcW w:w="758" w:type="pct"/>
            <w:tcBorders>
              <w:top w:val="single" w:sz="4" w:space="0" w:color="auto"/>
              <w:bottom w:val="single" w:sz="4" w:space="0" w:color="auto"/>
            </w:tcBorders>
            <w:vAlign w:val="center"/>
          </w:tcPr>
          <w:p w:rsidR="001513FB" w:rsidRPr="000421C3" w:rsidRDefault="001513FB" w:rsidP="00EA3A38">
            <w:pPr>
              <w:jc w:val="center"/>
              <w:rPr>
                <w:rFonts w:cs="Arial"/>
              </w:rPr>
            </w:pPr>
            <w:r>
              <w:rPr>
                <w:rFonts w:cs="Arial"/>
              </w:rPr>
              <w:t>C4</w:t>
            </w:r>
          </w:p>
        </w:tc>
        <w:tc>
          <w:tcPr>
            <w:tcW w:w="835" w:type="pct"/>
            <w:tcBorders>
              <w:top w:val="single" w:sz="4" w:space="0" w:color="auto"/>
              <w:bottom w:val="single" w:sz="4" w:space="0" w:color="auto"/>
              <w:right w:val="single" w:sz="4" w:space="0" w:color="auto"/>
            </w:tcBorders>
            <w:vAlign w:val="center"/>
          </w:tcPr>
          <w:p w:rsidR="001513FB" w:rsidRPr="000421C3" w:rsidRDefault="001513FB" w:rsidP="00EA3A38">
            <w:pPr>
              <w:jc w:val="center"/>
              <w:rPr>
                <w:rFonts w:cs="Arial"/>
              </w:rPr>
            </w:pPr>
            <w:r>
              <w:rPr>
                <w:rFonts w:cs="Arial"/>
              </w:rPr>
              <w:t>C3</w:t>
            </w:r>
          </w:p>
        </w:tc>
      </w:tr>
      <w:tr w:rsidR="001513FB" w:rsidRPr="0033642C" w:rsidTr="00EA3A38">
        <w:trPr>
          <w:cantSplit/>
          <w:trHeight w:val="454"/>
        </w:trPr>
        <w:tc>
          <w:tcPr>
            <w:tcW w:w="1166" w:type="pct"/>
            <w:vMerge/>
            <w:tcBorders>
              <w:left w:val="single" w:sz="4" w:space="0" w:color="auto"/>
            </w:tcBorders>
            <w:vAlign w:val="center"/>
          </w:tcPr>
          <w:p w:rsidR="001513FB" w:rsidRPr="000421C3" w:rsidRDefault="001513FB" w:rsidP="00EA3A38">
            <w:pPr>
              <w:jc w:val="left"/>
              <w:rPr>
                <w:rFonts w:cs="Arial"/>
              </w:rPr>
            </w:pPr>
          </w:p>
        </w:tc>
        <w:tc>
          <w:tcPr>
            <w:tcW w:w="2242" w:type="pct"/>
            <w:tcBorders>
              <w:top w:val="single" w:sz="4" w:space="0" w:color="auto"/>
              <w:left w:val="single" w:sz="4" w:space="0" w:color="auto"/>
              <w:bottom w:val="single" w:sz="4" w:space="0" w:color="auto"/>
            </w:tcBorders>
            <w:vAlign w:val="center"/>
          </w:tcPr>
          <w:p w:rsidR="001513FB" w:rsidRPr="000421C3" w:rsidRDefault="001513FB" w:rsidP="00EA3A38">
            <w:pPr>
              <w:jc w:val="left"/>
              <w:rPr>
                <w:rFonts w:cs="Arial"/>
              </w:rPr>
            </w:pPr>
            <w:r>
              <w:rPr>
                <w:rFonts w:cs="Arial"/>
              </w:rPr>
              <w:t>Technika VZT</w:t>
            </w:r>
          </w:p>
        </w:tc>
        <w:tc>
          <w:tcPr>
            <w:tcW w:w="758" w:type="pct"/>
            <w:tcBorders>
              <w:top w:val="single" w:sz="4" w:space="0" w:color="auto"/>
              <w:bottom w:val="single" w:sz="4" w:space="0" w:color="auto"/>
            </w:tcBorders>
            <w:vAlign w:val="center"/>
          </w:tcPr>
          <w:p w:rsidR="001513FB" w:rsidRPr="000421C3" w:rsidRDefault="001513FB" w:rsidP="00EA3A38">
            <w:pPr>
              <w:jc w:val="center"/>
              <w:rPr>
                <w:rFonts w:cs="Arial"/>
              </w:rPr>
            </w:pPr>
          </w:p>
        </w:tc>
        <w:tc>
          <w:tcPr>
            <w:tcW w:w="835" w:type="pct"/>
            <w:tcBorders>
              <w:top w:val="single" w:sz="4" w:space="0" w:color="auto"/>
              <w:bottom w:val="single" w:sz="4" w:space="0" w:color="auto"/>
              <w:right w:val="single" w:sz="4" w:space="0" w:color="auto"/>
            </w:tcBorders>
            <w:vAlign w:val="center"/>
          </w:tcPr>
          <w:p w:rsidR="001513FB" w:rsidRPr="000421C3" w:rsidRDefault="001513FB" w:rsidP="00EA3A38">
            <w:pPr>
              <w:jc w:val="center"/>
              <w:rPr>
                <w:rFonts w:cs="Arial"/>
              </w:rPr>
            </w:pPr>
          </w:p>
        </w:tc>
      </w:tr>
      <w:tr w:rsidR="001513FB" w:rsidRPr="0033642C" w:rsidTr="00EA3A38">
        <w:trPr>
          <w:cantSplit/>
          <w:trHeight w:val="454"/>
        </w:trPr>
        <w:tc>
          <w:tcPr>
            <w:tcW w:w="1166" w:type="pct"/>
            <w:vMerge/>
            <w:tcBorders>
              <w:left w:val="single" w:sz="4" w:space="0" w:color="auto"/>
              <w:bottom w:val="single" w:sz="4" w:space="0" w:color="auto"/>
            </w:tcBorders>
            <w:vAlign w:val="center"/>
          </w:tcPr>
          <w:p w:rsidR="001513FB" w:rsidRPr="000421C3" w:rsidRDefault="001513FB" w:rsidP="00EA3A38">
            <w:pPr>
              <w:jc w:val="left"/>
              <w:rPr>
                <w:rFonts w:cs="Arial"/>
              </w:rPr>
            </w:pPr>
          </w:p>
        </w:tc>
        <w:tc>
          <w:tcPr>
            <w:tcW w:w="2242" w:type="pct"/>
            <w:tcBorders>
              <w:top w:val="single" w:sz="4" w:space="0" w:color="auto"/>
              <w:left w:val="single" w:sz="4" w:space="0" w:color="auto"/>
              <w:bottom w:val="single" w:sz="4" w:space="0" w:color="auto"/>
            </w:tcBorders>
            <w:vAlign w:val="center"/>
          </w:tcPr>
          <w:p w:rsidR="001513FB" w:rsidRPr="000421C3" w:rsidRDefault="001513FB" w:rsidP="00EA3A38">
            <w:pPr>
              <w:jc w:val="left"/>
              <w:rPr>
                <w:rFonts w:cs="Arial"/>
              </w:rPr>
            </w:pPr>
            <w:r>
              <w:rPr>
                <w:rFonts w:cs="Arial"/>
              </w:rPr>
              <w:t>Náhradní zdroj energie</w:t>
            </w:r>
          </w:p>
        </w:tc>
        <w:tc>
          <w:tcPr>
            <w:tcW w:w="758" w:type="pct"/>
            <w:tcBorders>
              <w:top w:val="single" w:sz="4" w:space="0" w:color="auto"/>
              <w:bottom w:val="single" w:sz="4" w:space="0" w:color="auto"/>
            </w:tcBorders>
            <w:vAlign w:val="center"/>
          </w:tcPr>
          <w:p w:rsidR="001513FB" w:rsidRPr="000421C3" w:rsidRDefault="001513FB" w:rsidP="00EA3A38">
            <w:pPr>
              <w:jc w:val="center"/>
              <w:rPr>
                <w:rFonts w:cs="Arial"/>
              </w:rPr>
            </w:pPr>
          </w:p>
        </w:tc>
        <w:tc>
          <w:tcPr>
            <w:tcW w:w="835" w:type="pct"/>
            <w:tcBorders>
              <w:top w:val="single" w:sz="4" w:space="0" w:color="auto"/>
              <w:bottom w:val="single" w:sz="4" w:space="0" w:color="auto"/>
              <w:right w:val="single" w:sz="4" w:space="0" w:color="auto"/>
            </w:tcBorders>
            <w:vAlign w:val="center"/>
          </w:tcPr>
          <w:p w:rsidR="001513FB" w:rsidRPr="000421C3" w:rsidRDefault="001513FB" w:rsidP="00EA3A38">
            <w:pPr>
              <w:jc w:val="center"/>
              <w:rPr>
                <w:rFonts w:cs="Arial"/>
              </w:rPr>
            </w:pPr>
          </w:p>
        </w:tc>
      </w:tr>
      <w:tr w:rsidR="001513FB" w:rsidRPr="0033642C" w:rsidTr="00EA3A38">
        <w:trPr>
          <w:cantSplit/>
          <w:trHeight w:val="1215"/>
        </w:trPr>
        <w:tc>
          <w:tcPr>
            <w:tcW w:w="1166" w:type="pct"/>
            <w:tcBorders>
              <w:top w:val="single" w:sz="4" w:space="0" w:color="auto"/>
              <w:left w:val="single" w:sz="4" w:space="0" w:color="auto"/>
              <w:bottom w:val="single" w:sz="4" w:space="0" w:color="auto"/>
            </w:tcBorders>
            <w:vAlign w:val="center"/>
          </w:tcPr>
          <w:p w:rsidR="001513FB" w:rsidRDefault="001513FB" w:rsidP="00EA3A38">
            <w:r>
              <w:t>SO 01</w:t>
            </w:r>
          </w:p>
          <w:p w:rsidR="001513FB" w:rsidRDefault="001513FB" w:rsidP="00EA3A38">
            <w:r>
              <w:t>Rekonstrukce opláštění a střech provozního objektu</w:t>
            </w:r>
          </w:p>
          <w:p w:rsidR="001513FB" w:rsidRPr="000421C3" w:rsidRDefault="001513FB" w:rsidP="00EA3A38">
            <w:pPr>
              <w:jc w:val="left"/>
              <w:rPr>
                <w:rFonts w:cs="Arial"/>
              </w:rPr>
            </w:pPr>
          </w:p>
        </w:tc>
        <w:tc>
          <w:tcPr>
            <w:tcW w:w="2242" w:type="pct"/>
            <w:tcBorders>
              <w:top w:val="single" w:sz="4" w:space="0" w:color="auto"/>
              <w:left w:val="single" w:sz="4" w:space="0" w:color="auto"/>
              <w:bottom w:val="single" w:sz="4" w:space="0" w:color="auto"/>
            </w:tcBorders>
            <w:vAlign w:val="center"/>
          </w:tcPr>
          <w:p w:rsidR="001513FB" w:rsidRPr="000421C3" w:rsidRDefault="009D35F3" w:rsidP="00EA3A38">
            <w:pPr>
              <w:jc w:val="left"/>
              <w:rPr>
                <w:rFonts w:cs="Arial"/>
              </w:rPr>
            </w:pPr>
            <w:r>
              <w:rPr>
                <w:rFonts w:cs="Arial"/>
              </w:rPr>
              <w:t>Celý objekt</w:t>
            </w:r>
          </w:p>
        </w:tc>
        <w:tc>
          <w:tcPr>
            <w:tcW w:w="758" w:type="pct"/>
            <w:tcBorders>
              <w:top w:val="single" w:sz="4" w:space="0" w:color="auto"/>
              <w:bottom w:val="single" w:sz="4" w:space="0" w:color="auto"/>
            </w:tcBorders>
            <w:vAlign w:val="center"/>
          </w:tcPr>
          <w:p w:rsidR="001513FB" w:rsidRPr="000421C3" w:rsidRDefault="009D35F3" w:rsidP="00EA3A38">
            <w:pPr>
              <w:jc w:val="center"/>
              <w:rPr>
                <w:rFonts w:cs="Arial"/>
              </w:rPr>
            </w:pPr>
            <w:r>
              <w:rPr>
                <w:rFonts w:cs="Arial"/>
              </w:rPr>
              <w:t>C2</w:t>
            </w:r>
          </w:p>
        </w:tc>
        <w:tc>
          <w:tcPr>
            <w:tcW w:w="835" w:type="pct"/>
            <w:tcBorders>
              <w:top w:val="single" w:sz="4" w:space="0" w:color="auto"/>
              <w:bottom w:val="single" w:sz="4" w:space="0" w:color="auto"/>
              <w:right w:val="single" w:sz="4" w:space="0" w:color="auto"/>
            </w:tcBorders>
            <w:vAlign w:val="center"/>
          </w:tcPr>
          <w:p w:rsidR="001513FB" w:rsidRPr="000421C3" w:rsidRDefault="009D35F3" w:rsidP="00EA3A38">
            <w:pPr>
              <w:jc w:val="center"/>
              <w:rPr>
                <w:rFonts w:cs="Arial"/>
              </w:rPr>
            </w:pPr>
            <w:r>
              <w:rPr>
                <w:rFonts w:cs="Arial"/>
              </w:rPr>
              <w:t>C2</w:t>
            </w:r>
          </w:p>
        </w:tc>
      </w:tr>
      <w:tr w:rsidR="009D35F3" w:rsidRPr="0033642C" w:rsidTr="00EA3A38">
        <w:trPr>
          <w:cantSplit/>
          <w:trHeight w:val="454"/>
        </w:trPr>
        <w:tc>
          <w:tcPr>
            <w:tcW w:w="1166" w:type="pct"/>
            <w:tcBorders>
              <w:top w:val="single" w:sz="4" w:space="0" w:color="auto"/>
              <w:left w:val="single" w:sz="4" w:space="0" w:color="auto"/>
            </w:tcBorders>
            <w:vAlign w:val="center"/>
          </w:tcPr>
          <w:p w:rsidR="009D35F3" w:rsidRPr="00A60BBA" w:rsidRDefault="009D35F3" w:rsidP="00EA3A38">
            <w:r w:rsidRPr="00A60BBA">
              <w:lastRenderedPageBreak/>
              <w:t>SO 02</w:t>
            </w:r>
          </w:p>
          <w:p w:rsidR="009D35F3" w:rsidRPr="00A60BBA" w:rsidRDefault="009D35F3" w:rsidP="00EA3A38">
            <w:r w:rsidRPr="00A60BBA">
              <w:t>Rekonstrukce opláštění a střechy vodárenské věže</w:t>
            </w:r>
          </w:p>
          <w:p w:rsidR="009D35F3" w:rsidRPr="00A60BBA" w:rsidRDefault="009D35F3" w:rsidP="00EA3A38">
            <w:pPr>
              <w:jc w:val="left"/>
              <w:rPr>
                <w:rFonts w:cs="Arial"/>
              </w:rPr>
            </w:pPr>
          </w:p>
        </w:tc>
        <w:tc>
          <w:tcPr>
            <w:tcW w:w="2242" w:type="pct"/>
            <w:tcBorders>
              <w:top w:val="single" w:sz="4" w:space="0" w:color="auto"/>
              <w:left w:val="single" w:sz="4" w:space="0" w:color="auto"/>
              <w:bottom w:val="single" w:sz="6" w:space="0" w:color="auto"/>
            </w:tcBorders>
            <w:vAlign w:val="center"/>
          </w:tcPr>
          <w:p w:rsidR="009D35F3" w:rsidRPr="000421C3" w:rsidRDefault="009D35F3" w:rsidP="00EA3A38">
            <w:pPr>
              <w:jc w:val="left"/>
              <w:rPr>
                <w:rFonts w:cs="Arial"/>
              </w:rPr>
            </w:pPr>
            <w:r>
              <w:rPr>
                <w:rFonts w:cs="Arial"/>
              </w:rPr>
              <w:t>Celý objekt</w:t>
            </w:r>
          </w:p>
        </w:tc>
        <w:tc>
          <w:tcPr>
            <w:tcW w:w="758" w:type="pct"/>
            <w:tcBorders>
              <w:top w:val="single" w:sz="4" w:space="0" w:color="auto"/>
              <w:bottom w:val="single" w:sz="6" w:space="0" w:color="auto"/>
            </w:tcBorders>
            <w:vAlign w:val="center"/>
          </w:tcPr>
          <w:p w:rsidR="009D35F3" w:rsidRPr="000421C3" w:rsidRDefault="009D35F3" w:rsidP="00EA3A38">
            <w:pPr>
              <w:jc w:val="center"/>
              <w:rPr>
                <w:rFonts w:cs="Arial"/>
              </w:rPr>
            </w:pPr>
            <w:r>
              <w:rPr>
                <w:rFonts w:cs="Arial"/>
              </w:rPr>
              <w:t>C2</w:t>
            </w:r>
          </w:p>
        </w:tc>
        <w:tc>
          <w:tcPr>
            <w:tcW w:w="835" w:type="pct"/>
            <w:tcBorders>
              <w:top w:val="single" w:sz="4" w:space="0" w:color="auto"/>
              <w:bottom w:val="single" w:sz="6" w:space="0" w:color="auto"/>
              <w:right w:val="single" w:sz="4" w:space="0" w:color="auto"/>
            </w:tcBorders>
            <w:vAlign w:val="center"/>
          </w:tcPr>
          <w:p w:rsidR="009D35F3" w:rsidRPr="000421C3" w:rsidRDefault="009D35F3" w:rsidP="00EA3A38">
            <w:pPr>
              <w:jc w:val="center"/>
              <w:rPr>
                <w:rFonts w:cs="Arial"/>
              </w:rPr>
            </w:pPr>
            <w:r>
              <w:rPr>
                <w:rFonts w:cs="Arial"/>
              </w:rPr>
              <w:t>C2</w:t>
            </w:r>
          </w:p>
        </w:tc>
      </w:tr>
      <w:tr w:rsidR="00EA3A38" w:rsidTr="00EA3A38">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5000" w:type="pct"/>
            <w:gridSpan w:val="4"/>
          </w:tcPr>
          <w:p w:rsidR="00EA3A38" w:rsidRDefault="00EA3A38" w:rsidP="00EA3A38">
            <w:pPr>
              <w:jc w:val="left"/>
              <w:rPr>
                <w:color w:val="000000" w:themeColor="text1"/>
              </w:rPr>
            </w:pPr>
          </w:p>
        </w:tc>
      </w:tr>
    </w:tbl>
    <w:p w:rsidR="001513FB" w:rsidRDefault="001513FB" w:rsidP="001513FB">
      <w:pPr>
        <w:ind w:firstLine="709"/>
        <w:jc w:val="left"/>
        <w:rPr>
          <w:color w:val="000000" w:themeColor="text1"/>
        </w:rPr>
      </w:pPr>
    </w:p>
    <w:p w:rsidR="001513FB" w:rsidRDefault="001513FB" w:rsidP="001513FB">
      <w:bookmarkStart w:id="1" w:name="_GoBack"/>
      <w:bookmarkEnd w:id="1"/>
    </w:p>
    <w:p w:rsidR="001513FB" w:rsidRDefault="001513FB" w:rsidP="001513FB">
      <w:r>
        <w:t xml:space="preserve">Klasifikace stupňů </w:t>
      </w:r>
      <w:r w:rsidRPr="00FE301D">
        <w:t>korozní agresivity atmosfér</w:t>
      </w:r>
      <w:r>
        <w:t xml:space="preserve"> dle </w:t>
      </w:r>
      <w:r w:rsidRPr="00FE301D">
        <w:t>ČSN EN ISO 9223</w:t>
      </w:r>
    </w:p>
    <w:p w:rsidR="001513FB" w:rsidRDefault="001513FB" w:rsidP="001513FB"/>
    <w:tbl>
      <w:tblPr>
        <w:tblW w:w="6156" w:type="dxa"/>
        <w:tblInd w:w="144" w:type="dxa"/>
        <w:tblCellMar>
          <w:left w:w="0" w:type="dxa"/>
          <w:right w:w="0" w:type="dxa"/>
        </w:tblCellMar>
        <w:tblLook w:val="0600" w:firstRow="0" w:lastRow="0" w:firstColumn="0" w:lastColumn="0" w:noHBand="1" w:noVBand="1"/>
      </w:tblPr>
      <w:tblGrid>
        <w:gridCol w:w="1816"/>
        <w:gridCol w:w="4340"/>
      </w:tblGrid>
      <w:tr w:rsidR="001513FB" w:rsidRPr="00FE301D" w:rsidTr="001513FB">
        <w:trPr>
          <w:cantSplit/>
        </w:trPr>
        <w:tc>
          <w:tcPr>
            <w:tcW w:w="1816" w:type="dxa"/>
            <w:tcBorders>
              <w:top w:val="single" w:sz="4" w:space="0" w:color="auto"/>
              <w:left w:val="single" w:sz="4" w:space="0" w:color="auto"/>
              <w:bottom w:val="single" w:sz="4" w:space="0" w:color="auto"/>
              <w:right w:val="single" w:sz="8" w:space="0" w:color="000000"/>
            </w:tcBorders>
            <w:shd w:val="clear" w:color="auto" w:fill="auto"/>
            <w:tcMar>
              <w:top w:w="72" w:type="dxa"/>
              <w:left w:w="144" w:type="dxa"/>
              <w:bottom w:w="72" w:type="dxa"/>
              <w:right w:w="144" w:type="dxa"/>
            </w:tcMar>
            <w:hideMark/>
          </w:tcPr>
          <w:p w:rsidR="001513FB" w:rsidRPr="00FE301D" w:rsidRDefault="001513FB" w:rsidP="001513FB">
            <w:pPr>
              <w:rPr>
                <w:rFonts w:cs="Arial"/>
                <w:sz w:val="36"/>
                <w:szCs w:val="36"/>
              </w:rPr>
            </w:pPr>
            <w:r w:rsidRPr="00FE301D">
              <w:t>Stupeň</w:t>
            </w:r>
          </w:p>
        </w:tc>
        <w:tc>
          <w:tcPr>
            <w:tcW w:w="4340" w:type="dxa"/>
            <w:tcBorders>
              <w:top w:val="single" w:sz="4" w:space="0" w:color="auto"/>
              <w:left w:val="single" w:sz="8" w:space="0" w:color="000000"/>
              <w:bottom w:val="single" w:sz="4" w:space="0" w:color="auto"/>
              <w:right w:val="single" w:sz="4" w:space="0" w:color="auto"/>
            </w:tcBorders>
            <w:shd w:val="clear" w:color="auto" w:fill="auto"/>
            <w:tcMar>
              <w:top w:w="72" w:type="dxa"/>
              <w:left w:w="144" w:type="dxa"/>
              <w:bottom w:w="72" w:type="dxa"/>
              <w:right w:w="144" w:type="dxa"/>
            </w:tcMar>
            <w:hideMark/>
          </w:tcPr>
          <w:p w:rsidR="001513FB" w:rsidRPr="00FE301D" w:rsidRDefault="001513FB" w:rsidP="001513FB">
            <w:pPr>
              <w:rPr>
                <w:rFonts w:cs="Arial"/>
                <w:sz w:val="36"/>
                <w:szCs w:val="36"/>
              </w:rPr>
            </w:pPr>
            <w:r w:rsidRPr="00FE301D">
              <w:t>Korozní agresivita</w:t>
            </w:r>
            <w:r>
              <w:t xml:space="preserve"> atmosfér</w:t>
            </w:r>
          </w:p>
        </w:tc>
      </w:tr>
      <w:tr w:rsidR="001513FB" w:rsidRPr="00FE301D" w:rsidTr="001513FB">
        <w:trPr>
          <w:cantSplit/>
        </w:trPr>
        <w:tc>
          <w:tcPr>
            <w:tcW w:w="1816" w:type="dxa"/>
            <w:tcBorders>
              <w:top w:val="single" w:sz="4" w:space="0" w:color="auto"/>
              <w:left w:val="single" w:sz="4" w:space="0" w:color="auto"/>
              <w:bottom w:val="nil"/>
              <w:right w:val="single" w:sz="8" w:space="0" w:color="000000"/>
            </w:tcBorders>
            <w:shd w:val="clear" w:color="auto" w:fill="auto"/>
            <w:tcMar>
              <w:top w:w="72" w:type="dxa"/>
              <w:left w:w="144" w:type="dxa"/>
              <w:bottom w:w="72" w:type="dxa"/>
              <w:right w:w="144" w:type="dxa"/>
            </w:tcMar>
            <w:hideMark/>
          </w:tcPr>
          <w:p w:rsidR="001513FB" w:rsidRPr="00FE301D" w:rsidRDefault="001513FB" w:rsidP="001513FB">
            <w:pPr>
              <w:rPr>
                <w:rFonts w:cs="Arial"/>
                <w:sz w:val="36"/>
                <w:szCs w:val="36"/>
              </w:rPr>
            </w:pPr>
            <w:r w:rsidRPr="00FE301D">
              <w:t>C 1</w:t>
            </w:r>
          </w:p>
        </w:tc>
        <w:tc>
          <w:tcPr>
            <w:tcW w:w="4340" w:type="dxa"/>
            <w:tcBorders>
              <w:top w:val="single" w:sz="4" w:space="0" w:color="auto"/>
              <w:left w:val="single" w:sz="8" w:space="0" w:color="000000"/>
              <w:bottom w:val="nil"/>
              <w:right w:val="single" w:sz="4" w:space="0" w:color="auto"/>
            </w:tcBorders>
            <w:shd w:val="clear" w:color="auto" w:fill="auto"/>
            <w:tcMar>
              <w:top w:w="72" w:type="dxa"/>
              <w:left w:w="144" w:type="dxa"/>
              <w:bottom w:w="72" w:type="dxa"/>
              <w:right w:w="144" w:type="dxa"/>
            </w:tcMar>
            <w:hideMark/>
          </w:tcPr>
          <w:p w:rsidR="001513FB" w:rsidRPr="00FE301D" w:rsidRDefault="001513FB" w:rsidP="001513FB">
            <w:pPr>
              <w:rPr>
                <w:rFonts w:cs="Arial"/>
                <w:sz w:val="36"/>
                <w:szCs w:val="36"/>
              </w:rPr>
            </w:pPr>
            <w:r w:rsidRPr="00FE301D">
              <w:t>velmi nízká</w:t>
            </w:r>
          </w:p>
        </w:tc>
      </w:tr>
      <w:tr w:rsidR="001513FB" w:rsidRPr="00FE301D" w:rsidTr="001513FB">
        <w:trPr>
          <w:cantSplit/>
        </w:trPr>
        <w:tc>
          <w:tcPr>
            <w:tcW w:w="1816" w:type="dxa"/>
            <w:tcBorders>
              <w:top w:val="nil"/>
              <w:left w:val="single" w:sz="4" w:space="0" w:color="auto"/>
              <w:bottom w:val="nil"/>
              <w:right w:val="single" w:sz="8" w:space="0" w:color="000000"/>
            </w:tcBorders>
            <w:shd w:val="clear" w:color="auto" w:fill="auto"/>
            <w:tcMar>
              <w:top w:w="72" w:type="dxa"/>
              <w:left w:w="144" w:type="dxa"/>
              <w:bottom w:w="72" w:type="dxa"/>
              <w:right w:w="144" w:type="dxa"/>
            </w:tcMar>
            <w:hideMark/>
          </w:tcPr>
          <w:p w:rsidR="001513FB" w:rsidRPr="00FE301D" w:rsidRDefault="001513FB" w:rsidP="001513FB">
            <w:pPr>
              <w:rPr>
                <w:rFonts w:cs="Arial"/>
                <w:sz w:val="36"/>
                <w:szCs w:val="36"/>
              </w:rPr>
            </w:pPr>
            <w:r w:rsidRPr="00FE301D">
              <w:t>C 2</w:t>
            </w:r>
          </w:p>
        </w:tc>
        <w:tc>
          <w:tcPr>
            <w:tcW w:w="4340" w:type="dxa"/>
            <w:tcBorders>
              <w:top w:val="nil"/>
              <w:left w:val="single" w:sz="8" w:space="0" w:color="000000"/>
              <w:bottom w:val="nil"/>
              <w:right w:val="single" w:sz="4" w:space="0" w:color="auto"/>
            </w:tcBorders>
            <w:shd w:val="clear" w:color="auto" w:fill="auto"/>
            <w:tcMar>
              <w:top w:w="72" w:type="dxa"/>
              <w:left w:w="144" w:type="dxa"/>
              <w:bottom w:w="72" w:type="dxa"/>
              <w:right w:w="144" w:type="dxa"/>
            </w:tcMar>
            <w:hideMark/>
          </w:tcPr>
          <w:p w:rsidR="001513FB" w:rsidRPr="00FE301D" w:rsidRDefault="001513FB" w:rsidP="001513FB">
            <w:pPr>
              <w:rPr>
                <w:rFonts w:cs="Arial"/>
                <w:sz w:val="36"/>
                <w:szCs w:val="36"/>
              </w:rPr>
            </w:pPr>
            <w:r w:rsidRPr="00FE301D">
              <w:t>nízká</w:t>
            </w:r>
          </w:p>
        </w:tc>
      </w:tr>
      <w:tr w:rsidR="001513FB" w:rsidRPr="00FE301D" w:rsidTr="001513FB">
        <w:trPr>
          <w:cantSplit/>
        </w:trPr>
        <w:tc>
          <w:tcPr>
            <w:tcW w:w="1816" w:type="dxa"/>
            <w:tcBorders>
              <w:top w:val="nil"/>
              <w:left w:val="single" w:sz="4" w:space="0" w:color="auto"/>
              <w:bottom w:val="nil"/>
              <w:right w:val="single" w:sz="8" w:space="0" w:color="000000"/>
            </w:tcBorders>
            <w:shd w:val="clear" w:color="auto" w:fill="auto"/>
            <w:tcMar>
              <w:top w:w="72" w:type="dxa"/>
              <w:left w:w="144" w:type="dxa"/>
              <w:bottom w:w="72" w:type="dxa"/>
              <w:right w:w="144" w:type="dxa"/>
            </w:tcMar>
            <w:hideMark/>
          </w:tcPr>
          <w:p w:rsidR="001513FB" w:rsidRPr="00FE301D" w:rsidRDefault="001513FB" w:rsidP="001513FB">
            <w:pPr>
              <w:rPr>
                <w:rFonts w:cs="Arial"/>
                <w:sz w:val="36"/>
                <w:szCs w:val="36"/>
              </w:rPr>
            </w:pPr>
            <w:r w:rsidRPr="00FE301D">
              <w:t>C 3</w:t>
            </w:r>
          </w:p>
        </w:tc>
        <w:tc>
          <w:tcPr>
            <w:tcW w:w="4340" w:type="dxa"/>
            <w:tcBorders>
              <w:top w:val="nil"/>
              <w:left w:val="single" w:sz="8" w:space="0" w:color="000000"/>
              <w:bottom w:val="nil"/>
              <w:right w:val="single" w:sz="4" w:space="0" w:color="auto"/>
            </w:tcBorders>
            <w:shd w:val="clear" w:color="auto" w:fill="auto"/>
            <w:tcMar>
              <w:top w:w="72" w:type="dxa"/>
              <w:left w:w="144" w:type="dxa"/>
              <w:bottom w:w="72" w:type="dxa"/>
              <w:right w:w="144" w:type="dxa"/>
            </w:tcMar>
            <w:hideMark/>
          </w:tcPr>
          <w:p w:rsidR="001513FB" w:rsidRPr="00FE301D" w:rsidRDefault="001513FB" w:rsidP="001513FB">
            <w:pPr>
              <w:rPr>
                <w:rFonts w:cs="Arial"/>
                <w:sz w:val="36"/>
                <w:szCs w:val="36"/>
              </w:rPr>
            </w:pPr>
            <w:r w:rsidRPr="00FE301D">
              <w:t>střední</w:t>
            </w:r>
          </w:p>
        </w:tc>
      </w:tr>
      <w:tr w:rsidR="001513FB" w:rsidRPr="00FE301D" w:rsidTr="001513FB">
        <w:trPr>
          <w:cantSplit/>
        </w:trPr>
        <w:tc>
          <w:tcPr>
            <w:tcW w:w="1816" w:type="dxa"/>
            <w:tcBorders>
              <w:top w:val="nil"/>
              <w:left w:val="single" w:sz="4" w:space="0" w:color="auto"/>
              <w:bottom w:val="nil"/>
              <w:right w:val="single" w:sz="8" w:space="0" w:color="000000"/>
            </w:tcBorders>
            <w:shd w:val="clear" w:color="auto" w:fill="auto"/>
            <w:tcMar>
              <w:top w:w="72" w:type="dxa"/>
              <w:left w:w="144" w:type="dxa"/>
              <w:bottom w:w="72" w:type="dxa"/>
              <w:right w:w="144" w:type="dxa"/>
            </w:tcMar>
            <w:hideMark/>
          </w:tcPr>
          <w:p w:rsidR="001513FB" w:rsidRPr="00FE301D" w:rsidRDefault="001513FB" w:rsidP="001513FB">
            <w:pPr>
              <w:rPr>
                <w:rFonts w:cs="Arial"/>
                <w:sz w:val="36"/>
                <w:szCs w:val="36"/>
              </w:rPr>
            </w:pPr>
            <w:r w:rsidRPr="00FE301D">
              <w:t>C 4</w:t>
            </w:r>
          </w:p>
        </w:tc>
        <w:tc>
          <w:tcPr>
            <w:tcW w:w="4340" w:type="dxa"/>
            <w:tcBorders>
              <w:top w:val="nil"/>
              <w:left w:val="single" w:sz="8" w:space="0" w:color="000000"/>
              <w:bottom w:val="nil"/>
              <w:right w:val="single" w:sz="4" w:space="0" w:color="auto"/>
            </w:tcBorders>
            <w:shd w:val="clear" w:color="auto" w:fill="auto"/>
            <w:tcMar>
              <w:top w:w="72" w:type="dxa"/>
              <w:left w:w="144" w:type="dxa"/>
              <w:bottom w:w="72" w:type="dxa"/>
              <w:right w:w="144" w:type="dxa"/>
            </w:tcMar>
            <w:hideMark/>
          </w:tcPr>
          <w:p w:rsidR="001513FB" w:rsidRPr="00FE301D" w:rsidRDefault="001513FB" w:rsidP="001513FB">
            <w:pPr>
              <w:rPr>
                <w:rFonts w:cs="Arial"/>
                <w:sz w:val="36"/>
                <w:szCs w:val="36"/>
              </w:rPr>
            </w:pPr>
            <w:r w:rsidRPr="00FE301D">
              <w:t>vysoká</w:t>
            </w:r>
          </w:p>
        </w:tc>
      </w:tr>
      <w:tr w:rsidR="001513FB" w:rsidRPr="00FE301D" w:rsidTr="001513FB">
        <w:trPr>
          <w:cantSplit/>
        </w:trPr>
        <w:tc>
          <w:tcPr>
            <w:tcW w:w="1816" w:type="dxa"/>
            <w:tcBorders>
              <w:top w:val="nil"/>
              <w:left w:val="single" w:sz="4" w:space="0" w:color="auto"/>
              <w:bottom w:val="single" w:sz="4" w:space="0" w:color="auto"/>
              <w:right w:val="single" w:sz="8" w:space="0" w:color="000000"/>
            </w:tcBorders>
            <w:shd w:val="clear" w:color="auto" w:fill="auto"/>
            <w:tcMar>
              <w:top w:w="72" w:type="dxa"/>
              <w:left w:w="144" w:type="dxa"/>
              <w:bottom w:w="72" w:type="dxa"/>
              <w:right w:w="144" w:type="dxa"/>
            </w:tcMar>
            <w:hideMark/>
          </w:tcPr>
          <w:p w:rsidR="001513FB" w:rsidRPr="00FE301D" w:rsidRDefault="001513FB" w:rsidP="001513FB">
            <w:pPr>
              <w:rPr>
                <w:rFonts w:cs="Arial"/>
                <w:sz w:val="36"/>
                <w:szCs w:val="36"/>
              </w:rPr>
            </w:pPr>
            <w:r w:rsidRPr="00FE301D">
              <w:t>C 5</w:t>
            </w:r>
          </w:p>
        </w:tc>
        <w:tc>
          <w:tcPr>
            <w:tcW w:w="4340" w:type="dxa"/>
            <w:tcBorders>
              <w:top w:val="nil"/>
              <w:left w:val="single" w:sz="8" w:space="0" w:color="000000"/>
              <w:bottom w:val="single" w:sz="4" w:space="0" w:color="auto"/>
              <w:right w:val="single" w:sz="4" w:space="0" w:color="auto"/>
            </w:tcBorders>
            <w:shd w:val="clear" w:color="auto" w:fill="auto"/>
            <w:tcMar>
              <w:top w:w="72" w:type="dxa"/>
              <w:left w:w="144" w:type="dxa"/>
              <w:bottom w:w="72" w:type="dxa"/>
              <w:right w:w="144" w:type="dxa"/>
            </w:tcMar>
            <w:hideMark/>
          </w:tcPr>
          <w:p w:rsidR="001513FB" w:rsidRPr="00FE301D" w:rsidRDefault="001513FB" w:rsidP="001513FB">
            <w:pPr>
              <w:rPr>
                <w:rFonts w:cs="Arial"/>
                <w:sz w:val="36"/>
                <w:szCs w:val="36"/>
              </w:rPr>
            </w:pPr>
            <w:r w:rsidRPr="00FE301D">
              <w:t>velmi vysoká</w:t>
            </w:r>
          </w:p>
        </w:tc>
      </w:tr>
    </w:tbl>
    <w:p w:rsidR="001513FB" w:rsidRPr="00281645" w:rsidRDefault="001513FB" w:rsidP="001513FB"/>
    <w:p w:rsidR="001513FB" w:rsidRPr="0092289F" w:rsidRDefault="001513FB" w:rsidP="001513FB">
      <w:pPr>
        <w:ind w:firstLine="709"/>
        <w:jc w:val="left"/>
        <w:rPr>
          <w:color w:val="000000" w:themeColor="text1"/>
        </w:rPr>
      </w:pPr>
    </w:p>
    <w:p w:rsidR="001513FB" w:rsidRDefault="001513FB">
      <w:pPr>
        <w:jc w:val="left"/>
      </w:pPr>
    </w:p>
    <w:p w:rsidR="001513FB" w:rsidRDefault="001513FB">
      <w:pPr>
        <w:jc w:val="left"/>
      </w:pPr>
    </w:p>
    <w:p w:rsidR="001513FB" w:rsidRDefault="001513FB">
      <w:pPr>
        <w:jc w:val="left"/>
      </w:pPr>
    </w:p>
    <w:p w:rsidR="001513FB" w:rsidRDefault="001513FB" w:rsidP="00556768">
      <w:pPr>
        <w:tabs>
          <w:tab w:val="right" w:pos="8504"/>
        </w:tabs>
        <w:rPr>
          <w:bCs/>
          <w:color w:val="000000" w:themeColor="text1"/>
        </w:rPr>
      </w:pPr>
    </w:p>
    <w:sectPr w:rsidR="001513FB" w:rsidSect="00AA011B">
      <w:headerReference w:type="even" r:id="rId25"/>
      <w:headerReference w:type="default" r:id="rId26"/>
      <w:footerReference w:type="even" r:id="rId27"/>
      <w:footerReference w:type="default" r:id="rId28"/>
      <w:headerReference w:type="first" r:id="rId29"/>
      <w:footerReference w:type="first" r:id="rId30"/>
      <w:pgSz w:w="11906" w:h="16838" w:code="9"/>
      <w:pgMar w:top="1809" w:right="1701" w:bottom="1758" w:left="1701" w:header="1134"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13FB" w:rsidRDefault="001513FB" w:rsidP="00207A11">
      <w:r>
        <w:separator/>
      </w:r>
    </w:p>
  </w:endnote>
  <w:endnote w:type="continuationSeparator" w:id="0">
    <w:p w:rsidR="001513FB" w:rsidRDefault="001513FB"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Bold">
    <w:altName w:val="Arial"/>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624" w:rsidRDefault="00973624">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1513FB" w:rsidTr="00837B86">
      <w:trPr>
        <w:trHeight w:val="227"/>
        <w:jc w:val="center"/>
      </w:trPr>
      <w:tc>
        <w:tcPr>
          <w:tcW w:w="4253" w:type="dxa"/>
          <w:tcBorders>
            <w:top w:val="nil"/>
            <w:left w:val="nil"/>
            <w:bottom w:val="single" w:sz="4" w:space="0" w:color="auto"/>
            <w:right w:val="nil"/>
          </w:tcBorders>
          <w:tcMar>
            <w:left w:w="113" w:type="dxa"/>
          </w:tcMar>
          <w:vAlign w:val="bottom"/>
        </w:tcPr>
        <w:p w:rsidR="001513FB" w:rsidRDefault="001513FB" w:rsidP="00837B86">
          <w:pPr>
            <w:pStyle w:val="Zpat"/>
            <w:ind w:right="142"/>
            <w:jc w:val="left"/>
            <w:rPr>
              <w:color w:val="000000" w:themeColor="text1"/>
              <w:sz w:val="12"/>
              <w:szCs w:val="12"/>
            </w:rPr>
          </w:pPr>
          <w:r>
            <w:rPr>
              <w:b/>
              <w:noProof/>
              <w:color w:val="000000" w:themeColor="text1"/>
            </w:rPr>
            <w:t xml:space="preserve">CMC architects a.s., </w:t>
          </w: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1513FB" w:rsidRPr="00B40E75" w:rsidRDefault="001513FB" w:rsidP="00837B86">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4</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9</w:t>
          </w:r>
          <w:r w:rsidRPr="00B40E75">
            <w:rPr>
              <w:color w:val="000000" w:themeColor="text1"/>
              <w:sz w:val="16"/>
              <w:szCs w:val="16"/>
            </w:rPr>
            <w:fldChar w:fldCharType="end"/>
          </w:r>
          <w:r w:rsidRPr="00B40E75">
            <w:rPr>
              <w:color w:val="000000" w:themeColor="text1"/>
              <w:sz w:val="16"/>
              <w:szCs w:val="16"/>
            </w:rPr>
            <w:t>)</w:t>
          </w:r>
        </w:p>
      </w:tc>
    </w:tr>
    <w:tr w:rsidR="001513FB" w:rsidTr="00837B86">
      <w:trPr>
        <w:trHeight w:val="227"/>
        <w:jc w:val="center"/>
      </w:trPr>
      <w:tc>
        <w:tcPr>
          <w:tcW w:w="4253" w:type="dxa"/>
          <w:tcBorders>
            <w:bottom w:val="nil"/>
            <w:right w:val="nil"/>
          </w:tcBorders>
          <w:tcMar>
            <w:left w:w="113" w:type="dxa"/>
          </w:tcMar>
          <w:vAlign w:val="bottom"/>
        </w:tcPr>
        <w:p w:rsidR="001513FB" w:rsidRDefault="001513FB" w:rsidP="00837B86">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82888485"/>
              <w:text/>
            </w:sdtPr>
            <w:sdtEndPr/>
            <w:sdtContent>
              <w:r>
                <w:rPr>
                  <w:caps/>
                  <w:color w:val="000000" w:themeColor="text1"/>
                  <w:sz w:val="12"/>
                  <w:szCs w:val="12"/>
                </w:rPr>
                <w:t>10 9179 06 07</w:t>
              </w:r>
            </w:sdtContent>
          </w:sdt>
        </w:p>
      </w:tc>
      <w:tc>
        <w:tcPr>
          <w:tcW w:w="2835" w:type="dxa"/>
          <w:tcBorders>
            <w:left w:val="nil"/>
            <w:bottom w:val="nil"/>
            <w:right w:val="nil"/>
          </w:tcBorders>
          <w:vAlign w:val="bottom"/>
        </w:tcPr>
        <w:p w:rsidR="001513FB" w:rsidRDefault="001513FB" w:rsidP="00837B86">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881678901"/>
              <w:text/>
            </w:sdtPr>
            <w:sdtEndPr/>
            <w:sdtContent>
              <w:r w:rsidR="003921D3">
                <w:rPr>
                  <w:color w:val="000000" w:themeColor="text1"/>
                  <w:sz w:val="12"/>
                  <w:szCs w:val="12"/>
                </w:rPr>
                <w:t>f</w:t>
              </w:r>
            </w:sdtContent>
          </w:sdt>
        </w:p>
      </w:tc>
    </w:tr>
    <w:tr w:rsidR="001513FB" w:rsidTr="00837B86">
      <w:trPr>
        <w:trHeight w:val="170"/>
        <w:jc w:val="center"/>
      </w:trPr>
      <w:tc>
        <w:tcPr>
          <w:tcW w:w="4253" w:type="dxa"/>
          <w:tcBorders>
            <w:top w:val="nil"/>
            <w:left w:val="nil"/>
            <w:bottom w:val="nil"/>
            <w:right w:val="nil"/>
          </w:tcBorders>
          <w:tcMar>
            <w:left w:w="113" w:type="dxa"/>
          </w:tcMar>
          <w:vAlign w:val="bottom"/>
        </w:tcPr>
        <w:p w:rsidR="001513FB" w:rsidRDefault="001513FB" w:rsidP="00837B86">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248117219"/>
              <w:text/>
            </w:sdtPr>
            <w:sdtEndPr/>
            <w:sdtContent>
              <w:r>
                <w:rPr>
                  <w:color w:val="000000" w:themeColor="text1"/>
                  <w:sz w:val="12"/>
                  <w:szCs w:val="12"/>
                </w:rPr>
                <w:t>008418/20/1</w:t>
              </w:r>
            </w:sdtContent>
          </w:sdt>
        </w:p>
      </w:tc>
      <w:tc>
        <w:tcPr>
          <w:tcW w:w="2835" w:type="dxa"/>
          <w:tcBorders>
            <w:top w:val="nil"/>
            <w:left w:val="nil"/>
            <w:bottom w:val="nil"/>
            <w:right w:val="nil"/>
          </w:tcBorders>
          <w:vAlign w:val="bottom"/>
        </w:tcPr>
        <w:p w:rsidR="001513FB" w:rsidRPr="00B40E75" w:rsidRDefault="001513FB" w:rsidP="00837B86">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963493019"/>
              <w:text/>
            </w:sdtPr>
            <w:sdtEndPr/>
            <w:sdtContent>
              <w:r>
                <w:rPr>
                  <w:color w:val="000000" w:themeColor="text1"/>
                  <w:sz w:val="12"/>
                  <w:szCs w:val="12"/>
                </w:rPr>
                <w:t>1</w:t>
              </w:r>
            </w:sdtContent>
          </w:sdt>
        </w:p>
      </w:tc>
    </w:tr>
  </w:tbl>
  <w:p w:rsidR="001513FB" w:rsidRPr="00F81B53" w:rsidRDefault="001513FB" w:rsidP="00837B86">
    <w:pPr>
      <w:pStyle w:val="Zpat"/>
      <w:spacing w:line="100" w:lineRule="exact"/>
      <w:ind w:right="142"/>
      <w:jc w:val="left"/>
      <w:rPr>
        <w:color w:val="000000" w:themeColor="text1"/>
        <w:sz w:val="12"/>
        <w:szCs w:val="1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1513FB" w:rsidTr="001F529C">
      <w:trPr>
        <w:trHeight w:val="227"/>
        <w:jc w:val="center"/>
      </w:trPr>
      <w:tc>
        <w:tcPr>
          <w:tcW w:w="4253" w:type="dxa"/>
          <w:tcBorders>
            <w:top w:val="nil"/>
            <w:left w:val="nil"/>
            <w:bottom w:val="single" w:sz="4" w:space="0" w:color="auto"/>
            <w:right w:val="nil"/>
          </w:tcBorders>
          <w:tcMar>
            <w:left w:w="113" w:type="dxa"/>
          </w:tcMar>
          <w:vAlign w:val="bottom"/>
        </w:tcPr>
        <w:p w:rsidR="001513FB" w:rsidRDefault="001513FB" w:rsidP="001F529C">
          <w:pPr>
            <w:pStyle w:val="Zpat"/>
            <w:ind w:right="142"/>
            <w:jc w:val="left"/>
            <w:rPr>
              <w:color w:val="000000" w:themeColor="text1"/>
              <w:sz w:val="12"/>
              <w:szCs w:val="12"/>
            </w:rPr>
          </w:pPr>
          <w:r>
            <w:rPr>
              <w:b/>
              <w:noProof/>
              <w:color w:val="000000" w:themeColor="text1"/>
            </w:rPr>
            <w:t xml:space="preserve">CMC architects a.s., </w:t>
          </w: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1513FB" w:rsidRPr="00B40E75" w:rsidRDefault="001513FB" w:rsidP="001F529C">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3</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9</w:t>
          </w:r>
          <w:r w:rsidRPr="00B40E75">
            <w:rPr>
              <w:color w:val="000000" w:themeColor="text1"/>
              <w:sz w:val="16"/>
              <w:szCs w:val="16"/>
            </w:rPr>
            <w:fldChar w:fldCharType="end"/>
          </w:r>
          <w:r w:rsidRPr="00B40E75">
            <w:rPr>
              <w:color w:val="000000" w:themeColor="text1"/>
              <w:sz w:val="16"/>
              <w:szCs w:val="16"/>
            </w:rPr>
            <w:t>)</w:t>
          </w:r>
        </w:p>
      </w:tc>
    </w:tr>
    <w:tr w:rsidR="001513FB" w:rsidTr="001F529C">
      <w:trPr>
        <w:trHeight w:val="227"/>
        <w:jc w:val="center"/>
      </w:trPr>
      <w:tc>
        <w:tcPr>
          <w:tcW w:w="4253" w:type="dxa"/>
          <w:tcBorders>
            <w:bottom w:val="nil"/>
            <w:right w:val="nil"/>
          </w:tcBorders>
          <w:tcMar>
            <w:left w:w="113" w:type="dxa"/>
          </w:tcMar>
          <w:vAlign w:val="bottom"/>
        </w:tcPr>
        <w:p w:rsidR="001513FB" w:rsidRDefault="001513FB" w:rsidP="001F529C">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002810731"/>
              <w:text/>
            </w:sdtPr>
            <w:sdtEndPr/>
            <w:sdtContent>
              <w:r>
                <w:rPr>
                  <w:caps/>
                  <w:color w:val="000000" w:themeColor="text1"/>
                  <w:sz w:val="12"/>
                  <w:szCs w:val="12"/>
                </w:rPr>
                <w:t>10 9179 06 07</w:t>
              </w:r>
            </w:sdtContent>
          </w:sdt>
        </w:p>
      </w:tc>
      <w:tc>
        <w:tcPr>
          <w:tcW w:w="2835" w:type="dxa"/>
          <w:tcBorders>
            <w:left w:val="nil"/>
            <w:bottom w:val="nil"/>
            <w:right w:val="nil"/>
          </w:tcBorders>
          <w:vAlign w:val="bottom"/>
        </w:tcPr>
        <w:p w:rsidR="001513FB" w:rsidRDefault="001513FB"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083755530"/>
              <w:text/>
            </w:sdtPr>
            <w:sdtEndPr/>
            <w:sdtContent>
              <w:r w:rsidR="003921D3">
                <w:rPr>
                  <w:color w:val="000000" w:themeColor="text1"/>
                  <w:sz w:val="12"/>
                  <w:szCs w:val="12"/>
                </w:rPr>
                <w:t>f</w:t>
              </w:r>
            </w:sdtContent>
          </w:sdt>
        </w:p>
      </w:tc>
    </w:tr>
    <w:tr w:rsidR="001513FB" w:rsidTr="001F529C">
      <w:trPr>
        <w:trHeight w:val="170"/>
        <w:jc w:val="center"/>
      </w:trPr>
      <w:tc>
        <w:tcPr>
          <w:tcW w:w="4253" w:type="dxa"/>
          <w:tcBorders>
            <w:top w:val="nil"/>
            <w:left w:val="nil"/>
            <w:bottom w:val="nil"/>
            <w:right w:val="nil"/>
          </w:tcBorders>
          <w:tcMar>
            <w:left w:w="113" w:type="dxa"/>
          </w:tcMar>
          <w:vAlign w:val="bottom"/>
        </w:tcPr>
        <w:p w:rsidR="001513FB" w:rsidRDefault="001513FB" w:rsidP="001F529C">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326577900"/>
              <w:text/>
            </w:sdtPr>
            <w:sdtEndPr/>
            <w:sdtContent>
              <w:r>
                <w:rPr>
                  <w:color w:val="000000" w:themeColor="text1"/>
                  <w:sz w:val="12"/>
                  <w:szCs w:val="12"/>
                </w:rPr>
                <w:t>008418/20/1</w:t>
              </w:r>
            </w:sdtContent>
          </w:sdt>
        </w:p>
      </w:tc>
      <w:tc>
        <w:tcPr>
          <w:tcW w:w="2835" w:type="dxa"/>
          <w:tcBorders>
            <w:top w:val="nil"/>
            <w:left w:val="nil"/>
            <w:bottom w:val="nil"/>
            <w:right w:val="nil"/>
          </w:tcBorders>
          <w:vAlign w:val="bottom"/>
        </w:tcPr>
        <w:p w:rsidR="001513FB" w:rsidRPr="00B40E75" w:rsidRDefault="001513FB" w:rsidP="001F529C">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713726946"/>
              <w:text/>
            </w:sdtPr>
            <w:sdtEndPr/>
            <w:sdtContent>
              <w:r>
                <w:rPr>
                  <w:color w:val="000000" w:themeColor="text1"/>
                  <w:sz w:val="12"/>
                  <w:szCs w:val="12"/>
                </w:rPr>
                <w:t>1</w:t>
              </w:r>
            </w:sdtContent>
          </w:sdt>
        </w:p>
      </w:tc>
    </w:tr>
  </w:tbl>
  <w:p w:rsidR="001513FB" w:rsidRPr="00F81B53" w:rsidRDefault="001513FB" w:rsidP="00CA337C">
    <w:pPr>
      <w:pStyle w:val="Zpat"/>
      <w:spacing w:line="100" w:lineRule="exact"/>
      <w:ind w:right="142"/>
      <w:jc w:val="left"/>
      <w:rPr>
        <w:color w:val="000000" w:themeColor="text1"/>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624" w:rsidRDefault="0097362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5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34"/>
      <w:gridCol w:w="2835"/>
      <w:gridCol w:w="2835"/>
    </w:tblGrid>
    <w:tr w:rsidR="001513FB" w:rsidRPr="00AA14F6" w:rsidTr="00FE031B">
      <w:trPr>
        <w:trHeight w:val="2098"/>
        <w:jc w:val="center"/>
      </w:trPr>
      <w:tc>
        <w:tcPr>
          <w:tcW w:w="8504" w:type="dxa"/>
          <w:gridSpan w:val="3"/>
          <w:tcBorders>
            <w:top w:val="single" w:sz="4" w:space="0" w:color="auto"/>
          </w:tcBorders>
          <w:tcMar>
            <w:top w:w="113" w:type="dxa"/>
          </w:tcMar>
        </w:tcPr>
        <w:p w:rsidR="001513FB" w:rsidRDefault="00E9136D" w:rsidP="00FE031B">
          <w:pPr>
            <w:jc w:val="center"/>
            <w:rPr>
              <w:bCs/>
              <w:caps/>
              <w:color w:val="000000" w:themeColor="text1"/>
              <w:sz w:val="24"/>
              <w:szCs w:val="24"/>
            </w:rPr>
          </w:pPr>
          <w:sdt>
            <w:sdtPr>
              <w:rPr>
                <w:bCs/>
                <w:color w:val="000000" w:themeColor="text1"/>
                <w:sz w:val="22"/>
                <w:szCs w:val="24"/>
              </w:rPr>
              <w:alias w:val="Objednatel (investor)"/>
              <w:tag w:val="OFirma"/>
              <w:id w:val="185799262"/>
              <w:text/>
            </w:sdtPr>
            <w:sdtEndPr/>
            <w:sdtContent>
              <w:r w:rsidR="001513FB">
                <w:rPr>
                  <w:bCs/>
                  <w:color w:val="000000" w:themeColor="text1"/>
                  <w:sz w:val="22"/>
                  <w:szCs w:val="24"/>
                </w:rPr>
                <w:t>Pražská vodohospodářská společnost a.s.</w:t>
              </w:r>
            </w:sdtContent>
          </w:sdt>
        </w:p>
        <w:p w:rsidR="001513FB" w:rsidRDefault="001513FB" w:rsidP="00FE031B">
          <w:pPr>
            <w:jc w:val="center"/>
            <w:rPr>
              <w:caps/>
              <w:color w:val="000000" w:themeColor="text1"/>
              <w:sz w:val="24"/>
              <w:szCs w:val="24"/>
            </w:rPr>
          </w:pPr>
        </w:p>
        <w:p w:rsidR="001513FB" w:rsidRPr="0074743D" w:rsidRDefault="001513FB" w:rsidP="0074743D">
          <w:pPr>
            <w:rPr>
              <w:sz w:val="24"/>
              <w:szCs w:val="24"/>
            </w:rPr>
          </w:pPr>
          <w:r>
            <w:rPr>
              <w:noProof/>
            </w:rPr>
            <w:drawing>
              <wp:anchor distT="0" distB="0" distL="114300" distR="114300" simplePos="0" relativeHeight="251659264" behindDoc="0" locked="0" layoutInCell="1" allowOverlap="1" wp14:anchorId="27C0637D" wp14:editId="1AB575D9">
                <wp:simplePos x="0" y="0"/>
                <wp:positionH relativeFrom="margin">
                  <wp:align>center</wp:align>
                </wp:positionH>
                <wp:positionV relativeFrom="margin">
                  <wp:posOffset>467995</wp:posOffset>
                </wp:positionV>
                <wp:extent cx="1022350" cy="384810"/>
                <wp:effectExtent l="0" t="0" r="6350" b="0"/>
                <wp:wrapNone/>
                <wp:docPr id="35" name="obrázek 43" descr="PV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PVS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2350" cy="38481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1513FB" w:rsidRPr="0074743D" w:rsidRDefault="001513FB" w:rsidP="0074743D">
          <w:pPr>
            <w:rPr>
              <w:sz w:val="24"/>
              <w:szCs w:val="24"/>
            </w:rPr>
          </w:pPr>
        </w:p>
        <w:p w:rsidR="001513FB" w:rsidRPr="0074743D" w:rsidRDefault="001513FB" w:rsidP="0074743D">
          <w:pPr>
            <w:rPr>
              <w:sz w:val="24"/>
              <w:szCs w:val="24"/>
            </w:rPr>
          </w:pPr>
        </w:p>
        <w:p w:rsidR="001513FB" w:rsidRDefault="001513FB" w:rsidP="0074743D">
          <w:pPr>
            <w:rPr>
              <w:caps/>
              <w:color w:val="000000" w:themeColor="text1"/>
              <w:sz w:val="24"/>
              <w:szCs w:val="24"/>
            </w:rPr>
          </w:pPr>
        </w:p>
        <w:p w:rsidR="001513FB" w:rsidRPr="0074743D" w:rsidRDefault="001513FB" w:rsidP="0074743D">
          <w:pPr>
            <w:jc w:val="center"/>
            <w:rPr>
              <w:sz w:val="24"/>
              <w:szCs w:val="24"/>
            </w:rPr>
          </w:pPr>
        </w:p>
      </w:tc>
    </w:tr>
    <w:tr w:rsidR="001513FB" w:rsidRPr="00AA14F6" w:rsidTr="001245A7">
      <w:trPr>
        <w:trHeight w:val="851"/>
        <w:jc w:val="center"/>
      </w:trPr>
      <w:tc>
        <w:tcPr>
          <w:tcW w:w="2834" w:type="dxa"/>
          <w:tcBorders>
            <w:bottom w:val="single" w:sz="4" w:space="0" w:color="auto"/>
          </w:tcBorders>
          <w:tcMar>
            <w:left w:w="113" w:type="dxa"/>
            <w:bottom w:w="113" w:type="dxa"/>
          </w:tcMar>
          <w:vAlign w:val="bottom"/>
        </w:tcPr>
        <w:p w:rsidR="001513FB" w:rsidRPr="0037186F" w:rsidRDefault="001513FB" w:rsidP="00FE031B">
          <w:pPr>
            <w:jc w:val="center"/>
            <w:rPr>
              <w:color w:val="000000" w:themeColor="text1"/>
              <w:sz w:val="12"/>
            </w:rPr>
          </w:pPr>
          <w:r>
            <w:rPr>
              <w:noProof/>
            </w:rPr>
            <w:drawing>
              <wp:anchor distT="0" distB="0" distL="114300" distR="114300" simplePos="0" relativeHeight="251661312" behindDoc="0" locked="0" layoutInCell="1" allowOverlap="1" wp14:anchorId="592173ED" wp14:editId="7369411B">
                <wp:simplePos x="0" y="0"/>
                <wp:positionH relativeFrom="page">
                  <wp:posOffset>17780</wp:posOffset>
                </wp:positionH>
                <wp:positionV relativeFrom="page">
                  <wp:posOffset>360045</wp:posOffset>
                </wp:positionV>
                <wp:extent cx="1767600" cy="144000"/>
                <wp:effectExtent l="0" t="0" r="0" b="8890"/>
                <wp:wrapNone/>
                <wp:docPr id="411"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767600" cy="144000"/>
                        </a:xfrm>
                        <a:prstGeom prst="rect">
                          <a:avLst/>
                        </a:prstGeom>
                        <a:noFill/>
                      </pic:spPr>
                    </pic:pic>
                  </a:graphicData>
                </a:graphic>
                <wp14:sizeRelH relativeFrom="margin">
                  <wp14:pctWidth>0</wp14:pctWidth>
                </wp14:sizeRelH>
                <wp14:sizeRelV relativeFrom="margin">
                  <wp14:pctHeight>0</wp14:pctHeight>
                </wp14:sizeRelV>
              </wp:anchor>
            </w:drawing>
          </w:r>
        </w:p>
      </w:tc>
      <w:tc>
        <w:tcPr>
          <w:tcW w:w="2835" w:type="dxa"/>
          <w:tcBorders>
            <w:bottom w:val="single" w:sz="4" w:space="0" w:color="auto"/>
          </w:tcBorders>
          <w:tcMar>
            <w:left w:w="113" w:type="dxa"/>
            <w:bottom w:w="113" w:type="dxa"/>
          </w:tcMar>
          <w:vAlign w:val="bottom"/>
        </w:tcPr>
        <w:p w:rsidR="001513FB" w:rsidRPr="00C5703F" w:rsidRDefault="001513FB" w:rsidP="00FE031B">
          <w:pPr>
            <w:jc w:val="center"/>
            <w:rPr>
              <w:b/>
              <w:color w:val="000000" w:themeColor="text1"/>
              <w:sz w:val="12"/>
            </w:rPr>
          </w:pPr>
        </w:p>
      </w:tc>
      <w:tc>
        <w:tcPr>
          <w:tcW w:w="2835" w:type="dxa"/>
          <w:tcBorders>
            <w:bottom w:val="single" w:sz="4" w:space="0" w:color="auto"/>
          </w:tcBorders>
          <w:tcMar>
            <w:left w:w="113" w:type="dxa"/>
            <w:bottom w:w="113" w:type="dxa"/>
          </w:tcMar>
          <w:vAlign w:val="bottom"/>
        </w:tcPr>
        <w:p w:rsidR="001513FB" w:rsidRPr="0037186F" w:rsidRDefault="001513FB" w:rsidP="00FE031B">
          <w:pPr>
            <w:jc w:val="center"/>
            <w:rPr>
              <w:color w:val="000000" w:themeColor="text1"/>
              <w:sz w:val="12"/>
            </w:rPr>
          </w:pPr>
          <w:r>
            <w:rPr>
              <w:noProof/>
              <w:color w:val="000000" w:themeColor="text1"/>
            </w:rPr>
            <mc:AlternateContent>
              <mc:Choice Requires="wpc">
                <w:drawing>
                  <wp:inline distT="0" distB="0" distL="0" distR="0" wp14:anchorId="324D0CA2" wp14:editId="50EA67C9">
                    <wp:extent cx="1080135" cy="314960"/>
                    <wp:effectExtent l="0" t="0" r="5715" b="8890"/>
                    <wp:docPr id="27" name="Plátno 2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 name="Freeform 210"/>
                            <wps:cNvSpPr>
                              <a:spLocks noEditPoints="1"/>
                            </wps:cNvSpPr>
                            <wps:spPr bwMode="auto">
                              <a:xfrm>
                                <a:off x="801326" y="42128"/>
                                <a:ext cx="278809" cy="271829"/>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211"/>
                            <wps:cNvSpPr>
                              <a:spLocks/>
                            </wps:cNvSpPr>
                            <wps:spPr bwMode="auto">
                              <a:xfrm>
                                <a:off x="907634" y="0"/>
                                <a:ext cx="66192" cy="66202"/>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212"/>
                            <wps:cNvSpPr>
                              <a:spLocks/>
                            </wps:cNvSpPr>
                            <wps:spPr bwMode="auto">
                              <a:xfrm>
                                <a:off x="907634" y="0"/>
                                <a:ext cx="66192" cy="66202"/>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solidFill>
                              <a:ln>
                                <a:noFill/>
                              </a:ln>
                            </wps:spPr>
                            <wps:bodyPr rot="0" vert="horz" wrap="square" lIns="91440" tIns="45720" rIns="91440" bIns="45720" anchor="t" anchorCtr="0" upright="1">
                              <a:noAutofit/>
                            </wps:bodyPr>
                          </wps:wsp>
                          <wps:wsp>
                            <wps:cNvPr id="17" name="Freeform 213"/>
                            <wps:cNvSpPr>
                              <a:spLocks noEditPoints="1"/>
                            </wps:cNvSpPr>
                            <wps:spPr bwMode="auto">
                              <a:xfrm>
                                <a:off x="601747" y="178544"/>
                                <a:ext cx="133387" cy="136416"/>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214"/>
                            <wps:cNvSpPr>
                              <a:spLocks/>
                            </wps:cNvSpPr>
                            <wps:spPr bwMode="auto">
                              <a:xfrm>
                                <a:off x="601747" y="178544"/>
                                <a:ext cx="133387" cy="136416"/>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5"/>
                            <wps:cNvSpPr>
                              <a:spLocks/>
                            </wps:cNvSpPr>
                            <wps:spPr bwMode="auto">
                              <a:xfrm>
                                <a:off x="637851" y="204624"/>
                                <a:ext cx="59172" cy="84257"/>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6"/>
                            <wps:cNvSpPr>
                              <a:spLocks/>
                            </wps:cNvSpPr>
                            <wps:spPr bwMode="auto">
                              <a:xfrm>
                                <a:off x="460336" y="178544"/>
                                <a:ext cx="116338" cy="136416"/>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7"/>
                            <wps:cNvSpPr>
                              <a:spLocks/>
                            </wps:cNvSpPr>
                            <wps:spPr bwMode="auto">
                              <a:xfrm>
                                <a:off x="460336" y="178544"/>
                                <a:ext cx="116338" cy="136416"/>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18"/>
                            <wps:cNvSpPr>
                              <a:spLocks/>
                            </wps:cNvSpPr>
                            <wps:spPr bwMode="auto">
                              <a:xfrm>
                                <a:off x="337981" y="179547"/>
                                <a:ext cx="95277" cy="13441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19"/>
                            <wps:cNvSpPr>
                              <a:spLocks/>
                            </wps:cNvSpPr>
                            <wps:spPr bwMode="auto">
                              <a:xfrm>
                                <a:off x="124361" y="179547"/>
                                <a:ext cx="186541" cy="13441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20"/>
                            <wps:cNvSpPr>
                              <a:spLocks/>
                            </wps:cNvSpPr>
                            <wps:spPr bwMode="auto">
                              <a:xfrm>
                                <a:off x="0" y="178544"/>
                                <a:ext cx="100291" cy="136416"/>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21"/>
                            <wps:cNvSpPr>
                              <a:spLocks/>
                            </wps:cNvSpPr>
                            <wps:spPr bwMode="auto">
                              <a:xfrm>
                                <a:off x="0" y="178544"/>
                                <a:ext cx="100291" cy="136416"/>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143E1C66" id="Plátno 27" o:spid="_x0000_s1026" editas="canvas" style="width:85.05pt;height:24.8pt;mso-position-horizontal-relative:char;mso-position-vertical-relative:line" coordsize="10801,3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801;height:3149;visibility:visible;mso-wrap-style:square">
                      <v:fill o:detectmouseclick="t"/>
                      <v:path o:connecttype="none"/>
                    </v:shape>
                    <v:shape id="Freeform 210" o:spid="_x0000_s1028" style="position:absolute;left:8013;top:421;width:2788;height:2718;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" path="m444,423r,54l112,477r,-54l276,256,444,423xm556,181r-203,l485,49,436,4,276,165,114,,69,47,201,181,,181r,62l201,243,46,396r,147l508,543r,-147l353,243r203,l556,181xe" fillcolor="black" stroked="f">
                      <v:path arrowok="t" o:connecttype="custom" o:connectlocs="222646,211756;222646,238789;56163,238789;56163,211756;138402,128155;222646,211756;278809,90610;177014,90610;243206,24530;218634,2002;138402,82600;57166,0;34600,23528;100792,90610;0,90610;0,121647;100792,121647;23067,198240;23067,271829;254739,271829;254739,198240;177014,121647;278809,121647;278809,90610" o:connectangles="0,0,0,0,0,0,0,0,0,0,0,0,0,0,0,0,0,0,0,0,0,0,0,0"/>
                      <o:lock v:ext="edit" verticies="t"/>
                    </v:shape>
                    <v:shape id="Freeform 211" o:spid="_x0000_s1029" style="position:absolute;left:9076;width:662;height:662;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" path="m131,66r,l130,79r-4,14l120,103r-8,9l103,120r-12,8l79,132r-13,l52,132,41,128,29,120,19,112r-7,-9l6,93,2,79,,66,2,52,6,41,12,29,19,19,29,12,41,6,52,2,66,,79,2,91,6r12,6l112,19r8,10l126,41r4,11l131,66xe" fillcolor="#dc002e" stroked="f">
                      <v:path arrowok="t" o:connecttype="custom" o:connectlocs="66192,33101;66192,33101;65687,39621;63666,46642;60634,51658;56592,56171;52044,60184;45981,64196;39917,66202;33349,66202;33349,66202;26275,66202;20717,64196;14653,60184;9600,56171;6063,51658;3032,46642;1011,39621;0,33101;0,33101;1011,26080;3032,20563;6063,14544;9600,9529;14653,6018;20717,3009;26275,1003;33349,0;33349,0;39917,1003;45981,3009;52044,6018;56592,9529;60634,14544;63666,20563;65687,26080;66192,33101" o:connectangles="0,0,0,0,0,0,0,0,0,0,0,0,0,0,0,0,0,0,0,0,0,0,0,0,0,0,0,0,0,0,0,0,0,0,0,0,0"/>
                    </v:shape>
                    <v:shape id="Freeform 212" o:spid="_x0000_s1030" style="position:absolute;left:9076;width:662;height:662;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" path="m131,66r,l130,79r-4,14l120,103r-8,9l103,120r-12,8l79,132r-13,l52,132,41,128,29,120,19,112r-7,-9l6,93,2,79,,66,2,52,6,41,12,29,19,19,29,12,41,6,52,2,66,,79,2,91,6r12,6l112,19r8,10l126,41r4,11l131,66e" fillcolor="black [3213]" stroked="f">
                      <v:path arrowok="t" o:connecttype="custom" o:connectlocs="66192,33101;66192,33101;65687,39621;63666,46642;60634,51658;56592,56171;52044,60184;45981,64196;39917,66202;33349,66202;33349,66202;26275,66202;20717,64196;14653,60184;9600,56171;6063,51658;3032,46642;1011,39621;0,33101;0,33101;1011,26080;3032,20563;6063,14544;9600,9529;14653,6018;20717,3009;26275,1003;33349,0;33349,0;39917,1003;45981,3009;52044,6018;56592,9529;60634,14544;63666,20563;65687,26080;66192,33101" o:connectangles="0,0,0,0,0,0,0,0,0,0,0,0,0,0,0,0,0,0,0,0,0,0,0,0,0,0,0,0,0,0,0,0,0,0,0,0,0"/>
                    </v:shape>
                    <v:shape id="Freeform 213" o:spid="_x0000_s1031" style="position:absolute;left:6017;top:1785;width:1334;height:1364;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66694,0;81236,1007;94775,3524;106308,9564;115836,17618;123859,27183;128874,38760;131381,52352;133387,67956;130378,90608;126868,103193;119848,113764;111323,122825;101795,129369;88758,134402;74215,136416;66694,136416;51148,135409;37609,132389;26076,126852;16548,118798;9528,108227;3510,96649;1003,83561;0,67956;2006,45808;6519,33223;12536,22149;21061,13591;31592,6544;44629,2014;58169,0;66694,110240;73212,110240;85247,103193;91766,91615;94775,76010;95778,67956;93772,51345;88758,37754;80233,29196;66694,26176;59172,26176;47137,33223;39615,44801;36606,59399;35603,67956;37609,83561;42624,97152;52151,107220;66694,110240" o:connectangles="0,0,0,0,0,0,0,0,0,0,0,0,0,0,0,0,0,0,0,0,0,0,0,0,0,0,0,0,0,0,0,0,0,0,0,0,0,0,0,0,0,0,0,0,0,0,0,0,0,0,0"/>
                      <o:lock v:ext="edit" verticies="t"/>
                    </v:shape>
                    <v:shape id="Freeform 214" o:spid="_x0000_s1032" style="position:absolute;left:6017;top:1785;width:1334;height:1364;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66694,0;81236,1007;94775,3524;106308,9564;115836,17618;123859,27183;128874,38760;131381,52352;133387,67956;130378,90608;126868,103193;119848,113764;111323,122825;101795,129369;88758,134402;74215,136416;66694,136416;51148,135409;37609,132389;26076,126852;16548,118798;9528,108227;3510,96649;1003,83561;0,67956;2006,45808;6519,33223;12536,22149;21061,13591;31592,6544;44629,2014;58169,0" o:connectangles="0,0,0,0,0,0,0,0,0,0,0,0,0,0,0,0,0,0,0,0,0,0,0,0,0,0,0,0,0,0,0,0"/>
                    </v:shape>
                    <v:shape id="Freeform 215" o:spid="_x0000_s1033" style="position:absolute;left:6378;top:2046;width:592;height:842;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" path="m62,167r,l75,167r14,-6l99,153r7,-12l112,130r4,-16l118,99r2,-16l118,66,116,50,112,37,106,23,99,14,89,6,75,,62,,47,,33,6,23,14r-9,9l8,37,4,50,2,66,,83,2,99r2,15l8,130r6,11l23,153r10,8l47,167r15,e" filled="f" stroked="f">
                      <v:path arrowok="t" o:connecttype="custom" o:connectlocs="30572,84257;30572,84257;36983,84257;43886,81230;48817,77194;52269,71139;55227,65589;57200,57517;58186,49949;59172,41876;59172,41876;58186,33299;57200,25227;55227,18668;52269,11604;48817,7063;43886,3027;36983,0;30572,0;30572,0;23176,0;16272,3027;11341,7063;6903,11604;3945,18668;1972,25227;986,33299;0,41876;0,41876;986,49949;1972,57517;3945,65589;6903,71139;11341,77194;16272,81230;23176,84257;30572,84257" o:connectangles="0,0,0,0,0,0,0,0,0,0,0,0,0,0,0,0,0,0,0,0,0,0,0,0,0,0,0,0,0,0,0,0,0,0,0,0,0"/>
                    </v:shape>
                    <v:shape id="Freeform 216" o:spid="_x0000_s1034" style="position:absolute;left:4603;top:1785;width:1163;height:1364;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77559,0;97200,1007;113820,34733;104755,31210;87128,26176;78566,26176;61946,29196;48348,37754;39787,50338;36765,67956;37772,78024;43816,93629;56406,104200;72019,110240;81588,110240;99215,108227;115834,103193;116338,130375;100222,135409;77559,136416;63961,136416;43816,131382;30721,125845;20145,116784;10576,107220;3525,93629;1007,77017;0,67956;1511,51345;5540,37754;13598,26176;22160,16612;33743,8557;46334,3524;60939,1007" o:connectangles="0,0,0,0,0,0,0,0,0,0,0,0,0,0,0,0,0,0,0,0,0,0,0,0,0,0,0,0,0,0,0,0,0,0,0"/>
                    </v:shape>
                    <v:shape id="Freeform 217" o:spid="_x0000_s1035" style="position:absolute;left:4603;top:1785;width:1163;height:1364;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77559,0;97200,1007;113820,34733;104755,31210;87128,26176;78566,26176;61946,29196;48348,37754;39787,50338;36765,67956;37772,78024;43816,93629;56406,104200;72019,110240;81588,110240;99215,108227;115834,103193;116338,130375;100222,135409;77559,136416;63961,136416;43816,131382;30721,125845;20145,116784;10576,107220;3525,93629;1007,77017;0,67956;1511,51345;5540,37754;13598,26176;22160,16612;33743,8557;46334,3524;60939,1007" o:connectangles="0,0,0,0,0,0,0,0,0,0,0,0,0,0,0,0,0,0,0,0,0,0,0,0,0,0,0,0,0,0,0,0,0,0,0"/>
                    </v:shape>
                    <v:shape id="Freeform 218" o:spid="_x0000_s1036" style="position:absolute;left:3379;top:1795;width:953;height:1344;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" path="m,l186,r,50l68,50r,54l178,104r,53l68,157r,58l190,215r,52l,267,,xe" fillcolor="black" stroked="f">
                      <v:path arrowok="t" o:connecttype="custom" o:connectlocs="0,0;93271,0;93271,25170;34099,25170;34099,52354;89260,52354;89260,79035;34099,79035;34099,108233;95277,108233;95277,134410;0,134410;0,0" o:connectangles="0,0,0,0,0,0,0,0,0,0,0,0,0"/>
                    </v:shape>
                    <v:shape id="Freeform 219" o:spid="_x0000_s1037" style="position:absolute;left:1243;top:1795;width:1866;height:1344;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" path="m,l72,r33,203l107,203,141,r91,l269,203,304,r69,l311,267r-89,l186,62,151,267r-93,l,xe" fillcolor="black" stroked="f">
                      <v:path arrowok="t" o:connecttype="custom" o:connectlocs="0,0;36008,0;52512,102192;53512,102192;70515,0;116026,0;134530,102192;152033,0;186541,0;155534,134410;111024,134410;93020,31211;75517,134410;29006,134410;0,0" o:connectangles="0,0,0,0,0,0,0,0,0,0,0,0,0,0,0"/>
                    </v:shape>
                    <v:shape id="Freeform 220" o:spid="_x0000_s1038" style="position:absolute;top:1785;width:1002;height:1364;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57879,0;84823,2014;89813,32216;82827,29196;68358,26176;60873,26176;45405,27183;38420,31210;36424,37754;36424,40774;42412,46814;56881,51345;79834,60406;89813,66950;97297,78024;100291,92622;99293,99166;97297,110240;92308,118798;85821,125845;73347,132389;51892,136416;40416,136416;21455,135409;1996,130375;4990,101179;21455,108227;40416,110240;49397,110240;58877,106213;61871,101179;62869,97152;59875,89602;52890,84568;31933,78024;14470,69970;5988,61412;998,48828;0,40774;1996,29196;5988,20135;11476,13591;27942,3524;48399,0" o:connectangles="0,0,0,0,0,0,0,0,0,0,0,0,0,0,0,0,0,0,0,0,0,0,0,0,0,0,0,0,0,0,0,0,0,0,0,0,0,0,0,0,0,0,0,0"/>
                    </v:shape>
                    <v:shape id="Freeform 221" o:spid="_x0000_s1039" style="position:absolute;top:1785;width:1002;height:1364;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57879,0;84823,2014;89813,32216;82827,29196;68358,26176;60873,26176;45405,27183;38420,31210;36424,37754;36424,40774;42412,46814;56881,51345;79834,60406;89813,66950;97297,78024;100291,92622;99293,99166;97297,110240;92308,118798;85821,125845;73347,132389;51892,136416;40416,136416;21455,135409;1996,130375;4990,101179;21455,108227;40416,110240;49397,110240;58877,106213;61871,101179;62869,97152;59875,89602;52890,84568;31933,78024;14470,69970;5988,61412;998,48828;0,40774;1996,29196;5988,20135;11476,13591;27942,3524;48399,0" o:connectangles="0,0,0,0,0,0,0,0,0,0,0,0,0,0,0,0,0,0,0,0,0,0,0,0,0,0,0,0,0,0,0,0,0,0,0,0,0,0,0,0,0,0,0,0"/>
                    </v:shape>
                    <w10:anchorlock/>
                  </v:group>
                </w:pict>
              </mc:Fallback>
            </mc:AlternateContent>
          </w:r>
        </w:p>
      </w:tc>
    </w:tr>
    <w:tr w:rsidR="001513FB" w:rsidRPr="00AA14F6" w:rsidTr="001245A7">
      <w:trPr>
        <w:trHeight w:val="227"/>
        <w:jc w:val="center"/>
      </w:trPr>
      <w:tc>
        <w:tcPr>
          <w:tcW w:w="2834" w:type="dxa"/>
          <w:tcBorders>
            <w:top w:val="single" w:sz="4" w:space="0" w:color="auto"/>
            <w:right w:val="single" w:sz="4" w:space="0" w:color="auto"/>
          </w:tcBorders>
          <w:tcMar>
            <w:top w:w="57" w:type="dxa"/>
            <w:left w:w="113" w:type="dxa"/>
          </w:tcMar>
          <w:vAlign w:val="bottom"/>
        </w:tcPr>
        <w:p w:rsidR="001513FB" w:rsidRPr="0037186F" w:rsidRDefault="001513FB" w:rsidP="004962D2">
          <w:pPr>
            <w:jc w:val="left"/>
            <w:rPr>
              <w:color w:val="000000" w:themeColor="text1"/>
              <w:sz w:val="12"/>
            </w:rPr>
          </w:pPr>
          <w:r w:rsidRPr="008145BE">
            <w:rPr>
              <w:b/>
              <w:bCs/>
              <w:noProof/>
              <w:color w:val="000000" w:themeColor="text1"/>
              <w:sz w:val="24"/>
              <w:szCs w:val="24"/>
            </w:rPr>
            <w:t>CMC architects, a.s.</w:t>
          </w:r>
        </w:p>
      </w:tc>
      <w:tc>
        <w:tcPr>
          <w:tcW w:w="2835" w:type="dxa"/>
          <w:tcBorders>
            <w:top w:val="single" w:sz="4" w:space="0" w:color="auto"/>
            <w:left w:val="single" w:sz="4" w:space="0" w:color="auto"/>
            <w:right w:val="single" w:sz="4" w:space="0" w:color="auto"/>
          </w:tcBorders>
          <w:tcMar>
            <w:top w:w="57" w:type="dxa"/>
            <w:left w:w="113" w:type="dxa"/>
          </w:tcMar>
          <w:vAlign w:val="bottom"/>
        </w:tcPr>
        <w:p w:rsidR="001513FB" w:rsidRPr="008A758D" w:rsidRDefault="001513FB" w:rsidP="004962D2">
          <w:pPr>
            <w:jc w:val="left"/>
            <w:rPr>
              <w:b/>
              <w:color w:val="000000" w:themeColor="text1"/>
              <w:w w:val="102"/>
              <w:sz w:val="22"/>
              <w:szCs w:val="22"/>
            </w:rPr>
          </w:pPr>
        </w:p>
      </w:tc>
      <w:tc>
        <w:tcPr>
          <w:tcW w:w="2835" w:type="dxa"/>
          <w:tcBorders>
            <w:top w:val="single" w:sz="4" w:space="0" w:color="auto"/>
            <w:left w:val="single" w:sz="4" w:space="0" w:color="auto"/>
          </w:tcBorders>
          <w:tcMar>
            <w:top w:w="57" w:type="dxa"/>
            <w:left w:w="113" w:type="dxa"/>
          </w:tcMar>
          <w:vAlign w:val="bottom"/>
        </w:tcPr>
        <w:p w:rsidR="001513FB" w:rsidRPr="008A758D" w:rsidRDefault="001513FB" w:rsidP="004962D2">
          <w:pPr>
            <w:jc w:val="left"/>
            <w:rPr>
              <w:b/>
              <w:color w:val="000000" w:themeColor="text1"/>
              <w:w w:val="102"/>
              <w:sz w:val="22"/>
              <w:szCs w:val="22"/>
            </w:rPr>
          </w:pPr>
          <w:r w:rsidRPr="008A758D">
            <w:rPr>
              <w:b/>
              <w:color w:val="000000" w:themeColor="text1"/>
              <w:w w:val="102"/>
              <w:sz w:val="22"/>
              <w:szCs w:val="22"/>
            </w:rPr>
            <w:t>Sweco Hydroprojekt a.s.</w:t>
          </w:r>
        </w:p>
      </w:tc>
    </w:tr>
    <w:tr w:rsidR="001513FB" w:rsidRPr="00AA14F6" w:rsidTr="00575236">
      <w:trPr>
        <w:trHeight w:val="227"/>
        <w:jc w:val="center"/>
      </w:trPr>
      <w:tc>
        <w:tcPr>
          <w:tcW w:w="2834" w:type="dxa"/>
          <w:tcMar>
            <w:left w:w="113" w:type="dxa"/>
          </w:tcMar>
        </w:tcPr>
        <w:p w:rsidR="001513FB" w:rsidRDefault="001513FB" w:rsidP="00575236">
          <w:pPr>
            <w:jc w:val="left"/>
            <w:rPr>
              <w:noProof/>
              <w:color w:val="000000" w:themeColor="text1"/>
              <w:sz w:val="12"/>
              <w:szCs w:val="12"/>
            </w:rPr>
          </w:pPr>
          <w:r w:rsidRPr="00575236">
            <w:rPr>
              <w:noProof/>
              <w:color w:val="000000" w:themeColor="text1"/>
              <w:sz w:val="12"/>
              <w:szCs w:val="12"/>
            </w:rPr>
            <w:t>Jankovcova 1037/49, Praha 7</w:t>
          </w:r>
        </w:p>
        <w:p w:rsidR="001513FB" w:rsidRDefault="001513FB" w:rsidP="00575236">
          <w:pPr>
            <w:jc w:val="left"/>
            <w:rPr>
              <w:color w:val="000000" w:themeColor="text1"/>
              <w:sz w:val="12"/>
            </w:rPr>
          </w:pPr>
          <w:r w:rsidRPr="00575236">
            <w:rPr>
              <w:noProof/>
              <w:color w:val="000000" w:themeColor="text1"/>
              <w:sz w:val="12"/>
              <w:szCs w:val="12"/>
            </w:rPr>
            <w:t>www.cmca.cz</w:t>
          </w:r>
        </w:p>
        <w:p w:rsidR="001513FB" w:rsidRPr="0037186F" w:rsidRDefault="001513FB" w:rsidP="00575236">
          <w:pPr>
            <w:jc w:val="left"/>
            <w:rPr>
              <w:color w:val="000000" w:themeColor="text1"/>
              <w:sz w:val="12"/>
            </w:rPr>
          </w:pPr>
        </w:p>
      </w:tc>
      <w:tc>
        <w:tcPr>
          <w:tcW w:w="2835" w:type="dxa"/>
          <w:tcMar>
            <w:left w:w="113" w:type="dxa"/>
          </w:tcMar>
          <w:vAlign w:val="center"/>
        </w:tcPr>
        <w:p w:rsidR="001513FB" w:rsidRPr="0037186F" w:rsidRDefault="001513FB" w:rsidP="004962D2">
          <w:pPr>
            <w:jc w:val="left"/>
            <w:rPr>
              <w:color w:val="000000" w:themeColor="text1"/>
              <w:sz w:val="12"/>
            </w:rPr>
          </w:pPr>
        </w:p>
      </w:tc>
      <w:tc>
        <w:tcPr>
          <w:tcW w:w="2835" w:type="dxa"/>
          <w:tcMar>
            <w:left w:w="113" w:type="dxa"/>
          </w:tcMar>
          <w:vAlign w:val="center"/>
        </w:tcPr>
        <w:p w:rsidR="001513FB" w:rsidRDefault="001513FB" w:rsidP="004962D2">
          <w:pPr>
            <w:jc w:val="left"/>
            <w:rPr>
              <w:color w:val="000000" w:themeColor="text1"/>
              <w:sz w:val="12"/>
            </w:rPr>
          </w:pPr>
          <w:r>
            <w:rPr>
              <w:color w:val="000000" w:themeColor="text1"/>
              <w:sz w:val="12"/>
            </w:rPr>
            <w:t>Ústředí Praha</w:t>
          </w:r>
        </w:p>
        <w:p w:rsidR="001513FB" w:rsidRDefault="001513FB" w:rsidP="004962D2">
          <w:pPr>
            <w:jc w:val="left"/>
            <w:rPr>
              <w:color w:val="000000" w:themeColor="text1"/>
              <w:sz w:val="12"/>
            </w:rPr>
          </w:pPr>
          <w:r>
            <w:rPr>
              <w:color w:val="000000" w:themeColor="text1"/>
              <w:sz w:val="12"/>
            </w:rPr>
            <w:t>Táborská 31, Praha 4</w:t>
          </w:r>
        </w:p>
        <w:p w:rsidR="001513FB" w:rsidRDefault="001513FB" w:rsidP="004962D2">
          <w:pPr>
            <w:jc w:val="left"/>
            <w:rPr>
              <w:color w:val="000000" w:themeColor="text1"/>
              <w:sz w:val="12"/>
            </w:rPr>
          </w:pPr>
          <w:r w:rsidRPr="00DD3884">
            <w:rPr>
              <w:color w:val="000000" w:themeColor="text1"/>
              <w:sz w:val="12"/>
            </w:rPr>
            <w:t>www.sweco.cz</w:t>
          </w:r>
        </w:p>
        <w:p w:rsidR="001513FB" w:rsidRDefault="001513FB" w:rsidP="004962D2">
          <w:pPr>
            <w:jc w:val="left"/>
            <w:rPr>
              <w:color w:val="000000" w:themeColor="text1"/>
              <w:sz w:val="12"/>
            </w:rPr>
          </w:pPr>
        </w:p>
        <w:p w:rsidR="001513FB" w:rsidRDefault="001513FB" w:rsidP="004962D2">
          <w:pPr>
            <w:jc w:val="left"/>
            <w:rPr>
              <w:bCs/>
              <w:color w:val="000000" w:themeColor="text1"/>
              <w:sz w:val="12"/>
            </w:rPr>
          </w:pPr>
          <w:r w:rsidRPr="00DD3884">
            <w:rPr>
              <w:caps/>
              <w:color w:val="000000" w:themeColor="text1"/>
              <w:sz w:val="12"/>
            </w:rPr>
            <w:t>Číslo zakázky:</w:t>
          </w:r>
          <w:r w:rsidRPr="00DD3884">
            <w:rPr>
              <w:bCs/>
              <w:color w:val="000000" w:themeColor="text1"/>
              <w:sz w:val="12"/>
            </w:rPr>
            <w:t xml:space="preserve"> </w:t>
          </w:r>
          <w:sdt>
            <w:sdtPr>
              <w:rPr>
                <w:caps/>
                <w:color w:val="000000" w:themeColor="text1"/>
                <w:sz w:val="12"/>
                <w:szCs w:val="12"/>
              </w:rPr>
              <w:alias w:val="Číslo zakázky"/>
              <w:tag w:val="CisloZak"/>
              <w:id w:val="-215514746"/>
              <w:text/>
            </w:sdtPr>
            <w:sdtEndPr/>
            <w:sdtContent>
              <w:r>
                <w:rPr>
                  <w:caps/>
                  <w:color w:val="000000" w:themeColor="text1"/>
                  <w:sz w:val="12"/>
                  <w:szCs w:val="12"/>
                </w:rPr>
                <w:t>10 9179 06 07</w:t>
              </w:r>
            </w:sdtContent>
          </w:sdt>
          <w:r>
            <w:rPr>
              <w:caps/>
              <w:color w:val="000000" w:themeColor="text1"/>
              <w:sz w:val="12"/>
              <w:szCs w:val="12"/>
            </w:rPr>
            <w:t xml:space="preserve"> 00</w:t>
          </w:r>
        </w:p>
        <w:p w:rsidR="001513FB" w:rsidRPr="0037186F" w:rsidRDefault="001513FB" w:rsidP="004962D2">
          <w:pPr>
            <w:jc w:val="left"/>
            <w:rPr>
              <w:color w:val="000000" w:themeColor="text1"/>
              <w:sz w:val="12"/>
            </w:rPr>
          </w:pPr>
          <w:r>
            <w:rPr>
              <w:caps/>
              <w:color w:val="000000" w:themeColor="text1"/>
              <w:sz w:val="12"/>
            </w:rPr>
            <w:t>Archivní číslo</w:t>
          </w:r>
          <w:r w:rsidRPr="00DD3884">
            <w:rPr>
              <w:caps/>
              <w:color w:val="000000" w:themeColor="text1"/>
              <w:sz w:val="12"/>
            </w:rPr>
            <w:t>:</w:t>
          </w:r>
          <w:r w:rsidRPr="00DD3884">
            <w:rPr>
              <w:bCs/>
              <w:color w:val="000000" w:themeColor="text1"/>
              <w:sz w:val="12"/>
            </w:rPr>
            <w:t xml:space="preserve"> </w:t>
          </w:r>
          <w:sdt>
            <w:sdtPr>
              <w:rPr>
                <w:bCs/>
                <w:color w:val="000000" w:themeColor="text1"/>
                <w:sz w:val="12"/>
              </w:rPr>
              <w:alias w:val="Archivní číslo"/>
              <w:tag w:val="Poc"/>
              <w:id w:val="1261565551"/>
              <w:text/>
            </w:sdtPr>
            <w:sdtEndPr/>
            <w:sdtContent>
              <w:r>
                <w:rPr>
                  <w:bCs/>
                  <w:color w:val="000000" w:themeColor="text1"/>
                  <w:sz w:val="12"/>
                </w:rPr>
                <w:t>008418/20/1</w:t>
              </w:r>
            </w:sdtContent>
          </w:sdt>
        </w:p>
      </w:tc>
    </w:tr>
  </w:tbl>
  <w:p w:rsidR="001513FB" w:rsidRDefault="001513FB" w:rsidP="0037186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1513FB" w:rsidTr="00837B86">
      <w:trPr>
        <w:trHeight w:val="227"/>
        <w:jc w:val="center"/>
      </w:trPr>
      <w:tc>
        <w:tcPr>
          <w:tcW w:w="4253" w:type="dxa"/>
          <w:tcBorders>
            <w:top w:val="nil"/>
            <w:left w:val="nil"/>
            <w:bottom w:val="single" w:sz="4" w:space="0" w:color="auto"/>
            <w:right w:val="nil"/>
          </w:tcBorders>
          <w:tcMar>
            <w:left w:w="113" w:type="dxa"/>
          </w:tcMar>
          <w:vAlign w:val="bottom"/>
        </w:tcPr>
        <w:p w:rsidR="001513FB" w:rsidRDefault="001513FB" w:rsidP="00837B86">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1513FB" w:rsidRPr="00B40E75" w:rsidRDefault="001513FB" w:rsidP="00837B86">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4</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9</w:t>
          </w:r>
          <w:r w:rsidRPr="00B40E75">
            <w:rPr>
              <w:color w:val="000000" w:themeColor="text1"/>
              <w:sz w:val="16"/>
              <w:szCs w:val="16"/>
            </w:rPr>
            <w:fldChar w:fldCharType="end"/>
          </w:r>
          <w:r w:rsidRPr="00B40E75">
            <w:rPr>
              <w:color w:val="000000" w:themeColor="text1"/>
              <w:sz w:val="16"/>
              <w:szCs w:val="16"/>
            </w:rPr>
            <w:t>)</w:t>
          </w:r>
        </w:p>
      </w:tc>
    </w:tr>
    <w:tr w:rsidR="001513FB" w:rsidTr="00837B86">
      <w:trPr>
        <w:trHeight w:val="227"/>
        <w:jc w:val="center"/>
      </w:trPr>
      <w:tc>
        <w:tcPr>
          <w:tcW w:w="4253" w:type="dxa"/>
          <w:tcBorders>
            <w:bottom w:val="nil"/>
            <w:right w:val="nil"/>
          </w:tcBorders>
          <w:tcMar>
            <w:left w:w="113" w:type="dxa"/>
          </w:tcMar>
          <w:vAlign w:val="bottom"/>
        </w:tcPr>
        <w:p w:rsidR="001513FB" w:rsidRDefault="001513FB" w:rsidP="00837B86">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650445829"/>
              <w:text/>
            </w:sdtPr>
            <w:sdtEndPr/>
            <w:sdtContent>
              <w:r>
                <w:rPr>
                  <w:caps/>
                  <w:color w:val="000000" w:themeColor="text1"/>
                  <w:sz w:val="12"/>
                  <w:szCs w:val="12"/>
                </w:rPr>
                <w:t>10 9179 06 07</w:t>
              </w:r>
            </w:sdtContent>
          </w:sdt>
        </w:p>
      </w:tc>
      <w:tc>
        <w:tcPr>
          <w:tcW w:w="2835" w:type="dxa"/>
          <w:tcBorders>
            <w:left w:val="nil"/>
            <w:bottom w:val="nil"/>
            <w:right w:val="nil"/>
          </w:tcBorders>
          <w:vAlign w:val="bottom"/>
        </w:tcPr>
        <w:p w:rsidR="001513FB" w:rsidRDefault="001513FB" w:rsidP="00837B86">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199276591"/>
              <w:text/>
            </w:sdtPr>
            <w:sdtEndPr/>
            <w:sdtContent>
              <w:r w:rsidR="003921D3">
                <w:rPr>
                  <w:color w:val="000000" w:themeColor="text1"/>
                  <w:sz w:val="12"/>
                  <w:szCs w:val="12"/>
                </w:rPr>
                <w:t>f</w:t>
              </w:r>
            </w:sdtContent>
          </w:sdt>
        </w:p>
      </w:tc>
    </w:tr>
    <w:tr w:rsidR="001513FB" w:rsidTr="00837B86">
      <w:trPr>
        <w:trHeight w:val="170"/>
        <w:jc w:val="center"/>
      </w:trPr>
      <w:tc>
        <w:tcPr>
          <w:tcW w:w="4253" w:type="dxa"/>
          <w:tcBorders>
            <w:top w:val="nil"/>
            <w:left w:val="nil"/>
            <w:bottom w:val="nil"/>
            <w:right w:val="nil"/>
          </w:tcBorders>
          <w:tcMar>
            <w:left w:w="113" w:type="dxa"/>
          </w:tcMar>
          <w:vAlign w:val="bottom"/>
        </w:tcPr>
        <w:p w:rsidR="001513FB" w:rsidRDefault="001513FB" w:rsidP="00837B86">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831049497"/>
              <w:text/>
            </w:sdtPr>
            <w:sdtEndPr/>
            <w:sdtContent>
              <w:r w:rsidR="002B1E53">
                <w:rPr>
                  <w:color w:val="000000" w:themeColor="text1"/>
                  <w:sz w:val="12"/>
                  <w:szCs w:val="12"/>
                </w:rPr>
                <w:t>008418/20/1</w:t>
              </w:r>
            </w:sdtContent>
          </w:sdt>
        </w:p>
      </w:tc>
      <w:tc>
        <w:tcPr>
          <w:tcW w:w="2835" w:type="dxa"/>
          <w:tcBorders>
            <w:top w:val="nil"/>
            <w:left w:val="nil"/>
            <w:bottom w:val="nil"/>
            <w:right w:val="nil"/>
          </w:tcBorders>
          <w:vAlign w:val="bottom"/>
        </w:tcPr>
        <w:p w:rsidR="001513FB" w:rsidRPr="00B40E75" w:rsidRDefault="001513FB" w:rsidP="00837B86">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241609371"/>
              <w:text/>
            </w:sdtPr>
            <w:sdtEndPr/>
            <w:sdtContent>
              <w:r>
                <w:rPr>
                  <w:color w:val="000000" w:themeColor="text1"/>
                  <w:sz w:val="12"/>
                  <w:szCs w:val="12"/>
                </w:rPr>
                <w:t>1</w:t>
              </w:r>
            </w:sdtContent>
          </w:sdt>
        </w:p>
      </w:tc>
    </w:tr>
  </w:tbl>
  <w:p w:rsidR="001513FB" w:rsidRPr="00F81B53" w:rsidRDefault="001513FB" w:rsidP="00837B86">
    <w:pPr>
      <w:pStyle w:val="Zpat"/>
      <w:spacing w:line="100" w:lineRule="exact"/>
      <w:ind w:right="142"/>
      <w:jc w:val="left"/>
      <w:rPr>
        <w:color w:val="000000" w:themeColor="text1"/>
        <w:sz w:val="12"/>
        <w:szCs w:val="1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1513FB" w:rsidTr="001513FB">
      <w:trPr>
        <w:trHeight w:val="227"/>
        <w:jc w:val="center"/>
      </w:trPr>
      <w:tc>
        <w:tcPr>
          <w:tcW w:w="5103" w:type="dxa"/>
          <w:tcBorders>
            <w:top w:val="nil"/>
            <w:left w:val="nil"/>
            <w:bottom w:val="single" w:sz="4" w:space="0" w:color="auto"/>
            <w:right w:val="nil"/>
          </w:tcBorders>
          <w:tcMar>
            <w:left w:w="113" w:type="dxa"/>
          </w:tcMar>
          <w:vAlign w:val="bottom"/>
        </w:tcPr>
        <w:p w:rsidR="001513FB" w:rsidRDefault="001513FB" w:rsidP="001513FB">
          <w:pPr>
            <w:pStyle w:val="Zpat"/>
            <w:ind w:right="142"/>
            <w:jc w:val="left"/>
            <w:rPr>
              <w:color w:val="000000" w:themeColor="text1"/>
              <w:sz w:val="12"/>
              <w:szCs w:val="12"/>
            </w:rPr>
          </w:pPr>
          <w:r>
            <w:rPr>
              <w:b/>
              <w:noProof/>
              <w:color w:val="000000" w:themeColor="text1"/>
            </w:rPr>
            <w:t xml:space="preserve">CMC architects a.s., </w:t>
          </w:r>
          <w:r w:rsidRPr="003B378D">
            <w:rPr>
              <w:b/>
              <w:noProof/>
              <w:color w:val="000000" w:themeColor="text1"/>
            </w:rPr>
            <w:t>Sweco Hydroprojekt a.s.</w:t>
          </w:r>
        </w:p>
      </w:tc>
      <w:tc>
        <w:tcPr>
          <w:tcW w:w="3402" w:type="dxa"/>
          <w:tcBorders>
            <w:top w:val="nil"/>
            <w:left w:val="nil"/>
            <w:bottom w:val="single" w:sz="4" w:space="0" w:color="auto"/>
            <w:right w:val="nil"/>
          </w:tcBorders>
          <w:vAlign w:val="bottom"/>
        </w:tcPr>
        <w:p w:rsidR="001513FB" w:rsidRPr="00B40E75" w:rsidRDefault="001513FB" w:rsidP="001513FB">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5</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15</w:t>
          </w:r>
          <w:r w:rsidRPr="00B40E75">
            <w:rPr>
              <w:color w:val="000000" w:themeColor="text1"/>
              <w:sz w:val="16"/>
              <w:szCs w:val="16"/>
            </w:rPr>
            <w:fldChar w:fldCharType="end"/>
          </w:r>
          <w:r w:rsidRPr="00B40E75">
            <w:rPr>
              <w:color w:val="000000" w:themeColor="text1"/>
              <w:sz w:val="16"/>
              <w:szCs w:val="16"/>
            </w:rPr>
            <w:t>)</w:t>
          </w:r>
        </w:p>
      </w:tc>
    </w:tr>
    <w:tr w:rsidR="001513FB" w:rsidTr="001513FB">
      <w:trPr>
        <w:trHeight w:val="227"/>
        <w:jc w:val="center"/>
      </w:trPr>
      <w:tc>
        <w:tcPr>
          <w:tcW w:w="5103" w:type="dxa"/>
          <w:tcBorders>
            <w:bottom w:val="nil"/>
            <w:right w:val="nil"/>
          </w:tcBorders>
          <w:tcMar>
            <w:left w:w="113" w:type="dxa"/>
          </w:tcMar>
          <w:vAlign w:val="bottom"/>
        </w:tcPr>
        <w:p w:rsidR="001513FB" w:rsidRDefault="001513FB" w:rsidP="00837B86">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796862048"/>
              <w:text/>
            </w:sdtPr>
            <w:sdtEndPr/>
            <w:sdtContent>
              <w:r>
                <w:rPr>
                  <w:caps/>
                  <w:color w:val="000000" w:themeColor="text1"/>
                  <w:sz w:val="12"/>
                  <w:szCs w:val="12"/>
                </w:rPr>
                <w:t>10 9179 06 07</w:t>
              </w:r>
            </w:sdtContent>
          </w:sdt>
        </w:p>
      </w:tc>
      <w:tc>
        <w:tcPr>
          <w:tcW w:w="3402" w:type="dxa"/>
          <w:tcBorders>
            <w:left w:val="nil"/>
            <w:bottom w:val="nil"/>
            <w:right w:val="nil"/>
          </w:tcBorders>
          <w:vAlign w:val="bottom"/>
        </w:tcPr>
        <w:p w:rsidR="001513FB" w:rsidRDefault="001513FB" w:rsidP="00837B86">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238936629"/>
              <w:text/>
            </w:sdtPr>
            <w:sdtEndPr/>
            <w:sdtContent>
              <w:r w:rsidR="003921D3">
                <w:rPr>
                  <w:color w:val="000000" w:themeColor="text1"/>
                  <w:sz w:val="12"/>
                  <w:szCs w:val="12"/>
                </w:rPr>
                <w:t>f</w:t>
              </w:r>
            </w:sdtContent>
          </w:sdt>
        </w:p>
      </w:tc>
    </w:tr>
    <w:tr w:rsidR="001513FB" w:rsidTr="001513FB">
      <w:trPr>
        <w:trHeight w:val="170"/>
        <w:jc w:val="center"/>
      </w:trPr>
      <w:tc>
        <w:tcPr>
          <w:tcW w:w="5103" w:type="dxa"/>
          <w:tcBorders>
            <w:top w:val="nil"/>
            <w:left w:val="nil"/>
            <w:bottom w:val="nil"/>
            <w:right w:val="nil"/>
          </w:tcBorders>
          <w:tcMar>
            <w:left w:w="113" w:type="dxa"/>
          </w:tcMar>
          <w:vAlign w:val="bottom"/>
        </w:tcPr>
        <w:p w:rsidR="001513FB" w:rsidRDefault="001513FB" w:rsidP="00837B86">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256631982"/>
              <w:text/>
            </w:sdtPr>
            <w:sdtEndPr/>
            <w:sdtContent>
              <w:r w:rsidR="002B1E53">
                <w:rPr>
                  <w:color w:val="000000" w:themeColor="text1"/>
                  <w:sz w:val="12"/>
                  <w:szCs w:val="12"/>
                </w:rPr>
                <w:t>008418/20/1</w:t>
              </w:r>
            </w:sdtContent>
          </w:sdt>
        </w:p>
      </w:tc>
      <w:tc>
        <w:tcPr>
          <w:tcW w:w="3402" w:type="dxa"/>
          <w:tcBorders>
            <w:top w:val="nil"/>
            <w:left w:val="nil"/>
            <w:bottom w:val="nil"/>
            <w:right w:val="nil"/>
          </w:tcBorders>
          <w:vAlign w:val="bottom"/>
        </w:tcPr>
        <w:p w:rsidR="001513FB" w:rsidRPr="00B40E75" w:rsidRDefault="001513FB" w:rsidP="00837B86">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169087547"/>
              <w:text/>
            </w:sdtPr>
            <w:sdtEndPr/>
            <w:sdtContent>
              <w:r>
                <w:rPr>
                  <w:color w:val="000000" w:themeColor="text1"/>
                  <w:sz w:val="12"/>
                  <w:szCs w:val="12"/>
                </w:rPr>
                <w:t>1</w:t>
              </w:r>
            </w:sdtContent>
          </w:sdt>
        </w:p>
      </w:tc>
    </w:tr>
  </w:tbl>
  <w:p w:rsidR="001513FB" w:rsidRPr="00F81B53" w:rsidRDefault="001513FB" w:rsidP="00837B86">
    <w:pPr>
      <w:pStyle w:val="Zpat"/>
      <w:spacing w:line="100" w:lineRule="exact"/>
      <w:ind w:right="142"/>
      <w:jc w:val="left"/>
      <w:rPr>
        <w:color w:val="000000" w:themeColor="text1"/>
        <w:sz w:val="12"/>
        <w:szCs w:val="1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1513FB" w:rsidTr="001513FB">
      <w:trPr>
        <w:trHeight w:val="227"/>
        <w:jc w:val="center"/>
      </w:trPr>
      <w:tc>
        <w:tcPr>
          <w:tcW w:w="5103" w:type="dxa"/>
          <w:tcBorders>
            <w:top w:val="nil"/>
            <w:left w:val="nil"/>
            <w:bottom w:val="single" w:sz="4" w:space="0" w:color="auto"/>
            <w:right w:val="nil"/>
          </w:tcBorders>
          <w:tcMar>
            <w:left w:w="113" w:type="dxa"/>
          </w:tcMar>
          <w:vAlign w:val="bottom"/>
        </w:tcPr>
        <w:p w:rsidR="001513FB" w:rsidRDefault="001513FB" w:rsidP="001513FB">
          <w:pPr>
            <w:pStyle w:val="Zpat"/>
            <w:ind w:right="142"/>
            <w:jc w:val="left"/>
            <w:rPr>
              <w:color w:val="000000" w:themeColor="text1"/>
              <w:sz w:val="12"/>
              <w:szCs w:val="12"/>
            </w:rPr>
          </w:pPr>
          <w:r>
            <w:rPr>
              <w:b/>
              <w:noProof/>
              <w:color w:val="000000" w:themeColor="text1"/>
            </w:rPr>
            <w:t xml:space="preserve">CMC architects a.s., </w:t>
          </w:r>
          <w:r w:rsidRPr="003B378D">
            <w:rPr>
              <w:b/>
              <w:noProof/>
              <w:color w:val="000000" w:themeColor="text1"/>
            </w:rPr>
            <w:t>Sweco Hydroprojekt a.s.</w:t>
          </w:r>
        </w:p>
      </w:tc>
      <w:tc>
        <w:tcPr>
          <w:tcW w:w="3402" w:type="dxa"/>
          <w:tcBorders>
            <w:top w:val="nil"/>
            <w:left w:val="nil"/>
            <w:bottom w:val="single" w:sz="4" w:space="0" w:color="auto"/>
            <w:right w:val="nil"/>
          </w:tcBorders>
          <w:vAlign w:val="bottom"/>
        </w:tcPr>
        <w:p w:rsidR="001513FB" w:rsidRPr="00B40E75" w:rsidRDefault="001513FB" w:rsidP="001513FB">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15</w:t>
          </w:r>
          <w:r w:rsidRPr="00B40E75">
            <w:rPr>
              <w:color w:val="000000" w:themeColor="text1"/>
              <w:sz w:val="16"/>
              <w:szCs w:val="16"/>
            </w:rPr>
            <w:fldChar w:fldCharType="end"/>
          </w:r>
          <w:r w:rsidRPr="00B40E75">
            <w:rPr>
              <w:color w:val="000000" w:themeColor="text1"/>
              <w:sz w:val="16"/>
              <w:szCs w:val="16"/>
            </w:rPr>
            <w:t>)</w:t>
          </w:r>
        </w:p>
      </w:tc>
    </w:tr>
    <w:tr w:rsidR="001513FB" w:rsidTr="001513FB">
      <w:trPr>
        <w:trHeight w:val="227"/>
        <w:jc w:val="center"/>
      </w:trPr>
      <w:tc>
        <w:tcPr>
          <w:tcW w:w="5103" w:type="dxa"/>
          <w:tcBorders>
            <w:bottom w:val="nil"/>
            <w:right w:val="nil"/>
          </w:tcBorders>
          <w:tcMar>
            <w:left w:w="113" w:type="dxa"/>
          </w:tcMar>
          <w:vAlign w:val="bottom"/>
        </w:tcPr>
        <w:p w:rsidR="001513FB" w:rsidRDefault="001513FB" w:rsidP="001F529C">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2026163652"/>
              <w:text/>
            </w:sdtPr>
            <w:sdtEndPr/>
            <w:sdtContent>
              <w:r>
                <w:rPr>
                  <w:caps/>
                  <w:color w:val="000000" w:themeColor="text1"/>
                  <w:sz w:val="12"/>
                  <w:szCs w:val="12"/>
                </w:rPr>
                <w:t>10 9179 06 07</w:t>
              </w:r>
            </w:sdtContent>
          </w:sdt>
        </w:p>
      </w:tc>
      <w:tc>
        <w:tcPr>
          <w:tcW w:w="3402" w:type="dxa"/>
          <w:tcBorders>
            <w:left w:val="nil"/>
            <w:bottom w:val="nil"/>
            <w:right w:val="nil"/>
          </w:tcBorders>
          <w:vAlign w:val="bottom"/>
        </w:tcPr>
        <w:p w:rsidR="001513FB" w:rsidRDefault="001513FB"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2121055570"/>
              <w:text/>
            </w:sdtPr>
            <w:sdtEndPr/>
            <w:sdtContent>
              <w:r w:rsidR="003921D3">
                <w:rPr>
                  <w:color w:val="000000" w:themeColor="text1"/>
                  <w:sz w:val="12"/>
                  <w:szCs w:val="12"/>
                </w:rPr>
                <w:t>f</w:t>
              </w:r>
            </w:sdtContent>
          </w:sdt>
        </w:p>
      </w:tc>
    </w:tr>
    <w:tr w:rsidR="001513FB" w:rsidTr="001513FB">
      <w:trPr>
        <w:trHeight w:val="170"/>
        <w:jc w:val="center"/>
      </w:trPr>
      <w:tc>
        <w:tcPr>
          <w:tcW w:w="5103" w:type="dxa"/>
          <w:tcBorders>
            <w:top w:val="nil"/>
            <w:left w:val="nil"/>
            <w:bottom w:val="nil"/>
            <w:right w:val="nil"/>
          </w:tcBorders>
          <w:tcMar>
            <w:left w:w="113" w:type="dxa"/>
          </w:tcMar>
          <w:vAlign w:val="bottom"/>
        </w:tcPr>
        <w:p w:rsidR="001513FB" w:rsidRDefault="001513FB" w:rsidP="001F529C">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710379906"/>
              <w:text/>
            </w:sdtPr>
            <w:sdtEndPr/>
            <w:sdtContent>
              <w:r w:rsidR="002B1E53">
                <w:rPr>
                  <w:color w:val="000000" w:themeColor="text1"/>
                  <w:sz w:val="12"/>
                  <w:szCs w:val="12"/>
                </w:rPr>
                <w:t>008418/20/1</w:t>
              </w:r>
            </w:sdtContent>
          </w:sdt>
        </w:p>
      </w:tc>
      <w:tc>
        <w:tcPr>
          <w:tcW w:w="3402" w:type="dxa"/>
          <w:tcBorders>
            <w:top w:val="nil"/>
            <w:left w:val="nil"/>
            <w:bottom w:val="nil"/>
            <w:right w:val="nil"/>
          </w:tcBorders>
          <w:vAlign w:val="bottom"/>
        </w:tcPr>
        <w:p w:rsidR="001513FB" w:rsidRPr="00B40E75" w:rsidRDefault="001513FB" w:rsidP="001F529C">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25666218"/>
              <w:text/>
            </w:sdtPr>
            <w:sdtEndPr/>
            <w:sdtContent>
              <w:r>
                <w:rPr>
                  <w:color w:val="000000" w:themeColor="text1"/>
                  <w:sz w:val="12"/>
                  <w:szCs w:val="12"/>
                </w:rPr>
                <w:t>1</w:t>
              </w:r>
            </w:sdtContent>
          </w:sdt>
        </w:p>
      </w:tc>
    </w:tr>
  </w:tbl>
  <w:p w:rsidR="001513FB" w:rsidRPr="00F81B53" w:rsidRDefault="001513FB" w:rsidP="00CA337C">
    <w:pPr>
      <w:pStyle w:val="Zpat"/>
      <w:spacing w:line="100" w:lineRule="exact"/>
      <w:ind w:right="142"/>
      <w:jc w:val="left"/>
      <w:rPr>
        <w:color w:val="000000" w:themeColor="text1"/>
        <w:sz w:val="12"/>
        <w:szCs w:val="1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5000" w:type="pct"/>
      <w:jc w:val="center"/>
      <w:tblCellMar>
        <w:left w:w="0" w:type="dxa"/>
        <w:right w:w="0" w:type="dxa"/>
      </w:tblCellMar>
      <w:tblLook w:val="04A0" w:firstRow="1" w:lastRow="0" w:firstColumn="1" w:lastColumn="0" w:noHBand="0" w:noVBand="1"/>
    </w:tblPr>
    <w:tblGrid>
      <w:gridCol w:w="7963"/>
      <w:gridCol w:w="5308"/>
    </w:tblGrid>
    <w:tr w:rsidR="00016522" w:rsidTr="00016522">
      <w:trPr>
        <w:trHeight w:val="227"/>
        <w:jc w:val="center"/>
      </w:trPr>
      <w:tc>
        <w:tcPr>
          <w:tcW w:w="3000" w:type="pct"/>
          <w:tcBorders>
            <w:top w:val="nil"/>
            <w:left w:val="nil"/>
            <w:bottom w:val="single" w:sz="4" w:space="0" w:color="auto"/>
            <w:right w:val="nil"/>
          </w:tcBorders>
          <w:tcMar>
            <w:left w:w="113" w:type="dxa"/>
          </w:tcMar>
          <w:vAlign w:val="bottom"/>
        </w:tcPr>
        <w:p w:rsidR="00016522" w:rsidRDefault="00016522" w:rsidP="001513FB">
          <w:pPr>
            <w:pStyle w:val="Zpat"/>
            <w:ind w:right="142"/>
            <w:jc w:val="left"/>
            <w:rPr>
              <w:color w:val="000000" w:themeColor="text1"/>
              <w:sz w:val="12"/>
              <w:szCs w:val="12"/>
            </w:rPr>
          </w:pPr>
          <w:r>
            <w:rPr>
              <w:b/>
              <w:noProof/>
              <w:color w:val="000000" w:themeColor="text1"/>
            </w:rPr>
            <w:t xml:space="preserve">CMC architects a.s., </w:t>
          </w:r>
          <w:r w:rsidRPr="003B378D">
            <w:rPr>
              <w:b/>
              <w:noProof/>
              <w:color w:val="000000" w:themeColor="text1"/>
            </w:rPr>
            <w:t>Sweco Hydroprojekt a.s.</w:t>
          </w:r>
        </w:p>
      </w:tc>
      <w:tc>
        <w:tcPr>
          <w:tcW w:w="2000" w:type="pct"/>
          <w:tcBorders>
            <w:top w:val="nil"/>
            <w:left w:val="nil"/>
            <w:bottom w:val="single" w:sz="4" w:space="0" w:color="auto"/>
            <w:right w:val="nil"/>
          </w:tcBorders>
          <w:vAlign w:val="bottom"/>
        </w:tcPr>
        <w:p w:rsidR="00016522" w:rsidRPr="00B40E75" w:rsidRDefault="00016522" w:rsidP="001513FB">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5</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15</w:t>
          </w:r>
          <w:r w:rsidRPr="00B40E75">
            <w:rPr>
              <w:color w:val="000000" w:themeColor="text1"/>
              <w:sz w:val="16"/>
              <w:szCs w:val="16"/>
            </w:rPr>
            <w:fldChar w:fldCharType="end"/>
          </w:r>
          <w:r w:rsidRPr="00B40E75">
            <w:rPr>
              <w:color w:val="000000" w:themeColor="text1"/>
              <w:sz w:val="16"/>
              <w:szCs w:val="16"/>
            </w:rPr>
            <w:t>)</w:t>
          </w:r>
        </w:p>
      </w:tc>
    </w:tr>
    <w:tr w:rsidR="00016522" w:rsidTr="00016522">
      <w:trPr>
        <w:trHeight w:val="227"/>
        <w:jc w:val="center"/>
      </w:trPr>
      <w:tc>
        <w:tcPr>
          <w:tcW w:w="3000" w:type="pct"/>
          <w:tcBorders>
            <w:bottom w:val="nil"/>
            <w:right w:val="nil"/>
          </w:tcBorders>
          <w:tcMar>
            <w:left w:w="113" w:type="dxa"/>
          </w:tcMar>
          <w:vAlign w:val="bottom"/>
        </w:tcPr>
        <w:p w:rsidR="00016522" w:rsidRDefault="00016522" w:rsidP="00837B86">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68378748"/>
              <w:text/>
            </w:sdtPr>
            <w:sdtEndPr/>
            <w:sdtContent>
              <w:r>
                <w:rPr>
                  <w:caps/>
                  <w:color w:val="000000" w:themeColor="text1"/>
                  <w:sz w:val="12"/>
                  <w:szCs w:val="12"/>
                </w:rPr>
                <w:t>10 9179 06 07</w:t>
              </w:r>
            </w:sdtContent>
          </w:sdt>
        </w:p>
      </w:tc>
      <w:tc>
        <w:tcPr>
          <w:tcW w:w="2000" w:type="pct"/>
          <w:tcBorders>
            <w:left w:val="nil"/>
            <w:bottom w:val="nil"/>
            <w:right w:val="nil"/>
          </w:tcBorders>
          <w:vAlign w:val="bottom"/>
        </w:tcPr>
        <w:p w:rsidR="00016522" w:rsidRDefault="00016522" w:rsidP="00837B86">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935275640"/>
              <w:text/>
            </w:sdtPr>
            <w:sdtEndPr/>
            <w:sdtContent>
              <w:r w:rsidR="003921D3">
                <w:rPr>
                  <w:color w:val="000000" w:themeColor="text1"/>
                  <w:sz w:val="12"/>
                  <w:szCs w:val="12"/>
                </w:rPr>
                <w:t>f</w:t>
              </w:r>
            </w:sdtContent>
          </w:sdt>
        </w:p>
      </w:tc>
    </w:tr>
    <w:tr w:rsidR="00016522" w:rsidTr="00016522">
      <w:trPr>
        <w:trHeight w:val="170"/>
        <w:jc w:val="center"/>
      </w:trPr>
      <w:tc>
        <w:tcPr>
          <w:tcW w:w="3000" w:type="pct"/>
          <w:tcBorders>
            <w:top w:val="nil"/>
            <w:left w:val="nil"/>
            <w:bottom w:val="nil"/>
            <w:right w:val="nil"/>
          </w:tcBorders>
          <w:tcMar>
            <w:left w:w="113" w:type="dxa"/>
          </w:tcMar>
          <w:vAlign w:val="bottom"/>
        </w:tcPr>
        <w:p w:rsidR="00016522" w:rsidRDefault="00016522" w:rsidP="00837B86">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283345340"/>
              <w:text/>
            </w:sdtPr>
            <w:sdtEndPr/>
            <w:sdtContent>
              <w:r>
                <w:rPr>
                  <w:color w:val="000000" w:themeColor="text1"/>
                  <w:sz w:val="12"/>
                  <w:szCs w:val="12"/>
                </w:rPr>
                <w:t>008418/20/1</w:t>
              </w:r>
            </w:sdtContent>
          </w:sdt>
        </w:p>
      </w:tc>
      <w:tc>
        <w:tcPr>
          <w:tcW w:w="2000" w:type="pct"/>
          <w:tcBorders>
            <w:top w:val="nil"/>
            <w:left w:val="nil"/>
            <w:bottom w:val="nil"/>
            <w:right w:val="nil"/>
          </w:tcBorders>
          <w:vAlign w:val="bottom"/>
        </w:tcPr>
        <w:p w:rsidR="00016522" w:rsidRPr="00B40E75" w:rsidRDefault="00016522" w:rsidP="00837B86">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087653096"/>
              <w:text/>
            </w:sdtPr>
            <w:sdtEndPr/>
            <w:sdtContent>
              <w:r>
                <w:rPr>
                  <w:color w:val="000000" w:themeColor="text1"/>
                  <w:sz w:val="12"/>
                  <w:szCs w:val="12"/>
                </w:rPr>
                <w:t>1</w:t>
              </w:r>
            </w:sdtContent>
          </w:sdt>
        </w:p>
      </w:tc>
    </w:tr>
  </w:tbl>
  <w:p w:rsidR="00016522" w:rsidRPr="00F81B53" w:rsidRDefault="00016522" w:rsidP="00837B86">
    <w:pPr>
      <w:pStyle w:val="Zpat"/>
      <w:spacing w:line="100" w:lineRule="exact"/>
      <w:ind w:right="142"/>
      <w:jc w:val="left"/>
      <w:rPr>
        <w:color w:val="000000" w:themeColor="text1"/>
        <w:sz w:val="12"/>
        <w:szCs w:val="1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5000" w:type="pct"/>
      <w:jc w:val="center"/>
      <w:tblCellMar>
        <w:left w:w="0" w:type="dxa"/>
        <w:right w:w="0" w:type="dxa"/>
      </w:tblCellMar>
      <w:tblLook w:val="04A0" w:firstRow="1" w:lastRow="0" w:firstColumn="1" w:lastColumn="0" w:noHBand="0" w:noVBand="1"/>
    </w:tblPr>
    <w:tblGrid>
      <w:gridCol w:w="7963"/>
      <w:gridCol w:w="5308"/>
    </w:tblGrid>
    <w:tr w:rsidR="00016522" w:rsidTr="00016522">
      <w:trPr>
        <w:trHeight w:val="227"/>
        <w:jc w:val="center"/>
      </w:trPr>
      <w:tc>
        <w:tcPr>
          <w:tcW w:w="3000" w:type="pct"/>
          <w:tcBorders>
            <w:top w:val="nil"/>
            <w:left w:val="nil"/>
            <w:bottom w:val="single" w:sz="4" w:space="0" w:color="auto"/>
            <w:right w:val="nil"/>
          </w:tcBorders>
          <w:tcMar>
            <w:left w:w="113" w:type="dxa"/>
          </w:tcMar>
          <w:vAlign w:val="bottom"/>
        </w:tcPr>
        <w:p w:rsidR="00016522" w:rsidRDefault="00016522" w:rsidP="001513FB">
          <w:pPr>
            <w:pStyle w:val="Zpat"/>
            <w:ind w:right="142"/>
            <w:jc w:val="left"/>
            <w:rPr>
              <w:color w:val="000000" w:themeColor="text1"/>
              <w:sz w:val="12"/>
              <w:szCs w:val="12"/>
            </w:rPr>
          </w:pPr>
          <w:r>
            <w:rPr>
              <w:b/>
              <w:noProof/>
              <w:color w:val="000000" w:themeColor="text1"/>
            </w:rPr>
            <w:t xml:space="preserve">CMC architects a.s., </w:t>
          </w:r>
          <w:r w:rsidRPr="003B378D">
            <w:rPr>
              <w:b/>
              <w:noProof/>
              <w:color w:val="000000" w:themeColor="text1"/>
            </w:rPr>
            <w:t>Sweco Hydroprojekt a.s.</w:t>
          </w:r>
        </w:p>
      </w:tc>
      <w:tc>
        <w:tcPr>
          <w:tcW w:w="2000" w:type="pct"/>
          <w:tcBorders>
            <w:top w:val="nil"/>
            <w:left w:val="nil"/>
            <w:bottom w:val="single" w:sz="4" w:space="0" w:color="auto"/>
            <w:right w:val="nil"/>
          </w:tcBorders>
          <w:vAlign w:val="bottom"/>
        </w:tcPr>
        <w:p w:rsidR="00016522" w:rsidRPr="00B40E75" w:rsidRDefault="00016522" w:rsidP="001513FB">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15</w:t>
          </w:r>
          <w:r w:rsidRPr="00B40E75">
            <w:rPr>
              <w:color w:val="000000" w:themeColor="text1"/>
              <w:sz w:val="16"/>
              <w:szCs w:val="16"/>
            </w:rPr>
            <w:fldChar w:fldCharType="end"/>
          </w:r>
          <w:r w:rsidRPr="00B40E75">
            <w:rPr>
              <w:color w:val="000000" w:themeColor="text1"/>
              <w:sz w:val="16"/>
              <w:szCs w:val="16"/>
            </w:rPr>
            <w:t>)</w:t>
          </w:r>
        </w:p>
      </w:tc>
    </w:tr>
    <w:tr w:rsidR="00016522" w:rsidTr="00016522">
      <w:trPr>
        <w:trHeight w:val="227"/>
        <w:jc w:val="center"/>
      </w:trPr>
      <w:tc>
        <w:tcPr>
          <w:tcW w:w="3000" w:type="pct"/>
          <w:tcBorders>
            <w:bottom w:val="nil"/>
            <w:right w:val="nil"/>
          </w:tcBorders>
          <w:tcMar>
            <w:left w:w="113" w:type="dxa"/>
          </w:tcMar>
          <w:vAlign w:val="bottom"/>
        </w:tcPr>
        <w:p w:rsidR="00016522" w:rsidRDefault="00016522" w:rsidP="001F529C">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840765984"/>
              <w:text/>
            </w:sdtPr>
            <w:sdtEndPr/>
            <w:sdtContent>
              <w:r>
                <w:rPr>
                  <w:caps/>
                  <w:color w:val="000000" w:themeColor="text1"/>
                  <w:sz w:val="12"/>
                  <w:szCs w:val="12"/>
                </w:rPr>
                <w:t>10 9179 06 07</w:t>
              </w:r>
            </w:sdtContent>
          </w:sdt>
        </w:p>
      </w:tc>
      <w:tc>
        <w:tcPr>
          <w:tcW w:w="2000" w:type="pct"/>
          <w:tcBorders>
            <w:left w:val="nil"/>
            <w:bottom w:val="nil"/>
            <w:right w:val="nil"/>
          </w:tcBorders>
          <w:vAlign w:val="bottom"/>
        </w:tcPr>
        <w:p w:rsidR="00016522" w:rsidRDefault="00016522"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2017064694"/>
              <w:text/>
            </w:sdtPr>
            <w:sdtEndPr/>
            <w:sdtContent>
              <w:r w:rsidR="003921D3">
                <w:rPr>
                  <w:color w:val="000000" w:themeColor="text1"/>
                  <w:sz w:val="12"/>
                  <w:szCs w:val="12"/>
                </w:rPr>
                <w:t>f</w:t>
              </w:r>
            </w:sdtContent>
          </w:sdt>
        </w:p>
      </w:tc>
    </w:tr>
    <w:tr w:rsidR="00016522" w:rsidTr="00016522">
      <w:trPr>
        <w:trHeight w:val="170"/>
        <w:jc w:val="center"/>
      </w:trPr>
      <w:tc>
        <w:tcPr>
          <w:tcW w:w="3000" w:type="pct"/>
          <w:tcBorders>
            <w:top w:val="nil"/>
            <w:left w:val="nil"/>
            <w:bottom w:val="nil"/>
            <w:right w:val="nil"/>
          </w:tcBorders>
          <w:tcMar>
            <w:left w:w="113" w:type="dxa"/>
          </w:tcMar>
          <w:vAlign w:val="bottom"/>
        </w:tcPr>
        <w:p w:rsidR="00016522" w:rsidRDefault="00016522" w:rsidP="001F529C">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34845386"/>
              <w:text/>
            </w:sdtPr>
            <w:sdtEndPr/>
            <w:sdtContent>
              <w:r>
                <w:rPr>
                  <w:color w:val="000000" w:themeColor="text1"/>
                  <w:sz w:val="12"/>
                  <w:szCs w:val="12"/>
                </w:rPr>
                <w:t>008418/20/1</w:t>
              </w:r>
            </w:sdtContent>
          </w:sdt>
        </w:p>
      </w:tc>
      <w:tc>
        <w:tcPr>
          <w:tcW w:w="2000" w:type="pct"/>
          <w:tcBorders>
            <w:top w:val="nil"/>
            <w:left w:val="nil"/>
            <w:bottom w:val="nil"/>
            <w:right w:val="nil"/>
          </w:tcBorders>
          <w:vAlign w:val="bottom"/>
        </w:tcPr>
        <w:p w:rsidR="00016522" w:rsidRPr="00B40E75" w:rsidRDefault="00016522" w:rsidP="001F529C">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55627119"/>
              <w:text/>
            </w:sdtPr>
            <w:sdtEndPr/>
            <w:sdtContent>
              <w:r>
                <w:rPr>
                  <w:color w:val="000000" w:themeColor="text1"/>
                  <w:sz w:val="12"/>
                  <w:szCs w:val="12"/>
                </w:rPr>
                <w:t>1</w:t>
              </w:r>
            </w:sdtContent>
          </w:sdt>
        </w:p>
      </w:tc>
    </w:tr>
  </w:tbl>
  <w:p w:rsidR="00016522" w:rsidRPr="00F81B53" w:rsidRDefault="00016522" w:rsidP="00CA337C">
    <w:pPr>
      <w:pStyle w:val="Zpat"/>
      <w:spacing w:line="100" w:lineRule="exact"/>
      <w:ind w:right="142"/>
      <w:jc w:val="left"/>
      <w:rPr>
        <w:color w:val="000000" w:themeColor="text1"/>
        <w:sz w:val="12"/>
        <w:szCs w:val="1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1513FB" w:rsidTr="00837B86">
      <w:trPr>
        <w:trHeight w:val="227"/>
        <w:jc w:val="center"/>
      </w:trPr>
      <w:tc>
        <w:tcPr>
          <w:tcW w:w="4253" w:type="dxa"/>
          <w:tcBorders>
            <w:top w:val="nil"/>
            <w:left w:val="nil"/>
            <w:bottom w:val="single" w:sz="4" w:space="0" w:color="auto"/>
            <w:right w:val="nil"/>
          </w:tcBorders>
          <w:tcMar>
            <w:left w:w="113" w:type="dxa"/>
          </w:tcMar>
          <w:vAlign w:val="bottom"/>
        </w:tcPr>
        <w:p w:rsidR="001513FB" w:rsidRDefault="001513FB" w:rsidP="00837B86">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1513FB" w:rsidRPr="00B40E75" w:rsidRDefault="001513FB" w:rsidP="00837B86">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14</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14</w:t>
          </w:r>
          <w:r w:rsidRPr="00B40E75">
            <w:rPr>
              <w:color w:val="000000" w:themeColor="text1"/>
              <w:sz w:val="16"/>
              <w:szCs w:val="16"/>
            </w:rPr>
            <w:fldChar w:fldCharType="end"/>
          </w:r>
          <w:r w:rsidRPr="00B40E75">
            <w:rPr>
              <w:color w:val="000000" w:themeColor="text1"/>
              <w:sz w:val="16"/>
              <w:szCs w:val="16"/>
            </w:rPr>
            <w:t>)</w:t>
          </w:r>
        </w:p>
      </w:tc>
    </w:tr>
    <w:tr w:rsidR="001513FB" w:rsidTr="00837B86">
      <w:trPr>
        <w:trHeight w:val="227"/>
        <w:jc w:val="center"/>
      </w:trPr>
      <w:tc>
        <w:tcPr>
          <w:tcW w:w="4253" w:type="dxa"/>
          <w:tcBorders>
            <w:bottom w:val="nil"/>
            <w:right w:val="nil"/>
          </w:tcBorders>
          <w:tcMar>
            <w:left w:w="113" w:type="dxa"/>
          </w:tcMar>
          <w:vAlign w:val="bottom"/>
        </w:tcPr>
        <w:p w:rsidR="001513FB" w:rsidRDefault="001513FB" w:rsidP="00837B86">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814449896"/>
              <w:text/>
            </w:sdtPr>
            <w:sdtEndPr/>
            <w:sdtContent>
              <w:r>
                <w:rPr>
                  <w:caps/>
                  <w:color w:val="000000" w:themeColor="text1"/>
                  <w:sz w:val="12"/>
                  <w:szCs w:val="12"/>
                </w:rPr>
                <w:t>10 9179 06 07</w:t>
              </w:r>
            </w:sdtContent>
          </w:sdt>
        </w:p>
      </w:tc>
      <w:tc>
        <w:tcPr>
          <w:tcW w:w="2835" w:type="dxa"/>
          <w:tcBorders>
            <w:left w:val="nil"/>
            <w:bottom w:val="nil"/>
            <w:right w:val="nil"/>
          </w:tcBorders>
          <w:vAlign w:val="bottom"/>
        </w:tcPr>
        <w:p w:rsidR="001513FB" w:rsidRDefault="001513FB" w:rsidP="00837B86">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489379301"/>
              <w:text/>
            </w:sdtPr>
            <w:sdtEndPr/>
            <w:sdtContent>
              <w:r w:rsidR="003921D3">
                <w:rPr>
                  <w:color w:val="000000" w:themeColor="text1"/>
                  <w:sz w:val="12"/>
                  <w:szCs w:val="12"/>
                </w:rPr>
                <w:t>f</w:t>
              </w:r>
            </w:sdtContent>
          </w:sdt>
        </w:p>
      </w:tc>
    </w:tr>
    <w:tr w:rsidR="001513FB" w:rsidTr="00837B86">
      <w:trPr>
        <w:trHeight w:val="170"/>
        <w:jc w:val="center"/>
      </w:trPr>
      <w:tc>
        <w:tcPr>
          <w:tcW w:w="4253" w:type="dxa"/>
          <w:tcBorders>
            <w:top w:val="nil"/>
            <w:left w:val="nil"/>
            <w:bottom w:val="nil"/>
            <w:right w:val="nil"/>
          </w:tcBorders>
          <w:tcMar>
            <w:left w:w="113" w:type="dxa"/>
          </w:tcMar>
          <w:vAlign w:val="bottom"/>
        </w:tcPr>
        <w:p w:rsidR="001513FB" w:rsidRDefault="001513FB" w:rsidP="00837B86">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703858173"/>
              <w:text/>
            </w:sdtPr>
            <w:sdtEndPr/>
            <w:sdtContent>
              <w:r>
                <w:rPr>
                  <w:color w:val="000000" w:themeColor="text1"/>
                  <w:sz w:val="12"/>
                  <w:szCs w:val="12"/>
                </w:rPr>
                <w:t>008418/20/1</w:t>
              </w:r>
            </w:sdtContent>
          </w:sdt>
        </w:p>
      </w:tc>
      <w:tc>
        <w:tcPr>
          <w:tcW w:w="2835" w:type="dxa"/>
          <w:tcBorders>
            <w:top w:val="nil"/>
            <w:left w:val="nil"/>
            <w:bottom w:val="nil"/>
            <w:right w:val="nil"/>
          </w:tcBorders>
          <w:vAlign w:val="bottom"/>
        </w:tcPr>
        <w:p w:rsidR="001513FB" w:rsidRPr="00B40E75" w:rsidRDefault="001513FB" w:rsidP="00837B86">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602530224"/>
              <w:text/>
            </w:sdtPr>
            <w:sdtEndPr/>
            <w:sdtContent>
              <w:r>
                <w:rPr>
                  <w:color w:val="000000" w:themeColor="text1"/>
                  <w:sz w:val="12"/>
                  <w:szCs w:val="12"/>
                </w:rPr>
                <w:t>1</w:t>
              </w:r>
            </w:sdtContent>
          </w:sdt>
        </w:p>
      </w:tc>
    </w:tr>
  </w:tbl>
  <w:p w:rsidR="001513FB" w:rsidRPr="00F81B53" w:rsidRDefault="001513FB" w:rsidP="00837B86">
    <w:pPr>
      <w:pStyle w:val="Zpat"/>
      <w:spacing w:line="100" w:lineRule="exact"/>
      <w:ind w:right="142"/>
      <w:jc w:val="left"/>
      <w:rPr>
        <w:color w:val="000000" w:themeColor="text1"/>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13FB" w:rsidRDefault="001513FB" w:rsidP="00207A11">
      <w:r>
        <w:separator/>
      </w:r>
    </w:p>
  </w:footnote>
  <w:footnote w:type="continuationSeparator" w:id="0">
    <w:p w:rsidR="001513FB" w:rsidRDefault="001513FB" w:rsidP="00207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624" w:rsidRDefault="00973624">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3FB" w:rsidRPr="00AE3921" w:rsidRDefault="001513FB" w:rsidP="001245A7">
    <w:pPr>
      <w:tabs>
        <w:tab w:val="right" w:pos="8505"/>
      </w:tabs>
      <w:spacing w:after="60"/>
      <w:jc w:val="left"/>
      <w:rPr>
        <w:noProof/>
        <w:color w:val="000000" w:themeColor="text1"/>
      </w:rPr>
    </w:pPr>
    <w:r>
      <w:rPr>
        <w:noProof/>
      </w:rPr>
      <w:drawing>
        <wp:anchor distT="0" distB="0" distL="114300" distR="114300" simplePos="0" relativeHeight="251665408" behindDoc="0" locked="0" layoutInCell="1" allowOverlap="1" wp14:anchorId="5924B020" wp14:editId="6F859E14">
          <wp:simplePos x="0" y="0"/>
          <wp:positionH relativeFrom="margin">
            <wp:align>left</wp:align>
          </wp:positionH>
          <wp:positionV relativeFrom="page">
            <wp:posOffset>817880</wp:posOffset>
          </wp:positionV>
          <wp:extent cx="1355725" cy="110490"/>
          <wp:effectExtent l="0" t="0" r="0" b="3810"/>
          <wp:wrapNone/>
          <wp:docPr id="414"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55725" cy="110490"/>
                  </a:xfrm>
                  <a:prstGeom prst="rect">
                    <a:avLst/>
                  </a:prstGeom>
                  <a:noFill/>
                </pic:spPr>
              </pic:pic>
            </a:graphicData>
          </a:graphic>
          <wp14:sizeRelH relativeFrom="margin">
            <wp14:pctWidth>0</wp14:pctWidth>
          </wp14:sizeRelH>
          <wp14:sizeRelV relativeFrom="margin">
            <wp14:pctHeight>0</wp14:pctHeight>
          </wp14:sizeRelV>
        </wp:anchor>
      </w:drawing>
    </w:r>
    <w:r w:rsidRPr="00AE3921">
      <w:rPr>
        <w:noProof/>
        <w:color w:val="000000" w:themeColor="text1"/>
      </w:rPr>
      <w:tab/>
    </w:r>
    <w:r w:rsidRPr="00AE3921">
      <w:rPr>
        <w:noProof/>
        <w:color w:val="000000" w:themeColor="text1"/>
      </w:rPr>
      <mc:AlternateContent>
        <mc:Choice Requires="wpc">
          <w:drawing>
            <wp:inline distT="0" distB="0" distL="0" distR="0" wp14:anchorId="740E5907" wp14:editId="657A53CF">
              <wp:extent cx="683895" cy="199390"/>
              <wp:effectExtent l="1905" t="6985" r="0" b="3175"/>
              <wp:docPr id="345" name="Plátno 3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3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723ACB4E" id="Plátno 345"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1513FB" w:rsidRPr="00AE3921" w:rsidTr="001513FB">
      <w:trPr>
        <w:trHeight w:val="227"/>
        <w:jc w:val="center"/>
      </w:trPr>
      <w:tc>
        <w:tcPr>
          <w:tcW w:w="5103" w:type="dxa"/>
          <w:vAlign w:val="center"/>
        </w:tcPr>
        <w:p w:rsidR="001513FB" w:rsidRPr="00AE3921" w:rsidRDefault="00E9136D" w:rsidP="001245A7">
          <w:pPr>
            <w:tabs>
              <w:tab w:val="right" w:pos="8505"/>
            </w:tabs>
            <w:jc w:val="left"/>
            <w:rPr>
              <w:color w:val="000000" w:themeColor="text1"/>
              <w:sz w:val="12"/>
              <w:szCs w:val="12"/>
            </w:rPr>
          </w:pPr>
          <w:sdt>
            <w:sdtPr>
              <w:rPr>
                <w:color w:val="000000" w:themeColor="text1"/>
                <w:sz w:val="12"/>
                <w:szCs w:val="12"/>
              </w:rPr>
              <w:alias w:val="Název dokumentace 1"/>
              <w:tag w:val="NazevDok"/>
              <w:id w:val="1627038294"/>
              <w:text/>
            </w:sdtPr>
            <w:sdtEndPr/>
            <w:sdtContent>
              <w:proofErr w:type="spellStart"/>
              <w:r w:rsidR="001513FB">
                <w:rPr>
                  <w:color w:val="000000" w:themeColor="text1"/>
                  <w:sz w:val="12"/>
                  <w:szCs w:val="12"/>
                </w:rPr>
                <w:t>Revital</w:t>
              </w:r>
              <w:proofErr w:type="spellEnd"/>
              <w:r w:rsidR="001513FB">
                <w:rPr>
                  <w:color w:val="000000" w:themeColor="text1"/>
                  <w:sz w:val="12"/>
                  <w:szCs w:val="12"/>
                </w:rPr>
                <w:t>. objektů a prostorů Korunní, P10</w:t>
              </w:r>
            </w:sdtContent>
          </w:sdt>
          <w:r w:rsidR="001513FB" w:rsidRPr="00AE3921">
            <w:rPr>
              <w:color w:val="000000" w:themeColor="text1"/>
              <w:sz w:val="12"/>
              <w:szCs w:val="12"/>
            </w:rPr>
            <w:t xml:space="preserve"> </w:t>
          </w:r>
          <w:sdt>
            <w:sdtPr>
              <w:rPr>
                <w:color w:val="000000" w:themeColor="text1"/>
                <w:sz w:val="12"/>
                <w:szCs w:val="12"/>
              </w:rPr>
              <w:alias w:val="Název dokumentace 2"/>
              <w:tag w:val="NazevDok2_"/>
              <w:id w:val="630137075"/>
              <w:text/>
            </w:sdtPr>
            <w:sdtEndPr/>
            <w:sdtContent>
              <w:r w:rsidR="001513FB">
                <w:rPr>
                  <w:color w:val="000000" w:themeColor="text1"/>
                  <w:sz w:val="12"/>
                  <w:szCs w:val="12"/>
                </w:rPr>
                <w:t xml:space="preserve">č. </w:t>
              </w:r>
              <w:proofErr w:type="spellStart"/>
              <w:r w:rsidR="001513FB">
                <w:rPr>
                  <w:color w:val="000000" w:themeColor="text1"/>
                  <w:sz w:val="12"/>
                  <w:szCs w:val="12"/>
                </w:rPr>
                <w:t>inv</w:t>
              </w:r>
              <w:proofErr w:type="spellEnd"/>
              <w:r w:rsidR="001513FB">
                <w:rPr>
                  <w:color w:val="000000" w:themeColor="text1"/>
                  <w:sz w:val="12"/>
                  <w:szCs w:val="12"/>
                </w:rPr>
                <w:t>. akce 1/4/A52/00, 1/4/F87/00,</w:t>
              </w:r>
            </w:sdtContent>
          </w:sdt>
          <w:r w:rsidR="001513FB" w:rsidRPr="00AE3921">
            <w:rPr>
              <w:color w:val="000000" w:themeColor="text1"/>
              <w:sz w:val="12"/>
              <w:szCs w:val="12"/>
            </w:rPr>
            <w:t xml:space="preserve"> </w:t>
          </w:r>
          <w:sdt>
            <w:sdtPr>
              <w:rPr>
                <w:color w:val="000000" w:themeColor="text1"/>
                <w:sz w:val="12"/>
                <w:szCs w:val="12"/>
              </w:rPr>
              <w:alias w:val="Název dokumentace 3"/>
              <w:tag w:val="NazevDok3_"/>
              <w:id w:val="1415129885"/>
              <w:text/>
            </w:sdtPr>
            <w:sdtEndPr/>
            <w:sdtContent>
              <w:r w:rsidR="001513FB">
                <w:rPr>
                  <w:color w:val="000000" w:themeColor="text1"/>
                  <w:sz w:val="12"/>
                  <w:szCs w:val="12"/>
                </w:rPr>
                <w:t>1/4/F87/01, 1/4/A52/02</w:t>
              </w:r>
            </w:sdtContent>
          </w:sdt>
        </w:p>
      </w:tc>
      <w:tc>
        <w:tcPr>
          <w:tcW w:w="3402" w:type="dxa"/>
          <w:tcMar>
            <w:left w:w="113" w:type="dxa"/>
          </w:tcMar>
          <w:vAlign w:val="center"/>
        </w:tcPr>
        <w:p w:rsidR="001513FB" w:rsidRPr="00AE3921" w:rsidRDefault="00E9136D" w:rsidP="001245A7">
          <w:pPr>
            <w:tabs>
              <w:tab w:val="right" w:pos="8505"/>
            </w:tabs>
            <w:jc w:val="right"/>
            <w:rPr>
              <w:color w:val="000000" w:themeColor="text1"/>
              <w:sz w:val="12"/>
              <w:szCs w:val="12"/>
            </w:rPr>
          </w:pPr>
          <w:sdt>
            <w:sdtPr>
              <w:rPr>
                <w:bCs/>
                <w:color w:val="000000" w:themeColor="text1"/>
                <w:sz w:val="12"/>
                <w:szCs w:val="12"/>
              </w:rPr>
              <w:alias w:val="Číslo přílohy"/>
              <w:tag w:val="PrilCislo"/>
              <w:id w:val="1240140700"/>
              <w:text/>
            </w:sdtPr>
            <w:sdtEndPr/>
            <w:sdtContent>
              <w:r w:rsidR="001513FB">
                <w:rPr>
                  <w:bCs/>
                  <w:color w:val="000000" w:themeColor="text1"/>
                  <w:sz w:val="12"/>
                  <w:szCs w:val="12"/>
                </w:rPr>
                <w:t>E.4</w:t>
              </w:r>
            </w:sdtContent>
          </w:sdt>
          <w:r w:rsidR="001513FB">
            <w:rPr>
              <w:bCs/>
              <w:color w:val="000000" w:themeColor="text1"/>
              <w:sz w:val="12"/>
              <w:szCs w:val="12"/>
            </w:rPr>
            <w:t xml:space="preserve">  </w:t>
          </w:r>
          <w:r w:rsidR="001513FB" w:rsidRPr="00AE3921">
            <w:rPr>
              <w:bCs/>
              <w:color w:val="000000" w:themeColor="text1"/>
              <w:sz w:val="12"/>
              <w:szCs w:val="12"/>
            </w:rPr>
            <w:t xml:space="preserve"> </w:t>
          </w:r>
          <w:sdt>
            <w:sdtPr>
              <w:rPr>
                <w:bCs/>
                <w:color w:val="000000" w:themeColor="text1"/>
                <w:sz w:val="12"/>
                <w:szCs w:val="12"/>
              </w:rPr>
              <w:alias w:val="Název přílohy"/>
              <w:tag w:val="PrilNaz"/>
              <w:id w:val="-1532094511"/>
              <w:text/>
            </w:sdtPr>
            <w:sdtEndPr/>
            <w:sdtContent>
              <w:r w:rsidR="00973624">
                <w:rPr>
                  <w:bCs/>
                  <w:color w:val="000000" w:themeColor="text1"/>
                  <w:sz w:val="12"/>
                  <w:szCs w:val="12"/>
                </w:rPr>
                <w:t>Protokol o určení vnějších vlivů</w:t>
              </w:r>
            </w:sdtContent>
          </w:sdt>
        </w:p>
      </w:tc>
    </w:tr>
    <w:tr w:rsidR="001513FB" w:rsidRPr="00AE3921" w:rsidTr="001513FB">
      <w:trPr>
        <w:trHeight w:val="227"/>
        <w:jc w:val="center"/>
      </w:trPr>
      <w:tc>
        <w:tcPr>
          <w:tcW w:w="5103" w:type="dxa"/>
          <w:vAlign w:val="center"/>
        </w:tcPr>
        <w:p w:rsidR="001513FB" w:rsidRPr="00AE3921" w:rsidRDefault="00E9136D" w:rsidP="001245A7">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360353906"/>
              <w:text/>
            </w:sdtPr>
            <w:sdtEndPr/>
            <w:sdtContent>
              <w:r w:rsidR="001513FB">
                <w:rPr>
                  <w:color w:val="000000" w:themeColor="text1"/>
                  <w:sz w:val="12"/>
                  <w:szCs w:val="12"/>
                </w:rPr>
                <w:t>E. Dokladová část</w:t>
              </w:r>
            </w:sdtContent>
          </w:sdt>
        </w:p>
      </w:tc>
      <w:tc>
        <w:tcPr>
          <w:tcW w:w="3402" w:type="dxa"/>
          <w:tcMar>
            <w:left w:w="113" w:type="dxa"/>
          </w:tcMar>
          <w:vAlign w:val="center"/>
        </w:tcPr>
        <w:p w:rsidR="001513FB" w:rsidRPr="00AE3921" w:rsidRDefault="00E9136D" w:rsidP="001245A7">
          <w:pPr>
            <w:tabs>
              <w:tab w:val="right" w:pos="8505"/>
            </w:tabs>
            <w:jc w:val="right"/>
            <w:rPr>
              <w:color w:val="000000" w:themeColor="text1"/>
              <w:sz w:val="12"/>
              <w:szCs w:val="12"/>
            </w:rPr>
          </w:pPr>
          <w:sdt>
            <w:sdtPr>
              <w:rPr>
                <w:color w:val="000000" w:themeColor="text1"/>
                <w:sz w:val="12"/>
                <w:szCs w:val="12"/>
              </w:rPr>
              <w:alias w:val="Stupeň"/>
              <w:tag w:val="StupenZ"/>
              <w:id w:val="-165560604"/>
              <w:text/>
            </w:sdtPr>
            <w:sdtEndPr/>
            <w:sdtContent>
              <w:proofErr w:type="spellStart"/>
              <w:r w:rsidR="001513FB">
                <w:rPr>
                  <w:color w:val="000000" w:themeColor="text1"/>
                  <w:sz w:val="12"/>
                  <w:szCs w:val="12"/>
                </w:rPr>
                <w:t>DSpP</w:t>
              </w:r>
              <w:proofErr w:type="spellEnd"/>
            </w:sdtContent>
          </w:sdt>
        </w:p>
      </w:tc>
    </w:tr>
  </w:tbl>
  <w:p w:rsidR="001513FB" w:rsidRDefault="00E9136D" w:rsidP="001245A7">
    <w:pPr>
      <w:pStyle w:val="Zhlav"/>
      <w:spacing w:before="60"/>
      <w:rPr>
        <w:bCs/>
        <w:color w:val="000000" w:themeColor="text1"/>
        <w:sz w:val="12"/>
        <w:szCs w:val="12"/>
      </w:rPr>
    </w:pPr>
    <w:sdt>
      <w:sdtPr>
        <w:rPr>
          <w:bCs/>
          <w:color w:val="000000" w:themeColor="text1"/>
          <w:sz w:val="12"/>
          <w:szCs w:val="12"/>
        </w:rPr>
        <w:alias w:val="Část stavby"/>
        <w:tag w:val="CastSt"/>
        <w:id w:val="-1921317414"/>
        <w:showingPlcHdr/>
        <w:text/>
      </w:sdtPr>
      <w:sdtEndPr/>
      <w:sdtContent>
        <w:r w:rsidR="003921D3">
          <w:rPr>
            <w:bCs/>
            <w:color w:val="000000" w:themeColor="text1"/>
            <w:sz w:val="12"/>
            <w:szCs w:val="12"/>
          </w:rPr>
          <w:t xml:space="preserve">     </w:t>
        </w:r>
      </w:sdtContent>
    </w:sdt>
    <w:r w:rsidR="001513FB" w:rsidRPr="00CA337C">
      <w:rPr>
        <w:bCs/>
        <w:color w:val="000000" w:themeColor="text1"/>
        <w:sz w:val="12"/>
        <w:szCs w:val="12"/>
      </w:rPr>
      <w:t xml:space="preserve"> </w:t>
    </w:r>
    <w:r w:rsidR="001513FB">
      <w:rPr>
        <w:bCs/>
        <w:color w:val="000000" w:themeColor="text1"/>
        <w:sz w:val="12"/>
        <w:szCs w:val="12"/>
      </w:rPr>
      <w:t xml:space="preserve"> </w:t>
    </w:r>
    <w:r w:rsidR="001513FB" w:rsidRPr="00CA337C">
      <w:rPr>
        <w:bCs/>
        <w:color w:val="000000" w:themeColor="text1"/>
        <w:sz w:val="12"/>
        <w:szCs w:val="12"/>
      </w:rPr>
      <w:t xml:space="preserve"> </w:t>
    </w:r>
    <w:sdt>
      <w:sdtPr>
        <w:rPr>
          <w:bCs/>
          <w:color w:val="000000" w:themeColor="text1"/>
          <w:sz w:val="12"/>
          <w:szCs w:val="12"/>
        </w:rPr>
        <w:alias w:val="SO/PS"/>
        <w:tag w:val="SOPS"/>
        <w:id w:val="-933367224"/>
        <w:showingPlcHdr/>
        <w:text/>
      </w:sdtPr>
      <w:sdtEndPr/>
      <w:sdtContent>
        <w:r w:rsidR="003921D3">
          <w:rPr>
            <w:bCs/>
            <w:color w:val="000000" w:themeColor="text1"/>
            <w:sz w:val="12"/>
            <w:szCs w:val="12"/>
          </w:rPr>
          <w:t xml:space="preserve">     </w:t>
        </w:r>
      </w:sdtContent>
    </w:sdt>
  </w:p>
  <w:p w:rsidR="001513FB" w:rsidRPr="00AE3921" w:rsidRDefault="001513FB" w:rsidP="001245A7">
    <w:pPr>
      <w:pStyle w:val="Zhlav"/>
      <w:rPr>
        <w:color w:val="000000" w:themeColor="text1"/>
        <w:sz w:val="12"/>
        <w:szCs w:val="1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624" w:rsidRPr="00AE3921" w:rsidRDefault="00973624" w:rsidP="00973624">
    <w:pPr>
      <w:tabs>
        <w:tab w:val="right" w:pos="8505"/>
      </w:tabs>
      <w:spacing w:after="60"/>
      <w:jc w:val="left"/>
      <w:rPr>
        <w:noProof/>
        <w:color w:val="000000" w:themeColor="text1"/>
      </w:rPr>
    </w:pPr>
    <w:r>
      <w:rPr>
        <w:noProof/>
      </w:rPr>
      <w:drawing>
        <wp:anchor distT="0" distB="0" distL="114300" distR="114300" simplePos="0" relativeHeight="251681792" behindDoc="0" locked="0" layoutInCell="1" allowOverlap="1" wp14:anchorId="3FFDB60A" wp14:editId="033D7A2C">
          <wp:simplePos x="0" y="0"/>
          <wp:positionH relativeFrom="margin">
            <wp:align>left</wp:align>
          </wp:positionH>
          <wp:positionV relativeFrom="page">
            <wp:posOffset>817880</wp:posOffset>
          </wp:positionV>
          <wp:extent cx="1355725" cy="110490"/>
          <wp:effectExtent l="0" t="0" r="0" b="3810"/>
          <wp:wrapNone/>
          <wp:docPr id="56"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55725" cy="110490"/>
                  </a:xfrm>
                  <a:prstGeom prst="rect">
                    <a:avLst/>
                  </a:prstGeom>
                  <a:noFill/>
                </pic:spPr>
              </pic:pic>
            </a:graphicData>
          </a:graphic>
          <wp14:sizeRelH relativeFrom="margin">
            <wp14:pctWidth>0</wp14:pctWidth>
          </wp14:sizeRelH>
          <wp14:sizeRelV relativeFrom="margin">
            <wp14:pctHeight>0</wp14:pctHeight>
          </wp14:sizeRelV>
        </wp:anchor>
      </w:drawing>
    </w:r>
    <w:r w:rsidRPr="00AE3921">
      <w:rPr>
        <w:noProof/>
        <w:color w:val="000000" w:themeColor="text1"/>
      </w:rPr>
      <w:tab/>
    </w:r>
    <w:r w:rsidRPr="00AE3921">
      <w:rPr>
        <w:noProof/>
        <w:color w:val="000000" w:themeColor="text1"/>
      </w:rPr>
      <mc:AlternateContent>
        <mc:Choice Requires="wpc">
          <w:drawing>
            <wp:inline distT="0" distB="0" distL="0" distR="0" wp14:anchorId="6884A9F9" wp14:editId="447993F2">
              <wp:extent cx="683895" cy="199390"/>
              <wp:effectExtent l="1905" t="6985" r="0" b="3175"/>
              <wp:docPr id="71" name="Plátno 7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4"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1D489001" id="Plátno 71"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973624" w:rsidRPr="00AE3921" w:rsidTr="007D35E5">
      <w:trPr>
        <w:trHeight w:val="227"/>
        <w:jc w:val="center"/>
      </w:trPr>
      <w:tc>
        <w:tcPr>
          <w:tcW w:w="5103" w:type="dxa"/>
          <w:vAlign w:val="center"/>
        </w:tcPr>
        <w:p w:rsidR="00973624" w:rsidRPr="00AE3921" w:rsidRDefault="00E9136D" w:rsidP="00973624">
          <w:pPr>
            <w:tabs>
              <w:tab w:val="right" w:pos="8505"/>
            </w:tabs>
            <w:jc w:val="left"/>
            <w:rPr>
              <w:color w:val="000000" w:themeColor="text1"/>
              <w:sz w:val="12"/>
              <w:szCs w:val="12"/>
            </w:rPr>
          </w:pPr>
          <w:sdt>
            <w:sdtPr>
              <w:rPr>
                <w:color w:val="000000" w:themeColor="text1"/>
                <w:sz w:val="12"/>
                <w:szCs w:val="12"/>
              </w:rPr>
              <w:alias w:val="Název dokumentace 1"/>
              <w:tag w:val="NazevDok"/>
              <w:id w:val="240839817"/>
              <w:text/>
            </w:sdtPr>
            <w:sdtEndPr/>
            <w:sdtContent>
              <w:proofErr w:type="spellStart"/>
              <w:r w:rsidR="00973624">
                <w:rPr>
                  <w:color w:val="000000" w:themeColor="text1"/>
                  <w:sz w:val="12"/>
                  <w:szCs w:val="12"/>
                </w:rPr>
                <w:t>Revital</w:t>
              </w:r>
              <w:proofErr w:type="spellEnd"/>
              <w:r w:rsidR="00973624">
                <w:rPr>
                  <w:color w:val="000000" w:themeColor="text1"/>
                  <w:sz w:val="12"/>
                  <w:szCs w:val="12"/>
                </w:rPr>
                <w:t>. objektů a prostorů Korunní, P10</w:t>
              </w:r>
            </w:sdtContent>
          </w:sdt>
          <w:r w:rsidR="00973624" w:rsidRPr="00AE3921">
            <w:rPr>
              <w:color w:val="000000" w:themeColor="text1"/>
              <w:sz w:val="12"/>
              <w:szCs w:val="12"/>
            </w:rPr>
            <w:t xml:space="preserve"> </w:t>
          </w:r>
          <w:sdt>
            <w:sdtPr>
              <w:rPr>
                <w:color w:val="000000" w:themeColor="text1"/>
                <w:sz w:val="12"/>
                <w:szCs w:val="12"/>
              </w:rPr>
              <w:alias w:val="Název dokumentace 2"/>
              <w:tag w:val="NazevDok2_"/>
              <w:id w:val="-1239392668"/>
              <w:text/>
            </w:sdtPr>
            <w:sdtEndPr/>
            <w:sdtContent>
              <w:r w:rsidR="00973624">
                <w:rPr>
                  <w:color w:val="000000" w:themeColor="text1"/>
                  <w:sz w:val="12"/>
                  <w:szCs w:val="12"/>
                </w:rPr>
                <w:t xml:space="preserve">č. </w:t>
              </w:r>
              <w:proofErr w:type="spellStart"/>
              <w:r w:rsidR="00973624">
                <w:rPr>
                  <w:color w:val="000000" w:themeColor="text1"/>
                  <w:sz w:val="12"/>
                  <w:szCs w:val="12"/>
                </w:rPr>
                <w:t>inv</w:t>
              </w:r>
              <w:proofErr w:type="spellEnd"/>
              <w:r w:rsidR="00973624">
                <w:rPr>
                  <w:color w:val="000000" w:themeColor="text1"/>
                  <w:sz w:val="12"/>
                  <w:szCs w:val="12"/>
                </w:rPr>
                <w:t>. akce 1/4/A52/00, 1/4/F87/00,</w:t>
              </w:r>
            </w:sdtContent>
          </w:sdt>
          <w:r w:rsidR="00973624" w:rsidRPr="00AE3921">
            <w:rPr>
              <w:color w:val="000000" w:themeColor="text1"/>
              <w:sz w:val="12"/>
              <w:szCs w:val="12"/>
            </w:rPr>
            <w:t xml:space="preserve"> </w:t>
          </w:r>
          <w:sdt>
            <w:sdtPr>
              <w:rPr>
                <w:color w:val="000000" w:themeColor="text1"/>
                <w:sz w:val="12"/>
                <w:szCs w:val="12"/>
              </w:rPr>
              <w:alias w:val="Název dokumentace 3"/>
              <w:tag w:val="NazevDok3_"/>
              <w:id w:val="1759864085"/>
              <w:text/>
            </w:sdtPr>
            <w:sdtEndPr/>
            <w:sdtContent>
              <w:r w:rsidR="00973624">
                <w:rPr>
                  <w:color w:val="000000" w:themeColor="text1"/>
                  <w:sz w:val="12"/>
                  <w:szCs w:val="12"/>
                </w:rPr>
                <w:t>1/4/F87/01, 1/4/A52/02</w:t>
              </w:r>
            </w:sdtContent>
          </w:sdt>
        </w:p>
      </w:tc>
      <w:tc>
        <w:tcPr>
          <w:tcW w:w="3402" w:type="dxa"/>
          <w:tcMar>
            <w:left w:w="113" w:type="dxa"/>
          </w:tcMar>
          <w:vAlign w:val="center"/>
        </w:tcPr>
        <w:p w:rsidR="00973624" w:rsidRPr="00AE3921" w:rsidRDefault="00E9136D" w:rsidP="00973624">
          <w:pPr>
            <w:tabs>
              <w:tab w:val="right" w:pos="8505"/>
            </w:tabs>
            <w:jc w:val="right"/>
            <w:rPr>
              <w:color w:val="000000" w:themeColor="text1"/>
              <w:sz w:val="12"/>
              <w:szCs w:val="12"/>
            </w:rPr>
          </w:pPr>
          <w:sdt>
            <w:sdtPr>
              <w:rPr>
                <w:bCs/>
                <w:color w:val="000000" w:themeColor="text1"/>
                <w:sz w:val="12"/>
                <w:szCs w:val="12"/>
              </w:rPr>
              <w:alias w:val="Číslo přílohy"/>
              <w:tag w:val="PrilCislo"/>
              <w:id w:val="808913789"/>
              <w:text/>
            </w:sdtPr>
            <w:sdtEndPr/>
            <w:sdtContent>
              <w:r w:rsidR="00973624">
                <w:rPr>
                  <w:bCs/>
                  <w:color w:val="000000" w:themeColor="text1"/>
                  <w:sz w:val="12"/>
                  <w:szCs w:val="12"/>
                </w:rPr>
                <w:t>E.4</w:t>
              </w:r>
            </w:sdtContent>
          </w:sdt>
          <w:r w:rsidR="00973624">
            <w:rPr>
              <w:bCs/>
              <w:color w:val="000000" w:themeColor="text1"/>
              <w:sz w:val="12"/>
              <w:szCs w:val="12"/>
            </w:rPr>
            <w:t xml:space="preserve">  </w:t>
          </w:r>
          <w:r w:rsidR="00973624" w:rsidRPr="00AE3921">
            <w:rPr>
              <w:bCs/>
              <w:color w:val="000000" w:themeColor="text1"/>
              <w:sz w:val="12"/>
              <w:szCs w:val="12"/>
            </w:rPr>
            <w:t xml:space="preserve"> </w:t>
          </w:r>
          <w:sdt>
            <w:sdtPr>
              <w:rPr>
                <w:bCs/>
                <w:color w:val="000000" w:themeColor="text1"/>
                <w:sz w:val="12"/>
                <w:szCs w:val="12"/>
              </w:rPr>
              <w:alias w:val="Název přílohy"/>
              <w:tag w:val="PrilNaz"/>
              <w:id w:val="230125949"/>
              <w:text/>
            </w:sdtPr>
            <w:sdtEndPr/>
            <w:sdtContent>
              <w:r w:rsidR="00973624">
                <w:rPr>
                  <w:bCs/>
                  <w:color w:val="000000" w:themeColor="text1"/>
                  <w:sz w:val="12"/>
                  <w:szCs w:val="12"/>
                </w:rPr>
                <w:t>Protokol o určení vnějších vlivů</w:t>
              </w:r>
            </w:sdtContent>
          </w:sdt>
        </w:p>
      </w:tc>
    </w:tr>
    <w:tr w:rsidR="00973624" w:rsidRPr="00AE3921" w:rsidTr="007D35E5">
      <w:trPr>
        <w:trHeight w:val="227"/>
        <w:jc w:val="center"/>
      </w:trPr>
      <w:tc>
        <w:tcPr>
          <w:tcW w:w="5103" w:type="dxa"/>
          <w:vAlign w:val="center"/>
        </w:tcPr>
        <w:p w:rsidR="00973624" w:rsidRPr="00AE3921" w:rsidRDefault="00E9136D" w:rsidP="00973624">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264119491"/>
              <w:text/>
            </w:sdtPr>
            <w:sdtEndPr/>
            <w:sdtContent>
              <w:r w:rsidR="00973624">
                <w:rPr>
                  <w:color w:val="000000" w:themeColor="text1"/>
                  <w:sz w:val="12"/>
                  <w:szCs w:val="12"/>
                </w:rPr>
                <w:t>E. Dokladová část</w:t>
              </w:r>
            </w:sdtContent>
          </w:sdt>
        </w:p>
      </w:tc>
      <w:tc>
        <w:tcPr>
          <w:tcW w:w="3402" w:type="dxa"/>
          <w:tcMar>
            <w:left w:w="113" w:type="dxa"/>
          </w:tcMar>
          <w:vAlign w:val="center"/>
        </w:tcPr>
        <w:p w:rsidR="00973624" w:rsidRPr="00AE3921" w:rsidRDefault="00E9136D" w:rsidP="00973624">
          <w:pPr>
            <w:tabs>
              <w:tab w:val="right" w:pos="8505"/>
            </w:tabs>
            <w:jc w:val="right"/>
            <w:rPr>
              <w:color w:val="000000" w:themeColor="text1"/>
              <w:sz w:val="12"/>
              <w:szCs w:val="12"/>
            </w:rPr>
          </w:pPr>
          <w:sdt>
            <w:sdtPr>
              <w:rPr>
                <w:color w:val="000000" w:themeColor="text1"/>
                <w:sz w:val="12"/>
                <w:szCs w:val="12"/>
              </w:rPr>
              <w:alias w:val="Stupeň"/>
              <w:tag w:val="StupenZ"/>
              <w:id w:val="-1459945371"/>
              <w:text/>
            </w:sdtPr>
            <w:sdtEndPr/>
            <w:sdtContent>
              <w:proofErr w:type="spellStart"/>
              <w:r w:rsidR="00973624">
                <w:rPr>
                  <w:color w:val="000000" w:themeColor="text1"/>
                  <w:sz w:val="12"/>
                  <w:szCs w:val="12"/>
                </w:rPr>
                <w:t>DSpP</w:t>
              </w:r>
              <w:proofErr w:type="spellEnd"/>
            </w:sdtContent>
          </w:sdt>
        </w:p>
      </w:tc>
    </w:tr>
  </w:tbl>
  <w:p w:rsidR="00973624" w:rsidRDefault="00E9136D" w:rsidP="00973624">
    <w:pPr>
      <w:pStyle w:val="Zhlav"/>
      <w:spacing w:before="60"/>
      <w:rPr>
        <w:bCs/>
        <w:color w:val="000000" w:themeColor="text1"/>
        <w:sz w:val="12"/>
        <w:szCs w:val="12"/>
      </w:rPr>
    </w:pPr>
    <w:sdt>
      <w:sdtPr>
        <w:rPr>
          <w:bCs/>
          <w:color w:val="000000" w:themeColor="text1"/>
          <w:sz w:val="12"/>
          <w:szCs w:val="12"/>
        </w:rPr>
        <w:alias w:val="Část stavby"/>
        <w:tag w:val="CastSt"/>
        <w:id w:val="1852457056"/>
        <w:showingPlcHdr/>
        <w:text/>
      </w:sdtPr>
      <w:sdtEndPr/>
      <w:sdtContent>
        <w:r w:rsidR="003921D3">
          <w:rPr>
            <w:bCs/>
            <w:color w:val="000000" w:themeColor="text1"/>
            <w:sz w:val="12"/>
            <w:szCs w:val="12"/>
          </w:rPr>
          <w:t xml:space="preserve">     </w:t>
        </w:r>
      </w:sdtContent>
    </w:sdt>
    <w:r w:rsidR="00973624" w:rsidRPr="00CA337C">
      <w:rPr>
        <w:bCs/>
        <w:color w:val="000000" w:themeColor="text1"/>
        <w:sz w:val="12"/>
        <w:szCs w:val="12"/>
      </w:rPr>
      <w:t xml:space="preserve"> </w:t>
    </w:r>
    <w:r w:rsidR="00973624">
      <w:rPr>
        <w:bCs/>
        <w:color w:val="000000" w:themeColor="text1"/>
        <w:sz w:val="12"/>
        <w:szCs w:val="12"/>
      </w:rPr>
      <w:t xml:space="preserve"> </w:t>
    </w:r>
    <w:r w:rsidR="00973624" w:rsidRPr="00CA337C">
      <w:rPr>
        <w:bCs/>
        <w:color w:val="000000" w:themeColor="text1"/>
        <w:sz w:val="12"/>
        <w:szCs w:val="12"/>
      </w:rPr>
      <w:t xml:space="preserve"> </w:t>
    </w:r>
    <w:sdt>
      <w:sdtPr>
        <w:rPr>
          <w:bCs/>
          <w:color w:val="000000" w:themeColor="text1"/>
          <w:sz w:val="12"/>
          <w:szCs w:val="12"/>
        </w:rPr>
        <w:alias w:val="SO/PS"/>
        <w:tag w:val="SOPS"/>
        <w:id w:val="-105976879"/>
        <w:showingPlcHdr/>
        <w:text/>
      </w:sdtPr>
      <w:sdtEndPr/>
      <w:sdtContent>
        <w:r w:rsidR="003921D3">
          <w:rPr>
            <w:bCs/>
            <w:color w:val="000000" w:themeColor="text1"/>
            <w:sz w:val="12"/>
            <w:szCs w:val="12"/>
          </w:rPr>
          <w:t xml:space="preserve">     </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624" w:rsidRDefault="0097362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3FB" w:rsidRDefault="001513FB" w:rsidP="0093354C">
    <w:pPr>
      <w:pStyle w:val="Zhlav"/>
      <w:tabs>
        <w:tab w:val="clear" w:pos="4536"/>
        <w:tab w:val="clear" w:pos="9072"/>
      </w:tabs>
    </w:pPr>
  </w:p>
  <w:p w:rsidR="001513FB" w:rsidRPr="0093354C" w:rsidRDefault="001513FB" w:rsidP="0093354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3FB" w:rsidRPr="00AE3921" w:rsidRDefault="001513FB" w:rsidP="001513FB">
    <w:pPr>
      <w:tabs>
        <w:tab w:val="right" w:pos="8505"/>
      </w:tabs>
      <w:spacing w:after="60"/>
      <w:jc w:val="left"/>
      <w:rPr>
        <w:noProof/>
        <w:color w:val="000000" w:themeColor="text1"/>
      </w:rPr>
    </w:pPr>
    <w:r w:rsidRPr="00AE3921">
      <w:rPr>
        <w:noProof/>
        <w:color w:val="000000" w:themeColor="text1"/>
      </w:rPr>
      <w:tab/>
    </w:r>
    <w:r>
      <w:rPr>
        <w:noProof/>
        <w:color w:val="000000" w:themeColor="text1"/>
      </w:rPr>
      <mc:AlternateContent>
        <mc:Choice Requires="wpc">
          <w:drawing>
            <wp:inline distT="0" distB="0" distL="0" distR="0" wp14:anchorId="42C5506F" wp14:editId="26AB918F">
              <wp:extent cx="683895" cy="199390"/>
              <wp:effectExtent l="0" t="0" r="1905" b="635"/>
              <wp:docPr id="41" name="Plátno 34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Freeform 195"/>
                      <wps:cNvSpPr>
                        <a:spLocks noEditPoints="1"/>
                      </wps:cNvSpPr>
                      <wps:spPr bwMode="auto">
                        <a:xfrm>
                          <a:off x="507370" y="26612"/>
                          <a:ext cx="176525" cy="172178"/>
                        </a:xfrm>
                        <a:custGeom>
                          <a:avLst/>
                          <a:gdLst>
                            <a:gd name="T0" fmla="*/ 140970 w 556"/>
                            <a:gd name="T1" fmla="*/ 134055 h 543"/>
                            <a:gd name="T2" fmla="*/ 140970 w 556"/>
                            <a:gd name="T3" fmla="*/ 151169 h 543"/>
                            <a:gd name="T4" fmla="*/ 35560 w 556"/>
                            <a:gd name="T5" fmla="*/ 151169 h 543"/>
                            <a:gd name="T6" fmla="*/ 35560 w 556"/>
                            <a:gd name="T7" fmla="*/ 134055 h 543"/>
                            <a:gd name="T8" fmla="*/ 87630 w 556"/>
                            <a:gd name="T9" fmla="*/ 81130 h 543"/>
                            <a:gd name="T10" fmla="*/ 140970 w 556"/>
                            <a:gd name="T11" fmla="*/ 134055 h 543"/>
                            <a:gd name="T12" fmla="*/ 176530 w 556"/>
                            <a:gd name="T13" fmla="*/ 57362 h 543"/>
                            <a:gd name="T14" fmla="*/ 112078 w 556"/>
                            <a:gd name="T15" fmla="*/ 57362 h 543"/>
                            <a:gd name="T16" fmla="*/ 153988 w 556"/>
                            <a:gd name="T17" fmla="*/ 15529 h 543"/>
                            <a:gd name="T18" fmla="*/ 138430 w 556"/>
                            <a:gd name="T19" fmla="*/ 1268 h 543"/>
                            <a:gd name="T20" fmla="*/ 87630 w 556"/>
                            <a:gd name="T21" fmla="*/ 52291 h 543"/>
                            <a:gd name="T22" fmla="*/ 36195 w 556"/>
                            <a:gd name="T23" fmla="*/ 0 h 543"/>
                            <a:gd name="T24" fmla="*/ 21908 w 556"/>
                            <a:gd name="T25" fmla="*/ 14895 h 543"/>
                            <a:gd name="T26" fmla="*/ 63818 w 556"/>
                            <a:gd name="T27" fmla="*/ 57362 h 543"/>
                            <a:gd name="T28" fmla="*/ 0 w 556"/>
                            <a:gd name="T29" fmla="*/ 57362 h 543"/>
                            <a:gd name="T30" fmla="*/ 0 w 556"/>
                            <a:gd name="T31" fmla="*/ 77010 h 543"/>
                            <a:gd name="T32" fmla="*/ 63818 w 556"/>
                            <a:gd name="T33" fmla="*/ 77010 h 543"/>
                            <a:gd name="T34" fmla="*/ 14605 w 556"/>
                            <a:gd name="T35" fmla="*/ 125498 h 543"/>
                            <a:gd name="T36" fmla="*/ 14605 w 556"/>
                            <a:gd name="T37" fmla="*/ 172085 h 543"/>
                            <a:gd name="T38" fmla="*/ 161290 w 556"/>
                            <a:gd name="T39" fmla="*/ 172085 h 543"/>
                            <a:gd name="T40" fmla="*/ 161290 w 556"/>
                            <a:gd name="T41" fmla="*/ 125498 h 543"/>
                            <a:gd name="T42" fmla="*/ 112078 w 556"/>
                            <a:gd name="T43" fmla="*/ 77010 h 543"/>
                            <a:gd name="T44" fmla="*/ 176530 w 556"/>
                            <a:gd name="T45" fmla="*/ 77010 h 543"/>
                            <a:gd name="T46" fmla="*/ 176530 w 556"/>
                            <a:gd name="T47" fmla="*/ 57362 h 543"/>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Lst>
                          <a:ahLst/>
                          <a:cxnLst>
                            <a:cxn ang="T48">
                              <a:pos x="T0" y="T1"/>
                            </a:cxn>
                            <a:cxn ang="T49">
                              <a:pos x="T2" y="T3"/>
                            </a:cxn>
                            <a:cxn ang="T50">
                              <a:pos x="T4" y="T5"/>
                            </a:cxn>
                            <a:cxn ang="T51">
                              <a:pos x="T6" y="T7"/>
                            </a:cxn>
                            <a:cxn ang="T52">
                              <a:pos x="T8" y="T9"/>
                            </a:cxn>
                            <a:cxn ang="T53">
                              <a:pos x="T10" y="T11"/>
                            </a:cxn>
                            <a:cxn ang="T54">
                              <a:pos x="T12" y="T13"/>
                            </a:cxn>
                            <a:cxn ang="T55">
                              <a:pos x="T14" y="T15"/>
                            </a:cxn>
                            <a:cxn ang="T56">
                              <a:pos x="T16" y="T17"/>
                            </a:cxn>
                            <a:cxn ang="T57">
                              <a:pos x="T18" y="T19"/>
                            </a:cxn>
                            <a:cxn ang="T58">
                              <a:pos x="T20" y="T21"/>
                            </a:cxn>
                            <a:cxn ang="T59">
                              <a:pos x="T22" y="T23"/>
                            </a:cxn>
                            <a:cxn ang="T60">
                              <a:pos x="T24" y="T25"/>
                            </a:cxn>
                            <a:cxn ang="T61">
                              <a:pos x="T26" y="T27"/>
                            </a:cxn>
                            <a:cxn ang="T62">
                              <a:pos x="T28" y="T29"/>
                            </a:cxn>
                            <a:cxn ang="T63">
                              <a:pos x="T30" y="T31"/>
                            </a:cxn>
                            <a:cxn ang="T64">
                              <a:pos x="T32" y="T33"/>
                            </a:cxn>
                            <a:cxn ang="T65">
                              <a:pos x="T34" y="T35"/>
                            </a:cxn>
                            <a:cxn ang="T66">
                              <a:pos x="T36" y="T37"/>
                            </a:cxn>
                            <a:cxn ang="T67">
                              <a:pos x="T38" y="T39"/>
                            </a:cxn>
                            <a:cxn ang="T68">
                              <a:pos x="T40" y="T41"/>
                            </a:cxn>
                            <a:cxn ang="T69">
                              <a:pos x="T42" y="T43"/>
                            </a:cxn>
                            <a:cxn ang="T70">
                              <a:pos x="T44" y="T45"/>
                            </a:cxn>
                            <a:cxn ang="T71">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196"/>
                      <wps:cNvSpPr>
                        <a:spLocks/>
                      </wps:cNvSpPr>
                      <wps:spPr bwMode="auto">
                        <a:xfrm>
                          <a:off x="574680" y="0"/>
                          <a:ext cx="41906" cy="41919"/>
                        </a:xfrm>
                        <a:custGeom>
                          <a:avLst/>
                          <a:gdLst>
                            <a:gd name="T0" fmla="*/ 41910 w 131"/>
                            <a:gd name="T1" fmla="*/ 20955 h 132"/>
                            <a:gd name="T2" fmla="*/ 41910 w 131"/>
                            <a:gd name="T3" fmla="*/ 20955 h 132"/>
                            <a:gd name="T4" fmla="*/ 41590 w 131"/>
                            <a:gd name="T5" fmla="*/ 25083 h 132"/>
                            <a:gd name="T6" fmla="*/ 40310 w 131"/>
                            <a:gd name="T7" fmla="*/ 29528 h 132"/>
                            <a:gd name="T8" fmla="*/ 38391 w 131"/>
                            <a:gd name="T9" fmla="*/ 32703 h 132"/>
                            <a:gd name="T10" fmla="*/ 35831 w 131"/>
                            <a:gd name="T11" fmla="*/ 35560 h 132"/>
                            <a:gd name="T12" fmla="*/ 32952 w 131"/>
                            <a:gd name="T13" fmla="*/ 38100 h 132"/>
                            <a:gd name="T14" fmla="*/ 29113 w 131"/>
                            <a:gd name="T15" fmla="*/ 40640 h 132"/>
                            <a:gd name="T16" fmla="*/ 25274 w 131"/>
                            <a:gd name="T17" fmla="*/ 41910 h 132"/>
                            <a:gd name="T18" fmla="*/ 21115 w 131"/>
                            <a:gd name="T19" fmla="*/ 41910 h 132"/>
                            <a:gd name="T20" fmla="*/ 21115 w 131"/>
                            <a:gd name="T21" fmla="*/ 41910 h 132"/>
                            <a:gd name="T22" fmla="*/ 16636 w 131"/>
                            <a:gd name="T23" fmla="*/ 41910 h 132"/>
                            <a:gd name="T24" fmla="*/ 13117 w 131"/>
                            <a:gd name="T25" fmla="*/ 40640 h 132"/>
                            <a:gd name="T26" fmla="*/ 9278 w 131"/>
                            <a:gd name="T27" fmla="*/ 38100 h 132"/>
                            <a:gd name="T28" fmla="*/ 6079 w 131"/>
                            <a:gd name="T29" fmla="*/ 35560 h 132"/>
                            <a:gd name="T30" fmla="*/ 3839 w 131"/>
                            <a:gd name="T31" fmla="*/ 32703 h 132"/>
                            <a:gd name="T32" fmla="*/ 1920 w 131"/>
                            <a:gd name="T33" fmla="*/ 29528 h 132"/>
                            <a:gd name="T34" fmla="*/ 640 w 131"/>
                            <a:gd name="T35" fmla="*/ 25083 h 132"/>
                            <a:gd name="T36" fmla="*/ 0 w 131"/>
                            <a:gd name="T37" fmla="*/ 20955 h 132"/>
                            <a:gd name="T38" fmla="*/ 0 w 131"/>
                            <a:gd name="T39" fmla="*/ 20955 h 132"/>
                            <a:gd name="T40" fmla="*/ 640 w 131"/>
                            <a:gd name="T41" fmla="*/ 16510 h 132"/>
                            <a:gd name="T42" fmla="*/ 1920 w 131"/>
                            <a:gd name="T43" fmla="*/ 13018 h 132"/>
                            <a:gd name="T44" fmla="*/ 3839 w 131"/>
                            <a:gd name="T45" fmla="*/ 9208 h 132"/>
                            <a:gd name="T46" fmla="*/ 6079 w 131"/>
                            <a:gd name="T47" fmla="*/ 6033 h 132"/>
                            <a:gd name="T48" fmla="*/ 9278 w 131"/>
                            <a:gd name="T49" fmla="*/ 3810 h 132"/>
                            <a:gd name="T50" fmla="*/ 13117 w 131"/>
                            <a:gd name="T51" fmla="*/ 1905 h 132"/>
                            <a:gd name="T52" fmla="*/ 16636 w 131"/>
                            <a:gd name="T53" fmla="*/ 635 h 132"/>
                            <a:gd name="T54" fmla="*/ 21115 w 131"/>
                            <a:gd name="T55" fmla="*/ 0 h 132"/>
                            <a:gd name="T56" fmla="*/ 21115 w 131"/>
                            <a:gd name="T57" fmla="*/ 0 h 132"/>
                            <a:gd name="T58" fmla="*/ 25274 w 131"/>
                            <a:gd name="T59" fmla="*/ 635 h 132"/>
                            <a:gd name="T60" fmla="*/ 29113 w 131"/>
                            <a:gd name="T61" fmla="*/ 1905 h 132"/>
                            <a:gd name="T62" fmla="*/ 32952 w 131"/>
                            <a:gd name="T63" fmla="*/ 3810 h 132"/>
                            <a:gd name="T64" fmla="*/ 35831 w 131"/>
                            <a:gd name="T65" fmla="*/ 6033 h 132"/>
                            <a:gd name="T66" fmla="*/ 38391 w 131"/>
                            <a:gd name="T67" fmla="*/ 9208 h 132"/>
                            <a:gd name="T68" fmla="*/ 40310 w 131"/>
                            <a:gd name="T69" fmla="*/ 13018 h 132"/>
                            <a:gd name="T70" fmla="*/ 41590 w 131"/>
                            <a:gd name="T71" fmla="*/ 16510 h 132"/>
                            <a:gd name="T72" fmla="*/ 41910 w 131"/>
                            <a:gd name="T73" fmla="*/ 20955 h 132"/>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197"/>
                      <wps:cNvSpPr>
                        <a:spLocks/>
                      </wps:cNvSpPr>
                      <wps:spPr bwMode="auto">
                        <a:xfrm>
                          <a:off x="574680" y="0"/>
                          <a:ext cx="41906" cy="41919"/>
                        </a:xfrm>
                        <a:custGeom>
                          <a:avLst/>
                          <a:gdLst>
                            <a:gd name="T0" fmla="*/ 41910 w 131"/>
                            <a:gd name="T1" fmla="*/ 20955 h 132"/>
                            <a:gd name="T2" fmla="*/ 41910 w 131"/>
                            <a:gd name="T3" fmla="*/ 20955 h 132"/>
                            <a:gd name="T4" fmla="*/ 41590 w 131"/>
                            <a:gd name="T5" fmla="*/ 25083 h 132"/>
                            <a:gd name="T6" fmla="*/ 40310 w 131"/>
                            <a:gd name="T7" fmla="*/ 29528 h 132"/>
                            <a:gd name="T8" fmla="*/ 38391 w 131"/>
                            <a:gd name="T9" fmla="*/ 32703 h 132"/>
                            <a:gd name="T10" fmla="*/ 35831 w 131"/>
                            <a:gd name="T11" fmla="*/ 35560 h 132"/>
                            <a:gd name="T12" fmla="*/ 32952 w 131"/>
                            <a:gd name="T13" fmla="*/ 38100 h 132"/>
                            <a:gd name="T14" fmla="*/ 29113 w 131"/>
                            <a:gd name="T15" fmla="*/ 40640 h 132"/>
                            <a:gd name="T16" fmla="*/ 25274 w 131"/>
                            <a:gd name="T17" fmla="*/ 41910 h 132"/>
                            <a:gd name="T18" fmla="*/ 21115 w 131"/>
                            <a:gd name="T19" fmla="*/ 41910 h 132"/>
                            <a:gd name="T20" fmla="*/ 21115 w 131"/>
                            <a:gd name="T21" fmla="*/ 41910 h 132"/>
                            <a:gd name="T22" fmla="*/ 16636 w 131"/>
                            <a:gd name="T23" fmla="*/ 41910 h 132"/>
                            <a:gd name="T24" fmla="*/ 13117 w 131"/>
                            <a:gd name="T25" fmla="*/ 40640 h 132"/>
                            <a:gd name="T26" fmla="*/ 9278 w 131"/>
                            <a:gd name="T27" fmla="*/ 38100 h 132"/>
                            <a:gd name="T28" fmla="*/ 6079 w 131"/>
                            <a:gd name="T29" fmla="*/ 35560 h 132"/>
                            <a:gd name="T30" fmla="*/ 3839 w 131"/>
                            <a:gd name="T31" fmla="*/ 32703 h 132"/>
                            <a:gd name="T32" fmla="*/ 1920 w 131"/>
                            <a:gd name="T33" fmla="*/ 29528 h 132"/>
                            <a:gd name="T34" fmla="*/ 640 w 131"/>
                            <a:gd name="T35" fmla="*/ 25083 h 132"/>
                            <a:gd name="T36" fmla="*/ 0 w 131"/>
                            <a:gd name="T37" fmla="*/ 20955 h 132"/>
                            <a:gd name="T38" fmla="*/ 0 w 131"/>
                            <a:gd name="T39" fmla="*/ 20955 h 132"/>
                            <a:gd name="T40" fmla="*/ 640 w 131"/>
                            <a:gd name="T41" fmla="*/ 16510 h 132"/>
                            <a:gd name="T42" fmla="*/ 1920 w 131"/>
                            <a:gd name="T43" fmla="*/ 13018 h 132"/>
                            <a:gd name="T44" fmla="*/ 3839 w 131"/>
                            <a:gd name="T45" fmla="*/ 9208 h 132"/>
                            <a:gd name="T46" fmla="*/ 6079 w 131"/>
                            <a:gd name="T47" fmla="*/ 6033 h 132"/>
                            <a:gd name="T48" fmla="*/ 9278 w 131"/>
                            <a:gd name="T49" fmla="*/ 3810 h 132"/>
                            <a:gd name="T50" fmla="*/ 13117 w 131"/>
                            <a:gd name="T51" fmla="*/ 1905 h 132"/>
                            <a:gd name="T52" fmla="*/ 16636 w 131"/>
                            <a:gd name="T53" fmla="*/ 635 h 132"/>
                            <a:gd name="T54" fmla="*/ 21115 w 131"/>
                            <a:gd name="T55" fmla="*/ 0 h 132"/>
                            <a:gd name="T56" fmla="*/ 21115 w 131"/>
                            <a:gd name="T57" fmla="*/ 0 h 132"/>
                            <a:gd name="T58" fmla="*/ 25274 w 131"/>
                            <a:gd name="T59" fmla="*/ 635 h 132"/>
                            <a:gd name="T60" fmla="*/ 29113 w 131"/>
                            <a:gd name="T61" fmla="*/ 1905 h 132"/>
                            <a:gd name="T62" fmla="*/ 32952 w 131"/>
                            <a:gd name="T63" fmla="*/ 3810 h 132"/>
                            <a:gd name="T64" fmla="*/ 35831 w 131"/>
                            <a:gd name="T65" fmla="*/ 6033 h 132"/>
                            <a:gd name="T66" fmla="*/ 38391 w 131"/>
                            <a:gd name="T67" fmla="*/ 9208 h 132"/>
                            <a:gd name="T68" fmla="*/ 40310 w 131"/>
                            <a:gd name="T69" fmla="*/ 13018 h 132"/>
                            <a:gd name="T70" fmla="*/ 41590 w 131"/>
                            <a:gd name="T71" fmla="*/ 16510 h 132"/>
                            <a:gd name="T72" fmla="*/ 41910 w 131"/>
                            <a:gd name="T73" fmla="*/ 20955 h 132"/>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198"/>
                      <wps:cNvSpPr>
                        <a:spLocks noEditPoints="1"/>
                      </wps:cNvSpPr>
                      <wps:spPr bwMode="auto">
                        <a:xfrm>
                          <a:off x="381053" y="113051"/>
                          <a:ext cx="84412" cy="86339"/>
                        </a:xfrm>
                        <a:custGeom>
                          <a:avLst/>
                          <a:gdLst>
                            <a:gd name="T0" fmla="*/ 42228 w 266"/>
                            <a:gd name="T1" fmla="*/ 0 h 271"/>
                            <a:gd name="T2" fmla="*/ 51435 w 266"/>
                            <a:gd name="T3" fmla="*/ 637 h 271"/>
                            <a:gd name="T4" fmla="*/ 60008 w 266"/>
                            <a:gd name="T5" fmla="*/ 2231 h 271"/>
                            <a:gd name="T6" fmla="*/ 67310 w 266"/>
                            <a:gd name="T7" fmla="*/ 6055 h 271"/>
                            <a:gd name="T8" fmla="*/ 73343 w 266"/>
                            <a:gd name="T9" fmla="*/ 11154 h 271"/>
                            <a:gd name="T10" fmla="*/ 78423 w 266"/>
                            <a:gd name="T11" fmla="*/ 17208 h 271"/>
                            <a:gd name="T12" fmla="*/ 81598 w 266"/>
                            <a:gd name="T13" fmla="*/ 24538 h 271"/>
                            <a:gd name="T14" fmla="*/ 83185 w 266"/>
                            <a:gd name="T15" fmla="*/ 33142 h 271"/>
                            <a:gd name="T16" fmla="*/ 84455 w 266"/>
                            <a:gd name="T17" fmla="*/ 43021 h 271"/>
                            <a:gd name="T18" fmla="*/ 82550 w 266"/>
                            <a:gd name="T19" fmla="*/ 57361 h 271"/>
                            <a:gd name="T20" fmla="*/ 80328 w 266"/>
                            <a:gd name="T21" fmla="*/ 65328 h 271"/>
                            <a:gd name="T22" fmla="*/ 75883 w 266"/>
                            <a:gd name="T23" fmla="*/ 72020 h 271"/>
                            <a:gd name="T24" fmla="*/ 70485 w 266"/>
                            <a:gd name="T25" fmla="*/ 77756 h 271"/>
                            <a:gd name="T26" fmla="*/ 64453 w 266"/>
                            <a:gd name="T27" fmla="*/ 81899 h 271"/>
                            <a:gd name="T28" fmla="*/ 56198 w 266"/>
                            <a:gd name="T29" fmla="*/ 85085 h 271"/>
                            <a:gd name="T30" fmla="*/ 46990 w 266"/>
                            <a:gd name="T31" fmla="*/ 86360 h 271"/>
                            <a:gd name="T32" fmla="*/ 42228 w 266"/>
                            <a:gd name="T33" fmla="*/ 86360 h 271"/>
                            <a:gd name="T34" fmla="*/ 32385 w 266"/>
                            <a:gd name="T35" fmla="*/ 85723 h 271"/>
                            <a:gd name="T36" fmla="*/ 23813 w 266"/>
                            <a:gd name="T37" fmla="*/ 83811 h 271"/>
                            <a:gd name="T38" fmla="*/ 16510 w 266"/>
                            <a:gd name="T39" fmla="*/ 80305 h 271"/>
                            <a:gd name="T40" fmla="*/ 10478 w 266"/>
                            <a:gd name="T41" fmla="*/ 75206 h 271"/>
                            <a:gd name="T42" fmla="*/ 6033 w 266"/>
                            <a:gd name="T43" fmla="*/ 68514 h 271"/>
                            <a:gd name="T44" fmla="*/ 2223 w 266"/>
                            <a:gd name="T45" fmla="*/ 61185 h 271"/>
                            <a:gd name="T46" fmla="*/ 635 w 266"/>
                            <a:gd name="T47" fmla="*/ 52899 h 271"/>
                            <a:gd name="T48" fmla="*/ 0 w 266"/>
                            <a:gd name="T49" fmla="*/ 43021 h 271"/>
                            <a:gd name="T50" fmla="*/ 1270 w 266"/>
                            <a:gd name="T51" fmla="*/ 28999 h 271"/>
                            <a:gd name="T52" fmla="*/ 4128 w 266"/>
                            <a:gd name="T53" fmla="*/ 21032 h 271"/>
                            <a:gd name="T54" fmla="*/ 7938 w 266"/>
                            <a:gd name="T55" fmla="*/ 14022 h 271"/>
                            <a:gd name="T56" fmla="*/ 13335 w 266"/>
                            <a:gd name="T57" fmla="*/ 8604 h 271"/>
                            <a:gd name="T58" fmla="*/ 20003 w 266"/>
                            <a:gd name="T59" fmla="*/ 4143 h 271"/>
                            <a:gd name="T60" fmla="*/ 28258 w 266"/>
                            <a:gd name="T61" fmla="*/ 1275 h 271"/>
                            <a:gd name="T62" fmla="*/ 36830 w 266"/>
                            <a:gd name="T63" fmla="*/ 0 h 271"/>
                            <a:gd name="T64" fmla="*/ 42228 w 266"/>
                            <a:gd name="T65" fmla="*/ 69789 h 271"/>
                            <a:gd name="T66" fmla="*/ 46355 w 266"/>
                            <a:gd name="T67" fmla="*/ 69789 h 271"/>
                            <a:gd name="T68" fmla="*/ 53975 w 266"/>
                            <a:gd name="T69" fmla="*/ 65328 h 271"/>
                            <a:gd name="T70" fmla="*/ 58103 w 266"/>
                            <a:gd name="T71" fmla="*/ 57998 h 271"/>
                            <a:gd name="T72" fmla="*/ 60008 w 266"/>
                            <a:gd name="T73" fmla="*/ 48119 h 271"/>
                            <a:gd name="T74" fmla="*/ 60643 w 266"/>
                            <a:gd name="T75" fmla="*/ 43021 h 271"/>
                            <a:gd name="T76" fmla="*/ 59373 w 266"/>
                            <a:gd name="T77" fmla="*/ 32505 h 271"/>
                            <a:gd name="T78" fmla="*/ 56198 w 266"/>
                            <a:gd name="T79" fmla="*/ 23900 h 271"/>
                            <a:gd name="T80" fmla="*/ 50800 w 266"/>
                            <a:gd name="T81" fmla="*/ 18483 h 271"/>
                            <a:gd name="T82" fmla="*/ 42228 w 266"/>
                            <a:gd name="T83" fmla="*/ 16571 h 271"/>
                            <a:gd name="T84" fmla="*/ 37465 w 266"/>
                            <a:gd name="T85" fmla="*/ 16571 h 271"/>
                            <a:gd name="T86" fmla="*/ 29845 w 266"/>
                            <a:gd name="T87" fmla="*/ 21032 h 271"/>
                            <a:gd name="T88" fmla="*/ 25083 w 266"/>
                            <a:gd name="T89" fmla="*/ 28362 h 271"/>
                            <a:gd name="T90" fmla="*/ 23178 w 266"/>
                            <a:gd name="T91" fmla="*/ 37603 h 271"/>
                            <a:gd name="T92" fmla="*/ 22543 w 266"/>
                            <a:gd name="T93" fmla="*/ 43021 h 271"/>
                            <a:gd name="T94" fmla="*/ 23813 w 266"/>
                            <a:gd name="T95" fmla="*/ 52899 h 271"/>
                            <a:gd name="T96" fmla="*/ 26988 w 266"/>
                            <a:gd name="T97" fmla="*/ 61504 h 271"/>
                            <a:gd name="T98" fmla="*/ 33020 w 266"/>
                            <a:gd name="T99" fmla="*/ 67877 h 271"/>
                            <a:gd name="T100" fmla="*/ 42228 w 266"/>
                            <a:gd name="T101" fmla="*/ 69789 h 271"/>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199"/>
                      <wps:cNvSpPr>
                        <a:spLocks/>
                      </wps:cNvSpPr>
                      <wps:spPr bwMode="auto">
                        <a:xfrm>
                          <a:off x="381053" y="113051"/>
                          <a:ext cx="84412" cy="86339"/>
                        </a:xfrm>
                        <a:custGeom>
                          <a:avLst/>
                          <a:gdLst>
                            <a:gd name="T0" fmla="*/ 42228 w 266"/>
                            <a:gd name="T1" fmla="*/ 0 h 271"/>
                            <a:gd name="T2" fmla="*/ 51435 w 266"/>
                            <a:gd name="T3" fmla="*/ 637 h 271"/>
                            <a:gd name="T4" fmla="*/ 60008 w 266"/>
                            <a:gd name="T5" fmla="*/ 2231 h 271"/>
                            <a:gd name="T6" fmla="*/ 67310 w 266"/>
                            <a:gd name="T7" fmla="*/ 6055 h 271"/>
                            <a:gd name="T8" fmla="*/ 73343 w 266"/>
                            <a:gd name="T9" fmla="*/ 11154 h 271"/>
                            <a:gd name="T10" fmla="*/ 78423 w 266"/>
                            <a:gd name="T11" fmla="*/ 17208 h 271"/>
                            <a:gd name="T12" fmla="*/ 81598 w 266"/>
                            <a:gd name="T13" fmla="*/ 24538 h 271"/>
                            <a:gd name="T14" fmla="*/ 83185 w 266"/>
                            <a:gd name="T15" fmla="*/ 33142 h 271"/>
                            <a:gd name="T16" fmla="*/ 84455 w 266"/>
                            <a:gd name="T17" fmla="*/ 43021 h 271"/>
                            <a:gd name="T18" fmla="*/ 82550 w 266"/>
                            <a:gd name="T19" fmla="*/ 57361 h 271"/>
                            <a:gd name="T20" fmla="*/ 80328 w 266"/>
                            <a:gd name="T21" fmla="*/ 65328 h 271"/>
                            <a:gd name="T22" fmla="*/ 75883 w 266"/>
                            <a:gd name="T23" fmla="*/ 72020 h 271"/>
                            <a:gd name="T24" fmla="*/ 70485 w 266"/>
                            <a:gd name="T25" fmla="*/ 77756 h 271"/>
                            <a:gd name="T26" fmla="*/ 64453 w 266"/>
                            <a:gd name="T27" fmla="*/ 81899 h 271"/>
                            <a:gd name="T28" fmla="*/ 56198 w 266"/>
                            <a:gd name="T29" fmla="*/ 85085 h 271"/>
                            <a:gd name="T30" fmla="*/ 46990 w 266"/>
                            <a:gd name="T31" fmla="*/ 86360 h 271"/>
                            <a:gd name="T32" fmla="*/ 42228 w 266"/>
                            <a:gd name="T33" fmla="*/ 86360 h 271"/>
                            <a:gd name="T34" fmla="*/ 32385 w 266"/>
                            <a:gd name="T35" fmla="*/ 85723 h 271"/>
                            <a:gd name="T36" fmla="*/ 23813 w 266"/>
                            <a:gd name="T37" fmla="*/ 83811 h 271"/>
                            <a:gd name="T38" fmla="*/ 16510 w 266"/>
                            <a:gd name="T39" fmla="*/ 80305 h 271"/>
                            <a:gd name="T40" fmla="*/ 10478 w 266"/>
                            <a:gd name="T41" fmla="*/ 75206 h 271"/>
                            <a:gd name="T42" fmla="*/ 6033 w 266"/>
                            <a:gd name="T43" fmla="*/ 68514 h 271"/>
                            <a:gd name="T44" fmla="*/ 2223 w 266"/>
                            <a:gd name="T45" fmla="*/ 61185 h 271"/>
                            <a:gd name="T46" fmla="*/ 635 w 266"/>
                            <a:gd name="T47" fmla="*/ 52899 h 271"/>
                            <a:gd name="T48" fmla="*/ 0 w 266"/>
                            <a:gd name="T49" fmla="*/ 43021 h 271"/>
                            <a:gd name="T50" fmla="*/ 1270 w 266"/>
                            <a:gd name="T51" fmla="*/ 28999 h 271"/>
                            <a:gd name="T52" fmla="*/ 4128 w 266"/>
                            <a:gd name="T53" fmla="*/ 21032 h 271"/>
                            <a:gd name="T54" fmla="*/ 7938 w 266"/>
                            <a:gd name="T55" fmla="*/ 14022 h 271"/>
                            <a:gd name="T56" fmla="*/ 13335 w 266"/>
                            <a:gd name="T57" fmla="*/ 8604 h 271"/>
                            <a:gd name="T58" fmla="*/ 20003 w 266"/>
                            <a:gd name="T59" fmla="*/ 4143 h 271"/>
                            <a:gd name="T60" fmla="*/ 28258 w 266"/>
                            <a:gd name="T61" fmla="*/ 1275 h 271"/>
                            <a:gd name="T62" fmla="*/ 36830 w 266"/>
                            <a:gd name="T63" fmla="*/ 0 h 271"/>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200"/>
                      <wps:cNvSpPr>
                        <a:spLocks/>
                      </wps:cNvSpPr>
                      <wps:spPr bwMode="auto">
                        <a:xfrm>
                          <a:off x="403856" y="129558"/>
                          <a:ext cx="37505" cy="53324"/>
                        </a:xfrm>
                        <a:custGeom>
                          <a:avLst/>
                          <a:gdLst>
                            <a:gd name="T0" fmla="*/ 19357 w 120"/>
                            <a:gd name="T1" fmla="*/ 53340 h 167"/>
                            <a:gd name="T2" fmla="*/ 19357 w 120"/>
                            <a:gd name="T3" fmla="*/ 53340 h 167"/>
                            <a:gd name="T4" fmla="*/ 23416 w 120"/>
                            <a:gd name="T5" fmla="*/ 53340 h 167"/>
                            <a:gd name="T6" fmla="*/ 27787 w 120"/>
                            <a:gd name="T7" fmla="*/ 51424 h 167"/>
                            <a:gd name="T8" fmla="*/ 30909 w 120"/>
                            <a:gd name="T9" fmla="*/ 48868 h 167"/>
                            <a:gd name="T10" fmla="*/ 33094 w 120"/>
                            <a:gd name="T11" fmla="*/ 45036 h 167"/>
                            <a:gd name="T12" fmla="*/ 34967 w 120"/>
                            <a:gd name="T13" fmla="*/ 41522 h 167"/>
                            <a:gd name="T14" fmla="*/ 36216 w 120"/>
                            <a:gd name="T15" fmla="*/ 36412 h 167"/>
                            <a:gd name="T16" fmla="*/ 36841 w 120"/>
                            <a:gd name="T17" fmla="*/ 31621 h 167"/>
                            <a:gd name="T18" fmla="*/ 37465 w 120"/>
                            <a:gd name="T19" fmla="*/ 26510 h 167"/>
                            <a:gd name="T20" fmla="*/ 37465 w 120"/>
                            <a:gd name="T21" fmla="*/ 26510 h 167"/>
                            <a:gd name="T22" fmla="*/ 36841 w 120"/>
                            <a:gd name="T23" fmla="*/ 21080 h 167"/>
                            <a:gd name="T24" fmla="*/ 36216 w 120"/>
                            <a:gd name="T25" fmla="*/ 15970 h 167"/>
                            <a:gd name="T26" fmla="*/ 34967 w 120"/>
                            <a:gd name="T27" fmla="*/ 11818 h 167"/>
                            <a:gd name="T28" fmla="*/ 33094 w 120"/>
                            <a:gd name="T29" fmla="*/ 7346 h 167"/>
                            <a:gd name="T30" fmla="*/ 30909 w 120"/>
                            <a:gd name="T31" fmla="*/ 4472 h 167"/>
                            <a:gd name="T32" fmla="*/ 27787 w 120"/>
                            <a:gd name="T33" fmla="*/ 1916 h 167"/>
                            <a:gd name="T34" fmla="*/ 23416 w 120"/>
                            <a:gd name="T35" fmla="*/ 0 h 167"/>
                            <a:gd name="T36" fmla="*/ 19357 w 120"/>
                            <a:gd name="T37" fmla="*/ 0 h 167"/>
                            <a:gd name="T38" fmla="*/ 19357 w 120"/>
                            <a:gd name="T39" fmla="*/ 0 h 167"/>
                            <a:gd name="T40" fmla="*/ 14674 w 120"/>
                            <a:gd name="T41" fmla="*/ 0 h 167"/>
                            <a:gd name="T42" fmla="*/ 10303 w 120"/>
                            <a:gd name="T43" fmla="*/ 1916 h 167"/>
                            <a:gd name="T44" fmla="*/ 7181 w 120"/>
                            <a:gd name="T45" fmla="*/ 4472 h 167"/>
                            <a:gd name="T46" fmla="*/ 4371 w 120"/>
                            <a:gd name="T47" fmla="*/ 7346 h 167"/>
                            <a:gd name="T48" fmla="*/ 2498 w 120"/>
                            <a:gd name="T49" fmla="*/ 11818 h 167"/>
                            <a:gd name="T50" fmla="*/ 1249 w 120"/>
                            <a:gd name="T51" fmla="*/ 15970 h 167"/>
                            <a:gd name="T52" fmla="*/ 624 w 120"/>
                            <a:gd name="T53" fmla="*/ 21080 h 167"/>
                            <a:gd name="T54" fmla="*/ 0 w 120"/>
                            <a:gd name="T55" fmla="*/ 26510 h 167"/>
                            <a:gd name="T56" fmla="*/ 0 w 120"/>
                            <a:gd name="T57" fmla="*/ 26510 h 167"/>
                            <a:gd name="T58" fmla="*/ 624 w 120"/>
                            <a:gd name="T59" fmla="*/ 31621 h 167"/>
                            <a:gd name="T60" fmla="*/ 1249 w 120"/>
                            <a:gd name="T61" fmla="*/ 36412 h 167"/>
                            <a:gd name="T62" fmla="*/ 2498 w 120"/>
                            <a:gd name="T63" fmla="*/ 41522 h 167"/>
                            <a:gd name="T64" fmla="*/ 4371 w 120"/>
                            <a:gd name="T65" fmla="*/ 45036 h 167"/>
                            <a:gd name="T66" fmla="*/ 7181 w 120"/>
                            <a:gd name="T67" fmla="*/ 48868 h 167"/>
                            <a:gd name="T68" fmla="*/ 10303 w 120"/>
                            <a:gd name="T69" fmla="*/ 51424 h 167"/>
                            <a:gd name="T70" fmla="*/ 14674 w 120"/>
                            <a:gd name="T71" fmla="*/ 53340 h 167"/>
                            <a:gd name="T72" fmla="*/ 19357 w 120"/>
                            <a:gd name="T73" fmla="*/ 53340 h 167"/>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201"/>
                      <wps:cNvSpPr>
                        <a:spLocks/>
                      </wps:cNvSpPr>
                      <wps:spPr bwMode="auto">
                        <a:xfrm>
                          <a:off x="291440" y="113051"/>
                          <a:ext cx="73710" cy="86339"/>
                        </a:xfrm>
                        <a:custGeom>
                          <a:avLst/>
                          <a:gdLst>
                            <a:gd name="T0" fmla="*/ 49107 w 231"/>
                            <a:gd name="T1" fmla="*/ 0 h 271"/>
                            <a:gd name="T2" fmla="*/ 61543 w 231"/>
                            <a:gd name="T3" fmla="*/ 637 h 271"/>
                            <a:gd name="T4" fmla="*/ 72066 w 231"/>
                            <a:gd name="T5" fmla="*/ 21988 h 271"/>
                            <a:gd name="T6" fmla="*/ 66326 w 231"/>
                            <a:gd name="T7" fmla="*/ 19758 h 271"/>
                            <a:gd name="T8" fmla="*/ 55165 w 231"/>
                            <a:gd name="T9" fmla="*/ 16571 h 271"/>
                            <a:gd name="T10" fmla="*/ 49744 w 231"/>
                            <a:gd name="T11" fmla="*/ 16571 h 271"/>
                            <a:gd name="T12" fmla="*/ 39222 w 231"/>
                            <a:gd name="T13" fmla="*/ 18483 h 271"/>
                            <a:gd name="T14" fmla="*/ 30612 w 231"/>
                            <a:gd name="T15" fmla="*/ 23900 h 271"/>
                            <a:gd name="T16" fmla="*/ 25191 w 231"/>
                            <a:gd name="T17" fmla="*/ 31867 h 271"/>
                            <a:gd name="T18" fmla="*/ 23278 w 231"/>
                            <a:gd name="T19" fmla="*/ 43021 h 271"/>
                            <a:gd name="T20" fmla="*/ 23916 w 231"/>
                            <a:gd name="T21" fmla="*/ 49394 h 271"/>
                            <a:gd name="T22" fmla="*/ 27742 w 231"/>
                            <a:gd name="T23" fmla="*/ 59273 h 271"/>
                            <a:gd name="T24" fmla="*/ 35714 w 231"/>
                            <a:gd name="T25" fmla="*/ 65965 h 271"/>
                            <a:gd name="T26" fmla="*/ 45599 w 231"/>
                            <a:gd name="T27" fmla="*/ 69789 h 271"/>
                            <a:gd name="T28" fmla="*/ 51658 w 231"/>
                            <a:gd name="T29" fmla="*/ 69789 h 271"/>
                            <a:gd name="T30" fmla="*/ 62818 w 231"/>
                            <a:gd name="T31" fmla="*/ 68514 h 271"/>
                            <a:gd name="T32" fmla="*/ 73341 w 231"/>
                            <a:gd name="T33" fmla="*/ 65328 h 271"/>
                            <a:gd name="T34" fmla="*/ 73660 w 231"/>
                            <a:gd name="T35" fmla="*/ 82536 h 271"/>
                            <a:gd name="T36" fmla="*/ 63456 w 231"/>
                            <a:gd name="T37" fmla="*/ 85723 h 271"/>
                            <a:gd name="T38" fmla="*/ 49107 w 231"/>
                            <a:gd name="T39" fmla="*/ 86360 h 271"/>
                            <a:gd name="T40" fmla="*/ 40497 w 231"/>
                            <a:gd name="T41" fmla="*/ 86360 h 271"/>
                            <a:gd name="T42" fmla="*/ 27742 w 231"/>
                            <a:gd name="T43" fmla="*/ 83173 h 271"/>
                            <a:gd name="T44" fmla="*/ 19451 w 231"/>
                            <a:gd name="T45" fmla="*/ 79668 h 271"/>
                            <a:gd name="T46" fmla="*/ 12755 w 231"/>
                            <a:gd name="T47" fmla="*/ 73932 h 271"/>
                            <a:gd name="T48" fmla="*/ 6696 w 231"/>
                            <a:gd name="T49" fmla="*/ 67877 h 271"/>
                            <a:gd name="T50" fmla="*/ 2232 w 231"/>
                            <a:gd name="T51" fmla="*/ 59273 h 271"/>
                            <a:gd name="T52" fmla="*/ 638 w 231"/>
                            <a:gd name="T53" fmla="*/ 48757 h 271"/>
                            <a:gd name="T54" fmla="*/ 0 w 231"/>
                            <a:gd name="T55" fmla="*/ 43021 h 271"/>
                            <a:gd name="T56" fmla="*/ 957 w 231"/>
                            <a:gd name="T57" fmla="*/ 32505 h 271"/>
                            <a:gd name="T58" fmla="*/ 3508 w 231"/>
                            <a:gd name="T59" fmla="*/ 23900 h 271"/>
                            <a:gd name="T60" fmla="*/ 8610 w 231"/>
                            <a:gd name="T61" fmla="*/ 16571 h 271"/>
                            <a:gd name="T62" fmla="*/ 14030 w 231"/>
                            <a:gd name="T63" fmla="*/ 10516 h 271"/>
                            <a:gd name="T64" fmla="*/ 21365 w 231"/>
                            <a:gd name="T65" fmla="*/ 5417 h 271"/>
                            <a:gd name="T66" fmla="*/ 29336 w 231"/>
                            <a:gd name="T67" fmla="*/ 2231 h 271"/>
                            <a:gd name="T68" fmla="*/ 38584 w 231"/>
                            <a:gd name="T69" fmla="*/ 637 h 271"/>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202"/>
                      <wps:cNvSpPr>
                        <a:spLocks/>
                      </wps:cNvSpPr>
                      <wps:spPr bwMode="auto">
                        <a:xfrm>
                          <a:off x="291440" y="113051"/>
                          <a:ext cx="73710" cy="86339"/>
                        </a:xfrm>
                        <a:custGeom>
                          <a:avLst/>
                          <a:gdLst>
                            <a:gd name="T0" fmla="*/ 49107 w 231"/>
                            <a:gd name="T1" fmla="*/ 0 h 271"/>
                            <a:gd name="T2" fmla="*/ 61543 w 231"/>
                            <a:gd name="T3" fmla="*/ 637 h 271"/>
                            <a:gd name="T4" fmla="*/ 72066 w 231"/>
                            <a:gd name="T5" fmla="*/ 21988 h 271"/>
                            <a:gd name="T6" fmla="*/ 66326 w 231"/>
                            <a:gd name="T7" fmla="*/ 19758 h 271"/>
                            <a:gd name="T8" fmla="*/ 55165 w 231"/>
                            <a:gd name="T9" fmla="*/ 16571 h 271"/>
                            <a:gd name="T10" fmla="*/ 49744 w 231"/>
                            <a:gd name="T11" fmla="*/ 16571 h 271"/>
                            <a:gd name="T12" fmla="*/ 39222 w 231"/>
                            <a:gd name="T13" fmla="*/ 18483 h 271"/>
                            <a:gd name="T14" fmla="*/ 30612 w 231"/>
                            <a:gd name="T15" fmla="*/ 23900 h 271"/>
                            <a:gd name="T16" fmla="*/ 25191 w 231"/>
                            <a:gd name="T17" fmla="*/ 31867 h 271"/>
                            <a:gd name="T18" fmla="*/ 23278 w 231"/>
                            <a:gd name="T19" fmla="*/ 43021 h 271"/>
                            <a:gd name="T20" fmla="*/ 23916 w 231"/>
                            <a:gd name="T21" fmla="*/ 49394 h 271"/>
                            <a:gd name="T22" fmla="*/ 27742 w 231"/>
                            <a:gd name="T23" fmla="*/ 59273 h 271"/>
                            <a:gd name="T24" fmla="*/ 35714 w 231"/>
                            <a:gd name="T25" fmla="*/ 65965 h 271"/>
                            <a:gd name="T26" fmla="*/ 45599 w 231"/>
                            <a:gd name="T27" fmla="*/ 69789 h 271"/>
                            <a:gd name="T28" fmla="*/ 51658 w 231"/>
                            <a:gd name="T29" fmla="*/ 69789 h 271"/>
                            <a:gd name="T30" fmla="*/ 62818 w 231"/>
                            <a:gd name="T31" fmla="*/ 68514 h 271"/>
                            <a:gd name="T32" fmla="*/ 73341 w 231"/>
                            <a:gd name="T33" fmla="*/ 65328 h 271"/>
                            <a:gd name="T34" fmla="*/ 73660 w 231"/>
                            <a:gd name="T35" fmla="*/ 82536 h 271"/>
                            <a:gd name="T36" fmla="*/ 63456 w 231"/>
                            <a:gd name="T37" fmla="*/ 85723 h 271"/>
                            <a:gd name="T38" fmla="*/ 49107 w 231"/>
                            <a:gd name="T39" fmla="*/ 86360 h 271"/>
                            <a:gd name="T40" fmla="*/ 40497 w 231"/>
                            <a:gd name="T41" fmla="*/ 86360 h 271"/>
                            <a:gd name="T42" fmla="*/ 27742 w 231"/>
                            <a:gd name="T43" fmla="*/ 83173 h 271"/>
                            <a:gd name="T44" fmla="*/ 19451 w 231"/>
                            <a:gd name="T45" fmla="*/ 79668 h 271"/>
                            <a:gd name="T46" fmla="*/ 12755 w 231"/>
                            <a:gd name="T47" fmla="*/ 73932 h 271"/>
                            <a:gd name="T48" fmla="*/ 6696 w 231"/>
                            <a:gd name="T49" fmla="*/ 67877 h 271"/>
                            <a:gd name="T50" fmla="*/ 2232 w 231"/>
                            <a:gd name="T51" fmla="*/ 59273 h 271"/>
                            <a:gd name="T52" fmla="*/ 638 w 231"/>
                            <a:gd name="T53" fmla="*/ 48757 h 271"/>
                            <a:gd name="T54" fmla="*/ 0 w 231"/>
                            <a:gd name="T55" fmla="*/ 43021 h 271"/>
                            <a:gd name="T56" fmla="*/ 957 w 231"/>
                            <a:gd name="T57" fmla="*/ 32505 h 271"/>
                            <a:gd name="T58" fmla="*/ 3508 w 231"/>
                            <a:gd name="T59" fmla="*/ 23900 h 271"/>
                            <a:gd name="T60" fmla="*/ 8610 w 231"/>
                            <a:gd name="T61" fmla="*/ 16571 h 271"/>
                            <a:gd name="T62" fmla="*/ 14030 w 231"/>
                            <a:gd name="T63" fmla="*/ 10516 h 271"/>
                            <a:gd name="T64" fmla="*/ 21365 w 231"/>
                            <a:gd name="T65" fmla="*/ 5417 h 271"/>
                            <a:gd name="T66" fmla="*/ 29336 w 231"/>
                            <a:gd name="T67" fmla="*/ 2231 h 271"/>
                            <a:gd name="T68" fmla="*/ 38584 w 231"/>
                            <a:gd name="T69" fmla="*/ 637 h 271"/>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203"/>
                      <wps:cNvSpPr>
                        <a:spLocks/>
                      </wps:cNvSpPr>
                      <wps:spPr bwMode="auto">
                        <a:xfrm>
                          <a:off x="213930" y="113651"/>
                          <a:ext cx="60408" cy="85138"/>
                        </a:xfrm>
                        <a:custGeom>
                          <a:avLst/>
                          <a:gdLst>
                            <a:gd name="T0" fmla="*/ 0 w 190"/>
                            <a:gd name="T1" fmla="*/ 0 h 267"/>
                            <a:gd name="T2" fmla="*/ 59055 w 190"/>
                            <a:gd name="T3" fmla="*/ 0 h 267"/>
                            <a:gd name="T4" fmla="*/ 59055 w 190"/>
                            <a:gd name="T5" fmla="*/ 15934 h 267"/>
                            <a:gd name="T6" fmla="*/ 21590 w 190"/>
                            <a:gd name="T7" fmla="*/ 15934 h 267"/>
                            <a:gd name="T8" fmla="*/ 21590 w 190"/>
                            <a:gd name="T9" fmla="*/ 33144 h 267"/>
                            <a:gd name="T10" fmla="*/ 56515 w 190"/>
                            <a:gd name="T11" fmla="*/ 33144 h 267"/>
                            <a:gd name="T12" fmla="*/ 56515 w 190"/>
                            <a:gd name="T13" fmla="*/ 50034 h 267"/>
                            <a:gd name="T14" fmla="*/ 21590 w 190"/>
                            <a:gd name="T15" fmla="*/ 50034 h 267"/>
                            <a:gd name="T16" fmla="*/ 21590 w 190"/>
                            <a:gd name="T17" fmla="*/ 68518 h 267"/>
                            <a:gd name="T18" fmla="*/ 60325 w 190"/>
                            <a:gd name="T19" fmla="*/ 68518 h 267"/>
                            <a:gd name="T20" fmla="*/ 60325 w 190"/>
                            <a:gd name="T21" fmla="*/ 85090 h 267"/>
                            <a:gd name="T22" fmla="*/ 0 w 190"/>
                            <a:gd name="T23" fmla="*/ 85090 h 267"/>
                            <a:gd name="T24" fmla="*/ 0 w 190"/>
                            <a:gd name="T25" fmla="*/ 0 h 267"/>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204"/>
                      <wps:cNvSpPr>
                        <a:spLocks/>
                      </wps:cNvSpPr>
                      <wps:spPr bwMode="auto">
                        <a:xfrm>
                          <a:off x="78711" y="113651"/>
                          <a:ext cx="118116" cy="85138"/>
                        </a:xfrm>
                        <a:custGeom>
                          <a:avLst/>
                          <a:gdLst>
                            <a:gd name="T0" fmla="*/ 0 w 373"/>
                            <a:gd name="T1" fmla="*/ 0 h 267"/>
                            <a:gd name="T2" fmla="*/ 22799 w 373"/>
                            <a:gd name="T3" fmla="*/ 0 h 267"/>
                            <a:gd name="T4" fmla="*/ 33248 w 373"/>
                            <a:gd name="T5" fmla="*/ 64694 h 267"/>
                            <a:gd name="T6" fmla="*/ 33881 w 373"/>
                            <a:gd name="T7" fmla="*/ 64694 h 267"/>
                            <a:gd name="T8" fmla="*/ 44647 w 373"/>
                            <a:gd name="T9" fmla="*/ 0 h 267"/>
                            <a:gd name="T10" fmla="*/ 73463 w 373"/>
                            <a:gd name="T11" fmla="*/ 0 h 267"/>
                            <a:gd name="T12" fmla="*/ 85179 w 373"/>
                            <a:gd name="T13" fmla="*/ 64694 h 267"/>
                            <a:gd name="T14" fmla="*/ 96261 w 373"/>
                            <a:gd name="T15" fmla="*/ 0 h 267"/>
                            <a:gd name="T16" fmla="*/ 118110 w 373"/>
                            <a:gd name="T17" fmla="*/ 0 h 267"/>
                            <a:gd name="T18" fmla="*/ 98478 w 373"/>
                            <a:gd name="T19" fmla="*/ 85090 h 267"/>
                            <a:gd name="T20" fmla="*/ 70296 w 373"/>
                            <a:gd name="T21" fmla="*/ 85090 h 267"/>
                            <a:gd name="T22" fmla="*/ 58897 w 373"/>
                            <a:gd name="T23" fmla="*/ 19759 h 267"/>
                            <a:gd name="T24" fmla="*/ 47814 w 373"/>
                            <a:gd name="T25" fmla="*/ 85090 h 267"/>
                            <a:gd name="T26" fmla="*/ 18366 w 373"/>
                            <a:gd name="T27" fmla="*/ 85090 h 267"/>
                            <a:gd name="T28" fmla="*/ 0 w 373"/>
                            <a:gd name="T29" fmla="*/ 0 h 267"/>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205"/>
                      <wps:cNvSpPr>
                        <a:spLocks/>
                      </wps:cNvSpPr>
                      <wps:spPr bwMode="auto">
                        <a:xfrm>
                          <a:off x="0" y="113051"/>
                          <a:ext cx="63509" cy="86339"/>
                        </a:xfrm>
                        <a:custGeom>
                          <a:avLst/>
                          <a:gdLst>
                            <a:gd name="T0" fmla="*/ 36647 w 201"/>
                            <a:gd name="T1" fmla="*/ 0 h 271"/>
                            <a:gd name="T2" fmla="*/ 53706 w 201"/>
                            <a:gd name="T3" fmla="*/ 1275 h 271"/>
                            <a:gd name="T4" fmla="*/ 56866 w 201"/>
                            <a:gd name="T5" fmla="*/ 20395 h 271"/>
                            <a:gd name="T6" fmla="*/ 52443 w 201"/>
                            <a:gd name="T7" fmla="*/ 18483 h 271"/>
                            <a:gd name="T8" fmla="*/ 43281 w 201"/>
                            <a:gd name="T9" fmla="*/ 16571 h 271"/>
                            <a:gd name="T10" fmla="*/ 38542 w 201"/>
                            <a:gd name="T11" fmla="*/ 16571 h 271"/>
                            <a:gd name="T12" fmla="*/ 28749 w 201"/>
                            <a:gd name="T13" fmla="*/ 17208 h 271"/>
                            <a:gd name="T14" fmla="*/ 24326 w 201"/>
                            <a:gd name="T15" fmla="*/ 19758 h 271"/>
                            <a:gd name="T16" fmla="*/ 23062 w 201"/>
                            <a:gd name="T17" fmla="*/ 23900 h 271"/>
                            <a:gd name="T18" fmla="*/ 23062 w 201"/>
                            <a:gd name="T19" fmla="*/ 25812 h 271"/>
                            <a:gd name="T20" fmla="*/ 26853 w 201"/>
                            <a:gd name="T21" fmla="*/ 29636 h 271"/>
                            <a:gd name="T22" fmla="*/ 36015 w 201"/>
                            <a:gd name="T23" fmla="*/ 32505 h 271"/>
                            <a:gd name="T24" fmla="*/ 50547 w 201"/>
                            <a:gd name="T25" fmla="*/ 38241 h 271"/>
                            <a:gd name="T26" fmla="*/ 56866 w 201"/>
                            <a:gd name="T27" fmla="*/ 42383 h 271"/>
                            <a:gd name="T28" fmla="*/ 61604 w 201"/>
                            <a:gd name="T29" fmla="*/ 49394 h 271"/>
                            <a:gd name="T30" fmla="*/ 63500 w 201"/>
                            <a:gd name="T31" fmla="*/ 58636 h 271"/>
                            <a:gd name="T32" fmla="*/ 62868 w 201"/>
                            <a:gd name="T33" fmla="*/ 62778 h 271"/>
                            <a:gd name="T34" fmla="*/ 61604 w 201"/>
                            <a:gd name="T35" fmla="*/ 69789 h 271"/>
                            <a:gd name="T36" fmla="*/ 58445 w 201"/>
                            <a:gd name="T37" fmla="*/ 75206 h 271"/>
                            <a:gd name="T38" fmla="*/ 54338 w 201"/>
                            <a:gd name="T39" fmla="*/ 79668 h 271"/>
                            <a:gd name="T40" fmla="*/ 46440 w 201"/>
                            <a:gd name="T41" fmla="*/ 83811 h 271"/>
                            <a:gd name="T42" fmla="*/ 32856 w 201"/>
                            <a:gd name="T43" fmla="*/ 86360 h 271"/>
                            <a:gd name="T44" fmla="*/ 25590 w 201"/>
                            <a:gd name="T45" fmla="*/ 86360 h 271"/>
                            <a:gd name="T46" fmla="*/ 13585 w 201"/>
                            <a:gd name="T47" fmla="*/ 85723 h 271"/>
                            <a:gd name="T48" fmla="*/ 1264 w 201"/>
                            <a:gd name="T49" fmla="*/ 82536 h 271"/>
                            <a:gd name="T50" fmla="*/ 3159 w 201"/>
                            <a:gd name="T51" fmla="*/ 64053 h 271"/>
                            <a:gd name="T52" fmla="*/ 13585 w 201"/>
                            <a:gd name="T53" fmla="*/ 68514 h 271"/>
                            <a:gd name="T54" fmla="*/ 25590 w 201"/>
                            <a:gd name="T55" fmla="*/ 69789 h 271"/>
                            <a:gd name="T56" fmla="*/ 31276 w 201"/>
                            <a:gd name="T57" fmla="*/ 69789 h 271"/>
                            <a:gd name="T58" fmla="*/ 37279 w 201"/>
                            <a:gd name="T59" fmla="*/ 67240 h 271"/>
                            <a:gd name="T60" fmla="*/ 39174 w 201"/>
                            <a:gd name="T61" fmla="*/ 64053 h 271"/>
                            <a:gd name="T62" fmla="*/ 39806 w 201"/>
                            <a:gd name="T63" fmla="*/ 61504 h 271"/>
                            <a:gd name="T64" fmla="*/ 37910 w 201"/>
                            <a:gd name="T65" fmla="*/ 56724 h 271"/>
                            <a:gd name="T66" fmla="*/ 33488 w 201"/>
                            <a:gd name="T67" fmla="*/ 53537 h 271"/>
                            <a:gd name="T68" fmla="*/ 20219 w 201"/>
                            <a:gd name="T69" fmla="*/ 49394 h 271"/>
                            <a:gd name="T70" fmla="*/ 9162 w 201"/>
                            <a:gd name="T71" fmla="*/ 44295 h 271"/>
                            <a:gd name="T72" fmla="*/ 3791 w 201"/>
                            <a:gd name="T73" fmla="*/ 38878 h 271"/>
                            <a:gd name="T74" fmla="*/ 632 w 201"/>
                            <a:gd name="T75" fmla="*/ 30911 h 271"/>
                            <a:gd name="T76" fmla="*/ 0 w 201"/>
                            <a:gd name="T77" fmla="*/ 25812 h 271"/>
                            <a:gd name="T78" fmla="*/ 1264 w 201"/>
                            <a:gd name="T79" fmla="*/ 18483 h 271"/>
                            <a:gd name="T80" fmla="*/ 3791 w 201"/>
                            <a:gd name="T81" fmla="*/ 12747 h 271"/>
                            <a:gd name="T82" fmla="*/ 7266 w 201"/>
                            <a:gd name="T83" fmla="*/ 8604 h 271"/>
                            <a:gd name="T84" fmla="*/ 17692 w 201"/>
                            <a:gd name="T85" fmla="*/ 2231 h 271"/>
                            <a:gd name="T86" fmla="*/ 30644 w 201"/>
                            <a:gd name="T87" fmla="*/ 0 h 271"/>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206"/>
                      <wps:cNvSpPr>
                        <a:spLocks/>
                      </wps:cNvSpPr>
                      <wps:spPr bwMode="auto">
                        <a:xfrm>
                          <a:off x="0" y="113051"/>
                          <a:ext cx="63509" cy="86339"/>
                        </a:xfrm>
                        <a:custGeom>
                          <a:avLst/>
                          <a:gdLst>
                            <a:gd name="T0" fmla="*/ 36647 w 201"/>
                            <a:gd name="T1" fmla="*/ 0 h 271"/>
                            <a:gd name="T2" fmla="*/ 53706 w 201"/>
                            <a:gd name="T3" fmla="*/ 1275 h 271"/>
                            <a:gd name="T4" fmla="*/ 56866 w 201"/>
                            <a:gd name="T5" fmla="*/ 20395 h 271"/>
                            <a:gd name="T6" fmla="*/ 52443 w 201"/>
                            <a:gd name="T7" fmla="*/ 18483 h 271"/>
                            <a:gd name="T8" fmla="*/ 43281 w 201"/>
                            <a:gd name="T9" fmla="*/ 16571 h 271"/>
                            <a:gd name="T10" fmla="*/ 38542 w 201"/>
                            <a:gd name="T11" fmla="*/ 16571 h 271"/>
                            <a:gd name="T12" fmla="*/ 28749 w 201"/>
                            <a:gd name="T13" fmla="*/ 17208 h 271"/>
                            <a:gd name="T14" fmla="*/ 24326 w 201"/>
                            <a:gd name="T15" fmla="*/ 19758 h 271"/>
                            <a:gd name="T16" fmla="*/ 23062 w 201"/>
                            <a:gd name="T17" fmla="*/ 23900 h 271"/>
                            <a:gd name="T18" fmla="*/ 23062 w 201"/>
                            <a:gd name="T19" fmla="*/ 25812 h 271"/>
                            <a:gd name="T20" fmla="*/ 26853 w 201"/>
                            <a:gd name="T21" fmla="*/ 29636 h 271"/>
                            <a:gd name="T22" fmla="*/ 36015 w 201"/>
                            <a:gd name="T23" fmla="*/ 32505 h 271"/>
                            <a:gd name="T24" fmla="*/ 50547 w 201"/>
                            <a:gd name="T25" fmla="*/ 38241 h 271"/>
                            <a:gd name="T26" fmla="*/ 56866 w 201"/>
                            <a:gd name="T27" fmla="*/ 42383 h 271"/>
                            <a:gd name="T28" fmla="*/ 61604 w 201"/>
                            <a:gd name="T29" fmla="*/ 49394 h 271"/>
                            <a:gd name="T30" fmla="*/ 63500 w 201"/>
                            <a:gd name="T31" fmla="*/ 58636 h 271"/>
                            <a:gd name="T32" fmla="*/ 62868 w 201"/>
                            <a:gd name="T33" fmla="*/ 62778 h 271"/>
                            <a:gd name="T34" fmla="*/ 61604 w 201"/>
                            <a:gd name="T35" fmla="*/ 69789 h 271"/>
                            <a:gd name="T36" fmla="*/ 58445 w 201"/>
                            <a:gd name="T37" fmla="*/ 75206 h 271"/>
                            <a:gd name="T38" fmla="*/ 54338 w 201"/>
                            <a:gd name="T39" fmla="*/ 79668 h 271"/>
                            <a:gd name="T40" fmla="*/ 46440 w 201"/>
                            <a:gd name="T41" fmla="*/ 83811 h 271"/>
                            <a:gd name="T42" fmla="*/ 32856 w 201"/>
                            <a:gd name="T43" fmla="*/ 86360 h 271"/>
                            <a:gd name="T44" fmla="*/ 25590 w 201"/>
                            <a:gd name="T45" fmla="*/ 86360 h 271"/>
                            <a:gd name="T46" fmla="*/ 13585 w 201"/>
                            <a:gd name="T47" fmla="*/ 85723 h 271"/>
                            <a:gd name="T48" fmla="*/ 1264 w 201"/>
                            <a:gd name="T49" fmla="*/ 82536 h 271"/>
                            <a:gd name="T50" fmla="*/ 3159 w 201"/>
                            <a:gd name="T51" fmla="*/ 64053 h 271"/>
                            <a:gd name="T52" fmla="*/ 13585 w 201"/>
                            <a:gd name="T53" fmla="*/ 68514 h 271"/>
                            <a:gd name="T54" fmla="*/ 25590 w 201"/>
                            <a:gd name="T55" fmla="*/ 69789 h 271"/>
                            <a:gd name="T56" fmla="*/ 31276 w 201"/>
                            <a:gd name="T57" fmla="*/ 69789 h 271"/>
                            <a:gd name="T58" fmla="*/ 37279 w 201"/>
                            <a:gd name="T59" fmla="*/ 67240 h 271"/>
                            <a:gd name="T60" fmla="*/ 39174 w 201"/>
                            <a:gd name="T61" fmla="*/ 64053 h 271"/>
                            <a:gd name="T62" fmla="*/ 39806 w 201"/>
                            <a:gd name="T63" fmla="*/ 61504 h 271"/>
                            <a:gd name="T64" fmla="*/ 37910 w 201"/>
                            <a:gd name="T65" fmla="*/ 56724 h 271"/>
                            <a:gd name="T66" fmla="*/ 33488 w 201"/>
                            <a:gd name="T67" fmla="*/ 53537 h 271"/>
                            <a:gd name="T68" fmla="*/ 20219 w 201"/>
                            <a:gd name="T69" fmla="*/ 49394 h 271"/>
                            <a:gd name="T70" fmla="*/ 9162 w 201"/>
                            <a:gd name="T71" fmla="*/ 44295 h 271"/>
                            <a:gd name="T72" fmla="*/ 3791 w 201"/>
                            <a:gd name="T73" fmla="*/ 38878 h 271"/>
                            <a:gd name="T74" fmla="*/ 632 w 201"/>
                            <a:gd name="T75" fmla="*/ 30911 h 271"/>
                            <a:gd name="T76" fmla="*/ 0 w 201"/>
                            <a:gd name="T77" fmla="*/ 25812 h 271"/>
                            <a:gd name="T78" fmla="*/ 1264 w 201"/>
                            <a:gd name="T79" fmla="*/ 18483 h 271"/>
                            <a:gd name="T80" fmla="*/ 3791 w 201"/>
                            <a:gd name="T81" fmla="*/ 12747 h 271"/>
                            <a:gd name="T82" fmla="*/ 7266 w 201"/>
                            <a:gd name="T83" fmla="*/ 8604 h 271"/>
                            <a:gd name="T84" fmla="*/ 17692 w 201"/>
                            <a:gd name="T85" fmla="*/ 2231 h 271"/>
                            <a:gd name="T86" fmla="*/ 30644 w 201"/>
                            <a:gd name="T87" fmla="*/ 0 h 271"/>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1989570F" id="Plátno 349"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" path="m444,423r,54l112,477r,-54l276,256,444,423xm556,181r-203,l485,49,436,4,276,165,114,,69,47,201,181,,181r,62l201,243,46,396r,147l508,543r,-147l353,243r203,l556,181xe" fillcolor="black" stroked="f">
                <v:path arrowok="t" o:connecttype="custom" o:connectlocs="44756707,42507038;44756707,47933658;11289980,47933658;11289980,42507038;27821737,25725232;44756707,42507038;56046688,18188719;35583757,18188719;48889805,4924037;43950280,402066;27821737,16580773;11491587,0;6955593,4723004;20261641,18188719;0,18188719;0,24418836;20261641,24418836;4636956,39793729;4636956,54565840;51208125,54565840;51208125,39793729;35583757,24418836;56046688,24418836;56046688,18188719"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" path="m131,66r,l130,79r-4,14l120,103r-8,9l103,120r-12,8l79,132r-13,l52,132,41,128,29,120,19,112r-7,-9l6,93,2,79,,66,2,52,6,41,12,29,19,19,29,12,41,6,52,2,66,,79,2,91,6r12,6l112,19r8,10l126,41r4,11l131,66xe" fillcolor="#dc002e" stroked="f">
                <v:path arrowok="t" o:connecttype="custom" o:connectlocs="13406721,6654641;13406721,6654641;13304355,7965563;12894892,9377153;12281017,10385432;11462091,11292725;10541118,12099348;9313049,12905971;8084979,13309283;6754543,13309283;6754543,13309283;5321742,13309283;4196038,12905971;2967968,12099348;1944630,11292725;1228070,10385432;614195,9377153;204732,7965563;0,6654641;0,6654641;204732,5243051;614195,4134103;1228070,2924168;1944630,1915889;2967968,1209935;4196038,604967;5321742,201656;6754543,0;6754543,0;8084979,201656;9313049,604967;10541118,1209935;11462091,1915889;12281017,2924168;12894892,4134103;13304355,5243051;13406721,6654641"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" path="m131,66r,l130,79r-4,14l120,103r-8,9l103,120r-12,8l79,132r-13,l52,132,41,128,29,120,19,112r-7,-9l6,93,2,79,,66,2,52,6,41,12,29,19,19,29,12,41,6,52,2,66,,79,2,91,6r12,6l112,19r8,10l126,41r4,11l131,66e" fillcolor="black [3213]" stroked="f">
                <v:path arrowok="t" o:connecttype="custom" o:connectlocs="13406721,6654641;13406721,6654641;13304355,7965563;12894892,9377153;12281017,10385432;11462091,11292725;10541118,12099348;9313049,12905971;8084979,13309283;6754543,13309283;6754543,13309283;5321742,13309283;4196038,12905971;2967968,12099348;1944630,11292725;1228070,10385432;614195,9377153;204732,7965563;0,6654641;0,6654641;204732,5243051;614195,4134103;1228070,2924168;1944630,1915889;2967968,1209935;4196038,604967;5321742,201656;6754543,0;6754543,0;8084979,201656;9313049,604967;10541118,1209935;11462091,1915889;12281017,2924168;12894892,4134103;13304355,5243051;13406721,6654641"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13400564,0;16322298,202944;19042839,710783;21360044,1929087;23274546,3553599;24886625,5482367;25894174,7817662;26397790,10558846;26800810,13706237;26196280,18274876;25491155,20813115;24080586,22945147;22367593,24772603;20453408,26092538;17833780,27107579;14911729,27513786;13400564,27513786;10277002,27310842;7556778,26701690;5239256,25584699;3325071,23960188;1914502,21828156;705443,19493180;201510,16853309;0,13706237;403020,9238910;1309973,6700671;2519032,4467326;4231707,2741184;6347719,1319935;8967347,406207;11687571,0;13400564,22234363;14710219,22234363;17128337,20813115;18438310,18477820;19042839,15330429;19244349,13706237;18841330,10355901;17833780,7614399;16120788,5888575;13400564,5279423;11889081,5279423;9470963,6700671;7959798,9035966;7355268,11980094;7153758,13706237;7556778,16853309;8564327,19594811;10478512,21625211;13400564,22234363"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13400564,0;16322298,202944;19042839,710783;21360044,1929087;23274546,3553599;24886625,5482367;25894174,7817662;26397790,10558846;26800810,13706237;26196280,18274876;25491155,20813115;24080586,22945147;22367593,24772603;20453408,26092538;17833780,27107579;14911729,27513786;13400564,27513786;10277002,27310842;7556778,26701690;5239256,25584699;3325071,23960188;1914502,21828156;705443,19493180;201510,16853309;0,13706237;403020,9238910;1309973,6700671;2519032,4467326;4231707,2741184;6347719,1319935;8967347,406207;11687571,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" path="m62,167r,l75,167r14,-6l99,153r7,-12l112,130r4,-16l118,99r2,-16l118,66,116,50,112,37,106,23,99,14,89,6,75,,62,,47,,33,6,23,14r-9,9l8,37,4,50,2,66,,83,2,99r2,15l8,130r6,11l23,153r10,8l47,167r15,e" filled="f" stroked="f">
                <v:path arrowok="t" o:connecttype="custom" o:connectlocs="6049869,17031749;6049869,17031749;7318476,17031749;8684595,16419960;9660350,15603816;10343254,14380238;10928644,13258198;11319009,11626548;11514348,10096756;11709374,8464786;11709374,8464786;11514348,6730958;11319009,5099307;10928644,3773551;10343254,2345617;9660350,1427934;8684595,611789;7318476,0;6049869,0;6049869,0;4586236,0;3220117,611789;2244362,1427934;1366120,2345617;780729,3773551;390365,5099307;195026,6730958;0,8464786;0,8464786;195026,10096756;390365,11626548;780729,13258198;1366120,14380238;2244362,15603816;3220117,16419960;4586236,17031749;6049869,17031749"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15669597,0;19637812,202944;22995605,7005247;21164024,6294782;17602650,5279423;15872858,5279423;12515384,5888575;9768011,7614399;8038219,10152638;7427798,13706237;7631378,15736637;8852220,18884028;11396013,21016060;14550226,22234363;16483598,22234363;20044653,21828156;23402446,20813115;23504236,26295482;20248233,27310842;15669597,27513786;12922225,27513786;8852220,26498427;6206637,25381754;4070005,23554299;2136633,21625211;712211,18884028;203580,15533692;0,13706237;305370,10355901;1119371,7614399;2747373,5279423;4476845,3350336;6817377,1725824;9360851,710783;12311804,202944"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15669597,0;19637812,202944;22995605,7005247;21164024,6294782;17602650,5279423;15872858,5279423;12515384,5888575;9768011,7614399;8038219,10152638;7427798,13706237;7631378,15736637;8852220,18884028;11396013,21016060;14550226,22234363;16483598,22234363;20044653,21828156;23402446,20813115;23504236,26295482;20248233,27310842;15669597,27513786;12922225,27513786;8852220,26498427;6206637,25381754;4070005,23554299;2136633,21625211;712211,18884028;203580,15533692;0,13706237;305370,10355901;1119371,7614399;2747373,5279423;4476845,3350336;6817377,1725824;9360851,710783;12311804,202944"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" path="m,l186,r,50l68,50r,54l178,104r,53l68,157r,58l190,215r,52l,267,,xe" fillcolor="black" stroked="f">
                <v:path arrowok="t" o:connecttype="custom" o:connectlocs="0,0;18775760,0;18775760,5080857;6864256,5080857;6864256,10568591;17968201,10568591;17968201,15954287;6864256,15954287;6864256,21848260;19179540,21848260;19179540,27132556;0,27132556;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" path="m,l72,r33,203l107,203,141,r91,l269,203,304,r69,l311,267r-89,l186,62,151,267r-93,l,xe" fillcolor="black" stroked="f">
                <v:path arrowok="t" o:connecttype="custom" o:connectlocs="0,0;7219643,0;10528474,20628906;10728923,20628906;14138137,0;23263152,0;26973198,20628906;30482478,0;37401289,0;31184524,27132556;22260274,27132556;18650611,6300531;15141015,27132556;5815867,27132556;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11579176,0;16969226,406207;17967676,6497727;16570162,5888575;13675289,5279423;12177930,5279423;9083683,5482367;7686169,6294782;7286789,7614399;7286789,8223551;8484613,9441855;11379486,10355901;15971092,12183357;17967676,13502974;19464719,15736637;20063789,18681083;19864099,20000700;19464719,22234363;18466585,23960188;17168916,25381754;14673423,26701690;10381352,27513786;8085549,27513786;4292387,27310842;399380,26295482;998134,20406908;4292387,21828156;8085549,22234363;9882127,22234363;11778866,21422267;12377620,20406908;12577310,19594811;11978240,18071931;10581042,17056572;6388500,15736637;2894873,14112125;1197824,12386301;199690,9848062;0,8223551;399380,5888575;1197824,4061119;2295803,2741184;5590056,710783;9682437,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11579176,0;16969226,406207;17967676,6497727;16570162,5888575;13675289,5279423;12177930,5279423;9083683,5482367;7686169,6294782;7286789,7614399;7286789,8223551;8484613,9441855;11379486,10355901;15971092,12183357;17967676,13502974;19464719,15736637;20063789,18681083;19864099,20000700;19464719,22234363;18466585,23960188;17168916,25381754;14673423,26701690;10381352,27513786;8085549,27513786;4292387,27310842;399380,26295482;998134,20406908;4292387,21828156;8085549,22234363;9882127,22234363;11778866,21422267;12377620,20406908;12577310,19594811;11978240,18071931;10581042,17056572;6388500,15736637;2894873,14112125;1197824,12386301;199690,9848062;0,8223551;399380,5888575;1197824,4061119;2295803,2741184;5590056,710783;9682437,0" o:connectangles="0,0,0,0,0,0,0,0,0,0,0,0,0,0,0,0,0,0,0,0,0,0,0,0,0,0,0,0,0,0,0,0,0,0,0,0,0,0,0,0,0,0,0,0"/>
              </v:shape>
              <w10:anchorlock/>
            </v:group>
          </w:pict>
        </mc:Fallback>
      </mc:AlternateContent>
    </w:r>
  </w:p>
  <w:tbl>
    <w:tblPr>
      <w:tblStyle w:val="Mkatabulky"/>
      <w:tblW w:w="5000" w:type="pct"/>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2"/>
      <w:gridCol w:w="3402"/>
    </w:tblGrid>
    <w:tr w:rsidR="001513FB" w:rsidRPr="00AE3921" w:rsidTr="001513FB">
      <w:trPr>
        <w:trHeight w:val="227"/>
        <w:jc w:val="center"/>
      </w:trPr>
      <w:tc>
        <w:tcPr>
          <w:tcW w:w="3000" w:type="pct"/>
          <w:vAlign w:val="center"/>
        </w:tcPr>
        <w:p w:rsidR="001513FB" w:rsidRPr="00AE3921" w:rsidRDefault="00E9136D" w:rsidP="001513FB">
          <w:pPr>
            <w:tabs>
              <w:tab w:val="left" w:pos="0"/>
              <w:tab w:val="right" w:pos="8505"/>
            </w:tabs>
            <w:ind w:left="169"/>
            <w:jc w:val="left"/>
            <w:rPr>
              <w:color w:val="000000" w:themeColor="text1"/>
              <w:sz w:val="12"/>
              <w:szCs w:val="12"/>
            </w:rPr>
          </w:pPr>
          <w:sdt>
            <w:sdtPr>
              <w:rPr>
                <w:color w:val="000000" w:themeColor="text1"/>
                <w:sz w:val="12"/>
                <w:szCs w:val="12"/>
              </w:rPr>
              <w:alias w:val="Název dokumentace 1"/>
              <w:tag w:val="NazevDok"/>
              <w:id w:val="-845861670"/>
              <w:text/>
            </w:sdtPr>
            <w:sdtEndPr/>
            <w:sdtContent>
              <w:proofErr w:type="spellStart"/>
              <w:r w:rsidR="001513FB">
                <w:rPr>
                  <w:color w:val="000000" w:themeColor="text1"/>
                  <w:sz w:val="12"/>
                  <w:szCs w:val="12"/>
                </w:rPr>
                <w:t>Revital</w:t>
              </w:r>
              <w:proofErr w:type="spellEnd"/>
              <w:r w:rsidR="001513FB">
                <w:rPr>
                  <w:color w:val="000000" w:themeColor="text1"/>
                  <w:sz w:val="12"/>
                  <w:szCs w:val="12"/>
                </w:rPr>
                <w:t>. objektů a prostorů Korunní, P10</w:t>
              </w:r>
            </w:sdtContent>
          </w:sdt>
          <w:r w:rsidR="001513FB" w:rsidRPr="00AE3921">
            <w:rPr>
              <w:color w:val="000000" w:themeColor="text1"/>
              <w:sz w:val="12"/>
              <w:szCs w:val="12"/>
            </w:rPr>
            <w:t xml:space="preserve"> </w:t>
          </w:r>
          <w:sdt>
            <w:sdtPr>
              <w:rPr>
                <w:color w:val="000000" w:themeColor="text1"/>
                <w:sz w:val="12"/>
                <w:szCs w:val="12"/>
              </w:rPr>
              <w:alias w:val="Název dokumentace 2"/>
              <w:tag w:val="NazevDok2_"/>
              <w:id w:val="-121002241"/>
              <w:text/>
            </w:sdtPr>
            <w:sdtEndPr/>
            <w:sdtContent>
              <w:r w:rsidR="001513FB">
                <w:rPr>
                  <w:color w:val="000000" w:themeColor="text1"/>
                  <w:sz w:val="12"/>
                  <w:szCs w:val="12"/>
                </w:rPr>
                <w:t xml:space="preserve">č. </w:t>
              </w:r>
              <w:proofErr w:type="spellStart"/>
              <w:r w:rsidR="001513FB">
                <w:rPr>
                  <w:color w:val="000000" w:themeColor="text1"/>
                  <w:sz w:val="12"/>
                  <w:szCs w:val="12"/>
                </w:rPr>
                <w:t>inv</w:t>
              </w:r>
              <w:proofErr w:type="spellEnd"/>
              <w:r w:rsidR="001513FB">
                <w:rPr>
                  <w:color w:val="000000" w:themeColor="text1"/>
                  <w:sz w:val="12"/>
                  <w:szCs w:val="12"/>
                </w:rPr>
                <w:t>. akce 1/4/A52/00, 1/4/F87/00,</w:t>
              </w:r>
            </w:sdtContent>
          </w:sdt>
          <w:r w:rsidR="001513FB" w:rsidRPr="00AE3921">
            <w:rPr>
              <w:color w:val="000000" w:themeColor="text1"/>
              <w:sz w:val="12"/>
              <w:szCs w:val="12"/>
            </w:rPr>
            <w:t xml:space="preserve"> </w:t>
          </w:r>
          <w:sdt>
            <w:sdtPr>
              <w:rPr>
                <w:color w:val="000000" w:themeColor="text1"/>
                <w:sz w:val="12"/>
                <w:szCs w:val="12"/>
              </w:rPr>
              <w:alias w:val="Název dokumentace 3"/>
              <w:tag w:val="NazevDok3_"/>
              <w:id w:val="-490948350"/>
              <w:text/>
            </w:sdtPr>
            <w:sdtEndPr/>
            <w:sdtContent>
              <w:r w:rsidR="001513FB">
                <w:rPr>
                  <w:color w:val="000000" w:themeColor="text1"/>
                  <w:sz w:val="12"/>
                  <w:szCs w:val="12"/>
                </w:rPr>
                <w:t>1/4/F87/01, 1/4/A52/02</w:t>
              </w:r>
            </w:sdtContent>
          </w:sdt>
        </w:p>
      </w:tc>
      <w:tc>
        <w:tcPr>
          <w:tcW w:w="2000" w:type="pct"/>
          <w:tcMar>
            <w:left w:w="113" w:type="dxa"/>
          </w:tcMar>
          <w:vAlign w:val="center"/>
        </w:tcPr>
        <w:p w:rsidR="001513FB" w:rsidRPr="00AE3921" w:rsidRDefault="00E9136D" w:rsidP="001513FB">
          <w:pPr>
            <w:tabs>
              <w:tab w:val="right" w:pos="8505"/>
            </w:tabs>
            <w:jc w:val="right"/>
            <w:rPr>
              <w:color w:val="000000" w:themeColor="text1"/>
              <w:sz w:val="12"/>
              <w:szCs w:val="12"/>
            </w:rPr>
          </w:pPr>
          <w:sdt>
            <w:sdtPr>
              <w:rPr>
                <w:bCs/>
                <w:color w:val="000000" w:themeColor="text1"/>
                <w:sz w:val="12"/>
                <w:szCs w:val="12"/>
              </w:rPr>
              <w:alias w:val="Číslo přílohy"/>
              <w:tag w:val="PrilCislo"/>
              <w:id w:val="-224521713"/>
              <w:text/>
            </w:sdtPr>
            <w:sdtEndPr/>
            <w:sdtContent>
              <w:r w:rsidR="001513FB">
                <w:rPr>
                  <w:bCs/>
                  <w:color w:val="000000" w:themeColor="text1"/>
                  <w:sz w:val="12"/>
                  <w:szCs w:val="12"/>
                </w:rPr>
                <w:t>E.4</w:t>
              </w:r>
            </w:sdtContent>
          </w:sdt>
          <w:r w:rsidR="001513FB">
            <w:rPr>
              <w:bCs/>
              <w:color w:val="000000" w:themeColor="text1"/>
              <w:sz w:val="12"/>
              <w:szCs w:val="12"/>
            </w:rPr>
            <w:t xml:space="preserve">  </w:t>
          </w:r>
          <w:r w:rsidR="001513FB" w:rsidRPr="00AE3921">
            <w:rPr>
              <w:bCs/>
              <w:color w:val="000000" w:themeColor="text1"/>
              <w:sz w:val="12"/>
              <w:szCs w:val="12"/>
            </w:rPr>
            <w:t xml:space="preserve"> </w:t>
          </w:r>
          <w:sdt>
            <w:sdtPr>
              <w:rPr>
                <w:bCs/>
                <w:color w:val="000000" w:themeColor="text1"/>
                <w:sz w:val="12"/>
                <w:szCs w:val="12"/>
              </w:rPr>
              <w:alias w:val="Název přílohy"/>
              <w:tag w:val="PrilNaz"/>
              <w:id w:val="579183408"/>
              <w:text/>
            </w:sdtPr>
            <w:sdtEndPr/>
            <w:sdtContent>
              <w:r w:rsidR="00973624">
                <w:rPr>
                  <w:bCs/>
                  <w:color w:val="000000" w:themeColor="text1"/>
                  <w:sz w:val="12"/>
                  <w:szCs w:val="12"/>
                </w:rPr>
                <w:t>Protokol o určení vnějších vlivů</w:t>
              </w:r>
            </w:sdtContent>
          </w:sdt>
        </w:p>
      </w:tc>
    </w:tr>
    <w:tr w:rsidR="001513FB" w:rsidRPr="00AE3921" w:rsidTr="001513FB">
      <w:trPr>
        <w:trHeight w:val="227"/>
        <w:jc w:val="center"/>
      </w:trPr>
      <w:tc>
        <w:tcPr>
          <w:tcW w:w="3000" w:type="pct"/>
          <w:vAlign w:val="center"/>
        </w:tcPr>
        <w:p w:rsidR="001513FB" w:rsidRPr="00AE3921" w:rsidRDefault="00E9136D" w:rsidP="001513FB">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016527959"/>
              <w:text/>
            </w:sdtPr>
            <w:sdtEndPr/>
            <w:sdtContent>
              <w:r w:rsidR="001513FB">
                <w:rPr>
                  <w:color w:val="000000" w:themeColor="text1"/>
                  <w:sz w:val="12"/>
                  <w:szCs w:val="12"/>
                </w:rPr>
                <w:t>E. Dokladová část</w:t>
              </w:r>
            </w:sdtContent>
          </w:sdt>
        </w:p>
      </w:tc>
      <w:tc>
        <w:tcPr>
          <w:tcW w:w="2000" w:type="pct"/>
          <w:tcMar>
            <w:left w:w="113" w:type="dxa"/>
          </w:tcMar>
          <w:vAlign w:val="center"/>
        </w:tcPr>
        <w:p w:rsidR="001513FB" w:rsidRPr="00AE3921" w:rsidRDefault="00E9136D" w:rsidP="001513FB">
          <w:pPr>
            <w:tabs>
              <w:tab w:val="right" w:pos="8505"/>
            </w:tabs>
            <w:jc w:val="right"/>
            <w:rPr>
              <w:color w:val="000000" w:themeColor="text1"/>
              <w:sz w:val="12"/>
              <w:szCs w:val="12"/>
            </w:rPr>
          </w:pPr>
          <w:sdt>
            <w:sdtPr>
              <w:rPr>
                <w:color w:val="000000" w:themeColor="text1"/>
                <w:sz w:val="12"/>
                <w:szCs w:val="12"/>
              </w:rPr>
              <w:alias w:val="Stupeň"/>
              <w:tag w:val="StupenZ"/>
              <w:id w:val="-1005206745"/>
              <w:text/>
            </w:sdtPr>
            <w:sdtEndPr/>
            <w:sdtContent>
              <w:proofErr w:type="spellStart"/>
              <w:r w:rsidR="001513FB">
                <w:rPr>
                  <w:color w:val="000000" w:themeColor="text1"/>
                  <w:sz w:val="12"/>
                  <w:szCs w:val="12"/>
                </w:rPr>
                <w:t>DSpP</w:t>
              </w:r>
              <w:proofErr w:type="spellEnd"/>
            </w:sdtContent>
          </w:sdt>
        </w:p>
      </w:tc>
    </w:tr>
  </w:tbl>
  <w:p w:rsidR="001513FB" w:rsidRPr="00AE3921" w:rsidRDefault="001513FB" w:rsidP="001513FB">
    <w:pPr>
      <w:pStyle w:val="Zhlav"/>
      <w:rPr>
        <w:color w:val="000000" w:themeColor="text1"/>
        <w:sz w:val="12"/>
        <w:szCs w:val="1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3FB" w:rsidRPr="00AE3921" w:rsidRDefault="001513FB" w:rsidP="001513FB">
    <w:pPr>
      <w:tabs>
        <w:tab w:val="right" w:pos="8505"/>
      </w:tabs>
      <w:spacing w:after="60"/>
      <w:jc w:val="left"/>
      <w:rPr>
        <w:noProof/>
        <w:color w:val="000000" w:themeColor="text1"/>
      </w:rPr>
    </w:pPr>
    <w:r>
      <w:rPr>
        <w:noProof/>
      </w:rPr>
      <w:drawing>
        <wp:anchor distT="0" distB="0" distL="114300" distR="114300" simplePos="0" relativeHeight="251669504" behindDoc="0" locked="0" layoutInCell="1" allowOverlap="1" wp14:anchorId="1393A190" wp14:editId="21A9DCEB">
          <wp:simplePos x="0" y="0"/>
          <wp:positionH relativeFrom="margin">
            <wp:align>left</wp:align>
          </wp:positionH>
          <wp:positionV relativeFrom="page">
            <wp:posOffset>817880</wp:posOffset>
          </wp:positionV>
          <wp:extent cx="1355725" cy="110490"/>
          <wp:effectExtent l="0" t="0" r="0" b="3810"/>
          <wp:wrapNone/>
          <wp:docPr id="69"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55725" cy="110490"/>
                  </a:xfrm>
                  <a:prstGeom prst="rect">
                    <a:avLst/>
                  </a:prstGeom>
                  <a:noFill/>
                </pic:spPr>
              </pic:pic>
            </a:graphicData>
          </a:graphic>
          <wp14:sizeRelH relativeFrom="margin">
            <wp14:pctWidth>0</wp14:pctWidth>
          </wp14:sizeRelH>
          <wp14:sizeRelV relativeFrom="margin">
            <wp14:pctHeight>0</wp14:pctHeight>
          </wp14:sizeRelV>
        </wp:anchor>
      </w:drawing>
    </w:r>
    <w:r w:rsidRPr="00AE3921">
      <w:rPr>
        <w:noProof/>
        <w:color w:val="000000" w:themeColor="text1"/>
      </w:rPr>
      <w:tab/>
    </w:r>
    <w:r w:rsidRPr="00AE3921">
      <w:rPr>
        <w:noProof/>
        <w:color w:val="000000" w:themeColor="text1"/>
      </w:rPr>
      <mc:AlternateContent>
        <mc:Choice Requires="wpc">
          <w:drawing>
            <wp:inline distT="0" distB="0" distL="0" distR="0" wp14:anchorId="0C8CE16A" wp14:editId="13B06246">
              <wp:extent cx="683895" cy="199390"/>
              <wp:effectExtent l="1905" t="6985" r="0" b="3175"/>
              <wp:docPr id="70" name="Plátno 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57"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685F3E89" id="Plátno 70"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1513FB" w:rsidRPr="00AE3921" w:rsidTr="001513FB">
      <w:trPr>
        <w:trHeight w:val="227"/>
        <w:jc w:val="center"/>
      </w:trPr>
      <w:tc>
        <w:tcPr>
          <w:tcW w:w="5103" w:type="dxa"/>
          <w:vAlign w:val="center"/>
        </w:tcPr>
        <w:p w:rsidR="001513FB" w:rsidRPr="00AE3921" w:rsidRDefault="00E9136D" w:rsidP="001513FB">
          <w:pPr>
            <w:tabs>
              <w:tab w:val="right" w:pos="8505"/>
            </w:tabs>
            <w:jc w:val="left"/>
            <w:rPr>
              <w:color w:val="000000" w:themeColor="text1"/>
              <w:sz w:val="12"/>
              <w:szCs w:val="12"/>
            </w:rPr>
          </w:pPr>
          <w:sdt>
            <w:sdtPr>
              <w:rPr>
                <w:color w:val="000000" w:themeColor="text1"/>
                <w:sz w:val="12"/>
                <w:szCs w:val="12"/>
              </w:rPr>
              <w:alias w:val="Název dokumentace 1"/>
              <w:tag w:val="NazevDok"/>
              <w:id w:val="-771171994"/>
              <w:text/>
            </w:sdtPr>
            <w:sdtEndPr/>
            <w:sdtContent>
              <w:proofErr w:type="spellStart"/>
              <w:r w:rsidR="001513FB">
                <w:rPr>
                  <w:color w:val="000000" w:themeColor="text1"/>
                  <w:sz w:val="12"/>
                  <w:szCs w:val="12"/>
                </w:rPr>
                <w:t>Revital</w:t>
              </w:r>
              <w:proofErr w:type="spellEnd"/>
              <w:r w:rsidR="001513FB">
                <w:rPr>
                  <w:color w:val="000000" w:themeColor="text1"/>
                  <w:sz w:val="12"/>
                  <w:szCs w:val="12"/>
                </w:rPr>
                <w:t>. objektů a prostorů Korunní, P10</w:t>
              </w:r>
            </w:sdtContent>
          </w:sdt>
          <w:r w:rsidR="001513FB" w:rsidRPr="00AE3921">
            <w:rPr>
              <w:color w:val="000000" w:themeColor="text1"/>
              <w:sz w:val="12"/>
              <w:szCs w:val="12"/>
            </w:rPr>
            <w:t xml:space="preserve"> </w:t>
          </w:r>
          <w:sdt>
            <w:sdtPr>
              <w:rPr>
                <w:color w:val="000000" w:themeColor="text1"/>
                <w:sz w:val="12"/>
                <w:szCs w:val="12"/>
              </w:rPr>
              <w:alias w:val="Název dokumentace 2"/>
              <w:tag w:val="NazevDok2_"/>
              <w:id w:val="-1794432391"/>
              <w:text/>
            </w:sdtPr>
            <w:sdtEndPr/>
            <w:sdtContent>
              <w:r w:rsidR="001513FB">
                <w:rPr>
                  <w:color w:val="000000" w:themeColor="text1"/>
                  <w:sz w:val="12"/>
                  <w:szCs w:val="12"/>
                </w:rPr>
                <w:t xml:space="preserve">č. </w:t>
              </w:r>
              <w:proofErr w:type="spellStart"/>
              <w:r w:rsidR="001513FB">
                <w:rPr>
                  <w:color w:val="000000" w:themeColor="text1"/>
                  <w:sz w:val="12"/>
                  <w:szCs w:val="12"/>
                </w:rPr>
                <w:t>inv</w:t>
              </w:r>
              <w:proofErr w:type="spellEnd"/>
              <w:r w:rsidR="001513FB">
                <w:rPr>
                  <w:color w:val="000000" w:themeColor="text1"/>
                  <w:sz w:val="12"/>
                  <w:szCs w:val="12"/>
                </w:rPr>
                <w:t>. akce 1/4/A52/00, 1/4/F87/00,</w:t>
              </w:r>
            </w:sdtContent>
          </w:sdt>
          <w:r w:rsidR="001513FB" w:rsidRPr="00AE3921">
            <w:rPr>
              <w:color w:val="000000" w:themeColor="text1"/>
              <w:sz w:val="12"/>
              <w:szCs w:val="12"/>
            </w:rPr>
            <w:t xml:space="preserve"> </w:t>
          </w:r>
          <w:sdt>
            <w:sdtPr>
              <w:rPr>
                <w:color w:val="000000" w:themeColor="text1"/>
                <w:sz w:val="12"/>
                <w:szCs w:val="12"/>
              </w:rPr>
              <w:alias w:val="Název dokumentace 3"/>
              <w:tag w:val="NazevDok3_"/>
              <w:id w:val="-640579649"/>
              <w:text/>
            </w:sdtPr>
            <w:sdtEndPr/>
            <w:sdtContent>
              <w:r w:rsidR="001513FB">
                <w:rPr>
                  <w:color w:val="000000" w:themeColor="text1"/>
                  <w:sz w:val="12"/>
                  <w:szCs w:val="12"/>
                </w:rPr>
                <w:t>1/4/F87/01, 1/4/A52/02</w:t>
              </w:r>
            </w:sdtContent>
          </w:sdt>
        </w:p>
      </w:tc>
      <w:tc>
        <w:tcPr>
          <w:tcW w:w="3402" w:type="dxa"/>
          <w:tcMar>
            <w:left w:w="113" w:type="dxa"/>
          </w:tcMar>
          <w:vAlign w:val="center"/>
        </w:tcPr>
        <w:p w:rsidR="001513FB" w:rsidRPr="00AE3921" w:rsidRDefault="00E9136D" w:rsidP="001513FB">
          <w:pPr>
            <w:tabs>
              <w:tab w:val="right" w:pos="8505"/>
            </w:tabs>
            <w:jc w:val="right"/>
            <w:rPr>
              <w:color w:val="000000" w:themeColor="text1"/>
              <w:sz w:val="12"/>
              <w:szCs w:val="12"/>
            </w:rPr>
          </w:pPr>
          <w:sdt>
            <w:sdtPr>
              <w:rPr>
                <w:bCs/>
                <w:color w:val="000000" w:themeColor="text1"/>
                <w:sz w:val="12"/>
                <w:szCs w:val="12"/>
              </w:rPr>
              <w:alias w:val="Číslo přílohy"/>
              <w:tag w:val="PrilCislo"/>
              <w:id w:val="355166758"/>
              <w:text/>
            </w:sdtPr>
            <w:sdtEndPr/>
            <w:sdtContent>
              <w:r w:rsidR="002B1E53">
                <w:rPr>
                  <w:bCs/>
                  <w:color w:val="000000" w:themeColor="text1"/>
                  <w:sz w:val="12"/>
                  <w:szCs w:val="12"/>
                </w:rPr>
                <w:t>E.4</w:t>
              </w:r>
            </w:sdtContent>
          </w:sdt>
          <w:r w:rsidR="001513FB">
            <w:rPr>
              <w:bCs/>
              <w:color w:val="000000" w:themeColor="text1"/>
              <w:sz w:val="12"/>
              <w:szCs w:val="12"/>
            </w:rPr>
            <w:t xml:space="preserve">  </w:t>
          </w:r>
          <w:r w:rsidR="001513FB" w:rsidRPr="00AE3921">
            <w:rPr>
              <w:bCs/>
              <w:color w:val="000000" w:themeColor="text1"/>
              <w:sz w:val="12"/>
              <w:szCs w:val="12"/>
            </w:rPr>
            <w:t xml:space="preserve"> </w:t>
          </w:r>
          <w:sdt>
            <w:sdtPr>
              <w:rPr>
                <w:bCs/>
                <w:color w:val="000000" w:themeColor="text1"/>
                <w:sz w:val="12"/>
                <w:szCs w:val="12"/>
              </w:rPr>
              <w:alias w:val="Název přílohy"/>
              <w:tag w:val="PrilNaz"/>
              <w:id w:val="2065823752"/>
              <w:text/>
            </w:sdtPr>
            <w:sdtEndPr/>
            <w:sdtContent>
              <w:r w:rsidR="00973624">
                <w:rPr>
                  <w:bCs/>
                  <w:color w:val="000000" w:themeColor="text1"/>
                  <w:sz w:val="12"/>
                  <w:szCs w:val="12"/>
                </w:rPr>
                <w:t>Protokol o určení vnějších vlivů</w:t>
              </w:r>
            </w:sdtContent>
          </w:sdt>
        </w:p>
      </w:tc>
    </w:tr>
    <w:tr w:rsidR="001513FB" w:rsidRPr="00AE3921" w:rsidTr="001513FB">
      <w:trPr>
        <w:trHeight w:val="227"/>
        <w:jc w:val="center"/>
      </w:trPr>
      <w:tc>
        <w:tcPr>
          <w:tcW w:w="5103" w:type="dxa"/>
          <w:vAlign w:val="center"/>
        </w:tcPr>
        <w:p w:rsidR="001513FB" w:rsidRPr="00AE3921" w:rsidRDefault="00E9136D" w:rsidP="001513FB">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952713466"/>
              <w:text/>
            </w:sdtPr>
            <w:sdtEndPr/>
            <w:sdtContent>
              <w:r w:rsidR="001513FB">
                <w:rPr>
                  <w:color w:val="000000" w:themeColor="text1"/>
                  <w:sz w:val="12"/>
                  <w:szCs w:val="12"/>
                </w:rPr>
                <w:t>E. Dokladová část</w:t>
              </w:r>
            </w:sdtContent>
          </w:sdt>
        </w:p>
      </w:tc>
      <w:tc>
        <w:tcPr>
          <w:tcW w:w="3402" w:type="dxa"/>
          <w:tcMar>
            <w:left w:w="113" w:type="dxa"/>
          </w:tcMar>
          <w:vAlign w:val="center"/>
        </w:tcPr>
        <w:p w:rsidR="001513FB" w:rsidRPr="00AE3921" w:rsidRDefault="00E9136D" w:rsidP="001513FB">
          <w:pPr>
            <w:tabs>
              <w:tab w:val="right" w:pos="8505"/>
            </w:tabs>
            <w:jc w:val="right"/>
            <w:rPr>
              <w:color w:val="000000" w:themeColor="text1"/>
              <w:sz w:val="12"/>
              <w:szCs w:val="12"/>
            </w:rPr>
          </w:pPr>
          <w:sdt>
            <w:sdtPr>
              <w:rPr>
                <w:color w:val="000000" w:themeColor="text1"/>
                <w:sz w:val="12"/>
                <w:szCs w:val="12"/>
              </w:rPr>
              <w:alias w:val="Stupeň"/>
              <w:tag w:val="StupenZ"/>
              <w:id w:val="-1248882159"/>
              <w:text/>
            </w:sdtPr>
            <w:sdtEndPr/>
            <w:sdtContent>
              <w:proofErr w:type="spellStart"/>
              <w:r w:rsidR="001513FB">
                <w:rPr>
                  <w:color w:val="000000" w:themeColor="text1"/>
                  <w:sz w:val="12"/>
                  <w:szCs w:val="12"/>
                </w:rPr>
                <w:t>DSpP</w:t>
              </w:r>
              <w:proofErr w:type="spellEnd"/>
            </w:sdtContent>
          </w:sdt>
        </w:p>
      </w:tc>
    </w:tr>
  </w:tbl>
  <w:p w:rsidR="001513FB" w:rsidRPr="00AE3921" w:rsidRDefault="001513FB" w:rsidP="00837B86">
    <w:pPr>
      <w:pStyle w:val="Zhlav"/>
      <w:rPr>
        <w:color w:val="000000" w:themeColor="text1"/>
        <w:sz w:val="12"/>
        <w:szCs w:val="1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606C" w:rsidRPr="00F81B53" w:rsidRDefault="0078606C" w:rsidP="0078606C">
    <w:pPr>
      <w:tabs>
        <w:tab w:val="right" w:pos="8505"/>
      </w:tabs>
      <w:jc w:val="left"/>
      <w:rPr>
        <w:noProof/>
        <w:color w:val="000000" w:themeColor="text1"/>
      </w:rPr>
    </w:pPr>
    <w:r>
      <w:rPr>
        <w:noProof/>
      </w:rPr>
      <w:drawing>
        <wp:anchor distT="0" distB="0" distL="114300" distR="114300" simplePos="0" relativeHeight="251679744" behindDoc="0" locked="0" layoutInCell="1" allowOverlap="1" wp14:anchorId="438FDAEC" wp14:editId="00CE6442">
          <wp:simplePos x="0" y="0"/>
          <wp:positionH relativeFrom="margin">
            <wp:align>left</wp:align>
          </wp:positionH>
          <wp:positionV relativeFrom="page">
            <wp:posOffset>900430</wp:posOffset>
          </wp:positionV>
          <wp:extent cx="1767600" cy="144000"/>
          <wp:effectExtent l="0" t="0" r="0" b="8890"/>
          <wp:wrapNone/>
          <wp:docPr id="39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767600" cy="144000"/>
                  </a:xfrm>
                  <a:prstGeom prst="rect">
                    <a:avLst/>
                  </a:prstGeom>
                  <a:noFill/>
                </pic:spPr>
              </pic:pic>
            </a:graphicData>
          </a:graphic>
          <wp14:sizeRelH relativeFrom="margin">
            <wp14:pctWidth>0</wp14:pctWidth>
          </wp14:sizeRelH>
          <wp14:sizeRelV relativeFrom="margin">
            <wp14:pctHeight>0</wp14:pctHeight>
          </wp14:sizeRelV>
        </wp:anchor>
      </w:drawing>
    </w:r>
    <w:r w:rsidRPr="00F81B53">
      <w:rPr>
        <w:noProof/>
        <w:color w:val="000000" w:themeColor="text1"/>
      </w:rPr>
      <w:tab/>
    </w:r>
    <w:r>
      <w:rPr>
        <w:noProof/>
        <w:color w:val="000000" w:themeColor="text1"/>
      </w:rPr>
      <mc:AlternateContent>
        <mc:Choice Requires="wpc">
          <w:drawing>
            <wp:inline distT="0" distB="0" distL="0" distR="0" wp14:anchorId="08E8E743" wp14:editId="69FC9A0E">
              <wp:extent cx="1080135" cy="314960"/>
              <wp:effectExtent l="1905" t="1270" r="3810" b="7620"/>
              <wp:docPr id="391" name="Plátno 39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21" name="Freeform 210"/>
                      <wps:cNvSpPr>
                        <a:spLocks noEditPoints="1"/>
                      </wps:cNvSpPr>
                      <wps:spPr bwMode="auto">
                        <a:xfrm>
                          <a:off x="801326" y="42128"/>
                          <a:ext cx="278809" cy="271829"/>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 name="Freeform 211"/>
                      <wps:cNvSpPr>
                        <a:spLocks/>
                      </wps:cNvSpPr>
                      <wps:spPr bwMode="auto">
                        <a:xfrm>
                          <a:off x="907634" y="0"/>
                          <a:ext cx="66192" cy="66202"/>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Freeform 212"/>
                      <wps:cNvSpPr>
                        <a:spLocks/>
                      </wps:cNvSpPr>
                      <wps:spPr bwMode="auto">
                        <a:xfrm>
                          <a:off x="907634" y="0"/>
                          <a:ext cx="66192" cy="66202"/>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213"/>
                      <wps:cNvSpPr>
                        <a:spLocks noEditPoints="1"/>
                      </wps:cNvSpPr>
                      <wps:spPr bwMode="auto">
                        <a:xfrm>
                          <a:off x="601747" y="178544"/>
                          <a:ext cx="133387" cy="136416"/>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214"/>
                      <wps:cNvSpPr>
                        <a:spLocks/>
                      </wps:cNvSpPr>
                      <wps:spPr bwMode="auto">
                        <a:xfrm>
                          <a:off x="601747" y="178544"/>
                          <a:ext cx="133387" cy="136416"/>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 name="Freeform 215"/>
                      <wps:cNvSpPr>
                        <a:spLocks/>
                      </wps:cNvSpPr>
                      <wps:spPr bwMode="auto">
                        <a:xfrm>
                          <a:off x="637851" y="204624"/>
                          <a:ext cx="59172" cy="84257"/>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4" name="Freeform 216"/>
                      <wps:cNvSpPr>
                        <a:spLocks/>
                      </wps:cNvSpPr>
                      <wps:spPr bwMode="auto">
                        <a:xfrm>
                          <a:off x="460336" y="178544"/>
                          <a:ext cx="116338" cy="136416"/>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5" name="Freeform 217"/>
                      <wps:cNvSpPr>
                        <a:spLocks/>
                      </wps:cNvSpPr>
                      <wps:spPr bwMode="auto">
                        <a:xfrm>
                          <a:off x="460336" y="178544"/>
                          <a:ext cx="116338" cy="136416"/>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6" name="Freeform 218"/>
                      <wps:cNvSpPr>
                        <a:spLocks/>
                      </wps:cNvSpPr>
                      <wps:spPr bwMode="auto">
                        <a:xfrm>
                          <a:off x="337981" y="179547"/>
                          <a:ext cx="95277" cy="13441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7" name="Freeform 219"/>
                      <wps:cNvSpPr>
                        <a:spLocks/>
                      </wps:cNvSpPr>
                      <wps:spPr bwMode="auto">
                        <a:xfrm>
                          <a:off x="124361" y="179547"/>
                          <a:ext cx="186541" cy="13441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8" name="Freeform 220"/>
                      <wps:cNvSpPr>
                        <a:spLocks/>
                      </wps:cNvSpPr>
                      <wps:spPr bwMode="auto">
                        <a:xfrm>
                          <a:off x="0" y="178544"/>
                          <a:ext cx="100291" cy="136416"/>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9" name="Freeform 221"/>
                      <wps:cNvSpPr>
                        <a:spLocks/>
                      </wps:cNvSpPr>
                      <wps:spPr bwMode="auto">
                        <a:xfrm>
                          <a:off x="0" y="178544"/>
                          <a:ext cx="100291" cy="136416"/>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11C5F569" id="Plátno 391" o:spid="_x0000_s1026" editas="canvas" style="width:85.05pt;height:24.8pt;mso-position-horizontal-relative:char;mso-position-vertical-relative:line" coordsize="10801,3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801;height:3149;visibility:visible;mso-wrap-style:square">
                <v:fill o:detectmouseclick="t"/>
                <v:path o:connecttype="none"/>
              </v:shape>
              <v:shape id="Freeform 210" o:spid="_x0000_s1028" style="position:absolute;left:8013;top:421;width:2788;height:2718;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" path="m444,423r,54l112,477r,-54l276,256,444,423xm556,181r-203,l485,49,436,4,276,165,114,,69,47,201,181,,181r,62l201,243,46,396r,147l508,543r,-147l353,243r203,l556,181xe" fillcolor="black" stroked="f">
                <v:path arrowok="t" o:connecttype="custom" o:connectlocs="222646,211756;222646,238789;56163,238789;56163,211756;138402,128155;222646,211756;278809,90610;177014,90610;243206,24530;218634,2002;138402,82600;57166,0;34600,23528;100792,90610;0,90610;0,121647;100792,121647;23067,198240;23067,271829;254739,271829;254739,198240;177014,121647;278809,121647;278809,90610" o:connectangles="0,0,0,0,0,0,0,0,0,0,0,0,0,0,0,0,0,0,0,0,0,0,0,0"/>
                <o:lock v:ext="edit" verticies="t"/>
              </v:shape>
              <v:shape id="Freeform 211" o:spid="_x0000_s1029" style="position:absolute;left:9076;width:662;height:662;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" path="m131,66r,l130,79r-4,14l120,103r-8,9l103,120r-12,8l79,132r-13,l52,132,41,128,29,120,19,112r-7,-9l6,93,2,79,,66,2,52,6,41,12,29,19,19,29,12,41,6,52,2,66,,79,2,91,6r12,6l112,19r8,10l126,41r4,11l131,66xe" fillcolor="#dc002e" stroked="f">
                <v:path arrowok="t" o:connecttype="custom" o:connectlocs="66192,33101;66192,33101;65687,39621;63666,46642;60634,51658;56592,56171;52044,60184;45981,64196;39917,66202;33349,66202;33349,66202;26275,66202;20717,64196;14653,60184;9600,56171;6063,51658;3032,46642;1011,39621;0,33101;0,33101;1011,26080;3032,20563;6063,14544;9600,9529;14653,6018;20717,3009;26275,1003;33349,0;33349,0;39917,1003;45981,3009;52044,6018;56592,9529;60634,14544;63666,20563;65687,26080;66192,33101" o:connectangles="0,0,0,0,0,0,0,0,0,0,0,0,0,0,0,0,0,0,0,0,0,0,0,0,0,0,0,0,0,0,0,0,0,0,0,0,0"/>
              </v:shape>
              <v:shape id="Freeform 212" o:spid="_x0000_s1030" style="position:absolute;left:9076;width:662;height:662;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" path="m131,66r,l130,79r-4,14l120,103r-8,9l103,120r-12,8l79,132r-13,l52,132,41,128,29,120,19,112r-7,-9l6,93,2,79,,66,2,52,6,41,12,29,19,19,29,12,41,6,52,2,66,,79,2,91,6r12,6l112,19r8,10l126,41r4,11l131,66e" fillcolor="black [3213]" stroked="f">
                <v:path arrowok="t" o:connecttype="custom" o:connectlocs="66192,33101;66192,33101;65687,39621;63666,46642;60634,51658;56592,56171;52044,60184;45981,64196;39917,66202;33349,66202;33349,66202;26275,66202;20717,64196;14653,60184;9600,56171;6063,51658;3032,46642;1011,39621;0,33101;0,33101;1011,26080;3032,20563;6063,14544;9600,9529;14653,6018;20717,3009;26275,1003;33349,0;33349,0;39917,1003;45981,3009;52044,6018;56592,9529;60634,14544;63666,20563;65687,26080;66192,33101" o:connectangles="0,0,0,0,0,0,0,0,0,0,0,0,0,0,0,0,0,0,0,0,0,0,0,0,0,0,0,0,0,0,0,0,0,0,0,0,0"/>
              </v:shape>
              <v:shape id="Freeform 213" o:spid="_x0000_s1031" style="position:absolute;left:6017;top:1785;width:1334;height:1364;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66694,0;81236,1007;94775,3524;106308,9564;115836,17618;123859,27183;128874,38760;131381,52352;133387,67956;130378,90608;126868,103193;119848,113764;111323,122825;101795,129369;88758,134402;74215,136416;66694,136416;51148,135409;37609,132389;26076,126852;16548,118798;9528,108227;3510,96649;1003,83561;0,67956;2006,45808;6519,33223;12536,22149;21061,13591;31592,6544;44629,2014;58169,0;66694,110240;73212,110240;85247,103193;91766,91615;94775,76010;95778,67956;93772,51345;88758,37754;80233,29196;66694,26176;59172,26176;47137,33223;39615,44801;36606,59399;35603,67956;37609,83561;42624,97152;52151,107220;66694,110240" o:connectangles="0,0,0,0,0,0,0,0,0,0,0,0,0,0,0,0,0,0,0,0,0,0,0,0,0,0,0,0,0,0,0,0,0,0,0,0,0,0,0,0,0,0,0,0,0,0,0,0,0,0,0"/>
                <o:lock v:ext="edit" verticies="t"/>
              </v:shape>
              <v:shape id="Freeform 214" o:spid="_x0000_s1032" style="position:absolute;left:6017;top:1785;width:1334;height:1364;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66694,0;81236,1007;94775,3524;106308,9564;115836,17618;123859,27183;128874,38760;131381,52352;133387,67956;130378,90608;126868,103193;119848,113764;111323,122825;101795,129369;88758,134402;74215,136416;66694,136416;51148,135409;37609,132389;26076,126852;16548,118798;9528,108227;3510,96649;1003,83561;0,67956;2006,45808;6519,33223;12536,22149;21061,13591;31592,6544;44629,2014;58169,0" o:connectangles="0,0,0,0,0,0,0,0,0,0,0,0,0,0,0,0,0,0,0,0,0,0,0,0,0,0,0,0,0,0,0,0"/>
              </v:shape>
              <v:shape id="Freeform 215" o:spid="_x0000_s1033" style="position:absolute;left:6378;top:2046;width:592;height:842;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" path="m62,167r,l75,167r14,-6l99,153r7,-12l112,130r4,-16l118,99r2,-16l118,66,116,50,112,37,106,23,99,14,89,6,75,,62,,47,,33,6,23,14r-9,9l8,37,4,50,2,66,,83,2,99r2,15l8,130r6,11l23,153r10,8l47,167r15,e" filled="f" stroked="f">
                <v:path arrowok="t" o:connecttype="custom" o:connectlocs="30572,84257;30572,84257;36983,84257;43886,81230;48817,77194;52269,71139;55227,65589;57200,57517;58186,49949;59172,41876;59172,41876;58186,33299;57200,25227;55227,18668;52269,11604;48817,7063;43886,3027;36983,0;30572,0;30572,0;23176,0;16272,3027;11341,7063;6903,11604;3945,18668;1972,25227;986,33299;0,41876;0,41876;986,49949;1972,57517;3945,65589;6903,71139;11341,77194;16272,81230;23176,84257;30572,84257" o:connectangles="0,0,0,0,0,0,0,0,0,0,0,0,0,0,0,0,0,0,0,0,0,0,0,0,0,0,0,0,0,0,0,0,0,0,0,0,0"/>
              </v:shape>
              <v:shape id="Freeform 216" o:spid="_x0000_s1034" style="position:absolute;left:4603;top:1785;width:1163;height:1364;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77559,0;97200,1007;113820,34733;104755,31210;87128,26176;78566,26176;61946,29196;48348,37754;39787,50338;36765,67956;37772,78024;43816,93629;56406,104200;72019,110240;81588,110240;99215,108227;115834,103193;116338,130375;100222,135409;77559,136416;63961,136416;43816,131382;30721,125845;20145,116784;10576,107220;3525,93629;1007,77017;0,67956;1511,51345;5540,37754;13598,26176;22160,16612;33743,8557;46334,3524;60939,1007" o:connectangles="0,0,0,0,0,0,0,0,0,0,0,0,0,0,0,0,0,0,0,0,0,0,0,0,0,0,0,0,0,0,0,0,0,0,0"/>
              </v:shape>
              <v:shape id="Freeform 217" o:spid="_x0000_s1035" style="position:absolute;left:4603;top:1785;width:1163;height:1364;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77559,0;97200,1007;113820,34733;104755,31210;87128,26176;78566,26176;61946,29196;48348,37754;39787,50338;36765,67956;37772,78024;43816,93629;56406,104200;72019,110240;81588,110240;99215,108227;115834,103193;116338,130375;100222,135409;77559,136416;63961,136416;43816,131382;30721,125845;20145,116784;10576,107220;3525,93629;1007,77017;0,67956;1511,51345;5540,37754;13598,26176;22160,16612;33743,8557;46334,3524;60939,1007" o:connectangles="0,0,0,0,0,0,0,0,0,0,0,0,0,0,0,0,0,0,0,0,0,0,0,0,0,0,0,0,0,0,0,0,0,0,0"/>
              </v:shape>
              <v:shape id="Freeform 218" o:spid="_x0000_s1036" style="position:absolute;left:3379;top:1795;width:953;height:1344;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" path="m,l186,r,50l68,50r,54l178,104r,53l68,157r,58l190,215r,52l,267,,xe" fillcolor="black" stroked="f">
                <v:path arrowok="t" o:connecttype="custom" o:connectlocs="0,0;93271,0;93271,25170;34099,25170;34099,52354;89260,52354;89260,79035;34099,79035;34099,108233;95277,108233;95277,134410;0,134410;0,0" o:connectangles="0,0,0,0,0,0,0,0,0,0,0,0,0"/>
              </v:shape>
              <v:shape id="Freeform 219" o:spid="_x0000_s1037" style="position:absolute;left:1243;top:1795;width:1866;height:1344;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" path="m,l72,r33,203l107,203,141,r91,l269,203,304,r69,l311,267r-89,l186,62,151,267r-93,l,xe" fillcolor="black" stroked="f">
                <v:path arrowok="t" o:connecttype="custom" o:connectlocs="0,0;36008,0;52512,102192;53512,102192;70515,0;116026,0;134530,102192;152033,0;186541,0;155534,134410;111024,134410;93020,31211;75517,134410;29006,134410;0,0" o:connectangles="0,0,0,0,0,0,0,0,0,0,0,0,0,0,0"/>
              </v:shape>
              <v:shape id="Freeform 220" o:spid="_x0000_s1038" style="position:absolute;top:1785;width:1002;height:1364;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57879,0;84823,2014;89813,32216;82827,29196;68358,26176;60873,26176;45405,27183;38420,31210;36424,37754;36424,40774;42412,46814;56881,51345;79834,60406;89813,66950;97297,78024;100291,92622;99293,99166;97297,110240;92308,118798;85821,125845;73347,132389;51892,136416;40416,136416;21455,135409;1996,130375;4990,101179;21455,108227;40416,110240;49397,110240;58877,106213;61871,101179;62869,97152;59875,89602;52890,84568;31933,78024;14470,69970;5988,61412;998,48828;0,40774;1996,29196;5988,20135;11476,13591;27942,3524;48399,0" o:connectangles="0,0,0,0,0,0,0,0,0,0,0,0,0,0,0,0,0,0,0,0,0,0,0,0,0,0,0,0,0,0,0,0,0,0,0,0,0,0,0,0,0,0,0,0"/>
              </v:shape>
              <v:shape id="Freeform 221" o:spid="_x0000_s1039" style="position:absolute;top:1785;width:1002;height:1364;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57879,0;84823,2014;89813,32216;82827,29196;68358,26176;60873,26176;45405,27183;38420,31210;36424,37754;36424,40774;42412,46814;56881,51345;79834,60406;89813,66950;97297,78024;100291,92622;99293,99166;97297,110240;92308,118798;85821,125845;73347,132389;51892,136416;40416,136416;21455,135409;1996,130375;4990,101179;21455,108227;40416,110240;49397,110240;58877,106213;61871,101179;62869,97152;59875,89602;52890,84568;31933,78024;14470,69970;5988,61412;998,48828;0,40774;1996,29196;5988,20135;11476,13591;27942,3524;48399,0" o:connectangles="0,0,0,0,0,0,0,0,0,0,0,0,0,0,0,0,0,0,0,0,0,0,0,0,0,0,0,0,0,0,0,0,0,0,0,0,0,0,0,0,0,0,0,0"/>
              </v:shape>
              <w10:anchorlock/>
            </v:group>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6522" w:rsidRPr="00AE3921" w:rsidRDefault="00016522" w:rsidP="00016522">
    <w:pPr>
      <w:tabs>
        <w:tab w:val="right" w:pos="8505"/>
      </w:tabs>
      <w:spacing w:after="60"/>
      <w:jc w:val="right"/>
      <w:rPr>
        <w:noProof/>
        <w:color w:val="000000" w:themeColor="text1"/>
      </w:rPr>
    </w:pPr>
    <w:r>
      <w:rPr>
        <w:noProof/>
      </w:rPr>
      <w:drawing>
        <wp:anchor distT="0" distB="0" distL="114300" distR="114300" simplePos="0" relativeHeight="251677696" behindDoc="0" locked="0" layoutInCell="1" allowOverlap="1" wp14:anchorId="71CBD9DB" wp14:editId="34719035">
          <wp:simplePos x="0" y="0"/>
          <wp:positionH relativeFrom="margin">
            <wp:align>left</wp:align>
          </wp:positionH>
          <wp:positionV relativeFrom="page">
            <wp:posOffset>817880</wp:posOffset>
          </wp:positionV>
          <wp:extent cx="1355725" cy="110490"/>
          <wp:effectExtent l="0" t="0" r="0" b="3810"/>
          <wp:wrapNone/>
          <wp:docPr id="348"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55725" cy="110490"/>
                  </a:xfrm>
                  <a:prstGeom prst="rect">
                    <a:avLst/>
                  </a:prstGeom>
                  <a:noFill/>
                </pic:spPr>
              </pic:pic>
            </a:graphicData>
          </a:graphic>
          <wp14:sizeRelH relativeFrom="margin">
            <wp14:pctWidth>0</wp14:pctWidth>
          </wp14:sizeRelH>
          <wp14:sizeRelV relativeFrom="margin">
            <wp14:pctHeight>0</wp14:pctHeight>
          </wp14:sizeRelV>
        </wp:anchor>
      </w:drawing>
    </w:r>
    <w:r w:rsidRPr="00AE3921">
      <w:rPr>
        <w:noProof/>
        <w:color w:val="000000" w:themeColor="text1"/>
      </w:rPr>
      <w:tab/>
    </w:r>
    <w:r w:rsidRPr="00AE3921">
      <w:rPr>
        <w:noProof/>
        <w:color w:val="000000" w:themeColor="text1"/>
      </w:rPr>
      <mc:AlternateContent>
        <mc:Choice Requires="wpc">
          <w:drawing>
            <wp:inline distT="0" distB="0" distL="0" distR="0" wp14:anchorId="03B61F98" wp14:editId="7CE6B1A1">
              <wp:extent cx="683895" cy="199390"/>
              <wp:effectExtent l="1905" t="6985" r="0" b="3175"/>
              <wp:docPr id="349" name="Plátno 3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81"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2612B812" id="Plátno 349"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5000" w:type="pct"/>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2"/>
      <w:gridCol w:w="3402"/>
    </w:tblGrid>
    <w:tr w:rsidR="00016522" w:rsidRPr="00AE3921" w:rsidTr="00016522">
      <w:trPr>
        <w:trHeight w:val="227"/>
        <w:jc w:val="center"/>
      </w:trPr>
      <w:tc>
        <w:tcPr>
          <w:tcW w:w="3000" w:type="pct"/>
          <w:vAlign w:val="center"/>
        </w:tcPr>
        <w:p w:rsidR="00016522" w:rsidRPr="00AE3921" w:rsidRDefault="00E9136D" w:rsidP="001513FB">
          <w:pPr>
            <w:tabs>
              <w:tab w:val="right" w:pos="8505"/>
            </w:tabs>
            <w:jc w:val="left"/>
            <w:rPr>
              <w:color w:val="000000" w:themeColor="text1"/>
              <w:sz w:val="12"/>
              <w:szCs w:val="12"/>
            </w:rPr>
          </w:pPr>
          <w:sdt>
            <w:sdtPr>
              <w:rPr>
                <w:color w:val="000000" w:themeColor="text1"/>
                <w:sz w:val="12"/>
                <w:szCs w:val="12"/>
              </w:rPr>
              <w:alias w:val="Název dokumentace 1"/>
              <w:tag w:val="NazevDok"/>
              <w:id w:val="-1648580483"/>
              <w:text/>
            </w:sdtPr>
            <w:sdtEndPr/>
            <w:sdtContent>
              <w:proofErr w:type="spellStart"/>
              <w:r w:rsidR="00016522">
                <w:rPr>
                  <w:color w:val="000000" w:themeColor="text1"/>
                  <w:sz w:val="12"/>
                  <w:szCs w:val="12"/>
                </w:rPr>
                <w:t>Revital</w:t>
              </w:r>
              <w:proofErr w:type="spellEnd"/>
              <w:r w:rsidR="00016522">
                <w:rPr>
                  <w:color w:val="000000" w:themeColor="text1"/>
                  <w:sz w:val="12"/>
                  <w:szCs w:val="12"/>
                </w:rPr>
                <w:t>. objektů a prostorů Korunní, P10</w:t>
              </w:r>
            </w:sdtContent>
          </w:sdt>
          <w:r w:rsidR="00016522" w:rsidRPr="00AE3921">
            <w:rPr>
              <w:color w:val="000000" w:themeColor="text1"/>
              <w:sz w:val="12"/>
              <w:szCs w:val="12"/>
            </w:rPr>
            <w:t xml:space="preserve"> </w:t>
          </w:r>
          <w:sdt>
            <w:sdtPr>
              <w:rPr>
                <w:color w:val="000000" w:themeColor="text1"/>
                <w:sz w:val="12"/>
                <w:szCs w:val="12"/>
              </w:rPr>
              <w:alias w:val="Název dokumentace 2"/>
              <w:tag w:val="NazevDok2_"/>
              <w:id w:val="756256987"/>
              <w:text/>
            </w:sdtPr>
            <w:sdtEndPr/>
            <w:sdtContent>
              <w:r w:rsidR="00016522">
                <w:rPr>
                  <w:color w:val="000000" w:themeColor="text1"/>
                  <w:sz w:val="12"/>
                  <w:szCs w:val="12"/>
                </w:rPr>
                <w:t xml:space="preserve">č. </w:t>
              </w:r>
              <w:proofErr w:type="spellStart"/>
              <w:r w:rsidR="00016522">
                <w:rPr>
                  <w:color w:val="000000" w:themeColor="text1"/>
                  <w:sz w:val="12"/>
                  <w:szCs w:val="12"/>
                </w:rPr>
                <w:t>inv</w:t>
              </w:r>
              <w:proofErr w:type="spellEnd"/>
              <w:r w:rsidR="00016522">
                <w:rPr>
                  <w:color w:val="000000" w:themeColor="text1"/>
                  <w:sz w:val="12"/>
                  <w:szCs w:val="12"/>
                </w:rPr>
                <w:t>. akce 1/4/A52/00, 1/4/F87/00,</w:t>
              </w:r>
            </w:sdtContent>
          </w:sdt>
          <w:r w:rsidR="00016522" w:rsidRPr="00AE3921">
            <w:rPr>
              <w:color w:val="000000" w:themeColor="text1"/>
              <w:sz w:val="12"/>
              <w:szCs w:val="12"/>
            </w:rPr>
            <w:t xml:space="preserve"> </w:t>
          </w:r>
          <w:sdt>
            <w:sdtPr>
              <w:rPr>
                <w:color w:val="000000" w:themeColor="text1"/>
                <w:sz w:val="12"/>
                <w:szCs w:val="12"/>
              </w:rPr>
              <w:alias w:val="Název dokumentace 3"/>
              <w:tag w:val="NazevDok3_"/>
              <w:id w:val="-1859198503"/>
              <w:text/>
            </w:sdtPr>
            <w:sdtEndPr/>
            <w:sdtContent>
              <w:r w:rsidR="00016522">
                <w:rPr>
                  <w:color w:val="000000" w:themeColor="text1"/>
                  <w:sz w:val="12"/>
                  <w:szCs w:val="12"/>
                </w:rPr>
                <w:t>1/4/F87/01, 1/4/A52/02</w:t>
              </w:r>
            </w:sdtContent>
          </w:sdt>
        </w:p>
      </w:tc>
      <w:tc>
        <w:tcPr>
          <w:tcW w:w="2000" w:type="pct"/>
          <w:tcMar>
            <w:left w:w="113" w:type="dxa"/>
          </w:tcMar>
          <w:vAlign w:val="center"/>
        </w:tcPr>
        <w:p w:rsidR="00016522" w:rsidRPr="00AE3921" w:rsidRDefault="00E9136D" w:rsidP="001513FB">
          <w:pPr>
            <w:tabs>
              <w:tab w:val="right" w:pos="8505"/>
            </w:tabs>
            <w:jc w:val="right"/>
            <w:rPr>
              <w:color w:val="000000" w:themeColor="text1"/>
              <w:sz w:val="12"/>
              <w:szCs w:val="12"/>
            </w:rPr>
          </w:pPr>
          <w:sdt>
            <w:sdtPr>
              <w:rPr>
                <w:bCs/>
                <w:color w:val="000000" w:themeColor="text1"/>
                <w:sz w:val="12"/>
                <w:szCs w:val="12"/>
              </w:rPr>
              <w:alias w:val="Číslo přílohy"/>
              <w:tag w:val="PrilCislo"/>
              <w:id w:val="-1302466552"/>
              <w:text/>
            </w:sdtPr>
            <w:sdtEndPr/>
            <w:sdtContent>
              <w:r w:rsidR="00016522">
                <w:rPr>
                  <w:bCs/>
                  <w:color w:val="000000" w:themeColor="text1"/>
                  <w:sz w:val="12"/>
                  <w:szCs w:val="12"/>
                </w:rPr>
                <w:t>E.4</w:t>
              </w:r>
            </w:sdtContent>
          </w:sdt>
          <w:r w:rsidR="00016522">
            <w:rPr>
              <w:bCs/>
              <w:color w:val="000000" w:themeColor="text1"/>
              <w:sz w:val="12"/>
              <w:szCs w:val="12"/>
            </w:rPr>
            <w:t xml:space="preserve">  </w:t>
          </w:r>
          <w:r w:rsidR="00016522" w:rsidRPr="00AE3921">
            <w:rPr>
              <w:bCs/>
              <w:color w:val="000000" w:themeColor="text1"/>
              <w:sz w:val="12"/>
              <w:szCs w:val="12"/>
            </w:rPr>
            <w:t xml:space="preserve"> </w:t>
          </w:r>
          <w:sdt>
            <w:sdtPr>
              <w:rPr>
                <w:bCs/>
                <w:color w:val="000000" w:themeColor="text1"/>
                <w:sz w:val="12"/>
                <w:szCs w:val="12"/>
              </w:rPr>
              <w:alias w:val="Název přílohy"/>
              <w:tag w:val="PrilNaz"/>
              <w:id w:val="-702946412"/>
              <w:text/>
            </w:sdtPr>
            <w:sdtEndPr/>
            <w:sdtContent>
              <w:r w:rsidR="00973624">
                <w:rPr>
                  <w:bCs/>
                  <w:color w:val="000000" w:themeColor="text1"/>
                  <w:sz w:val="12"/>
                  <w:szCs w:val="12"/>
                </w:rPr>
                <w:t>Protokol o určení vnějších vlivů</w:t>
              </w:r>
            </w:sdtContent>
          </w:sdt>
        </w:p>
      </w:tc>
    </w:tr>
    <w:tr w:rsidR="00016522" w:rsidRPr="00AE3921" w:rsidTr="00016522">
      <w:trPr>
        <w:trHeight w:val="227"/>
        <w:jc w:val="center"/>
      </w:trPr>
      <w:tc>
        <w:tcPr>
          <w:tcW w:w="3000" w:type="pct"/>
          <w:vAlign w:val="center"/>
        </w:tcPr>
        <w:p w:rsidR="00016522" w:rsidRPr="00AE3921" w:rsidRDefault="00E9136D" w:rsidP="001513FB">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315845705"/>
              <w:text/>
            </w:sdtPr>
            <w:sdtEndPr/>
            <w:sdtContent>
              <w:r w:rsidR="00016522">
                <w:rPr>
                  <w:color w:val="000000" w:themeColor="text1"/>
                  <w:sz w:val="12"/>
                  <w:szCs w:val="12"/>
                </w:rPr>
                <w:t>E. Dokladová část</w:t>
              </w:r>
            </w:sdtContent>
          </w:sdt>
        </w:p>
      </w:tc>
      <w:tc>
        <w:tcPr>
          <w:tcW w:w="2000" w:type="pct"/>
          <w:tcMar>
            <w:left w:w="113" w:type="dxa"/>
          </w:tcMar>
          <w:vAlign w:val="center"/>
        </w:tcPr>
        <w:p w:rsidR="00016522" w:rsidRPr="00AE3921" w:rsidRDefault="00E9136D" w:rsidP="001513FB">
          <w:pPr>
            <w:tabs>
              <w:tab w:val="right" w:pos="8505"/>
            </w:tabs>
            <w:jc w:val="right"/>
            <w:rPr>
              <w:color w:val="000000" w:themeColor="text1"/>
              <w:sz w:val="12"/>
              <w:szCs w:val="12"/>
            </w:rPr>
          </w:pPr>
          <w:sdt>
            <w:sdtPr>
              <w:rPr>
                <w:color w:val="000000" w:themeColor="text1"/>
                <w:sz w:val="12"/>
                <w:szCs w:val="12"/>
              </w:rPr>
              <w:alias w:val="Stupeň"/>
              <w:tag w:val="StupenZ"/>
              <w:id w:val="2127345868"/>
              <w:text/>
            </w:sdtPr>
            <w:sdtEndPr/>
            <w:sdtContent>
              <w:proofErr w:type="spellStart"/>
              <w:r w:rsidR="00016522">
                <w:rPr>
                  <w:color w:val="000000" w:themeColor="text1"/>
                  <w:sz w:val="12"/>
                  <w:szCs w:val="12"/>
                </w:rPr>
                <w:t>DSpP</w:t>
              </w:r>
              <w:proofErr w:type="spellEnd"/>
            </w:sdtContent>
          </w:sdt>
        </w:p>
      </w:tc>
    </w:tr>
  </w:tbl>
  <w:p w:rsidR="00016522" w:rsidRPr="00AE3921" w:rsidRDefault="00016522" w:rsidP="00837B86">
    <w:pPr>
      <w:pStyle w:val="Zhlav"/>
      <w:rPr>
        <w:color w:val="000000" w:themeColor="text1"/>
        <w:sz w:val="12"/>
        <w:szCs w:val="1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6522" w:rsidRPr="00AE3921" w:rsidRDefault="00016522" w:rsidP="00016522">
    <w:pPr>
      <w:tabs>
        <w:tab w:val="right" w:pos="8505"/>
      </w:tabs>
      <w:spacing w:after="60"/>
      <w:jc w:val="right"/>
      <w:rPr>
        <w:noProof/>
        <w:color w:val="000000" w:themeColor="text1"/>
      </w:rPr>
    </w:pPr>
    <w:r>
      <w:rPr>
        <w:noProof/>
      </w:rPr>
      <w:drawing>
        <wp:anchor distT="0" distB="0" distL="114300" distR="114300" simplePos="0" relativeHeight="251673600" behindDoc="0" locked="0" layoutInCell="1" allowOverlap="1" wp14:anchorId="7EF18AFA" wp14:editId="136D89F7">
          <wp:simplePos x="0" y="0"/>
          <wp:positionH relativeFrom="margin">
            <wp:align>left</wp:align>
          </wp:positionH>
          <wp:positionV relativeFrom="page">
            <wp:posOffset>817880</wp:posOffset>
          </wp:positionV>
          <wp:extent cx="1355725" cy="110490"/>
          <wp:effectExtent l="0" t="0" r="0" b="3810"/>
          <wp:wrapNone/>
          <wp:docPr id="42"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55725" cy="110490"/>
                  </a:xfrm>
                  <a:prstGeom prst="rect">
                    <a:avLst/>
                  </a:prstGeom>
                  <a:noFill/>
                </pic:spPr>
              </pic:pic>
            </a:graphicData>
          </a:graphic>
          <wp14:sizeRelH relativeFrom="margin">
            <wp14:pctWidth>0</wp14:pctWidth>
          </wp14:sizeRelH>
          <wp14:sizeRelV relativeFrom="margin">
            <wp14:pctHeight>0</wp14:pctHeight>
          </wp14:sizeRelV>
        </wp:anchor>
      </w:drawing>
    </w:r>
    <w:r w:rsidRPr="00AE3921">
      <w:rPr>
        <w:noProof/>
        <w:color w:val="000000" w:themeColor="text1"/>
      </w:rPr>
      <w:tab/>
    </w:r>
    <w:r w:rsidRPr="00AE3921">
      <w:rPr>
        <w:noProof/>
        <w:color w:val="000000" w:themeColor="text1"/>
      </w:rPr>
      <mc:AlternateContent>
        <mc:Choice Requires="wpc">
          <w:drawing>
            <wp:inline distT="0" distB="0" distL="0" distR="0" wp14:anchorId="6C5286FE" wp14:editId="3511BC4E">
              <wp:extent cx="683895" cy="199390"/>
              <wp:effectExtent l="1905" t="6985" r="0" b="3175"/>
              <wp:docPr id="43" name="Plátno 4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8"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62C3DA38" id="Plátno 43"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5000" w:type="pct"/>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7963"/>
      <w:gridCol w:w="5308"/>
    </w:tblGrid>
    <w:tr w:rsidR="00016522" w:rsidRPr="00AE3921" w:rsidTr="00016522">
      <w:trPr>
        <w:trHeight w:val="227"/>
        <w:jc w:val="center"/>
      </w:trPr>
      <w:tc>
        <w:tcPr>
          <w:tcW w:w="3000" w:type="pct"/>
          <w:vAlign w:val="center"/>
        </w:tcPr>
        <w:p w:rsidR="00016522" w:rsidRPr="00AE3921" w:rsidRDefault="00E9136D" w:rsidP="001513FB">
          <w:pPr>
            <w:tabs>
              <w:tab w:val="right" w:pos="8505"/>
            </w:tabs>
            <w:jc w:val="left"/>
            <w:rPr>
              <w:color w:val="000000" w:themeColor="text1"/>
              <w:sz w:val="12"/>
              <w:szCs w:val="12"/>
            </w:rPr>
          </w:pPr>
          <w:sdt>
            <w:sdtPr>
              <w:rPr>
                <w:color w:val="000000" w:themeColor="text1"/>
                <w:sz w:val="12"/>
                <w:szCs w:val="12"/>
              </w:rPr>
              <w:alias w:val="Název dokumentace 1"/>
              <w:tag w:val="NazevDok"/>
              <w:id w:val="149108457"/>
              <w:text/>
            </w:sdtPr>
            <w:sdtEndPr/>
            <w:sdtContent>
              <w:proofErr w:type="spellStart"/>
              <w:r w:rsidR="00016522">
                <w:rPr>
                  <w:color w:val="000000" w:themeColor="text1"/>
                  <w:sz w:val="12"/>
                  <w:szCs w:val="12"/>
                </w:rPr>
                <w:t>Revital</w:t>
              </w:r>
              <w:proofErr w:type="spellEnd"/>
              <w:r w:rsidR="00016522">
                <w:rPr>
                  <w:color w:val="000000" w:themeColor="text1"/>
                  <w:sz w:val="12"/>
                  <w:szCs w:val="12"/>
                </w:rPr>
                <w:t>. objektů a prostorů Korunní, P10</w:t>
              </w:r>
            </w:sdtContent>
          </w:sdt>
          <w:r w:rsidR="00016522" w:rsidRPr="00AE3921">
            <w:rPr>
              <w:color w:val="000000" w:themeColor="text1"/>
              <w:sz w:val="12"/>
              <w:szCs w:val="12"/>
            </w:rPr>
            <w:t xml:space="preserve"> </w:t>
          </w:r>
          <w:sdt>
            <w:sdtPr>
              <w:rPr>
                <w:color w:val="000000" w:themeColor="text1"/>
                <w:sz w:val="12"/>
                <w:szCs w:val="12"/>
              </w:rPr>
              <w:alias w:val="Název dokumentace 2"/>
              <w:tag w:val="NazevDok2_"/>
              <w:id w:val="-543837145"/>
              <w:text/>
            </w:sdtPr>
            <w:sdtEndPr/>
            <w:sdtContent>
              <w:r w:rsidR="00016522">
                <w:rPr>
                  <w:color w:val="000000" w:themeColor="text1"/>
                  <w:sz w:val="12"/>
                  <w:szCs w:val="12"/>
                </w:rPr>
                <w:t xml:space="preserve">č. </w:t>
              </w:r>
              <w:proofErr w:type="spellStart"/>
              <w:r w:rsidR="00016522">
                <w:rPr>
                  <w:color w:val="000000" w:themeColor="text1"/>
                  <w:sz w:val="12"/>
                  <w:szCs w:val="12"/>
                </w:rPr>
                <w:t>inv</w:t>
              </w:r>
              <w:proofErr w:type="spellEnd"/>
              <w:r w:rsidR="00016522">
                <w:rPr>
                  <w:color w:val="000000" w:themeColor="text1"/>
                  <w:sz w:val="12"/>
                  <w:szCs w:val="12"/>
                </w:rPr>
                <w:t>. akce 1/4/A52/00, 1/4/F87/00,</w:t>
              </w:r>
            </w:sdtContent>
          </w:sdt>
          <w:r w:rsidR="00016522" w:rsidRPr="00AE3921">
            <w:rPr>
              <w:color w:val="000000" w:themeColor="text1"/>
              <w:sz w:val="12"/>
              <w:szCs w:val="12"/>
            </w:rPr>
            <w:t xml:space="preserve"> </w:t>
          </w:r>
          <w:sdt>
            <w:sdtPr>
              <w:rPr>
                <w:color w:val="000000" w:themeColor="text1"/>
                <w:sz w:val="12"/>
                <w:szCs w:val="12"/>
              </w:rPr>
              <w:alias w:val="Název dokumentace 3"/>
              <w:tag w:val="NazevDok3_"/>
              <w:id w:val="-1568332724"/>
              <w:text/>
            </w:sdtPr>
            <w:sdtEndPr/>
            <w:sdtContent>
              <w:r w:rsidR="00016522">
                <w:rPr>
                  <w:color w:val="000000" w:themeColor="text1"/>
                  <w:sz w:val="12"/>
                  <w:szCs w:val="12"/>
                </w:rPr>
                <w:t>1/4/F87/01, 1/4/A52/02</w:t>
              </w:r>
            </w:sdtContent>
          </w:sdt>
        </w:p>
      </w:tc>
      <w:tc>
        <w:tcPr>
          <w:tcW w:w="2000" w:type="pct"/>
          <w:tcMar>
            <w:left w:w="113" w:type="dxa"/>
          </w:tcMar>
          <w:vAlign w:val="center"/>
        </w:tcPr>
        <w:p w:rsidR="00016522" w:rsidRPr="00AE3921" w:rsidRDefault="00E9136D" w:rsidP="001513FB">
          <w:pPr>
            <w:tabs>
              <w:tab w:val="right" w:pos="8505"/>
            </w:tabs>
            <w:jc w:val="right"/>
            <w:rPr>
              <w:color w:val="000000" w:themeColor="text1"/>
              <w:sz w:val="12"/>
              <w:szCs w:val="12"/>
            </w:rPr>
          </w:pPr>
          <w:sdt>
            <w:sdtPr>
              <w:rPr>
                <w:bCs/>
                <w:color w:val="000000" w:themeColor="text1"/>
                <w:sz w:val="12"/>
                <w:szCs w:val="12"/>
              </w:rPr>
              <w:alias w:val="Číslo přílohy"/>
              <w:tag w:val="PrilCislo"/>
              <w:id w:val="-719506981"/>
              <w:text/>
            </w:sdtPr>
            <w:sdtEndPr/>
            <w:sdtContent>
              <w:r w:rsidR="00016522">
                <w:rPr>
                  <w:bCs/>
                  <w:color w:val="000000" w:themeColor="text1"/>
                  <w:sz w:val="12"/>
                  <w:szCs w:val="12"/>
                </w:rPr>
                <w:t>E.4</w:t>
              </w:r>
            </w:sdtContent>
          </w:sdt>
          <w:r w:rsidR="00016522">
            <w:rPr>
              <w:bCs/>
              <w:color w:val="000000" w:themeColor="text1"/>
              <w:sz w:val="12"/>
              <w:szCs w:val="12"/>
            </w:rPr>
            <w:t xml:space="preserve">  </w:t>
          </w:r>
          <w:r w:rsidR="00016522" w:rsidRPr="00AE3921">
            <w:rPr>
              <w:bCs/>
              <w:color w:val="000000" w:themeColor="text1"/>
              <w:sz w:val="12"/>
              <w:szCs w:val="12"/>
            </w:rPr>
            <w:t xml:space="preserve"> </w:t>
          </w:r>
          <w:sdt>
            <w:sdtPr>
              <w:rPr>
                <w:bCs/>
                <w:color w:val="000000" w:themeColor="text1"/>
                <w:sz w:val="12"/>
                <w:szCs w:val="12"/>
              </w:rPr>
              <w:alias w:val="Název přílohy"/>
              <w:tag w:val="PrilNaz"/>
              <w:id w:val="-320652259"/>
              <w:text/>
            </w:sdtPr>
            <w:sdtEndPr/>
            <w:sdtContent>
              <w:r w:rsidR="00973624">
                <w:rPr>
                  <w:bCs/>
                  <w:color w:val="000000" w:themeColor="text1"/>
                  <w:sz w:val="12"/>
                  <w:szCs w:val="12"/>
                </w:rPr>
                <w:t>Protokol o určení vnějších vlivů</w:t>
              </w:r>
            </w:sdtContent>
          </w:sdt>
        </w:p>
      </w:tc>
    </w:tr>
    <w:tr w:rsidR="00016522" w:rsidRPr="00AE3921" w:rsidTr="00016522">
      <w:trPr>
        <w:trHeight w:val="227"/>
        <w:jc w:val="center"/>
      </w:trPr>
      <w:tc>
        <w:tcPr>
          <w:tcW w:w="3000" w:type="pct"/>
          <w:vAlign w:val="center"/>
        </w:tcPr>
        <w:p w:rsidR="00016522" w:rsidRPr="00AE3921" w:rsidRDefault="00E9136D" w:rsidP="001513FB">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825546020"/>
              <w:text/>
            </w:sdtPr>
            <w:sdtEndPr/>
            <w:sdtContent>
              <w:r w:rsidR="00016522">
                <w:rPr>
                  <w:color w:val="000000" w:themeColor="text1"/>
                  <w:sz w:val="12"/>
                  <w:szCs w:val="12"/>
                </w:rPr>
                <w:t>E. Dokladová část</w:t>
              </w:r>
            </w:sdtContent>
          </w:sdt>
        </w:p>
      </w:tc>
      <w:tc>
        <w:tcPr>
          <w:tcW w:w="2000" w:type="pct"/>
          <w:tcMar>
            <w:left w:w="113" w:type="dxa"/>
          </w:tcMar>
          <w:vAlign w:val="center"/>
        </w:tcPr>
        <w:p w:rsidR="00016522" w:rsidRPr="00AE3921" w:rsidRDefault="00E9136D" w:rsidP="001513FB">
          <w:pPr>
            <w:tabs>
              <w:tab w:val="right" w:pos="8505"/>
            </w:tabs>
            <w:jc w:val="right"/>
            <w:rPr>
              <w:color w:val="000000" w:themeColor="text1"/>
              <w:sz w:val="12"/>
              <w:szCs w:val="12"/>
            </w:rPr>
          </w:pPr>
          <w:sdt>
            <w:sdtPr>
              <w:rPr>
                <w:color w:val="000000" w:themeColor="text1"/>
                <w:sz w:val="12"/>
                <w:szCs w:val="12"/>
              </w:rPr>
              <w:alias w:val="Stupeň"/>
              <w:tag w:val="StupenZ"/>
              <w:id w:val="-2005039753"/>
              <w:text/>
            </w:sdtPr>
            <w:sdtEndPr/>
            <w:sdtContent>
              <w:proofErr w:type="spellStart"/>
              <w:r w:rsidR="00016522">
                <w:rPr>
                  <w:color w:val="000000" w:themeColor="text1"/>
                  <w:sz w:val="12"/>
                  <w:szCs w:val="12"/>
                </w:rPr>
                <w:t>DSpP</w:t>
              </w:r>
              <w:proofErr w:type="spellEnd"/>
            </w:sdtContent>
          </w:sdt>
        </w:p>
      </w:tc>
    </w:tr>
  </w:tbl>
  <w:p w:rsidR="00016522" w:rsidRPr="001513FB" w:rsidRDefault="00016522" w:rsidP="001513FB">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3FB" w:rsidRPr="00AE3921" w:rsidRDefault="001513FB" w:rsidP="00837B86">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5AA43B0A" wp14:editId="6979E59E">
              <wp:extent cx="683895" cy="199390"/>
              <wp:effectExtent l="1905" t="6985" r="0" b="3175"/>
              <wp:docPr id="332" name="Plátno 3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20"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1"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2"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3"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4"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5"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6"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7"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8"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9"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0"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51890D59" id="Plátno 332"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NlX8AA&#10;AADcAAAADwAAAGRycy9kb3ducmV2LnhtbERPy4rCMBTdC/MP4Q6403Q6ItIxShkQXI34gllemmtb&#10;bW5qEmv9e7MQXB7Oe77sTSM6cr62rOBrnIAgLqyuuVRw2K9GMxA+IGtsLJOCB3lYLj4Gc8y0vfOW&#10;ul0oRQxhn6GCKoQ2k9IXFRn0Y9sSR+5kncEQoSuldniP4aaRaZJMpcGaY0OFLf1WVFx2N6Ogm10n&#10;F8prn083+yQcnfk//6VKDT/7/AdEoD68xS/3Wiv4TuP8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aNlX8AAAADcAAAADwAAAAAAAAAAAAAAAACYAgAAZHJzL2Rvd25y&#10;ZXYueG1sUEsFBgAAAAAEAAQA9QAAAIUDA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9/dMQA&#10;AADcAAAADwAAAGRycy9kb3ducmV2LnhtbESPQYvCMBSE7wv+h/AEb2uq4rJUo4giCOJB3Yu3R/Ns&#10;o81LaWJb99dvBGGPw8x8w8yXnS1FQ7U3jhWMhgkI4sxpw7mCn/P28xuED8gaS8ek4EkelovexxxT&#10;7Vo+UnMKuYgQ9ikqKEKoUil9VpBFP3QVcfSurrYYoqxzqWtsI9yWcpwkX9Ki4bhQYEXrgrL76WEV&#10;mPb8mF5+8bY2l4Nr9s1hkydaqUG/W81ABOrCf/jd3mkFk/EIXmfiEZ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Pf3TEAAAA3AAAAA8AAAAAAAAAAAAAAAAAmAIAAGRycy9k&#10;b3ducmV2LnhtbFBLBQYAAAAABAAEAPUAAACJAw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tnicUA&#10;AADcAAAADwAAAGRycy9kb3ducmV2LnhtbESP0WrCQBRE34X+w3ILvplNIxRJXaUWRfuiGPsBt9nb&#10;JJi9m2bXJP69Kwg+DjNzhpkvB1OLjlpXWVbwFsUgiHOrKy4U/Jw2kxkI55E11pZJwZUcLBcvozmm&#10;2vZ8pC7zhQgQdikqKL1vUildXpJBF9mGOHh/tjXog2wLqVvsA9zUMonjd2mw4rBQYkNfJeXn7GIU&#10;bIvzZbXvsvo7/rXr/5XfXvvDVKnx6/D5AcLT4J/hR3unFUyTBO5nw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a2eJ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gd/MQA&#10;AADcAAAADwAAAGRycy9kb3ducmV2LnhtbESPQWvCQBSE7wX/w/IEb3WjgVaiq4goeBKaCuLtkX1m&#10;o9m3Ibtq4q/vFgo9DjPzDbNYdbYWD2p95VjBZJyAIC6crrhUcPzevc9A+ICssXZMCnrysFoO3haY&#10;affkL3rkoRQRwj5DBSaEJpPSF4Ys+rFriKN3ca3FEGVbSt3iM8JtLadJ8iEtVhwXDDa0MVTc8rtV&#10;sKuO9bZPD9fr+U7m5Lb55fPVKzUadus5iEBd+A//tfdaQTpN4fdMPA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4HfzEAAAA3AAAAA8AAAAAAAAAAAAAAAAAmAIAAGRycy9k&#10;b3ducmV2LnhtbFBLBQYAAAAABAAEAPUAAACJ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v4sUA&#10;AADcAAAADwAAAGRycy9kb3ducmV2LnhtbESPQWsCMRSE70L/Q3iF3jRbKyKrUYqlpV4KVcHrc/Pc&#10;rN28LEm6u/rrTaHgcZiZb5jFqre1aMmHyrGC51EGgrhwuuJSwX73PpyBCBFZY+2YFFwowGr5MFhg&#10;rl3H39RuYykShEOOCkyMTS5lKAxZDCPXECfv5LzFmKQvpfbYJbit5TjLptJixWnBYENrQ8XP9tcq&#10;OHT9l9/o9u36sTlP1zt7nFzNUamnx/51DiJSH+/h//anVvAynsDfmXQ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8e/ixQAAANwAAAAPAAAAAAAAAAAAAAAAAJgCAABkcnMv&#10;ZG93bnJldi54bWxQSwUGAAAAAAQABAD1AAAAigM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CxLMUA&#10;AADcAAAADwAAAGRycy9kb3ducmV2LnhtbESPQWvCQBSE7wX/w/IEb3Wj0iLRVUQUWzw1FcTbI/tM&#10;YrJvY3ZN0n/vFgo9DjPzDbNc96YSLTWusKxgMo5AEKdWF5wpOH3vX+cgnEfWWFkmBT/kYL0avCwx&#10;1rbjL2oTn4kAYRejgtz7OpbSpTkZdGNbEwfvahuDPsgmk7rBLsBNJadR9C4NFhwWcqxpm1NaJg+j&#10;4HC7G3++ZDN5uHxWZdKV7e4YKTUa9psFCE+9/w//tT+0gtn0DX7PhCM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kLEsxQAAANwAAAAPAAAAAAAAAAAAAAAAAJgCAABkcnMv&#10;ZG93bnJldi54bWxQSwUGAAAAAAQABAD1AAAAigM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3fMUA&#10;AADcAAAADwAAAGRycy9kb3ducmV2LnhtbESP3WrCQBSE7wt9h+UUvBHdNEKQ6CptQZGCBX/w+pA9&#10;JiHZs2F31fj2bkHwcpiZb5j5sjetuJLztWUFn+MEBHFhdc2lguNhNZqC8AFZY2uZFNzJw3Lx/jbH&#10;XNsb7+i6D6WIEPY5KqhC6HIpfVGRQT+2HXH0ztYZDFG6UmqHtwg3rUyTJJMGa44LFXb0U1HR7C9G&#10;wfbvmK0nzW+2PvXD0KzcJd1+D5UafPRfMxCB+vAKP9sbrWCSZvB/Jh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gjd8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UFZ8UA&#10;AADcAAAADwAAAGRycy9kb3ducmV2LnhtbESPQWvCQBSE7wX/w/IEb3VTq1WiqxRFkR4KpoLXR/Y1&#10;mzb7NmTXGP31bkHocZiZb5jFqrOVaKnxpWMFL8MEBHHudMmFguPX9nkGwgdkjZVjUnAlD6tl72mB&#10;qXYXPlCbhUJECPsUFZgQ6lRKnxuy6IeuJo7et2sshiibQuoGLxFuKzlKkjdpseS4YLCmtaH8Nztb&#10;Bbu1qcanw5Fvm90n1x+b9meStUoN+t37HESgLvyHH+29VvA6msLfmXg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VQVn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xkrr8A&#10;AADcAAAADwAAAGRycy9kb3ducmV2LnhtbERPy6rCMBDdX/AfwghuLpqq+KAaRYSCCze+wOXYjG2x&#10;mZQm1fr3ZiG4PJz3ct2aUjypdoVlBcNBBII4tbrgTMH5lPTnIJxH1lhaJgVvcrBedf6WGGv74gM9&#10;jz4TIYRdjApy76tYSpfmZNANbEUcuLutDfoA60zqGl8h3JRyFEVTabDg0JBjRduc0sexMQr2XKHZ&#10;YnP9T5rZZRLdLpsTJkr1uu1mAcJT63/ir3unFYxHYW04E46AXH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rGSuvwAAANwAAAAPAAAAAAAAAAAAAAAAAJgCAABkcnMvZG93bnJl&#10;di54bWxQSwUGAAAAAAQABAD1AAAAhAM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AncYA&#10;AADcAAAADwAAAGRycy9kb3ducmV2LnhtbESPUWvCQBCE3wv+h2MFX0q9VKW00VNqsaiUQmNLn5fc&#10;moTm9kJuq9Ff7wmFPg4z8w0zW3SuVgdqQ+XZwP0wAUWce1txYeDr8/XuEVQQZIu1ZzJwogCLee9m&#10;hqn1R87osJNCRQiHFA2UIk2qdchLchiGviGO3t63DiXKttC2xWOEu1qPkuRBO6w4LpTY0EtJ+c/u&#10;1xlYnc7Z9uN8+/2WyDp7p+VSy6QzZtDvnqeghDr5D/+1N9bAePQE1zPxCO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WAnc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55n8EA&#10;AADcAAAADwAAAGRycy9kb3ducmV2LnhtbERPy4rCMBTdC/5DuMLsNLXig2oUGRCHWQjjA1xemmtT&#10;bW46TUbr35vFgMvDeS9Wra3EnRpfOlYwHCQgiHOnSy4UHA+b/gyED8gaK8ek4EkeVstuZ4GZdg/+&#10;ofs+FCKGsM9QgQmhzqT0uSGLfuBq4shdXGMxRNgUUjf4iOG2kmmSTKTFkmODwZo+DeW3/Z9VkJK8&#10;Hu14O50k1J7OMv297sy3Uh+9dj0HEagNb/G/+0srGI3i/HgmHgG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eZ/BAAAA3AAAAA8AAAAAAAAAAAAAAAAAmAIAAGRycy9kb3du&#10;cmV2LnhtbFBLBQYAAAAABAAEAPUAAACG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YmYcUA&#10;AADcAAAADwAAAGRycy9kb3ducmV2LnhtbESPT2vCQBTE7wW/w/IKXkQ3USgluoqGFjy2aS+9PbPP&#10;JDT7NmQ3f8yn7xYEj8PM/IbZHUZTi55aV1lWEK8iEMS51RUXCr6/3pevIJxH1lhbJgU3cnDYz552&#10;mGg78Cf1mS9EgLBLUEHpfZNI6fKSDLqVbYiDd7WtQR9kW0jd4hDgppbrKHqRBisOCyU2lJaU/2ad&#10;UdAtXJZe9MfiZ+xz/TadhqGajkrNn8fjFoSn0T/C9/ZZK9hsYvg/E46A3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ViZhxQAAANwAAAAPAAAAAAAAAAAAAAAAAJgCAABkcnMv&#10;ZG93bnJldi54bWxQSwUGAAAAAAQABAD1AAAAig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1513FB" w:rsidRPr="00AE3921" w:rsidTr="00837B86">
      <w:trPr>
        <w:trHeight w:val="227"/>
        <w:jc w:val="center"/>
      </w:trPr>
      <w:tc>
        <w:tcPr>
          <w:tcW w:w="5103" w:type="dxa"/>
          <w:vAlign w:val="center"/>
        </w:tcPr>
        <w:p w:rsidR="001513FB" w:rsidRPr="00AE3921" w:rsidRDefault="00E9136D" w:rsidP="00837B86">
          <w:pPr>
            <w:tabs>
              <w:tab w:val="right" w:pos="8505"/>
            </w:tabs>
            <w:jc w:val="left"/>
            <w:rPr>
              <w:color w:val="000000" w:themeColor="text1"/>
              <w:sz w:val="12"/>
              <w:szCs w:val="12"/>
            </w:rPr>
          </w:pPr>
          <w:sdt>
            <w:sdtPr>
              <w:rPr>
                <w:color w:val="000000" w:themeColor="text1"/>
                <w:sz w:val="12"/>
                <w:szCs w:val="12"/>
              </w:rPr>
              <w:alias w:val="Název dokumentace 1"/>
              <w:tag w:val="NazevDok"/>
              <w:id w:val="25224154"/>
              <w:text/>
            </w:sdtPr>
            <w:sdtEndPr/>
            <w:sdtContent>
              <w:proofErr w:type="spellStart"/>
              <w:r w:rsidR="001513FB">
                <w:rPr>
                  <w:color w:val="000000" w:themeColor="text1"/>
                  <w:sz w:val="12"/>
                  <w:szCs w:val="12"/>
                </w:rPr>
                <w:t>Revital</w:t>
              </w:r>
              <w:proofErr w:type="spellEnd"/>
              <w:r w:rsidR="001513FB">
                <w:rPr>
                  <w:color w:val="000000" w:themeColor="text1"/>
                  <w:sz w:val="12"/>
                  <w:szCs w:val="12"/>
                </w:rPr>
                <w:t>. objektů a prostorů Korunní, P10</w:t>
              </w:r>
            </w:sdtContent>
          </w:sdt>
          <w:r w:rsidR="001513FB" w:rsidRPr="00AE3921">
            <w:rPr>
              <w:color w:val="000000" w:themeColor="text1"/>
              <w:sz w:val="12"/>
              <w:szCs w:val="12"/>
            </w:rPr>
            <w:t xml:space="preserve"> </w:t>
          </w:r>
          <w:sdt>
            <w:sdtPr>
              <w:rPr>
                <w:color w:val="000000" w:themeColor="text1"/>
                <w:sz w:val="12"/>
                <w:szCs w:val="12"/>
              </w:rPr>
              <w:alias w:val="Název dokumentace 2"/>
              <w:tag w:val="NazevDok2_"/>
              <w:id w:val="-1686502366"/>
              <w:text/>
            </w:sdtPr>
            <w:sdtEndPr/>
            <w:sdtContent>
              <w:r w:rsidR="001513FB">
                <w:rPr>
                  <w:color w:val="000000" w:themeColor="text1"/>
                  <w:sz w:val="12"/>
                  <w:szCs w:val="12"/>
                </w:rPr>
                <w:t xml:space="preserve">č. </w:t>
              </w:r>
              <w:proofErr w:type="spellStart"/>
              <w:r w:rsidR="001513FB">
                <w:rPr>
                  <w:color w:val="000000" w:themeColor="text1"/>
                  <w:sz w:val="12"/>
                  <w:szCs w:val="12"/>
                </w:rPr>
                <w:t>inv</w:t>
              </w:r>
              <w:proofErr w:type="spellEnd"/>
              <w:r w:rsidR="001513FB">
                <w:rPr>
                  <w:color w:val="000000" w:themeColor="text1"/>
                  <w:sz w:val="12"/>
                  <w:szCs w:val="12"/>
                </w:rPr>
                <w:t>. akce 1/4/A52/00, 1/4/F87/00,</w:t>
              </w:r>
            </w:sdtContent>
          </w:sdt>
          <w:r w:rsidR="001513FB" w:rsidRPr="00AE3921">
            <w:rPr>
              <w:color w:val="000000" w:themeColor="text1"/>
              <w:sz w:val="12"/>
              <w:szCs w:val="12"/>
            </w:rPr>
            <w:t xml:space="preserve"> </w:t>
          </w:r>
          <w:sdt>
            <w:sdtPr>
              <w:rPr>
                <w:color w:val="000000" w:themeColor="text1"/>
                <w:sz w:val="12"/>
                <w:szCs w:val="12"/>
              </w:rPr>
              <w:alias w:val="Název dokumentace 3"/>
              <w:tag w:val="NazevDok3_"/>
              <w:id w:val="-911925328"/>
              <w:text/>
            </w:sdtPr>
            <w:sdtEndPr/>
            <w:sdtContent>
              <w:r w:rsidR="001513FB">
                <w:rPr>
                  <w:color w:val="000000" w:themeColor="text1"/>
                  <w:sz w:val="12"/>
                  <w:szCs w:val="12"/>
                </w:rPr>
                <w:t>1/4/F87/01, 1/4/A52/02</w:t>
              </w:r>
            </w:sdtContent>
          </w:sdt>
        </w:p>
      </w:tc>
      <w:tc>
        <w:tcPr>
          <w:tcW w:w="3402" w:type="dxa"/>
          <w:tcMar>
            <w:left w:w="113" w:type="dxa"/>
          </w:tcMar>
          <w:vAlign w:val="center"/>
        </w:tcPr>
        <w:p w:rsidR="001513FB" w:rsidRPr="00AE3921" w:rsidRDefault="00E9136D" w:rsidP="00FF70E3">
          <w:pPr>
            <w:tabs>
              <w:tab w:val="right" w:pos="8505"/>
            </w:tabs>
            <w:jc w:val="right"/>
            <w:rPr>
              <w:color w:val="000000" w:themeColor="text1"/>
              <w:sz w:val="12"/>
              <w:szCs w:val="12"/>
            </w:rPr>
          </w:pPr>
          <w:sdt>
            <w:sdtPr>
              <w:rPr>
                <w:bCs/>
                <w:color w:val="000000" w:themeColor="text1"/>
                <w:sz w:val="12"/>
                <w:szCs w:val="12"/>
              </w:rPr>
              <w:alias w:val="Název přílohy"/>
              <w:tag w:val="PrilNaz"/>
              <w:id w:val="95137012"/>
              <w:text/>
            </w:sdtPr>
            <w:sdtEndPr/>
            <w:sdtContent>
              <w:r w:rsidR="00973624">
                <w:rPr>
                  <w:bCs/>
                  <w:color w:val="000000" w:themeColor="text1"/>
                  <w:sz w:val="12"/>
                  <w:szCs w:val="12"/>
                </w:rPr>
                <w:t>Protokol o určení vnějších vlivů</w:t>
              </w:r>
            </w:sdtContent>
          </w:sdt>
          <w:r w:rsidR="001513FB">
            <w:rPr>
              <w:bCs/>
              <w:color w:val="000000" w:themeColor="text1"/>
              <w:sz w:val="12"/>
              <w:szCs w:val="12"/>
            </w:rPr>
            <w:t xml:space="preserve">  </w:t>
          </w:r>
          <w:r w:rsidR="001513FB" w:rsidRPr="00AE3921">
            <w:rPr>
              <w:bCs/>
              <w:color w:val="000000" w:themeColor="text1"/>
              <w:sz w:val="12"/>
              <w:szCs w:val="12"/>
            </w:rPr>
            <w:t xml:space="preserve"> </w:t>
          </w:r>
          <w:sdt>
            <w:sdtPr>
              <w:rPr>
                <w:bCs/>
                <w:color w:val="000000" w:themeColor="text1"/>
                <w:sz w:val="12"/>
                <w:szCs w:val="12"/>
              </w:rPr>
              <w:alias w:val="Název přílohy"/>
              <w:tag w:val="PrilNaz"/>
              <w:id w:val="1288634414"/>
              <w:text/>
            </w:sdtPr>
            <w:sdtEndPr/>
            <w:sdtContent>
              <w:r w:rsidR="00973624">
                <w:rPr>
                  <w:bCs/>
                  <w:color w:val="000000" w:themeColor="text1"/>
                  <w:sz w:val="12"/>
                  <w:szCs w:val="12"/>
                </w:rPr>
                <w:t>Protokol o určení vnějších vlivů</w:t>
              </w:r>
            </w:sdtContent>
          </w:sdt>
        </w:p>
      </w:tc>
    </w:tr>
    <w:tr w:rsidR="001513FB" w:rsidRPr="00AE3921" w:rsidTr="00837B86">
      <w:trPr>
        <w:trHeight w:val="227"/>
        <w:jc w:val="center"/>
      </w:trPr>
      <w:tc>
        <w:tcPr>
          <w:tcW w:w="5103" w:type="dxa"/>
          <w:vAlign w:val="center"/>
        </w:tcPr>
        <w:p w:rsidR="001513FB" w:rsidRPr="00AE3921" w:rsidRDefault="00E9136D" w:rsidP="00837B86">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2016648961"/>
              <w:text/>
            </w:sdtPr>
            <w:sdtEndPr/>
            <w:sdtContent>
              <w:r w:rsidR="001513FB">
                <w:rPr>
                  <w:color w:val="000000" w:themeColor="text1"/>
                  <w:sz w:val="12"/>
                  <w:szCs w:val="12"/>
                </w:rPr>
                <w:t>E. Dokladová část</w:t>
              </w:r>
            </w:sdtContent>
          </w:sdt>
        </w:p>
      </w:tc>
      <w:tc>
        <w:tcPr>
          <w:tcW w:w="3402" w:type="dxa"/>
          <w:tcMar>
            <w:left w:w="113" w:type="dxa"/>
          </w:tcMar>
          <w:vAlign w:val="center"/>
        </w:tcPr>
        <w:p w:rsidR="001513FB" w:rsidRPr="00AE3921" w:rsidRDefault="00E9136D" w:rsidP="00FF70E3">
          <w:pPr>
            <w:tabs>
              <w:tab w:val="right" w:pos="8505"/>
            </w:tabs>
            <w:jc w:val="right"/>
            <w:rPr>
              <w:color w:val="000000" w:themeColor="text1"/>
              <w:sz w:val="12"/>
              <w:szCs w:val="12"/>
            </w:rPr>
          </w:pPr>
          <w:sdt>
            <w:sdtPr>
              <w:rPr>
                <w:color w:val="000000" w:themeColor="text1"/>
                <w:sz w:val="12"/>
                <w:szCs w:val="12"/>
              </w:rPr>
              <w:alias w:val="Stupeň"/>
              <w:tag w:val="StupenZ"/>
              <w:id w:val="1387145956"/>
              <w:text/>
            </w:sdtPr>
            <w:sdtEndPr/>
            <w:sdtContent>
              <w:proofErr w:type="spellStart"/>
              <w:r w:rsidR="001513FB">
                <w:rPr>
                  <w:color w:val="000000" w:themeColor="text1"/>
                  <w:sz w:val="12"/>
                  <w:szCs w:val="12"/>
                </w:rPr>
                <w:t>DSpP</w:t>
              </w:r>
              <w:proofErr w:type="spellEnd"/>
            </w:sdtContent>
          </w:sdt>
        </w:p>
      </w:tc>
    </w:tr>
  </w:tbl>
  <w:p w:rsidR="001513FB" w:rsidRPr="00AE3921" w:rsidRDefault="001513FB" w:rsidP="00837B86">
    <w:pPr>
      <w:pStyle w:val="Zhlav"/>
      <w:rPr>
        <w:color w:val="000000" w:themeColor="text1"/>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43266A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F28E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9D667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EE6DA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4A002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C1695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929CF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4635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EEE8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FCF7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7B0DEF"/>
    <w:multiLevelType w:val="multilevel"/>
    <w:tmpl w:val="2350F784"/>
    <w:lvl w:ilvl="0">
      <w:start w:val="1"/>
      <w:numFmt w:val="decimal"/>
      <w:lvlText w:val="%1."/>
      <w:lvlJc w:val="left"/>
      <w:pPr>
        <w:ind w:left="360" w:hanging="360"/>
      </w:pPr>
      <w:rPr>
        <w:rFonts w:hint="default"/>
      </w:rPr>
    </w:lvl>
    <w:lvl w:ilvl="1">
      <w:start w:val="2"/>
      <w:numFmt w:val="decimal"/>
      <w:lvlText w:val="%2a."/>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420C2"/>
    <w:multiLevelType w:val="hybridMultilevel"/>
    <w:tmpl w:val="B4BC12D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B72CD8"/>
    <w:multiLevelType w:val="hybridMultilevel"/>
    <w:tmpl w:val="4BC2C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DF27BC"/>
    <w:multiLevelType w:val="hybridMultilevel"/>
    <w:tmpl w:val="C1289512"/>
    <w:lvl w:ilvl="0" w:tplc="7EB2145E">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D6D4880"/>
    <w:multiLevelType w:val="multilevel"/>
    <w:tmpl w:val="3A58CF0C"/>
    <w:lvl w:ilvl="0">
      <w:start w:val="1"/>
      <w:numFmt w:val="upperLetter"/>
      <w:pStyle w:val="Nadpis1"/>
      <w:lvlText w:val="%1"/>
      <w:lvlJc w:val="left"/>
      <w:pPr>
        <w:ind w:left="360" w:hanging="360"/>
      </w:pPr>
      <w:rPr>
        <w:rFonts w:hint="default"/>
      </w:rPr>
    </w:lvl>
    <w:lvl w:ilvl="1">
      <w:start w:val="1"/>
      <w:numFmt w:val="decimal"/>
      <w:pStyle w:val="Nadpis2"/>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rPr>
        <w:rFonts w:hint="default"/>
        <w:caps w:val="0"/>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440"/>
        </w:tabs>
        <w:ind w:left="1008" w:hanging="1008"/>
      </w:pPr>
      <w:rPr>
        <w:rFonts w:hint="default"/>
      </w:rPr>
    </w:lvl>
    <w:lvl w:ilvl="5">
      <w:start w:val="1"/>
      <w:numFmt w:val="decimal"/>
      <w:pStyle w:val="Nadpis6"/>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EE70E31"/>
    <w:multiLevelType w:val="hybridMultilevel"/>
    <w:tmpl w:val="8208CAD2"/>
    <w:lvl w:ilvl="0" w:tplc="A88ED622">
      <w:start w:val="5"/>
      <w:numFmt w:val="bullet"/>
      <w:lvlText w:val="-"/>
      <w:lvlJc w:val="left"/>
      <w:pPr>
        <w:ind w:left="1020" w:hanging="360"/>
      </w:pPr>
      <w:rPr>
        <w:rFonts w:ascii="Arial" w:eastAsia="Times New Roman" w:hAnsi="Arial" w:cs="Arial" w:hint="default"/>
      </w:rPr>
    </w:lvl>
    <w:lvl w:ilvl="1" w:tplc="04050003" w:tentative="1">
      <w:start w:val="1"/>
      <w:numFmt w:val="bullet"/>
      <w:lvlText w:val="o"/>
      <w:lvlJc w:val="left"/>
      <w:pPr>
        <w:ind w:left="1740" w:hanging="360"/>
      </w:pPr>
      <w:rPr>
        <w:rFonts w:ascii="Courier New" w:hAnsi="Courier New" w:cs="Courier New" w:hint="default"/>
      </w:rPr>
    </w:lvl>
    <w:lvl w:ilvl="2" w:tplc="04050005" w:tentative="1">
      <w:start w:val="1"/>
      <w:numFmt w:val="bullet"/>
      <w:lvlText w:val=""/>
      <w:lvlJc w:val="left"/>
      <w:pPr>
        <w:ind w:left="2460" w:hanging="360"/>
      </w:pPr>
      <w:rPr>
        <w:rFonts w:ascii="Wingdings" w:hAnsi="Wingdings" w:hint="default"/>
      </w:rPr>
    </w:lvl>
    <w:lvl w:ilvl="3" w:tplc="04050001" w:tentative="1">
      <w:start w:val="1"/>
      <w:numFmt w:val="bullet"/>
      <w:lvlText w:val=""/>
      <w:lvlJc w:val="left"/>
      <w:pPr>
        <w:ind w:left="3180" w:hanging="360"/>
      </w:pPr>
      <w:rPr>
        <w:rFonts w:ascii="Symbol" w:hAnsi="Symbol" w:hint="default"/>
      </w:rPr>
    </w:lvl>
    <w:lvl w:ilvl="4" w:tplc="04050003" w:tentative="1">
      <w:start w:val="1"/>
      <w:numFmt w:val="bullet"/>
      <w:lvlText w:val="o"/>
      <w:lvlJc w:val="left"/>
      <w:pPr>
        <w:ind w:left="3900" w:hanging="360"/>
      </w:pPr>
      <w:rPr>
        <w:rFonts w:ascii="Courier New" w:hAnsi="Courier New" w:cs="Courier New" w:hint="default"/>
      </w:rPr>
    </w:lvl>
    <w:lvl w:ilvl="5" w:tplc="04050005" w:tentative="1">
      <w:start w:val="1"/>
      <w:numFmt w:val="bullet"/>
      <w:lvlText w:val=""/>
      <w:lvlJc w:val="left"/>
      <w:pPr>
        <w:ind w:left="4620" w:hanging="360"/>
      </w:pPr>
      <w:rPr>
        <w:rFonts w:ascii="Wingdings" w:hAnsi="Wingdings" w:hint="default"/>
      </w:rPr>
    </w:lvl>
    <w:lvl w:ilvl="6" w:tplc="04050001" w:tentative="1">
      <w:start w:val="1"/>
      <w:numFmt w:val="bullet"/>
      <w:lvlText w:val=""/>
      <w:lvlJc w:val="left"/>
      <w:pPr>
        <w:ind w:left="5340" w:hanging="360"/>
      </w:pPr>
      <w:rPr>
        <w:rFonts w:ascii="Symbol" w:hAnsi="Symbol" w:hint="default"/>
      </w:rPr>
    </w:lvl>
    <w:lvl w:ilvl="7" w:tplc="04050003" w:tentative="1">
      <w:start w:val="1"/>
      <w:numFmt w:val="bullet"/>
      <w:lvlText w:val="o"/>
      <w:lvlJc w:val="left"/>
      <w:pPr>
        <w:ind w:left="6060" w:hanging="360"/>
      </w:pPr>
      <w:rPr>
        <w:rFonts w:ascii="Courier New" w:hAnsi="Courier New" w:cs="Courier New" w:hint="default"/>
      </w:rPr>
    </w:lvl>
    <w:lvl w:ilvl="8" w:tplc="04050005" w:tentative="1">
      <w:start w:val="1"/>
      <w:numFmt w:val="bullet"/>
      <w:lvlText w:val=""/>
      <w:lvlJc w:val="left"/>
      <w:pPr>
        <w:ind w:left="6780" w:hanging="360"/>
      </w:pPr>
      <w:rPr>
        <w:rFonts w:ascii="Wingdings" w:hAnsi="Wingdings" w:hint="default"/>
      </w:rPr>
    </w:lvl>
  </w:abstractNum>
  <w:abstractNum w:abstractNumId="16" w15:restartNumberingAfterBreak="0">
    <w:nsid w:val="63F74B1D"/>
    <w:multiLevelType w:val="hybridMultilevel"/>
    <w:tmpl w:val="601A5D60"/>
    <w:lvl w:ilvl="0" w:tplc="F44CC190">
      <w:start w:val="4"/>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18" w15:restartNumberingAfterBreak="0">
    <w:nsid w:val="6E6E2F85"/>
    <w:multiLevelType w:val="hybridMultilevel"/>
    <w:tmpl w:val="7564FFFA"/>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9" w15:restartNumberingAfterBreak="0">
    <w:nsid w:val="73F55B99"/>
    <w:multiLevelType w:val="hybridMultilevel"/>
    <w:tmpl w:val="5F907EB2"/>
    <w:lvl w:ilvl="0" w:tplc="93629DF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DE5150D"/>
    <w:multiLevelType w:val="hybridMultilevel"/>
    <w:tmpl w:val="88A8189A"/>
    <w:lvl w:ilvl="0" w:tplc="E684DC2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7"/>
  </w:num>
  <w:num w:numId="11">
    <w:abstractNumId w:val="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lvlOverride w:ilvl="0">
      <w:lvl w:ilvl="0">
        <w:start w:val="1"/>
        <w:numFmt w:val="upperLetter"/>
        <w:pStyle w:val="Nadpis1"/>
        <w:lvlText w:val="%1"/>
        <w:lvlJc w:val="left"/>
        <w:pPr>
          <w:ind w:left="360" w:hanging="360"/>
        </w:pPr>
        <w:rPr>
          <w:rFonts w:hint="default"/>
        </w:rPr>
      </w:lvl>
    </w:lvlOverride>
    <w:lvlOverride w:ilvl="1">
      <w:lvl w:ilvl="1">
        <w:start w:val="1"/>
        <w:numFmt w:val="decimal"/>
        <w:pStyle w:val="Nadpis2"/>
        <w:lvlText w:val="%1.%2"/>
        <w:lvlJc w:val="left"/>
        <w:pPr>
          <w:tabs>
            <w:tab w:val="num" w:pos="576"/>
          </w:tabs>
          <w:ind w:left="576" w:hanging="576"/>
        </w:pPr>
        <w:rPr>
          <w:rFonts w:cs="Times New Roman" w:hint="default"/>
          <w:b/>
          <w:bCs w:val="0"/>
          <w:i w:val="0"/>
          <w:iCs w:val="0"/>
          <w:caps w:val="0"/>
          <w:smallCaps w:val="0"/>
          <w:strike w:val="0"/>
          <w:dstrike w:val="0"/>
          <w:vanish w:val="0"/>
          <w:color w:val="000000"/>
          <w:spacing w:val="0"/>
          <w:kern w:val="0"/>
          <w:position w:val="0"/>
          <w:u w:val="none"/>
          <w:vertAlign w:val="baseline"/>
          <w:em w:val="none"/>
        </w:rPr>
      </w:lvl>
    </w:lvlOverride>
    <w:lvlOverride w:ilvl="2">
      <w:lvl w:ilvl="2">
        <w:start w:val="1"/>
        <w:numFmt w:val="lowerLetter"/>
        <w:pStyle w:val="Nadpis3"/>
        <w:lvlText w:val="%1.%2.%3"/>
        <w:lvlJc w:val="left"/>
        <w:pPr>
          <w:tabs>
            <w:tab w:val="num" w:pos="720"/>
          </w:tabs>
          <w:ind w:left="720" w:hanging="720"/>
        </w:pPr>
        <w:rPr>
          <w:rFonts w:hint="default"/>
          <w:caps w:val="0"/>
        </w:rPr>
      </w:lvl>
    </w:lvlOverride>
    <w:lvlOverride w:ilvl="3">
      <w:lvl w:ilvl="3">
        <w:start w:val="1"/>
        <w:numFmt w:val="decimal"/>
        <w:pStyle w:val="Nadpis4"/>
        <w:lvlText w:val="%1.%2.%3.%4"/>
        <w:lvlJc w:val="left"/>
        <w:pPr>
          <w:tabs>
            <w:tab w:val="num" w:pos="864"/>
          </w:tabs>
          <w:ind w:left="864" w:hanging="864"/>
        </w:pPr>
        <w:rPr>
          <w:rFonts w:hint="default"/>
        </w:rPr>
      </w:lvl>
    </w:lvlOverride>
    <w:lvlOverride w:ilvl="4">
      <w:lvl w:ilvl="4">
        <w:start w:val="1"/>
        <w:numFmt w:val="decimal"/>
        <w:pStyle w:val="Nadpis5"/>
        <w:lvlText w:val="%1.%2.%3.%4.%5"/>
        <w:lvlJc w:val="left"/>
        <w:pPr>
          <w:tabs>
            <w:tab w:val="num" w:pos="1440"/>
          </w:tabs>
          <w:ind w:left="1008" w:hanging="1008"/>
        </w:pPr>
        <w:rPr>
          <w:rFonts w:hint="default"/>
        </w:rPr>
      </w:lvl>
    </w:lvlOverride>
    <w:lvlOverride w:ilvl="5">
      <w:lvl w:ilvl="5">
        <w:start w:val="1"/>
        <w:numFmt w:val="decimal"/>
        <w:pStyle w:val="Nadpis6"/>
        <w:lvlText w:val="%1.%2.%3.%4.%5.%6"/>
        <w:lvlJc w:val="left"/>
        <w:pPr>
          <w:tabs>
            <w:tab w:val="num" w:pos="1440"/>
          </w:tabs>
          <w:ind w:left="1152" w:hanging="1152"/>
        </w:pPr>
        <w:rPr>
          <w:rFonts w:hint="default"/>
        </w:rPr>
      </w:lvl>
    </w:lvlOverride>
    <w:lvlOverride w:ilvl="6">
      <w:lvl w:ilvl="6">
        <w:start w:val="1"/>
        <w:numFmt w:val="decimal"/>
        <w:pStyle w:val="Nadpis7"/>
        <w:lvlText w:val="%1.%2.%3.%4.%5.%6.%7"/>
        <w:lvlJc w:val="left"/>
        <w:pPr>
          <w:tabs>
            <w:tab w:val="num" w:pos="1800"/>
          </w:tabs>
          <w:ind w:left="1296" w:hanging="1296"/>
        </w:pPr>
        <w:rPr>
          <w:rFonts w:hint="default"/>
        </w:rPr>
      </w:lvl>
    </w:lvlOverride>
    <w:lvlOverride w:ilvl="7">
      <w:lvl w:ilvl="7">
        <w:start w:val="1"/>
        <w:numFmt w:val="decimal"/>
        <w:pStyle w:val="Nadpis8"/>
        <w:lvlText w:val="%1.%2.%3.%4.%5.%6.%7.%8"/>
        <w:lvlJc w:val="left"/>
        <w:pPr>
          <w:tabs>
            <w:tab w:val="num" w:pos="1800"/>
          </w:tabs>
          <w:ind w:left="1440" w:hanging="1440"/>
        </w:pPr>
        <w:rPr>
          <w:rFonts w:hint="default"/>
        </w:rPr>
      </w:lvl>
    </w:lvlOverride>
    <w:lvlOverride w:ilvl="8">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Override>
  </w:num>
  <w:num w:numId="30">
    <w:abstractNumId w:val="19"/>
  </w:num>
  <w:num w:numId="31">
    <w:abstractNumId w:val="12"/>
  </w:num>
  <w:num w:numId="32">
    <w:abstractNumId w:val="18"/>
  </w:num>
  <w:num w:numId="33">
    <w:abstractNumId w:val="11"/>
  </w:num>
  <w:num w:numId="34">
    <w:abstractNumId w:val="15"/>
  </w:num>
  <w:num w:numId="35">
    <w:abstractNumId w:val="16"/>
  </w:num>
  <w:num w:numId="36">
    <w:abstractNumId w:val="10"/>
  </w:num>
  <w:num w:numId="37">
    <w:abstractNumId w:val="13"/>
  </w:num>
  <w:num w:numId="38">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121"/>
    <w:rsid w:val="00003015"/>
    <w:rsid w:val="00004A1F"/>
    <w:rsid w:val="00006DA2"/>
    <w:rsid w:val="00016522"/>
    <w:rsid w:val="0002044B"/>
    <w:rsid w:val="00033F1B"/>
    <w:rsid w:val="000622AA"/>
    <w:rsid w:val="00072B7C"/>
    <w:rsid w:val="00077945"/>
    <w:rsid w:val="00080905"/>
    <w:rsid w:val="00080C04"/>
    <w:rsid w:val="00083A5C"/>
    <w:rsid w:val="00083CDD"/>
    <w:rsid w:val="000A3C59"/>
    <w:rsid w:val="000B1C39"/>
    <w:rsid w:val="000B469B"/>
    <w:rsid w:val="000C6A0F"/>
    <w:rsid w:val="000C7E15"/>
    <w:rsid w:val="000D1ABB"/>
    <w:rsid w:val="000E6247"/>
    <w:rsid w:val="000F414C"/>
    <w:rsid w:val="000F6FC0"/>
    <w:rsid w:val="000F75BA"/>
    <w:rsid w:val="00100BEC"/>
    <w:rsid w:val="00102C76"/>
    <w:rsid w:val="00105FEA"/>
    <w:rsid w:val="0010737E"/>
    <w:rsid w:val="00113C96"/>
    <w:rsid w:val="00120D4A"/>
    <w:rsid w:val="001234BA"/>
    <w:rsid w:val="001245A7"/>
    <w:rsid w:val="001246C0"/>
    <w:rsid w:val="00125FE1"/>
    <w:rsid w:val="0013143A"/>
    <w:rsid w:val="00133CF9"/>
    <w:rsid w:val="00137D5F"/>
    <w:rsid w:val="00141863"/>
    <w:rsid w:val="00141F34"/>
    <w:rsid w:val="00143261"/>
    <w:rsid w:val="001449E2"/>
    <w:rsid w:val="00150676"/>
    <w:rsid w:val="001506D4"/>
    <w:rsid w:val="001513FB"/>
    <w:rsid w:val="00162F95"/>
    <w:rsid w:val="00163321"/>
    <w:rsid w:val="00170241"/>
    <w:rsid w:val="001746F2"/>
    <w:rsid w:val="00174A45"/>
    <w:rsid w:val="0017502D"/>
    <w:rsid w:val="0018269C"/>
    <w:rsid w:val="0018623B"/>
    <w:rsid w:val="00186BE5"/>
    <w:rsid w:val="001964FD"/>
    <w:rsid w:val="001B0384"/>
    <w:rsid w:val="001B5626"/>
    <w:rsid w:val="001B640D"/>
    <w:rsid w:val="001C01A9"/>
    <w:rsid w:val="001C4D2E"/>
    <w:rsid w:val="001D557C"/>
    <w:rsid w:val="001E5162"/>
    <w:rsid w:val="001E5F0B"/>
    <w:rsid w:val="001F3E7C"/>
    <w:rsid w:val="001F529C"/>
    <w:rsid w:val="00200EB0"/>
    <w:rsid w:val="002056D0"/>
    <w:rsid w:val="00207A11"/>
    <w:rsid w:val="0021565A"/>
    <w:rsid w:val="002243E1"/>
    <w:rsid w:val="00224400"/>
    <w:rsid w:val="00226929"/>
    <w:rsid w:val="0023132D"/>
    <w:rsid w:val="002350FC"/>
    <w:rsid w:val="00243A96"/>
    <w:rsid w:val="002467F9"/>
    <w:rsid w:val="002478AA"/>
    <w:rsid w:val="002512A5"/>
    <w:rsid w:val="00254DE7"/>
    <w:rsid w:val="00256CEA"/>
    <w:rsid w:val="00261B2D"/>
    <w:rsid w:val="00267541"/>
    <w:rsid w:val="00271646"/>
    <w:rsid w:val="00277E33"/>
    <w:rsid w:val="00285F45"/>
    <w:rsid w:val="002A130B"/>
    <w:rsid w:val="002A52DF"/>
    <w:rsid w:val="002A7915"/>
    <w:rsid w:val="002B1E53"/>
    <w:rsid w:val="002B4B0A"/>
    <w:rsid w:val="002C1E82"/>
    <w:rsid w:val="002D0E6D"/>
    <w:rsid w:val="002E245D"/>
    <w:rsid w:val="002E4042"/>
    <w:rsid w:val="002E4589"/>
    <w:rsid w:val="002E58D1"/>
    <w:rsid w:val="002F1E9A"/>
    <w:rsid w:val="002F59AF"/>
    <w:rsid w:val="002F6A41"/>
    <w:rsid w:val="00302BC8"/>
    <w:rsid w:val="00304521"/>
    <w:rsid w:val="00304B67"/>
    <w:rsid w:val="00340F3B"/>
    <w:rsid w:val="00342C24"/>
    <w:rsid w:val="0034438B"/>
    <w:rsid w:val="00344B0E"/>
    <w:rsid w:val="00345104"/>
    <w:rsid w:val="00345DCB"/>
    <w:rsid w:val="00347A6A"/>
    <w:rsid w:val="00350CA2"/>
    <w:rsid w:val="00356A53"/>
    <w:rsid w:val="00361121"/>
    <w:rsid w:val="00367BDD"/>
    <w:rsid w:val="00367D01"/>
    <w:rsid w:val="0037186F"/>
    <w:rsid w:val="00372D67"/>
    <w:rsid w:val="00391957"/>
    <w:rsid w:val="0039201A"/>
    <w:rsid w:val="003921D3"/>
    <w:rsid w:val="003934CC"/>
    <w:rsid w:val="003A2229"/>
    <w:rsid w:val="003A56E8"/>
    <w:rsid w:val="003B0BB3"/>
    <w:rsid w:val="003B112F"/>
    <w:rsid w:val="003B378D"/>
    <w:rsid w:val="003B3C02"/>
    <w:rsid w:val="003B4B72"/>
    <w:rsid w:val="003B5B1D"/>
    <w:rsid w:val="003B6D19"/>
    <w:rsid w:val="003C013A"/>
    <w:rsid w:val="003C1C31"/>
    <w:rsid w:val="003C288A"/>
    <w:rsid w:val="003C2F67"/>
    <w:rsid w:val="003C342E"/>
    <w:rsid w:val="003C40DA"/>
    <w:rsid w:val="003C5A58"/>
    <w:rsid w:val="003D404F"/>
    <w:rsid w:val="003E57D1"/>
    <w:rsid w:val="003F714B"/>
    <w:rsid w:val="00403619"/>
    <w:rsid w:val="00403EFE"/>
    <w:rsid w:val="00407BA4"/>
    <w:rsid w:val="0041251B"/>
    <w:rsid w:val="00425E6E"/>
    <w:rsid w:val="004311DB"/>
    <w:rsid w:val="00432C3E"/>
    <w:rsid w:val="00437E07"/>
    <w:rsid w:val="00440B9B"/>
    <w:rsid w:val="0044351B"/>
    <w:rsid w:val="00451CEA"/>
    <w:rsid w:val="004521C7"/>
    <w:rsid w:val="00456832"/>
    <w:rsid w:val="004603AD"/>
    <w:rsid w:val="004656C2"/>
    <w:rsid w:val="00472D5D"/>
    <w:rsid w:val="00472DFF"/>
    <w:rsid w:val="0047496D"/>
    <w:rsid w:val="0047581E"/>
    <w:rsid w:val="00477E8A"/>
    <w:rsid w:val="00483551"/>
    <w:rsid w:val="004962D2"/>
    <w:rsid w:val="004A0419"/>
    <w:rsid w:val="004A0786"/>
    <w:rsid w:val="004B2FCB"/>
    <w:rsid w:val="004B3F22"/>
    <w:rsid w:val="004B4AEA"/>
    <w:rsid w:val="004B61E0"/>
    <w:rsid w:val="004C1301"/>
    <w:rsid w:val="004C3CA6"/>
    <w:rsid w:val="004C4EFA"/>
    <w:rsid w:val="004D0495"/>
    <w:rsid w:val="004D2987"/>
    <w:rsid w:val="004F107D"/>
    <w:rsid w:val="004F5D49"/>
    <w:rsid w:val="004F71B0"/>
    <w:rsid w:val="00500C31"/>
    <w:rsid w:val="005016CA"/>
    <w:rsid w:val="00514EAF"/>
    <w:rsid w:val="00517E24"/>
    <w:rsid w:val="005275A9"/>
    <w:rsid w:val="0053245D"/>
    <w:rsid w:val="00532923"/>
    <w:rsid w:val="00532DE5"/>
    <w:rsid w:val="00533B32"/>
    <w:rsid w:val="00533C2E"/>
    <w:rsid w:val="00535F15"/>
    <w:rsid w:val="0053710E"/>
    <w:rsid w:val="00537349"/>
    <w:rsid w:val="005404AA"/>
    <w:rsid w:val="00540576"/>
    <w:rsid w:val="00543D66"/>
    <w:rsid w:val="00550C7E"/>
    <w:rsid w:val="005550F0"/>
    <w:rsid w:val="00555C85"/>
    <w:rsid w:val="00556768"/>
    <w:rsid w:val="00560BAC"/>
    <w:rsid w:val="00560EE0"/>
    <w:rsid w:val="00565268"/>
    <w:rsid w:val="00571380"/>
    <w:rsid w:val="00572868"/>
    <w:rsid w:val="0057432B"/>
    <w:rsid w:val="00575236"/>
    <w:rsid w:val="0058005B"/>
    <w:rsid w:val="00583344"/>
    <w:rsid w:val="005835EA"/>
    <w:rsid w:val="0059668F"/>
    <w:rsid w:val="005A6BC0"/>
    <w:rsid w:val="005B23B9"/>
    <w:rsid w:val="005C1F66"/>
    <w:rsid w:val="005C2849"/>
    <w:rsid w:val="005C4991"/>
    <w:rsid w:val="005C4E4A"/>
    <w:rsid w:val="005D62CE"/>
    <w:rsid w:val="005E1A93"/>
    <w:rsid w:val="005E584A"/>
    <w:rsid w:val="005E7073"/>
    <w:rsid w:val="005F4D8F"/>
    <w:rsid w:val="005F7543"/>
    <w:rsid w:val="00620476"/>
    <w:rsid w:val="0062614B"/>
    <w:rsid w:val="006368ED"/>
    <w:rsid w:val="0064296C"/>
    <w:rsid w:val="00645180"/>
    <w:rsid w:val="00646D7F"/>
    <w:rsid w:val="00651F5E"/>
    <w:rsid w:val="00653866"/>
    <w:rsid w:val="0066347D"/>
    <w:rsid w:val="006744BF"/>
    <w:rsid w:val="006817D2"/>
    <w:rsid w:val="00687329"/>
    <w:rsid w:val="0069085F"/>
    <w:rsid w:val="00693245"/>
    <w:rsid w:val="006A44F1"/>
    <w:rsid w:val="006B05F3"/>
    <w:rsid w:val="006B0C28"/>
    <w:rsid w:val="006B3223"/>
    <w:rsid w:val="006B6C2B"/>
    <w:rsid w:val="006C1E87"/>
    <w:rsid w:val="006C3044"/>
    <w:rsid w:val="006D2847"/>
    <w:rsid w:val="006D3A70"/>
    <w:rsid w:val="006D4B5D"/>
    <w:rsid w:val="00712EBB"/>
    <w:rsid w:val="00721573"/>
    <w:rsid w:val="00727CE4"/>
    <w:rsid w:val="0073559F"/>
    <w:rsid w:val="00735764"/>
    <w:rsid w:val="00736085"/>
    <w:rsid w:val="007415D0"/>
    <w:rsid w:val="007455EF"/>
    <w:rsid w:val="0074743D"/>
    <w:rsid w:val="00752D8B"/>
    <w:rsid w:val="007538BF"/>
    <w:rsid w:val="00773380"/>
    <w:rsid w:val="00773A8D"/>
    <w:rsid w:val="00774587"/>
    <w:rsid w:val="0077490E"/>
    <w:rsid w:val="0077767E"/>
    <w:rsid w:val="0078606C"/>
    <w:rsid w:val="00795018"/>
    <w:rsid w:val="007B68CB"/>
    <w:rsid w:val="007C3550"/>
    <w:rsid w:val="007C3CD9"/>
    <w:rsid w:val="007C488A"/>
    <w:rsid w:val="007E1566"/>
    <w:rsid w:val="007E461D"/>
    <w:rsid w:val="007E7431"/>
    <w:rsid w:val="007F030A"/>
    <w:rsid w:val="007F6B75"/>
    <w:rsid w:val="008011DF"/>
    <w:rsid w:val="008061F7"/>
    <w:rsid w:val="00810FAF"/>
    <w:rsid w:val="00814282"/>
    <w:rsid w:val="008160B9"/>
    <w:rsid w:val="00824A70"/>
    <w:rsid w:val="008266CC"/>
    <w:rsid w:val="00831C67"/>
    <w:rsid w:val="00834D54"/>
    <w:rsid w:val="00834E34"/>
    <w:rsid w:val="00835157"/>
    <w:rsid w:val="00835D3E"/>
    <w:rsid w:val="00837B86"/>
    <w:rsid w:val="00841247"/>
    <w:rsid w:val="00856F6B"/>
    <w:rsid w:val="00861D39"/>
    <w:rsid w:val="00875478"/>
    <w:rsid w:val="00881618"/>
    <w:rsid w:val="0088743C"/>
    <w:rsid w:val="008A0D4C"/>
    <w:rsid w:val="008A0F59"/>
    <w:rsid w:val="008A4C22"/>
    <w:rsid w:val="008A758D"/>
    <w:rsid w:val="008A76CB"/>
    <w:rsid w:val="008B1388"/>
    <w:rsid w:val="008D62C0"/>
    <w:rsid w:val="008F08BE"/>
    <w:rsid w:val="008F1679"/>
    <w:rsid w:val="00911309"/>
    <w:rsid w:val="00912E45"/>
    <w:rsid w:val="00920A53"/>
    <w:rsid w:val="00927A3A"/>
    <w:rsid w:val="00931A1D"/>
    <w:rsid w:val="00931D9B"/>
    <w:rsid w:val="0093354C"/>
    <w:rsid w:val="00933F50"/>
    <w:rsid w:val="009441D2"/>
    <w:rsid w:val="00952B1F"/>
    <w:rsid w:val="00954D2C"/>
    <w:rsid w:val="00957046"/>
    <w:rsid w:val="00971A92"/>
    <w:rsid w:val="00973624"/>
    <w:rsid w:val="00973AD3"/>
    <w:rsid w:val="009805BC"/>
    <w:rsid w:val="00980A25"/>
    <w:rsid w:val="009857E8"/>
    <w:rsid w:val="00990327"/>
    <w:rsid w:val="00995AA3"/>
    <w:rsid w:val="0099605E"/>
    <w:rsid w:val="009A30BE"/>
    <w:rsid w:val="009A47FB"/>
    <w:rsid w:val="009B5595"/>
    <w:rsid w:val="009B5966"/>
    <w:rsid w:val="009C184F"/>
    <w:rsid w:val="009C613E"/>
    <w:rsid w:val="009C691C"/>
    <w:rsid w:val="009C7B62"/>
    <w:rsid w:val="009D35F3"/>
    <w:rsid w:val="009D5DF9"/>
    <w:rsid w:val="009D7655"/>
    <w:rsid w:val="009F5485"/>
    <w:rsid w:val="009F7F91"/>
    <w:rsid w:val="00A123C1"/>
    <w:rsid w:val="00A20560"/>
    <w:rsid w:val="00A20A66"/>
    <w:rsid w:val="00A20F00"/>
    <w:rsid w:val="00A27A83"/>
    <w:rsid w:val="00A35A69"/>
    <w:rsid w:val="00A37332"/>
    <w:rsid w:val="00A41E02"/>
    <w:rsid w:val="00A44251"/>
    <w:rsid w:val="00A45DEE"/>
    <w:rsid w:val="00A50AAA"/>
    <w:rsid w:val="00A66758"/>
    <w:rsid w:val="00A71ABB"/>
    <w:rsid w:val="00A73AAA"/>
    <w:rsid w:val="00A80FEE"/>
    <w:rsid w:val="00A87C45"/>
    <w:rsid w:val="00AA011B"/>
    <w:rsid w:val="00AA14F6"/>
    <w:rsid w:val="00AA2AD6"/>
    <w:rsid w:val="00AA41CD"/>
    <w:rsid w:val="00AB7158"/>
    <w:rsid w:val="00AD3521"/>
    <w:rsid w:val="00AD7BF6"/>
    <w:rsid w:val="00AE0970"/>
    <w:rsid w:val="00AE3921"/>
    <w:rsid w:val="00AF35D0"/>
    <w:rsid w:val="00B03295"/>
    <w:rsid w:val="00B038F4"/>
    <w:rsid w:val="00B05189"/>
    <w:rsid w:val="00B05538"/>
    <w:rsid w:val="00B10125"/>
    <w:rsid w:val="00B11911"/>
    <w:rsid w:val="00B13869"/>
    <w:rsid w:val="00B172E8"/>
    <w:rsid w:val="00B17655"/>
    <w:rsid w:val="00B259D6"/>
    <w:rsid w:val="00B25B04"/>
    <w:rsid w:val="00B306D7"/>
    <w:rsid w:val="00B31406"/>
    <w:rsid w:val="00B32672"/>
    <w:rsid w:val="00B34F9F"/>
    <w:rsid w:val="00B40E75"/>
    <w:rsid w:val="00B452B3"/>
    <w:rsid w:val="00B476CB"/>
    <w:rsid w:val="00B47B01"/>
    <w:rsid w:val="00B62DE7"/>
    <w:rsid w:val="00B66B9D"/>
    <w:rsid w:val="00B67EFE"/>
    <w:rsid w:val="00B72B00"/>
    <w:rsid w:val="00B739C6"/>
    <w:rsid w:val="00B76C19"/>
    <w:rsid w:val="00B76F87"/>
    <w:rsid w:val="00B83B6F"/>
    <w:rsid w:val="00B91FAA"/>
    <w:rsid w:val="00BA3351"/>
    <w:rsid w:val="00BA3443"/>
    <w:rsid w:val="00BA57F2"/>
    <w:rsid w:val="00BB4429"/>
    <w:rsid w:val="00BC1C44"/>
    <w:rsid w:val="00BE1715"/>
    <w:rsid w:val="00BE4047"/>
    <w:rsid w:val="00BE7A89"/>
    <w:rsid w:val="00BF0AF6"/>
    <w:rsid w:val="00C119F1"/>
    <w:rsid w:val="00C276B3"/>
    <w:rsid w:val="00C27F27"/>
    <w:rsid w:val="00C33679"/>
    <w:rsid w:val="00C36853"/>
    <w:rsid w:val="00C36D8C"/>
    <w:rsid w:val="00C42684"/>
    <w:rsid w:val="00C52879"/>
    <w:rsid w:val="00C53E90"/>
    <w:rsid w:val="00C5414E"/>
    <w:rsid w:val="00C54CD6"/>
    <w:rsid w:val="00C5703F"/>
    <w:rsid w:val="00C6060E"/>
    <w:rsid w:val="00C65A71"/>
    <w:rsid w:val="00C65CAA"/>
    <w:rsid w:val="00C67929"/>
    <w:rsid w:val="00C70738"/>
    <w:rsid w:val="00C77ADD"/>
    <w:rsid w:val="00C85D32"/>
    <w:rsid w:val="00CA021E"/>
    <w:rsid w:val="00CA06DF"/>
    <w:rsid w:val="00CA1682"/>
    <w:rsid w:val="00CA337C"/>
    <w:rsid w:val="00CB42E4"/>
    <w:rsid w:val="00CB573C"/>
    <w:rsid w:val="00CC0616"/>
    <w:rsid w:val="00CC0FCF"/>
    <w:rsid w:val="00CC22F9"/>
    <w:rsid w:val="00CC36C9"/>
    <w:rsid w:val="00CD0899"/>
    <w:rsid w:val="00CD0A42"/>
    <w:rsid w:val="00CD3A75"/>
    <w:rsid w:val="00CD4DDB"/>
    <w:rsid w:val="00CD5143"/>
    <w:rsid w:val="00CE29BF"/>
    <w:rsid w:val="00CE3E9F"/>
    <w:rsid w:val="00CE58D9"/>
    <w:rsid w:val="00CE5A92"/>
    <w:rsid w:val="00CF2D10"/>
    <w:rsid w:val="00D005BD"/>
    <w:rsid w:val="00D0304A"/>
    <w:rsid w:val="00D03184"/>
    <w:rsid w:val="00D07C35"/>
    <w:rsid w:val="00D13C63"/>
    <w:rsid w:val="00D146D8"/>
    <w:rsid w:val="00D40DAA"/>
    <w:rsid w:val="00D61B52"/>
    <w:rsid w:val="00D80BD7"/>
    <w:rsid w:val="00D80FF2"/>
    <w:rsid w:val="00D85F13"/>
    <w:rsid w:val="00D9386E"/>
    <w:rsid w:val="00D95B8E"/>
    <w:rsid w:val="00DB3FED"/>
    <w:rsid w:val="00DB7356"/>
    <w:rsid w:val="00DC2CF9"/>
    <w:rsid w:val="00DC7C6F"/>
    <w:rsid w:val="00DD3884"/>
    <w:rsid w:val="00DD3907"/>
    <w:rsid w:val="00DD3CDA"/>
    <w:rsid w:val="00DE398D"/>
    <w:rsid w:val="00DE7199"/>
    <w:rsid w:val="00DF4EED"/>
    <w:rsid w:val="00E00192"/>
    <w:rsid w:val="00E01E6E"/>
    <w:rsid w:val="00E04E4F"/>
    <w:rsid w:val="00E07972"/>
    <w:rsid w:val="00E13BA7"/>
    <w:rsid w:val="00E27037"/>
    <w:rsid w:val="00E272AA"/>
    <w:rsid w:val="00E27980"/>
    <w:rsid w:val="00E461E9"/>
    <w:rsid w:val="00E4630C"/>
    <w:rsid w:val="00E51EAD"/>
    <w:rsid w:val="00E9136D"/>
    <w:rsid w:val="00EA3A38"/>
    <w:rsid w:val="00EA5D40"/>
    <w:rsid w:val="00EA7AB1"/>
    <w:rsid w:val="00EB0FF7"/>
    <w:rsid w:val="00EB53B7"/>
    <w:rsid w:val="00EB5717"/>
    <w:rsid w:val="00EB64B0"/>
    <w:rsid w:val="00EC6B10"/>
    <w:rsid w:val="00ED16FC"/>
    <w:rsid w:val="00ED2291"/>
    <w:rsid w:val="00ED3ACD"/>
    <w:rsid w:val="00EF0509"/>
    <w:rsid w:val="00EF2A45"/>
    <w:rsid w:val="00F0689B"/>
    <w:rsid w:val="00F17ADE"/>
    <w:rsid w:val="00F2199C"/>
    <w:rsid w:val="00F23654"/>
    <w:rsid w:val="00F40B3F"/>
    <w:rsid w:val="00F40DF2"/>
    <w:rsid w:val="00F423B4"/>
    <w:rsid w:val="00F4264B"/>
    <w:rsid w:val="00F5214F"/>
    <w:rsid w:val="00F5612C"/>
    <w:rsid w:val="00F6635F"/>
    <w:rsid w:val="00F72E00"/>
    <w:rsid w:val="00F73FDD"/>
    <w:rsid w:val="00F7490D"/>
    <w:rsid w:val="00F81B53"/>
    <w:rsid w:val="00F84F8C"/>
    <w:rsid w:val="00F85F5F"/>
    <w:rsid w:val="00F87889"/>
    <w:rsid w:val="00F90246"/>
    <w:rsid w:val="00FB5259"/>
    <w:rsid w:val="00FC4AF9"/>
    <w:rsid w:val="00FC78F8"/>
    <w:rsid w:val="00FD3AB8"/>
    <w:rsid w:val="00FD3AF7"/>
    <w:rsid w:val="00FD4253"/>
    <w:rsid w:val="00FE031B"/>
    <w:rsid w:val="00FF19D9"/>
    <w:rsid w:val="00FF5336"/>
    <w:rsid w:val="00FF70E3"/>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16254BED-AC0B-4865-A390-56AF8A40C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57C"/>
    <w:pPr>
      <w:jc w:val="both"/>
    </w:pPr>
  </w:style>
  <w:style w:type="paragraph" w:styleId="Nadpis1">
    <w:name w:val="heading 1"/>
    <w:basedOn w:val="Normln"/>
    <w:next w:val="Normln"/>
    <w:qFormat/>
    <w:rsid w:val="00980A25"/>
    <w:pPr>
      <w:keepNext/>
      <w:numPr>
        <w:numId w:val="28"/>
      </w:numPr>
      <w:spacing w:before="240" w:after="240"/>
      <w:outlineLvl w:val="0"/>
    </w:pPr>
    <w:rPr>
      <w:b/>
      <w:bCs/>
      <w:caps/>
      <w:sz w:val="26"/>
    </w:rPr>
  </w:style>
  <w:style w:type="paragraph" w:styleId="Nadpis2">
    <w:name w:val="heading 2"/>
    <w:basedOn w:val="Normln"/>
    <w:next w:val="Normln"/>
    <w:qFormat/>
    <w:rsid w:val="00BA3443"/>
    <w:pPr>
      <w:keepNext/>
      <w:numPr>
        <w:ilvl w:val="1"/>
        <w:numId w:val="28"/>
      </w:numPr>
      <w:tabs>
        <w:tab w:val="left" w:pos="862"/>
      </w:tabs>
      <w:spacing w:before="240" w:after="240" w:line="288" w:lineRule="auto"/>
      <w:outlineLvl w:val="1"/>
    </w:pPr>
    <w:rPr>
      <w:rFonts w:cs="Arial"/>
      <w:b/>
      <w:bCs/>
      <w:iCs/>
      <w:caps/>
      <w:sz w:val="24"/>
      <w:szCs w:val="28"/>
    </w:rPr>
  </w:style>
  <w:style w:type="paragraph" w:styleId="Nadpis3">
    <w:name w:val="heading 3"/>
    <w:basedOn w:val="Normln"/>
    <w:next w:val="Normln"/>
    <w:qFormat/>
    <w:rsid w:val="005F4D8F"/>
    <w:pPr>
      <w:keepNext/>
      <w:numPr>
        <w:ilvl w:val="2"/>
        <w:numId w:val="28"/>
      </w:numPr>
      <w:spacing w:before="200" w:after="200" w:line="288" w:lineRule="auto"/>
      <w:outlineLvl w:val="2"/>
    </w:pPr>
    <w:rPr>
      <w:rFonts w:cs="Arial"/>
      <w:b/>
      <w:bCs/>
      <w:caps/>
      <w:szCs w:val="26"/>
    </w:rPr>
  </w:style>
  <w:style w:type="paragraph" w:styleId="Nadpis4">
    <w:name w:val="heading 4"/>
    <w:basedOn w:val="Normln"/>
    <w:next w:val="Normln"/>
    <w:qFormat/>
    <w:rsid w:val="009C613E"/>
    <w:pPr>
      <w:keepNext/>
      <w:numPr>
        <w:ilvl w:val="3"/>
        <w:numId w:val="28"/>
      </w:numPr>
      <w:spacing w:before="200" w:after="200" w:line="288" w:lineRule="auto"/>
      <w:outlineLvl w:val="3"/>
    </w:pPr>
    <w:rPr>
      <w:b/>
      <w:bCs/>
      <w:caps/>
      <w:szCs w:val="28"/>
    </w:rPr>
  </w:style>
  <w:style w:type="paragraph" w:styleId="Nadpis5">
    <w:name w:val="heading 5"/>
    <w:basedOn w:val="Normln"/>
    <w:next w:val="Normln"/>
    <w:qFormat/>
    <w:rsid w:val="00CE29BF"/>
    <w:pPr>
      <w:keepNext/>
      <w:numPr>
        <w:ilvl w:val="4"/>
        <w:numId w:val="28"/>
      </w:numPr>
      <w:tabs>
        <w:tab w:val="left" w:pos="1004"/>
      </w:tabs>
      <w:spacing w:before="120" w:after="120" w:line="288" w:lineRule="auto"/>
      <w:outlineLvl w:val="4"/>
    </w:pPr>
    <w:rPr>
      <w:b/>
      <w:bCs/>
      <w:iCs/>
      <w:szCs w:val="26"/>
    </w:rPr>
  </w:style>
  <w:style w:type="paragraph" w:styleId="Nadpis6">
    <w:name w:val="heading 6"/>
    <w:basedOn w:val="Normln"/>
    <w:next w:val="Normln"/>
    <w:qFormat/>
    <w:rsid w:val="00CE29BF"/>
    <w:pPr>
      <w:keepNext/>
      <w:numPr>
        <w:ilvl w:val="5"/>
        <w:numId w:val="28"/>
      </w:numPr>
      <w:tabs>
        <w:tab w:val="left" w:pos="1145"/>
      </w:tabs>
      <w:spacing w:before="120" w:after="120" w:line="288" w:lineRule="auto"/>
      <w:jc w:val="left"/>
      <w:outlineLvl w:val="5"/>
    </w:pPr>
    <w:rPr>
      <w:b/>
      <w:bCs/>
    </w:rPr>
  </w:style>
  <w:style w:type="paragraph" w:styleId="Nadpis7">
    <w:name w:val="heading 7"/>
    <w:basedOn w:val="Normln"/>
    <w:next w:val="Normln"/>
    <w:qFormat/>
    <w:rsid w:val="009C691C"/>
    <w:pPr>
      <w:keepNext/>
      <w:numPr>
        <w:ilvl w:val="6"/>
        <w:numId w:val="28"/>
      </w:numPr>
      <w:tabs>
        <w:tab w:val="left" w:pos="1287"/>
      </w:tabs>
      <w:spacing w:before="60" w:after="60" w:line="288" w:lineRule="auto"/>
      <w:outlineLvl w:val="6"/>
    </w:pPr>
    <w:rPr>
      <w:b/>
      <w:bCs/>
    </w:rPr>
  </w:style>
  <w:style w:type="paragraph" w:styleId="Nadpis8">
    <w:name w:val="heading 8"/>
    <w:basedOn w:val="Normln"/>
    <w:next w:val="Normln"/>
    <w:semiHidden/>
    <w:qFormat/>
    <w:rsid w:val="009C691C"/>
    <w:pPr>
      <w:keepNext/>
      <w:numPr>
        <w:ilvl w:val="7"/>
        <w:numId w:val="28"/>
      </w:numPr>
      <w:tabs>
        <w:tab w:val="left" w:pos="1429"/>
      </w:tabs>
      <w:spacing w:line="288" w:lineRule="auto"/>
      <w:outlineLvl w:val="7"/>
    </w:pPr>
    <w:rPr>
      <w:b/>
      <w:bCs/>
    </w:rPr>
  </w:style>
  <w:style w:type="paragraph" w:styleId="Nadpis9">
    <w:name w:val="heading 9"/>
    <w:basedOn w:val="Normln"/>
    <w:next w:val="Normln"/>
    <w:semiHidden/>
    <w:qFormat/>
    <w:rsid w:val="009C691C"/>
    <w:pPr>
      <w:keepNext/>
      <w:numPr>
        <w:ilvl w:val="8"/>
        <w:numId w:val="28"/>
      </w:numPr>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1245A7"/>
    <w:pPr>
      <w:tabs>
        <w:tab w:val="left" w:pos="1276"/>
        <w:tab w:val="right" w:leader="dot" w:pos="8505"/>
      </w:tabs>
      <w:ind w:left="1276" w:right="-1" w:hanging="1276"/>
      <w:jc w:val="left"/>
    </w:pPr>
  </w:style>
  <w:style w:type="paragraph" w:styleId="Obsah3">
    <w:name w:val="toc 3"/>
    <w:basedOn w:val="Normln"/>
    <w:next w:val="Normln"/>
    <w:autoRedefine/>
    <w:uiPriority w:val="39"/>
    <w:qFormat/>
    <w:rsid w:val="001245A7"/>
    <w:pPr>
      <w:tabs>
        <w:tab w:val="left" w:pos="1276"/>
        <w:tab w:val="right" w:leader="dot" w:pos="8505"/>
      </w:tabs>
      <w:ind w:left="1276" w:right="-1" w:hanging="1276"/>
      <w:jc w:val="left"/>
    </w:pPr>
  </w:style>
  <w:style w:type="paragraph" w:styleId="Obsah4">
    <w:name w:val="toc 4"/>
    <w:basedOn w:val="Normln"/>
    <w:next w:val="Normln"/>
    <w:autoRedefine/>
    <w:uiPriority w:val="39"/>
    <w:rsid w:val="001245A7"/>
    <w:pPr>
      <w:tabs>
        <w:tab w:val="left" w:pos="1276"/>
        <w:tab w:val="right" w:leader="dot" w:pos="8505"/>
      </w:tabs>
      <w:ind w:left="1276" w:right="-1" w:hanging="1276"/>
      <w:jc w:val="left"/>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10"/>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semiHidden/>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semiHidden/>
    <w:rsid w:val="00033F1B"/>
    <w:pPr>
      <w:ind w:left="1440"/>
    </w:pPr>
  </w:style>
  <w:style w:type="paragraph" w:styleId="Textbubliny">
    <w:name w:val="Balloon Text"/>
    <w:basedOn w:val="Normln"/>
    <w:link w:val="TextbublinyChar"/>
    <w:uiPriority w:val="99"/>
    <w:semiHidden/>
    <w:unhideWhenUsed/>
    <w:rsid w:val="00A123C1"/>
    <w:rPr>
      <w:rFonts w:ascii="Tahoma" w:hAnsi="Tahoma" w:cs="Tahoma"/>
      <w:sz w:val="16"/>
      <w:szCs w:val="16"/>
    </w:rPr>
  </w:style>
  <w:style w:type="character" w:customStyle="1" w:styleId="TextbublinyChar">
    <w:name w:val="Text bubliny Char"/>
    <w:basedOn w:val="Standardnpsmoodstavce"/>
    <w:link w:val="Textbubliny"/>
    <w:uiPriority w:val="99"/>
    <w:semiHidden/>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uiPriority w:val="99"/>
    <w:rsid w:val="00207A11"/>
    <w:pPr>
      <w:tabs>
        <w:tab w:val="center" w:pos="4536"/>
        <w:tab w:val="right" w:pos="9072"/>
      </w:tabs>
    </w:pPr>
  </w:style>
  <w:style w:type="character" w:customStyle="1" w:styleId="ZhlavChar">
    <w:name w:val="Záhlaví Char"/>
    <w:basedOn w:val="Standardnpsmoodstavce"/>
    <w:link w:val="Zhlav"/>
    <w:uiPriority w:val="99"/>
    <w:rsid w:val="00137D5F"/>
    <w:rPr>
      <w:rFonts w:ascii="Arial" w:hAnsi="Arial"/>
    </w:rPr>
  </w:style>
  <w:style w:type="paragraph" w:styleId="Zpat">
    <w:name w:val="footer"/>
    <w:basedOn w:val="Normln"/>
    <w:link w:val="ZpatChar"/>
    <w:semiHidden/>
    <w:rsid w:val="00207A11"/>
    <w:pPr>
      <w:tabs>
        <w:tab w:val="center" w:pos="4536"/>
        <w:tab w:val="right" w:pos="9072"/>
      </w:tabs>
    </w:pPr>
  </w:style>
  <w:style w:type="character" w:customStyle="1" w:styleId="ZpatChar">
    <w:name w:val="Zápatí Char"/>
    <w:basedOn w:val="Standardnpsmoodstavce"/>
    <w:link w:val="Zpat"/>
    <w:semiHidden/>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semiHidden/>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jc w:val="lef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jc w:val="lef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jc w:val="left"/>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uiPriority w:val="59"/>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jc w:val="left"/>
    </w:pPr>
    <w:rPr>
      <w:noProof/>
      <w:sz w:val="18"/>
      <w:lang w:val="en-GB" w:eastAsia="sv-SE"/>
    </w:rPr>
  </w:style>
  <w:style w:type="paragraph" w:styleId="Zkladntext2">
    <w:name w:val="Body Text 2"/>
    <w:basedOn w:val="Normln"/>
    <w:link w:val="Zkladntext2Char"/>
    <w:uiPriority w:val="99"/>
    <w:semiHidden/>
    <w:unhideWhenUsed/>
    <w:rsid w:val="007C488A"/>
    <w:pPr>
      <w:spacing w:after="120" w:line="480" w:lineRule="auto"/>
    </w:pPr>
  </w:style>
  <w:style w:type="character" w:customStyle="1" w:styleId="Zkladntext2Char">
    <w:name w:val="Základní text 2 Char"/>
    <w:basedOn w:val="Standardnpsmoodstavce"/>
    <w:link w:val="Zkladntext2"/>
    <w:uiPriority w:val="99"/>
    <w:semiHidden/>
    <w:rsid w:val="007C488A"/>
    <w:rPr>
      <w:rFonts w:ascii="Arial" w:hAnsi="Arial"/>
      <w:sz w:val="22"/>
      <w:szCs w:val="24"/>
    </w:rPr>
  </w:style>
  <w:style w:type="character" w:styleId="Siln">
    <w:name w:val="Strong"/>
    <w:basedOn w:val="Standardnpsmoodstavce"/>
    <w:semiHidden/>
    <w:qFormat/>
    <w:rsid w:val="007C488A"/>
    <w:rPr>
      <w:b/>
      <w:bCs/>
    </w:rPr>
  </w:style>
  <w:style w:type="paragraph" w:styleId="Nadpisobsahu">
    <w:name w:val="TOC Heading"/>
    <w:basedOn w:val="Nadpis1"/>
    <w:next w:val="Normln"/>
    <w:uiPriority w:val="39"/>
    <w:semiHidden/>
    <w:unhideWhenUsed/>
    <w:qFormat/>
    <w:rsid w:val="00A73AAA"/>
    <w:pPr>
      <w:keepLines/>
      <w:numPr>
        <w:numId w:val="0"/>
      </w:numPr>
      <w:spacing w:before="480" w:after="0" w:line="276" w:lineRule="auto"/>
      <w:jc w:val="left"/>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qFormat/>
    <w:rsid w:val="00080C04"/>
    <w:pPr>
      <w:spacing w:line="360" w:lineRule="auto"/>
      <w:ind w:left="567" w:right="567"/>
      <w:jc w:val="center"/>
    </w:pPr>
    <w:rPr>
      <w:sz w:val="40"/>
    </w:rPr>
  </w:style>
  <w:style w:type="paragraph" w:customStyle="1" w:styleId="Desky2">
    <w:name w:val="Desky2"/>
    <w:basedOn w:val="Desky1"/>
    <w:qFormat/>
    <w:rsid w:val="00FB5259"/>
    <w:rPr>
      <w:sz w:val="32"/>
    </w:rPr>
  </w:style>
  <w:style w:type="paragraph" w:styleId="Odstavecseseznamem">
    <w:name w:val="List Paragraph"/>
    <w:basedOn w:val="Normln"/>
    <w:uiPriority w:val="34"/>
    <w:qFormat/>
    <w:rsid w:val="00C36D8C"/>
    <w:pPr>
      <w:ind w:left="720"/>
      <w:contextualSpacing/>
    </w:pPr>
  </w:style>
  <w:style w:type="paragraph" w:styleId="Titulek">
    <w:name w:val="caption"/>
    <w:basedOn w:val="Normln"/>
    <w:next w:val="Normln"/>
    <w:uiPriority w:val="35"/>
    <w:qFormat/>
    <w:rsid w:val="008160B9"/>
    <w:pPr>
      <w:jc w:val="center"/>
    </w:pPr>
    <w:rPr>
      <w:bCs/>
    </w:rPr>
  </w:style>
  <w:style w:type="character" w:styleId="Nevyeenzmnka">
    <w:name w:val="Unresolved Mention"/>
    <w:basedOn w:val="Standardnpsmoodstavce"/>
    <w:uiPriority w:val="99"/>
    <w:semiHidden/>
    <w:unhideWhenUsed/>
    <w:rsid w:val="00535F15"/>
    <w:rPr>
      <w:color w:val="605E5C"/>
      <w:shd w:val="clear" w:color="auto" w:fill="E1DFDD"/>
    </w:rPr>
  </w:style>
  <w:style w:type="paragraph" w:styleId="Textpoznpodarou">
    <w:name w:val="footnote text"/>
    <w:basedOn w:val="Normln"/>
    <w:link w:val="TextpoznpodarouChar"/>
    <w:uiPriority w:val="99"/>
    <w:semiHidden/>
    <w:unhideWhenUsed/>
    <w:rsid w:val="001513FB"/>
  </w:style>
  <w:style w:type="character" w:customStyle="1" w:styleId="TextpoznpodarouChar">
    <w:name w:val="Text pozn. pod čarou Char"/>
    <w:basedOn w:val="Standardnpsmoodstavce"/>
    <w:link w:val="Textpoznpodarou"/>
    <w:uiPriority w:val="99"/>
    <w:semiHidden/>
    <w:rsid w:val="001513FB"/>
  </w:style>
  <w:style w:type="character" w:styleId="Znakapoznpodarou">
    <w:name w:val="footnote reference"/>
    <w:basedOn w:val="Standardnpsmoodstavce"/>
    <w:uiPriority w:val="99"/>
    <w:semiHidden/>
    <w:unhideWhenUsed/>
    <w:rsid w:val="001513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64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footer" Target="footer1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Sablony\Hot\Minutes%20en%20x.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22675703"/>
        <w:category>
          <w:name w:val="Obecné"/>
          <w:gallery w:val="placeholder"/>
        </w:category>
        <w:types>
          <w:type w:val="bbPlcHdr"/>
        </w:types>
        <w:behaviors>
          <w:behavior w:val="content"/>
        </w:behaviors>
        <w:guid w:val="{A148D314-64B4-4325-9F30-C84276480C8C}"/>
      </w:docPartPr>
      <w:docPartBody>
        <w:p w:rsidR="009D5B11" w:rsidRDefault="009D5B11">
          <w:r w:rsidRPr="00353E70">
            <w:rPr>
              <w:rStyle w:val="Zstupntext"/>
            </w:rPr>
            <w:t>Klepněte sem a zadejte text.</w:t>
          </w:r>
        </w:p>
      </w:docPartBody>
    </w:docPart>
    <w:docPart>
      <w:docPartPr>
        <w:name w:val="6C9A32874AAA4F9D88FC6CC9EF7544B5"/>
        <w:category>
          <w:name w:val="Obecné"/>
          <w:gallery w:val="placeholder"/>
        </w:category>
        <w:types>
          <w:type w:val="bbPlcHdr"/>
        </w:types>
        <w:behaviors>
          <w:behavior w:val="content"/>
        </w:behaviors>
        <w:guid w:val="{8565B954-8A69-45D2-BCDE-AA6C73E0589D}"/>
      </w:docPartPr>
      <w:docPartBody>
        <w:p w:rsidR="009D5B11" w:rsidRDefault="00930D8E" w:rsidP="00930D8E">
          <w:pPr>
            <w:pStyle w:val="6C9A32874AAA4F9D88FC6CC9EF7544B510"/>
          </w:pPr>
          <w:r w:rsidRPr="00F81B53">
            <w:rPr>
              <w:bCs/>
              <w:color w:val="000000" w:themeColor="text1"/>
              <w:sz w:val="30"/>
              <w:szCs w:val="30"/>
            </w:rPr>
            <w:t xml:space="preserve"> </w:t>
          </w:r>
        </w:p>
      </w:docPartBody>
    </w:docPart>
    <w:docPart>
      <w:docPartPr>
        <w:name w:val="6E9B6FEED95349A29F3EF3954240C2FE"/>
        <w:category>
          <w:name w:val="Obecné"/>
          <w:gallery w:val="placeholder"/>
        </w:category>
        <w:types>
          <w:type w:val="bbPlcHdr"/>
        </w:types>
        <w:behaviors>
          <w:behavior w:val="content"/>
        </w:behaviors>
        <w:guid w:val="{3244525B-8959-4A17-A20B-3B416C06EF54}"/>
      </w:docPartPr>
      <w:docPartBody>
        <w:p w:rsidR="00095F5B" w:rsidRDefault="00833ADC" w:rsidP="00833ADC">
          <w:pPr>
            <w:pStyle w:val="6E9B6FEED95349A29F3EF3954240C2FE1"/>
          </w:pPr>
          <w:r w:rsidRPr="001C4D2E">
            <w:rPr>
              <w:rFonts w:cs="Arial"/>
              <w:bCs/>
              <w:color w:val="000000" w:themeColor="text1"/>
              <w:sz w:val="18"/>
              <w:szCs w:val="18"/>
            </w:rPr>
            <w:t xml:space="preserve"> </w:t>
          </w:r>
        </w:p>
      </w:docPartBody>
    </w:docPart>
    <w:docPart>
      <w:docPartPr>
        <w:name w:val="70B65C7244B64DA59E673AF39BE2E6A6"/>
        <w:category>
          <w:name w:val="Obecné"/>
          <w:gallery w:val="placeholder"/>
        </w:category>
        <w:types>
          <w:type w:val="bbPlcHdr"/>
        </w:types>
        <w:behaviors>
          <w:behavior w:val="content"/>
        </w:behaviors>
        <w:guid w:val="{616FD12B-CAA9-47A7-83EA-05EB643DE298}"/>
      </w:docPartPr>
      <w:docPartBody>
        <w:p w:rsidR="00095F5B" w:rsidRDefault="00833ADC" w:rsidP="00833ADC">
          <w:pPr>
            <w:pStyle w:val="70B65C7244B64DA59E673AF39BE2E6A61"/>
          </w:pPr>
          <w:r w:rsidRPr="001C4D2E">
            <w:rPr>
              <w:rFonts w:cs="Arial"/>
              <w:bCs/>
              <w:color w:val="000000" w:themeColor="text1"/>
              <w:sz w:val="18"/>
              <w:szCs w:val="18"/>
            </w:rPr>
            <w:t xml:space="preserve"> </w:t>
          </w:r>
        </w:p>
      </w:docPartBody>
    </w:docPart>
    <w:docPart>
      <w:docPartPr>
        <w:name w:val="0DA9CF57106645EAB05040205AB5778D"/>
        <w:category>
          <w:name w:val="Obecné"/>
          <w:gallery w:val="placeholder"/>
        </w:category>
        <w:types>
          <w:type w:val="bbPlcHdr"/>
        </w:types>
        <w:behaviors>
          <w:behavior w:val="content"/>
        </w:behaviors>
        <w:guid w:val="{D1BDE684-4386-4E9C-9BC5-9F6BF44F4631}"/>
      </w:docPartPr>
      <w:docPartBody>
        <w:p w:rsidR="00095F5B" w:rsidRDefault="00833ADC" w:rsidP="00833ADC">
          <w:pPr>
            <w:pStyle w:val="0DA9CF57106645EAB05040205AB5778D1"/>
          </w:pPr>
          <w:r w:rsidRPr="001C4D2E">
            <w:rPr>
              <w:rFonts w:cs="Arial"/>
              <w:bCs/>
              <w:color w:val="000000" w:themeColor="text1"/>
              <w:sz w:val="18"/>
              <w:szCs w:val="18"/>
            </w:rPr>
            <w:t xml:space="preserve"> </w:t>
          </w:r>
        </w:p>
      </w:docPartBody>
    </w:docPart>
    <w:docPart>
      <w:docPartPr>
        <w:name w:val="BD17BDF298ED479CB60D71077CB20E24"/>
        <w:category>
          <w:name w:val="Obecné"/>
          <w:gallery w:val="placeholder"/>
        </w:category>
        <w:types>
          <w:type w:val="bbPlcHdr"/>
        </w:types>
        <w:behaviors>
          <w:behavior w:val="content"/>
        </w:behaviors>
        <w:guid w:val="{5F269E85-0A38-4D77-BB12-F3C876375F40}"/>
      </w:docPartPr>
      <w:docPartBody>
        <w:p w:rsidR="00095F5B" w:rsidRDefault="00833ADC" w:rsidP="00833ADC">
          <w:pPr>
            <w:pStyle w:val="BD17BDF298ED479CB60D71077CB20E241"/>
          </w:pPr>
          <w:r w:rsidRPr="001C4D2E">
            <w:rPr>
              <w:rFonts w:cs="Arial"/>
              <w:bCs/>
              <w:color w:val="000000" w:themeColor="text1"/>
              <w:sz w:val="18"/>
              <w:szCs w:val="18"/>
            </w:rPr>
            <w:t xml:space="preserve"> </w:t>
          </w:r>
        </w:p>
      </w:docPartBody>
    </w:docPart>
    <w:docPart>
      <w:docPartPr>
        <w:name w:val="D58254AB9E46425EBB8828D4BBBC6C64"/>
        <w:category>
          <w:name w:val="Obecné"/>
          <w:gallery w:val="placeholder"/>
        </w:category>
        <w:types>
          <w:type w:val="bbPlcHdr"/>
        </w:types>
        <w:behaviors>
          <w:behavior w:val="content"/>
        </w:behaviors>
        <w:guid w:val="{E771D0B0-25EB-4AF6-A919-B43FB7714EA8}"/>
      </w:docPartPr>
      <w:docPartBody>
        <w:p w:rsidR="00095F5B" w:rsidRDefault="00833ADC" w:rsidP="00833ADC">
          <w:pPr>
            <w:pStyle w:val="D58254AB9E46425EBB8828D4BBBC6C641"/>
          </w:pPr>
          <w:r w:rsidRPr="001C4D2E">
            <w:rPr>
              <w:rFonts w:cs="Arial"/>
              <w:bCs/>
              <w:color w:val="000000" w:themeColor="text1"/>
              <w:sz w:val="18"/>
              <w:szCs w:val="18"/>
            </w:rPr>
            <w:t xml:space="preserve"> </w:t>
          </w:r>
        </w:p>
      </w:docPartBody>
    </w:docPart>
    <w:docPart>
      <w:docPartPr>
        <w:name w:val="F3B4D59AA9424F41A966C6F12B2DF905"/>
        <w:category>
          <w:name w:val="Obecné"/>
          <w:gallery w:val="placeholder"/>
        </w:category>
        <w:types>
          <w:type w:val="bbPlcHdr"/>
        </w:types>
        <w:behaviors>
          <w:behavior w:val="content"/>
        </w:behaviors>
        <w:guid w:val="{6800D4C1-7410-4AD9-82B1-96B7DDAD087C}"/>
      </w:docPartPr>
      <w:docPartBody>
        <w:p w:rsidR="00095F5B" w:rsidRDefault="00833ADC" w:rsidP="00833ADC">
          <w:pPr>
            <w:pStyle w:val="F3B4D59AA9424F41A966C6F12B2DF9051"/>
          </w:pPr>
          <w:r w:rsidRPr="001C4D2E">
            <w:rPr>
              <w:rFonts w:cs="Arial"/>
              <w:bCs/>
              <w:color w:val="000000" w:themeColor="text1"/>
              <w:sz w:val="18"/>
              <w:szCs w:val="18"/>
            </w:rPr>
            <w:t xml:space="preserve"> </w:t>
          </w:r>
        </w:p>
      </w:docPartBody>
    </w:docPart>
    <w:docPart>
      <w:docPartPr>
        <w:name w:val="0842CD71C9E94474AB914EBFB41654DB"/>
        <w:category>
          <w:name w:val="Obecné"/>
          <w:gallery w:val="placeholder"/>
        </w:category>
        <w:types>
          <w:type w:val="bbPlcHdr"/>
        </w:types>
        <w:behaviors>
          <w:behavior w:val="content"/>
        </w:behaviors>
        <w:guid w:val="{CD6E9AD4-440F-4915-82E4-C5A028E918B3}"/>
      </w:docPartPr>
      <w:docPartBody>
        <w:p w:rsidR="006274C6" w:rsidRDefault="00C60556" w:rsidP="00C60556">
          <w:pPr>
            <w:pStyle w:val="0842CD71C9E94474AB914EBFB41654DB"/>
          </w:pPr>
          <w:r w:rsidRPr="00F81B53">
            <w:rPr>
              <w:bCs/>
              <w:color w:val="000000" w:themeColor="text1"/>
              <w:sz w:val="30"/>
              <w:szCs w:val="30"/>
            </w:rPr>
            <w:t xml:space="preserve"> </w:t>
          </w:r>
        </w:p>
      </w:docPartBody>
    </w:docPart>
    <w:docPart>
      <w:docPartPr>
        <w:name w:val="B65AFCA5262346089ACA6CBF2B8C6EE6"/>
        <w:category>
          <w:name w:val="Obecné"/>
          <w:gallery w:val="placeholder"/>
        </w:category>
        <w:types>
          <w:type w:val="bbPlcHdr"/>
        </w:types>
        <w:behaviors>
          <w:behavior w:val="content"/>
        </w:behaviors>
        <w:guid w:val="{D68EBF6C-E393-473B-9F49-ED0EF251E2BD}"/>
      </w:docPartPr>
      <w:docPartBody>
        <w:p w:rsidR="006274C6" w:rsidRDefault="00C60556" w:rsidP="00C60556">
          <w:pPr>
            <w:pStyle w:val="B65AFCA5262346089ACA6CBF2B8C6EE6"/>
          </w:pPr>
          <w:r w:rsidRPr="00353E70">
            <w:rPr>
              <w:rStyle w:val="Zstupntext"/>
            </w:rPr>
            <w:t>Klepněte sem a zadejte text.</w:t>
          </w:r>
        </w:p>
      </w:docPartBody>
    </w:docPart>
    <w:docPart>
      <w:docPartPr>
        <w:name w:val="A5B936AC95614DF99BAF057D9EAD8BC6"/>
        <w:category>
          <w:name w:val="Obecné"/>
          <w:gallery w:val="placeholder"/>
        </w:category>
        <w:types>
          <w:type w:val="bbPlcHdr"/>
        </w:types>
        <w:behaviors>
          <w:behavior w:val="content"/>
        </w:behaviors>
        <w:guid w:val="{D05AC6D4-DC04-4C09-905C-4C8C546E7687}"/>
      </w:docPartPr>
      <w:docPartBody>
        <w:p w:rsidR="006274C6" w:rsidRDefault="00C60556" w:rsidP="00C60556">
          <w:pPr>
            <w:pStyle w:val="A5B936AC95614DF99BAF057D9EAD8BC6"/>
          </w:pPr>
          <w:r w:rsidRPr="00F81B53">
            <w:rPr>
              <w:color w:val="000000" w:themeColor="text1"/>
            </w:rPr>
            <w:t xml:space="preserve"> </w:t>
          </w:r>
        </w:p>
      </w:docPartBody>
    </w:docPart>
    <w:docPart>
      <w:docPartPr>
        <w:name w:val="4012E320A99F45B6805EE14C82100A49"/>
        <w:category>
          <w:name w:val="Obecné"/>
          <w:gallery w:val="placeholder"/>
        </w:category>
        <w:types>
          <w:type w:val="bbPlcHdr"/>
        </w:types>
        <w:behaviors>
          <w:behavior w:val="content"/>
        </w:behaviors>
        <w:guid w:val="{CBE27FBE-5CAF-40EA-8187-3FB6C45733F7}"/>
      </w:docPartPr>
      <w:docPartBody>
        <w:p w:rsidR="00415E84" w:rsidRDefault="00833ADC" w:rsidP="00833ADC">
          <w:pPr>
            <w:pStyle w:val="4012E320A99F45B6805EE14C82100A49"/>
          </w:pPr>
          <w:r w:rsidRPr="001C4D2E">
            <w:rPr>
              <w:rFonts w:cs="Arial"/>
              <w:bCs/>
              <w:color w:val="000000" w:themeColor="text1"/>
              <w:sz w:val="18"/>
              <w:szCs w:val="18"/>
            </w:rPr>
            <w:t xml:space="preserve"> </w:t>
          </w:r>
        </w:p>
      </w:docPartBody>
    </w:docPart>
    <w:docPart>
      <w:docPartPr>
        <w:name w:val="789BBEABBE3C43339536BF5B2D31A53B"/>
        <w:category>
          <w:name w:val="Obecné"/>
          <w:gallery w:val="placeholder"/>
        </w:category>
        <w:types>
          <w:type w:val="bbPlcHdr"/>
        </w:types>
        <w:behaviors>
          <w:behavior w:val="content"/>
        </w:behaviors>
        <w:guid w:val="{1EA2E64D-7CC3-45FB-A588-FA3175595090}"/>
      </w:docPartPr>
      <w:docPartBody>
        <w:p w:rsidR="00415E84" w:rsidRDefault="00833ADC" w:rsidP="00833ADC">
          <w:pPr>
            <w:pStyle w:val="789BBEABBE3C43339536BF5B2D31A53B"/>
          </w:pPr>
          <w:r w:rsidRPr="001C4D2E">
            <w:rPr>
              <w:rFonts w:cs="Arial"/>
              <w:bCs/>
              <w:color w:val="000000" w:themeColor="text1"/>
              <w:sz w:val="18"/>
              <w:szCs w:val="18"/>
            </w:rPr>
            <w:t xml:space="preserve"> </w:t>
          </w:r>
        </w:p>
      </w:docPartBody>
    </w:docPart>
    <w:docPart>
      <w:docPartPr>
        <w:name w:val="AA99E97234C7485B8EB4DB8845738F26"/>
        <w:category>
          <w:name w:val="Obecné"/>
          <w:gallery w:val="placeholder"/>
        </w:category>
        <w:types>
          <w:type w:val="bbPlcHdr"/>
        </w:types>
        <w:behaviors>
          <w:behavior w:val="content"/>
        </w:behaviors>
        <w:guid w:val="{371EB319-BAE3-4546-8AFB-3206CF3C0593}"/>
      </w:docPartPr>
      <w:docPartBody>
        <w:p w:rsidR="00415E84" w:rsidRDefault="00833ADC" w:rsidP="00833ADC">
          <w:pPr>
            <w:pStyle w:val="AA99E97234C7485B8EB4DB8845738F26"/>
          </w:pPr>
          <w:r w:rsidRPr="001C4D2E">
            <w:rPr>
              <w:bCs/>
              <w:color w:val="000000" w:themeColor="text1"/>
              <w:sz w:val="18"/>
              <w:szCs w:val="18"/>
            </w:rPr>
            <w:t xml:space="preserve"> </w:t>
          </w:r>
        </w:p>
      </w:docPartBody>
    </w:docPart>
    <w:docPart>
      <w:docPartPr>
        <w:name w:val="116CE36A84BB4F91B56094AC63B1B392"/>
        <w:category>
          <w:name w:val="Obecné"/>
          <w:gallery w:val="placeholder"/>
        </w:category>
        <w:types>
          <w:type w:val="bbPlcHdr"/>
        </w:types>
        <w:behaviors>
          <w:behavior w:val="content"/>
        </w:behaviors>
        <w:guid w:val="{07F6F564-7603-44B1-BFF8-C4E4A8C47A3D}"/>
      </w:docPartPr>
      <w:docPartBody>
        <w:p w:rsidR="00415E84" w:rsidRDefault="00833ADC" w:rsidP="00833ADC">
          <w:pPr>
            <w:pStyle w:val="116CE36A84BB4F91B56094AC63B1B392"/>
          </w:pPr>
          <w:r w:rsidRPr="006B05F3">
            <w:rPr>
              <w:color w:val="000000" w:themeColor="text1"/>
              <w:sz w:val="18"/>
              <w:szCs w:val="18"/>
            </w:rPr>
            <w:t xml:space="preserve"> </w:t>
          </w:r>
        </w:p>
      </w:docPartBody>
    </w:docPart>
    <w:docPart>
      <w:docPartPr>
        <w:name w:val="2D2DA776991845C18558AC211B25335A"/>
        <w:category>
          <w:name w:val="Obecné"/>
          <w:gallery w:val="placeholder"/>
        </w:category>
        <w:types>
          <w:type w:val="bbPlcHdr"/>
        </w:types>
        <w:behaviors>
          <w:behavior w:val="content"/>
        </w:behaviors>
        <w:guid w:val="{015BB718-3C2C-4F3B-8E17-F56A05F4AA04}"/>
      </w:docPartPr>
      <w:docPartBody>
        <w:p w:rsidR="00415E84" w:rsidRDefault="00833ADC" w:rsidP="00833ADC">
          <w:pPr>
            <w:pStyle w:val="2D2DA776991845C18558AC211B25335A"/>
          </w:pPr>
          <w:r w:rsidRPr="00F87889">
            <w:rPr>
              <w:color w:val="000000" w:themeColor="text1"/>
              <w:sz w:val="18"/>
              <w:szCs w:val="18"/>
            </w:rPr>
            <w:t xml:space="preserve"> </w:t>
          </w:r>
        </w:p>
      </w:docPartBody>
    </w:docPart>
    <w:docPart>
      <w:docPartPr>
        <w:name w:val="DAC56A928DB04AEC9C7AE3167D032F0B"/>
        <w:category>
          <w:name w:val="Obecné"/>
          <w:gallery w:val="placeholder"/>
        </w:category>
        <w:types>
          <w:type w:val="bbPlcHdr"/>
        </w:types>
        <w:behaviors>
          <w:behavior w:val="content"/>
        </w:behaviors>
        <w:guid w:val="{FDDEE3DE-C481-4205-B8D8-CA3A214B5352}"/>
      </w:docPartPr>
      <w:docPartBody>
        <w:p w:rsidR="00415E84" w:rsidRDefault="00833ADC" w:rsidP="00833ADC">
          <w:pPr>
            <w:pStyle w:val="DAC56A928DB04AEC9C7AE3167D032F0B"/>
          </w:pPr>
          <w:r w:rsidRPr="00F81B53">
            <w:rPr>
              <w:b/>
              <w:color w:val="000000" w:themeColor="text1"/>
              <w:sz w:val="24"/>
            </w:rPr>
            <w:t xml:space="preserve"> </w:t>
          </w:r>
        </w:p>
      </w:docPartBody>
    </w:docPart>
    <w:docPart>
      <w:docPartPr>
        <w:name w:val="1426D661A076488DA5627C7AA100E88C"/>
        <w:category>
          <w:name w:val="Obecné"/>
          <w:gallery w:val="placeholder"/>
        </w:category>
        <w:types>
          <w:type w:val="bbPlcHdr"/>
        </w:types>
        <w:behaviors>
          <w:behavior w:val="content"/>
        </w:behaviors>
        <w:guid w:val="{EDD8E682-45D6-4B34-9A62-18FB90B8F088}"/>
      </w:docPartPr>
      <w:docPartBody>
        <w:p w:rsidR="00415E84" w:rsidRDefault="00833ADC" w:rsidP="00833ADC">
          <w:pPr>
            <w:pStyle w:val="1426D661A076488DA5627C7AA100E88C"/>
          </w:pPr>
          <w:r w:rsidRPr="001234BA">
            <w:rPr>
              <w:rFonts w:cs="Arial"/>
              <w:bCs/>
              <w:color w:val="000000" w:themeColor="text1"/>
              <w:sz w:val="18"/>
              <w:szCs w:val="18"/>
            </w:rPr>
            <w:t xml:space="preserve"> </w:t>
          </w:r>
        </w:p>
      </w:docPartBody>
    </w:docPart>
    <w:docPart>
      <w:docPartPr>
        <w:name w:val="830759018A934812AC179383AE98D00C"/>
        <w:category>
          <w:name w:val="Obecné"/>
          <w:gallery w:val="placeholder"/>
        </w:category>
        <w:types>
          <w:type w:val="bbPlcHdr"/>
        </w:types>
        <w:behaviors>
          <w:behavior w:val="content"/>
        </w:behaviors>
        <w:guid w:val="{42B0B783-5FE7-4A82-A190-86FF63D5D511}"/>
      </w:docPartPr>
      <w:docPartBody>
        <w:p w:rsidR="00415E84" w:rsidRDefault="00833ADC" w:rsidP="00833ADC">
          <w:pPr>
            <w:pStyle w:val="830759018A934812AC179383AE98D00C"/>
          </w:pPr>
          <w:r w:rsidRPr="001C4D2E">
            <w:rPr>
              <w:rFonts w:cs="Arial"/>
              <w:bCs/>
              <w:color w:val="000000" w:themeColor="text1"/>
              <w:sz w:val="18"/>
              <w:szCs w:val="18"/>
            </w:rPr>
            <w:t xml:space="preserve"> </w:t>
          </w:r>
        </w:p>
      </w:docPartBody>
    </w:docPart>
    <w:docPart>
      <w:docPartPr>
        <w:name w:val="2D44EB0198B249E09367384CB2CEC4D4"/>
        <w:category>
          <w:name w:val="Obecné"/>
          <w:gallery w:val="placeholder"/>
        </w:category>
        <w:types>
          <w:type w:val="bbPlcHdr"/>
        </w:types>
        <w:behaviors>
          <w:behavior w:val="content"/>
        </w:behaviors>
        <w:guid w:val="{C054A1B7-9CF1-40B4-B08A-376C5ED9E283}"/>
      </w:docPartPr>
      <w:docPartBody>
        <w:p w:rsidR="00415E84" w:rsidRDefault="00833ADC" w:rsidP="00833ADC">
          <w:pPr>
            <w:pStyle w:val="2D44EB0198B249E09367384CB2CEC4D4"/>
          </w:pPr>
          <w:r w:rsidRPr="001C4D2E">
            <w:rPr>
              <w:rFonts w:cs="Arial"/>
              <w:bCs/>
              <w:color w:val="000000" w:themeColor="text1"/>
              <w:sz w:val="18"/>
              <w:szCs w:val="18"/>
            </w:rPr>
            <w:t xml:space="preserve"> </w:t>
          </w:r>
        </w:p>
      </w:docPartBody>
    </w:docPart>
    <w:docPart>
      <w:docPartPr>
        <w:name w:val="5A0292832D0A472E84D1F903F9221057"/>
        <w:category>
          <w:name w:val="Obecné"/>
          <w:gallery w:val="placeholder"/>
        </w:category>
        <w:types>
          <w:type w:val="bbPlcHdr"/>
        </w:types>
        <w:behaviors>
          <w:behavior w:val="content"/>
        </w:behaviors>
        <w:guid w:val="{7021BFA7-7383-47B7-9723-68CF08400830}"/>
      </w:docPartPr>
      <w:docPartBody>
        <w:p w:rsidR="00415E84" w:rsidRDefault="00833ADC" w:rsidP="00833ADC">
          <w:pPr>
            <w:pStyle w:val="5A0292832D0A472E84D1F903F9221057"/>
          </w:pPr>
          <w:r w:rsidRPr="001C4D2E">
            <w:rPr>
              <w:rFonts w:cs="Arial"/>
              <w:bCs/>
              <w:color w:val="000000" w:themeColor="text1"/>
              <w:sz w:val="18"/>
              <w:szCs w:val="18"/>
            </w:rPr>
            <w:t xml:space="preserve"> </w:t>
          </w:r>
        </w:p>
      </w:docPartBody>
    </w:docPart>
    <w:docPart>
      <w:docPartPr>
        <w:name w:val="ABBD7D694A1C411782028AE83398DB8A"/>
        <w:category>
          <w:name w:val="Obecné"/>
          <w:gallery w:val="placeholder"/>
        </w:category>
        <w:types>
          <w:type w:val="bbPlcHdr"/>
        </w:types>
        <w:behaviors>
          <w:behavior w:val="content"/>
        </w:behaviors>
        <w:guid w:val="{2757973E-AD84-4038-992B-6C64E904FF15}"/>
      </w:docPartPr>
      <w:docPartBody>
        <w:p w:rsidR="00415E84" w:rsidRDefault="00833ADC" w:rsidP="00833ADC">
          <w:pPr>
            <w:pStyle w:val="ABBD7D694A1C411782028AE83398DB8A"/>
          </w:pPr>
          <w:r w:rsidRPr="001C4D2E">
            <w:rPr>
              <w:rFonts w:cs="Arial"/>
              <w:bCs/>
              <w:color w:val="000000" w:themeColor="text1"/>
              <w:sz w:val="18"/>
              <w:szCs w:val="18"/>
            </w:rPr>
            <w:t xml:space="preserve"> </w:t>
          </w:r>
        </w:p>
      </w:docPartBody>
    </w:docPart>
    <w:docPart>
      <w:docPartPr>
        <w:name w:val="E4C204BC23614E86A28111DFC7855B50"/>
        <w:category>
          <w:name w:val="Obecné"/>
          <w:gallery w:val="placeholder"/>
        </w:category>
        <w:types>
          <w:type w:val="bbPlcHdr"/>
        </w:types>
        <w:behaviors>
          <w:behavior w:val="content"/>
        </w:behaviors>
        <w:guid w:val="{E0FC9DAE-10B8-4BA0-9EC1-C7A6D6F2E2C9}"/>
      </w:docPartPr>
      <w:docPartBody>
        <w:p w:rsidR="003915D8" w:rsidRDefault="00216FF3" w:rsidP="00216FF3">
          <w:pPr>
            <w:pStyle w:val="E4C204BC23614E86A28111DFC7855B50"/>
          </w:pPr>
          <w:r w:rsidRPr="00F81B53">
            <w:rPr>
              <w:b/>
              <w:color w:val="000000" w:themeColor="text1"/>
              <w:sz w:val="24"/>
            </w:rPr>
            <w:t xml:space="preserve"> </w:t>
          </w:r>
        </w:p>
      </w:docPartBody>
    </w:docPart>
    <w:docPart>
      <w:docPartPr>
        <w:name w:val="E65480600F30470A82B0F6FA13539325"/>
        <w:category>
          <w:name w:val="Obecné"/>
          <w:gallery w:val="placeholder"/>
        </w:category>
        <w:types>
          <w:type w:val="bbPlcHdr"/>
        </w:types>
        <w:behaviors>
          <w:behavior w:val="content"/>
        </w:behaviors>
        <w:guid w:val="{3E6E2008-C282-449A-A4BF-B7810439EC9F}"/>
      </w:docPartPr>
      <w:docPartBody>
        <w:p w:rsidR="002D1938" w:rsidRDefault="006E696C" w:rsidP="006E696C">
          <w:pPr>
            <w:pStyle w:val="E65480600F30470A82B0F6FA13539325"/>
          </w:pPr>
          <w:r>
            <w:rPr>
              <w:rFonts w:cs="Arial"/>
              <w:bCs/>
              <w:color w:val="000000" w:themeColor="text1"/>
              <w:sz w:val="18"/>
              <w:szCs w:val="18"/>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Bold">
    <w:altName w:val="Arial"/>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9604C"/>
    <w:rsid w:val="00004BCC"/>
    <w:rsid w:val="0005254D"/>
    <w:rsid w:val="00095F5B"/>
    <w:rsid w:val="000A08CA"/>
    <w:rsid w:val="000F5151"/>
    <w:rsid w:val="001227DF"/>
    <w:rsid w:val="001571A9"/>
    <w:rsid w:val="001E068D"/>
    <w:rsid w:val="00205F9C"/>
    <w:rsid w:val="00216FF3"/>
    <w:rsid w:val="002615C8"/>
    <w:rsid w:val="0029444C"/>
    <w:rsid w:val="002A1B07"/>
    <w:rsid w:val="002B60F4"/>
    <w:rsid w:val="002D1938"/>
    <w:rsid w:val="003915D8"/>
    <w:rsid w:val="003E1285"/>
    <w:rsid w:val="00415E84"/>
    <w:rsid w:val="00473ECA"/>
    <w:rsid w:val="004F4720"/>
    <w:rsid w:val="005E7D50"/>
    <w:rsid w:val="005F0742"/>
    <w:rsid w:val="00624961"/>
    <w:rsid w:val="006274C6"/>
    <w:rsid w:val="00634106"/>
    <w:rsid w:val="00651BD0"/>
    <w:rsid w:val="0065763A"/>
    <w:rsid w:val="006E696C"/>
    <w:rsid w:val="006F0B99"/>
    <w:rsid w:val="007231B2"/>
    <w:rsid w:val="00750EDF"/>
    <w:rsid w:val="00801AD2"/>
    <w:rsid w:val="00833ADC"/>
    <w:rsid w:val="00840A7F"/>
    <w:rsid w:val="00896A84"/>
    <w:rsid w:val="008B6E63"/>
    <w:rsid w:val="008C765C"/>
    <w:rsid w:val="009068F1"/>
    <w:rsid w:val="00930776"/>
    <w:rsid w:val="00930D8E"/>
    <w:rsid w:val="00933783"/>
    <w:rsid w:val="00992DC5"/>
    <w:rsid w:val="009B45BF"/>
    <w:rsid w:val="009C25AD"/>
    <w:rsid w:val="009C601C"/>
    <w:rsid w:val="009D5B11"/>
    <w:rsid w:val="00A102AF"/>
    <w:rsid w:val="00A12E75"/>
    <w:rsid w:val="00A2046A"/>
    <w:rsid w:val="00A971B9"/>
    <w:rsid w:val="00A97ACE"/>
    <w:rsid w:val="00AA5B36"/>
    <w:rsid w:val="00B227C6"/>
    <w:rsid w:val="00B37922"/>
    <w:rsid w:val="00BD4F13"/>
    <w:rsid w:val="00BF5815"/>
    <w:rsid w:val="00C02180"/>
    <w:rsid w:val="00C10AD9"/>
    <w:rsid w:val="00C22723"/>
    <w:rsid w:val="00C37CD9"/>
    <w:rsid w:val="00C60556"/>
    <w:rsid w:val="00C849EC"/>
    <w:rsid w:val="00CD4DC2"/>
    <w:rsid w:val="00CE0CBE"/>
    <w:rsid w:val="00D56A3E"/>
    <w:rsid w:val="00D912AC"/>
    <w:rsid w:val="00E32A7D"/>
    <w:rsid w:val="00E364A5"/>
    <w:rsid w:val="00E603DD"/>
    <w:rsid w:val="00E905AF"/>
    <w:rsid w:val="00E9604C"/>
    <w:rsid w:val="00EF174F"/>
    <w:rsid w:val="00F673BF"/>
    <w:rsid w:val="00F94794"/>
    <w:rsid w:val="00FA4CEE"/>
    <w:rsid w:val="00FD3813"/>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5B1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33ADC"/>
    <w:rPr>
      <w:color w:val="808080"/>
    </w:rPr>
  </w:style>
  <w:style w:type="paragraph" w:customStyle="1" w:styleId="75A90713AAA444A0848E4A0B1CF8C9D8">
    <w:name w:val="75A90713AAA444A0848E4A0B1CF8C9D8"/>
    <w:rsid w:val="00E9604C"/>
  </w:style>
  <w:style w:type="paragraph" w:customStyle="1" w:styleId="75243D18E93B41CA860C53D8EF5ABFAB">
    <w:name w:val="75243D18E93B41CA860C53D8EF5ABFAB"/>
    <w:rsid w:val="00E9604C"/>
  </w:style>
  <w:style w:type="paragraph" w:customStyle="1" w:styleId="2342F6B1BDB6429DB0EDAFF8701EF81C">
    <w:name w:val="2342F6B1BDB6429DB0EDAFF8701EF81C"/>
    <w:rsid w:val="00E9604C"/>
  </w:style>
  <w:style w:type="paragraph" w:customStyle="1" w:styleId="A1EB1837619843CBADDC9E2A06C45B61">
    <w:name w:val="A1EB1837619843CBADDC9E2A06C45B61"/>
    <w:rsid w:val="00E9604C"/>
  </w:style>
  <w:style w:type="paragraph" w:customStyle="1" w:styleId="5D9D9CF80B624FFBB9F2CE5B86D7CB59">
    <w:name w:val="5D9D9CF80B624FFBB9F2CE5B86D7CB59"/>
    <w:rsid w:val="00E9604C"/>
  </w:style>
  <w:style w:type="paragraph" w:customStyle="1" w:styleId="938DE67C67F849AE812186C35EDFB8EB">
    <w:name w:val="938DE67C67F849AE812186C35EDFB8EB"/>
    <w:rsid w:val="00E9604C"/>
  </w:style>
  <w:style w:type="paragraph" w:customStyle="1" w:styleId="B4B0868F2F0D43618BBE93C94F7E4B23">
    <w:name w:val="B4B0868F2F0D43618BBE93C94F7E4B23"/>
    <w:rsid w:val="00E9604C"/>
  </w:style>
  <w:style w:type="paragraph" w:customStyle="1" w:styleId="F757293C258646D0BF8AFF85859E49F9">
    <w:name w:val="F757293C258646D0BF8AFF85859E49F9"/>
    <w:rsid w:val="00E9604C"/>
  </w:style>
  <w:style w:type="paragraph" w:customStyle="1" w:styleId="A9CB144751D6478EBDA6D9E29419C06A">
    <w:name w:val="A9CB144751D6478EBDA6D9E29419C06A"/>
    <w:rsid w:val="00E9604C"/>
  </w:style>
  <w:style w:type="paragraph" w:customStyle="1" w:styleId="7EC2BA0E4D97492C8B58CCC8499D3045">
    <w:name w:val="7EC2BA0E4D97492C8B58CCC8499D3045"/>
    <w:rsid w:val="00E9604C"/>
  </w:style>
  <w:style w:type="paragraph" w:customStyle="1" w:styleId="57EAE4AC7C0640C7B6187A01F778AE7E">
    <w:name w:val="57EAE4AC7C0640C7B6187A01F778AE7E"/>
    <w:rsid w:val="00E9604C"/>
  </w:style>
  <w:style w:type="paragraph" w:customStyle="1" w:styleId="9A42661CEA42406ABF91B2C6EE0A7BB1">
    <w:name w:val="9A42661CEA42406ABF91B2C6EE0A7BB1"/>
    <w:rsid w:val="00E9604C"/>
  </w:style>
  <w:style w:type="paragraph" w:customStyle="1" w:styleId="F0596E7F2F824DBB87DF5561757295B4">
    <w:name w:val="F0596E7F2F824DBB87DF5561757295B4"/>
    <w:rsid w:val="00E9604C"/>
  </w:style>
  <w:style w:type="paragraph" w:customStyle="1" w:styleId="9DF5FB4C977A406A9042035A015D1199">
    <w:name w:val="9DF5FB4C977A406A9042035A015D1199"/>
    <w:rsid w:val="00E9604C"/>
  </w:style>
  <w:style w:type="paragraph" w:customStyle="1" w:styleId="AED8C692EE3D441E86CB4B85405AE57E">
    <w:name w:val="AED8C692EE3D441E86CB4B85405AE57E"/>
    <w:rsid w:val="00E9604C"/>
  </w:style>
  <w:style w:type="paragraph" w:customStyle="1" w:styleId="30D6C044B43A420C8F3C098131575724">
    <w:name w:val="30D6C044B43A420C8F3C098131575724"/>
    <w:rsid w:val="00E9604C"/>
  </w:style>
  <w:style w:type="paragraph" w:customStyle="1" w:styleId="8A24D9250384498B9356B49C7ABB7AE6">
    <w:name w:val="8A24D9250384498B9356B49C7ABB7AE6"/>
    <w:rsid w:val="00E9604C"/>
  </w:style>
  <w:style w:type="paragraph" w:customStyle="1" w:styleId="2DDEB623C4D44D849F97BB1B6F1A99C9">
    <w:name w:val="2DDEB623C4D44D849F97BB1B6F1A99C9"/>
    <w:rsid w:val="00E9604C"/>
  </w:style>
  <w:style w:type="paragraph" w:customStyle="1" w:styleId="326FB2B06959462C8BC5C9AE693EEE2C">
    <w:name w:val="326FB2B06959462C8BC5C9AE693EEE2C"/>
    <w:rsid w:val="00E9604C"/>
  </w:style>
  <w:style w:type="paragraph" w:customStyle="1" w:styleId="962E1BFED5D7495C85919124A1D397AE">
    <w:name w:val="962E1BFED5D7495C85919124A1D397AE"/>
    <w:rsid w:val="00E9604C"/>
  </w:style>
  <w:style w:type="paragraph" w:customStyle="1" w:styleId="3EC9144ED68A4B3295718FC2535E6227">
    <w:name w:val="3EC9144ED68A4B3295718FC2535E6227"/>
    <w:rsid w:val="00E9604C"/>
  </w:style>
  <w:style w:type="paragraph" w:customStyle="1" w:styleId="DB5720A577C84807BB8E3061B02C823B">
    <w:name w:val="DB5720A577C84807BB8E3061B02C823B"/>
    <w:rsid w:val="00E9604C"/>
  </w:style>
  <w:style w:type="paragraph" w:customStyle="1" w:styleId="82DA6F9416B24C9A88190E8411647BB7">
    <w:name w:val="82DA6F9416B24C9A88190E8411647BB7"/>
    <w:rsid w:val="00E9604C"/>
  </w:style>
  <w:style w:type="paragraph" w:customStyle="1" w:styleId="7B5E4A0659C24CCEA75CD2DB7BE3F42A">
    <w:name w:val="7B5E4A0659C24CCEA75CD2DB7BE3F42A"/>
    <w:rsid w:val="00E9604C"/>
  </w:style>
  <w:style w:type="paragraph" w:customStyle="1" w:styleId="84C10B8C708D4D0CAE41230549E882EB">
    <w:name w:val="84C10B8C708D4D0CAE41230549E882EB"/>
    <w:rsid w:val="00E9604C"/>
  </w:style>
  <w:style w:type="paragraph" w:customStyle="1" w:styleId="761516C4B0FE4A44ADF7B97593C491EC">
    <w:name w:val="761516C4B0FE4A44ADF7B97593C491EC"/>
    <w:rsid w:val="00E9604C"/>
  </w:style>
  <w:style w:type="paragraph" w:customStyle="1" w:styleId="96C246E6445C458FBC4CF04A8D8FC444">
    <w:name w:val="96C246E6445C458FBC4CF04A8D8FC444"/>
    <w:rsid w:val="00E9604C"/>
  </w:style>
  <w:style w:type="paragraph" w:customStyle="1" w:styleId="E71B35863BC448CA9102EFA03CC54069">
    <w:name w:val="E71B35863BC448CA9102EFA03CC54069"/>
    <w:rsid w:val="00E9604C"/>
  </w:style>
  <w:style w:type="paragraph" w:customStyle="1" w:styleId="B4439C76BC814CEFAF7B6240A160EA82">
    <w:name w:val="B4439C76BC814CEFAF7B6240A160EA82"/>
    <w:rsid w:val="00E9604C"/>
  </w:style>
  <w:style w:type="paragraph" w:customStyle="1" w:styleId="25081AAE17A4460EAC76C30E9037A53B">
    <w:name w:val="25081AAE17A4460EAC76C30E9037A53B"/>
    <w:rsid w:val="00E9604C"/>
  </w:style>
  <w:style w:type="paragraph" w:customStyle="1" w:styleId="D72C35A8A82346E4A8A1EB169006BFB1">
    <w:name w:val="D72C35A8A82346E4A8A1EB169006BFB1"/>
    <w:rsid w:val="00E9604C"/>
  </w:style>
  <w:style w:type="paragraph" w:customStyle="1" w:styleId="11A99A238EED43FCA64CB3F7A505E23C">
    <w:name w:val="11A99A238EED43FCA64CB3F7A505E23C"/>
    <w:rsid w:val="00E9604C"/>
  </w:style>
  <w:style w:type="paragraph" w:customStyle="1" w:styleId="4537D621A60342FF87E210BB0DB95BB5">
    <w:name w:val="4537D621A60342FF87E210BB0DB95BB5"/>
    <w:rsid w:val="00E9604C"/>
  </w:style>
  <w:style w:type="paragraph" w:customStyle="1" w:styleId="562691E012CC4B56A9F121D7DF69C0F7">
    <w:name w:val="562691E012CC4B56A9F121D7DF69C0F7"/>
    <w:rsid w:val="00E9604C"/>
  </w:style>
  <w:style w:type="paragraph" w:customStyle="1" w:styleId="488CAE8C84C14FCD827F828007869BCA">
    <w:name w:val="488CAE8C84C14FCD827F828007869BCA"/>
    <w:rsid w:val="00E9604C"/>
  </w:style>
  <w:style w:type="paragraph" w:customStyle="1" w:styleId="3914BCA258324709B32F687456E2FF5A">
    <w:name w:val="3914BCA258324709B32F687456E2FF5A"/>
    <w:rsid w:val="00E9604C"/>
  </w:style>
  <w:style w:type="paragraph" w:customStyle="1" w:styleId="15B553FDB2BC4FB7A30683300CEEBA49">
    <w:name w:val="15B553FDB2BC4FB7A30683300CEEBA49"/>
    <w:rsid w:val="00E9604C"/>
  </w:style>
  <w:style w:type="paragraph" w:customStyle="1" w:styleId="6C9A32874AAA4F9D88FC6CC9EF7544B5">
    <w:name w:val="6C9A32874AAA4F9D88FC6CC9EF7544B5"/>
    <w:rsid w:val="009D5B11"/>
    <w:pPr>
      <w:spacing w:after="0" w:line="240" w:lineRule="auto"/>
      <w:jc w:val="both"/>
    </w:pPr>
    <w:rPr>
      <w:rFonts w:ascii="Arial" w:eastAsia="Times New Roman" w:hAnsi="Arial" w:cs="Times New Roman"/>
      <w:sz w:val="20"/>
      <w:szCs w:val="20"/>
    </w:rPr>
  </w:style>
  <w:style w:type="paragraph" w:customStyle="1" w:styleId="9A42661CEA42406ABF91B2C6EE0A7BB11">
    <w:name w:val="9A42661CEA42406ABF91B2C6EE0A7BB11"/>
    <w:rsid w:val="009D5B11"/>
    <w:pPr>
      <w:spacing w:after="0" w:line="240" w:lineRule="auto"/>
      <w:jc w:val="both"/>
    </w:pPr>
    <w:rPr>
      <w:rFonts w:ascii="Arial" w:eastAsia="Times New Roman" w:hAnsi="Arial" w:cs="Times New Roman"/>
      <w:sz w:val="20"/>
      <w:szCs w:val="20"/>
    </w:rPr>
  </w:style>
  <w:style w:type="paragraph" w:customStyle="1" w:styleId="F0596E7F2F824DBB87DF5561757295B41">
    <w:name w:val="F0596E7F2F824DBB87DF5561757295B41"/>
    <w:rsid w:val="009D5B11"/>
    <w:pPr>
      <w:spacing w:after="0" w:line="240" w:lineRule="auto"/>
      <w:jc w:val="both"/>
    </w:pPr>
    <w:rPr>
      <w:rFonts w:ascii="Arial" w:eastAsia="Times New Roman" w:hAnsi="Arial" w:cs="Times New Roman"/>
      <w:sz w:val="20"/>
      <w:szCs w:val="20"/>
    </w:rPr>
  </w:style>
  <w:style w:type="paragraph" w:customStyle="1" w:styleId="9DF5FB4C977A406A9042035A015D11991">
    <w:name w:val="9DF5FB4C977A406A9042035A015D11991"/>
    <w:rsid w:val="009D5B11"/>
    <w:pPr>
      <w:spacing w:after="0" w:line="240" w:lineRule="auto"/>
      <w:jc w:val="both"/>
    </w:pPr>
    <w:rPr>
      <w:rFonts w:ascii="Arial" w:eastAsia="Times New Roman" w:hAnsi="Arial" w:cs="Times New Roman"/>
      <w:sz w:val="20"/>
      <w:szCs w:val="20"/>
    </w:rPr>
  </w:style>
  <w:style w:type="paragraph" w:customStyle="1" w:styleId="30D6C044B43A420C8F3C0981315757241">
    <w:name w:val="30D6C044B43A420C8F3C0981315757241"/>
    <w:rsid w:val="009D5B11"/>
    <w:pPr>
      <w:spacing w:after="0" w:line="240" w:lineRule="auto"/>
      <w:jc w:val="both"/>
    </w:pPr>
    <w:rPr>
      <w:rFonts w:ascii="Arial" w:eastAsia="Times New Roman" w:hAnsi="Arial" w:cs="Times New Roman"/>
      <w:sz w:val="20"/>
      <w:szCs w:val="20"/>
    </w:rPr>
  </w:style>
  <w:style w:type="paragraph" w:customStyle="1" w:styleId="AED8C692EE3D441E86CB4B85405AE57E1">
    <w:name w:val="AED8C692EE3D441E86CB4B85405AE57E1"/>
    <w:rsid w:val="009D5B11"/>
    <w:pPr>
      <w:spacing w:after="0" w:line="240" w:lineRule="auto"/>
      <w:jc w:val="both"/>
    </w:pPr>
    <w:rPr>
      <w:rFonts w:ascii="Arial" w:eastAsia="Times New Roman" w:hAnsi="Arial" w:cs="Times New Roman"/>
      <w:sz w:val="20"/>
      <w:szCs w:val="20"/>
    </w:rPr>
  </w:style>
  <w:style w:type="paragraph" w:customStyle="1" w:styleId="8A24D9250384498B9356B49C7ABB7AE61">
    <w:name w:val="8A24D9250384498B9356B49C7ABB7AE61"/>
    <w:rsid w:val="009D5B11"/>
    <w:pPr>
      <w:spacing w:after="0" w:line="240" w:lineRule="auto"/>
      <w:jc w:val="both"/>
    </w:pPr>
    <w:rPr>
      <w:rFonts w:ascii="Arial" w:eastAsia="Times New Roman" w:hAnsi="Arial" w:cs="Times New Roman"/>
      <w:sz w:val="20"/>
      <w:szCs w:val="20"/>
    </w:rPr>
  </w:style>
  <w:style w:type="paragraph" w:customStyle="1" w:styleId="11A99A238EED43FCA64CB3F7A505E23C1">
    <w:name w:val="11A99A238EED43FCA64CB3F7A505E23C1"/>
    <w:rsid w:val="009D5B11"/>
    <w:pPr>
      <w:spacing w:after="0" w:line="240" w:lineRule="auto"/>
      <w:jc w:val="both"/>
    </w:pPr>
    <w:rPr>
      <w:rFonts w:ascii="Arial" w:eastAsia="Times New Roman" w:hAnsi="Arial" w:cs="Times New Roman"/>
      <w:sz w:val="20"/>
      <w:szCs w:val="20"/>
    </w:rPr>
  </w:style>
  <w:style w:type="paragraph" w:customStyle="1" w:styleId="4537D621A60342FF87E210BB0DB95BB51">
    <w:name w:val="4537D621A60342FF87E210BB0DB95BB51"/>
    <w:rsid w:val="009D5B11"/>
    <w:pPr>
      <w:spacing w:after="0" w:line="240" w:lineRule="auto"/>
      <w:jc w:val="both"/>
    </w:pPr>
    <w:rPr>
      <w:rFonts w:ascii="Arial" w:eastAsia="Times New Roman" w:hAnsi="Arial" w:cs="Times New Roman"/>
      <w:sz w:val="20"/>
      <w:szCs w:val="20"/>
    </w:rPr>
  </w:style>
  <w:style w:type="paragraph" w:customStyle="1" w:styleId="562691E012CC4B56A9F121D7DF69C0F71">
    <w:name w:val="562691E012CC4B56A9F121D7DF69C0F71"/>
    <w:rsid w:val="009D5B11"/>
    <w:pPr>
      <w:spacing w:after="0" w:line="240" w:lineRule="auto"/>
      <w:jc w:val="both"/>
    </w:pPr>
    <w:rPr>
      <w:rFonts w:ascii="Arial" w:eastAsia="Times New Roman" w:hAnsi="Arial" w:cs="Times New Roman"/>
      <w:sz w:val="20"/>
      <w:szCs w:val="20"/>
    </w:rPr>
  </w:style>
  <w:style w:type="paragraph" w:customStyle="1" w:styleId="488CAE8C84C14FCD827F828007869BCA1">
    <w:name w:val="488CAE8C84C14FCD827F828007869BCA1"/>
    <w:rsid w:val="009D5B11"/>
    <w:pPr>
      <w:spacing w:after="0" w:line="240" w:lineRule="auto"/>
      <w:jc w:val="both"/>
    </w:pPr>
    <w:rPr>
      <w:rFonts w:ascii="Arial" w:eastAsia="Times New Roman" w:hAnsi="Arial" w:cs="Times New Roman"/>
      <w:sz w:val="20"/>
      <w:szCs w:val="20"/>
    </w:rPr>
  </w:style>
  <w:style w:type="paragraph" w:customStyle="1" w:styleId="3914BCA258324709B32F687456E2FF5A1">
    <w:name w:val="3914BCA258324709B32F687456E2FF5A1"/>
    <w:rsid w:val="009D5B11"/>
    <w:pPr>
      <w:spacing w:after="0" w:line="240" w:lineRule="auto"/>
      <w:jc w:val="both"/>
    </w:pPr>
    <w:rPr>
      <w:rFonts w:ascii="Arial" w:eastAsia="Times New Roman" w:hAnsi="Arial" w:cs="Times New Roman"/>
      <w:sz w:val="20"/>
      <w:szCs w:val="20"/>
    </w:rPr>
  </w:style>
  <w:style w:type="paragraph" w:customStyle="1" w:styleId="15B553FDB2BC4FB7A30683300CEEBA491">
    <w:name w:val="15B553FDB2BC4FB7A30683300CEEBA491"/>
    <w:rsid w:val="009D5B11"/>
    <w:pPr>
      <w:spacing w:after="0" w:line="240" w:lineRule="auto"/>
      <w:jc w:val="both"/>
    </w:pPr>
    <w:rPr>
      <w:rFonts w:ascii="Arial" w:eastAsia="Times New Roman" w:hAnsi="Arial" w:cs="Times New Roman"/>
      <w:sz w:val="20"/>
      <w:szCs w:val="20"/>
    </w:rPr>
  </w:style>
  <w:style w:type="paragraph" w:customStyle="1" w:styleId="2DDEB623C4D44D849F97BB1B6F1A99C91">
    <w:name w:val="2DDEB623C4D44D849F97BB1B6F1A99C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
    <w:name w:val="326FB2B06959462C8BC5C9AE693EEE2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
    <w:name w:val="962E1BFED5D7495C85919124A1D397AE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
    <w:name w:val="3EC9144ED68A4B3295718FC2535E6227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
    <w:name w:val="82DA6F9416B24C9A88190E8411647BB7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
    <w:name w:val="84C10B8C708D4D0CAE41230549E882E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
    <w:name w:val="761516C4B0FE4A44ADF7B97593C491E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
    <w:name w:val="96C246E6445C458FBC4CF04A8D8FC444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
    <w:name w:val="E71B35863BC448CA9102EFA03CC5406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
    <w:name w:val="25081AAE17A4460EAC76C30E9037A53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1">
    <w:name w:val="2342F6B1BDB6429DB0EDAFF8701EF81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1">
    <w:name w:val="A1EB1837619843CBADDC9E2A06C45B61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1">
    <w:name w:val="5D9D9CF80B624FFBB9F2CE5B86D7CB5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1">
    <w:name w:val="938DE67C67F849AE812186C35EDFB8E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1">
    <w:name w:val="57EAE4AC7C0640C7B6187A01F778AE7E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1">
    <w:name w:val="6C9A32874AAA4F9D88FC6CC9EF7544B51"/>
    <w:rsid w:val="009D5B11"/>
    <w:pPr>
      <w:spacing w:after="0" w:line="240" w:lineRule="auto"/>
      <w:jc w:val="both"/>
    </w:pPr>
    <w:rPr>
      <w:rFonts w:ascii="Arial" w:eastAsia="Times New Roman" w:hAnsi="Arial" w:cs="Times New Roman"/>
      <w:sz w:val="20"/>
      <w:szCs w:val="20"/>
    </w:rPr>
  </w:style>
  <w:style w:type="paragraph" w:customStyle="1" w:styleId="B25E12CC50204EE3955D1AC7F2B266FB">
    <w:name w:val="B25E12CC50204EE3955D1AC7F2B266FB"/>
    <w:rsid w:val="009D5B11"/>
    <w:pPr>
      <w:spacing w:after="0" w:line="240" w:lineRule="auto"/>
      <w:jc w:val="both"/>
    </w:pPr>
    <w:rPr>
      <w:rFonts w:ascii="Arial" w:eastAsia="Times New Roman" w:hAnsi="Arial" w:cs="Times New Roman"/>
      <w:sz w:val="20"/>
      <w:szCs w:val="20"/>
    </w:rPr>
  </w:style>
  <w:style w:type="paragraph" w:customStyle="1" w:styleId="9A42661CEA42406ABF91B2C6EE0A7BB12">
    <w:name w:val="9A42661CEA42406ABF91B2C6EE0A7BB12"/>
    <w:rsid w:val="009D5B11"/>
    <w:pPr>
      <w:spacing w:after="0" w:line="240" w:lineRule="auto"/>
      <w:jc w:val="both"/>
    </w:pPr>
    <w:rPr>
      <w:rFonts w:ascii="Arial" w:eastAsia="Times New Roman" w:hAnsi="Arial" w:cs="Times New Roman"/>
      <w:sz w:val="20"/>
      <w:szCs w:val="20"/>
    </w:rPr>
  </w:style>
  <w:style w:type="paragraph" w:customStyle="1" w:styleId="F0596E7F2F824DBB87DF5561757295B42">
    <w:name w:val="F0596E7F2F824DBB87DF5561757295B42"/>
    <w:rsid w:val="009D5B11"/>
    <w:pPr>
      <w:spacing w:after="0" w:line="240" w:lineRule="auto"/>
      <w:jc w:val="both"/>
    </w:pPr>
    <w:rPr>
      <w:rFonts w:ascii="Arial" w:eastAsia="Times New Roman" w:hAnsi="Arial" w:cs="Times New Roman"/>
      <w:sz w:val="20"/>
      <w:szCs w:val="20"/>
    </w:rPr>
  </w:style>
  <w:style w:type="paragraph" w:customStyle="1" w:styleId="9DF5FB4C977A406A9042035A015D11992">
    <w:name w:val="9DF5FB4C977A406A9042035A015D11992"/>
    <w:rsid w:val="009D5B11"/>
    <w:pPr>
      <w:spacing w:after="0" w:line="240" w:lineRule="auto"/>
      <w:jc w:val="both"/>
    </w:pPr>
    <w:rPr>
      <w:rFonts w:ascii="Arial" w:eastAsia="Times New Roman" w:hAnsi="Arial" w:cs="Times New Roman"/>
      <w:sz w:val="20"/>
      <w:szCs w:val="20"/>
    </w:rPr>
  </w:style>
  <w:style w:type="paragraph" w:customStyle="1" w:styleId="30D6C044B43A420C8F3C0981315757242">
    <w:name w:val="30D6C044B43A420C8F3C0981315757242"/>
    <w:rsid w:val="009D5B11"/>
    <w:pPr>
      <w:spacing w:after="0" w:line="240" w:lineRule="auto"/>
      <w:jc w:val="both"/>
    </w:pPr>
    <w:rPr>
      <w:rFonts w:ascii="Arial" w:eastAsia="Times New Roman" w:hAnsi="Arial" w:cs="Times New Roman"/>
      <w:sz w:val="20"/>
      <w:szCs w:val="20"/>
    </w:rPr>
  </w:style>
  <w:style w:type="paragraph" w:customStyle="1" w:styleId="AED8C692EE3D441E86CB4B85405AE57E2">
    <w:name w:val="AED8C692EE3D441E86CB4B85405AE57E2"/>
    <w:rsid w:val="009D5B11"/>
    <w:pPr>
      <w:spacing w:after="0" w:line="240" w:lineRule="auto"/>
      <w:jc w:val="both"/>
    </w:pPr>
    <w:rPr>
      <w:rFonts w:ascii="Arial" w:eastAsia="Times New Roman" w:hAnsi="Arial" w:cs="Times New Roman"/>
      <w:sz w:val="20"/>
      <w:szCs w:val="20"/>
    </w:rPr>
  </w:style>
  <w:style w:type="paragraph" w:customStyle="1" w:styleId="8A24D9250384498B9356B49C7ABB7AE62">
    <w:name w:val="8A24D9250384498B9356B49C7ABB7AE62"/>
    <w:rsid w:val="009D5B11"/>
    <w:pPr>
      <w:spacing w:after="0" w:line="240" w:lineRule="auto"/>
      <w:jc w:val="both"/>
    </w:pPr>
    <w:rPr>
      <w:rFonts w:ascii="Arial" w:eastAsia="Times New Roman" w:hAnsi="Arial" w:cs="Times New Roman"/>
      <w:sz w:val="20"/>
      <w:szCs w:val="20"/>
    </w:rPr>
  </w:style>
  <w:style w:type="paragraph" w:customStyle="1" w:styleId="11A99A238EED43FCA64CB3F7A505E23C2">
    <w:name w:val="11A99A238EED43FCA64CB3F7A505E23C2"/>
    <w:rsid w:val="009D5B11"/>
    <w:pPr>
      <w:spacing w:after="0" w:line="240" w:lineRule="auto"/>
      <w:jc w:val="both"/>
    </w:pPr>
    <w:rPr>
      <w:rFonts w:ascii="Arial" w:eastAsia="Times New Roman" w:hAnsi="Arial" w:cs="Times New Roman"/>
      <w:sz w:val="20"/>
      <w:szCs w:val="20"/>
    </w:rPr>
  </w:style>
  <w:style w:type="paragraph" w:customStyle="1" w:styleId="4537D621A60342FF87E210BB0DB95BB52">
    <w:name w:val="4537D621A60342FF87E210BB0DB95BB52"/>
    <w:rsid w:val="009D5B11"/>
    <w:pPr>
      <w:spacing w:after="0" w:line="240" w:lineRule="auto"/>
      <w:jc w:val="both"/>
    </w:pPr>
    <w:rPr>
      <w:rFonts w:ascii="Arial" w:eastAsia="Times New Roman" w:hAnsi="Arial" w:cs="Times New Roman"/>
      <w:sz w:val="20"/>
      <w:szCs w:val="20"/>
    </w:rPr>
  </w:style>
  <w:style w:type="paragraph" w:customStyle="1" w:styleId="562691E012CC4B56A9F121D7DF69C0F72">
    <w:name w:val="562691E012CC4B56A9F121D7DF69C0F72"/>
    <w:rsid w:val="009D5B11"/>
    <w:pPr>
      <w:spacing w:after="0" w:line="240" w:lineRule="auto"/>
      <w:jc w:val="both"/>
    </w:pPr>
    <w:rPr>
      <w:rFonts w:ascii="Arial" w:eastAsia="Times New Roman" w:hAnsi="Arial" w:cs="Times New Roman"/>
      <w:sz w:val="20"/>
      <w:szCs w:val="20"/>
    </w:rPr>
  </w:style>
  <w:style w:type="paragraph" w:customStyle="1" w:styleId="488CAE8C84C14FCD827F828007869BCA2">
    <w:name w:val="488CAE8C84C14FCD827F828007869BCA2"/>
    <w:rsid w:val="009D5B11"/>
    <w:pPr>
      <w:spacing w:after="0" w:line="240" w:lineRule="auto"/>
      <w:jc w:val="both"/>
    </w:pPr>
    <w:rPr>
      <w:rFonts w:ascii="Arial" w:eastAsia="Times New Roman" w:hAnsi="Arial" w:cs="Times New Roman"/>
      <w:sz w:val="20"/>
      <w:szCs w:val="20"/>
    </w:rPr>
  </w:style>
  <w:style w:type="paragraph" w:customStyle="1" w:styleId="3914BCA258324709B32F687456E2FF5A2">
    <w:name w:val="3914BCA258324709B32F687456E2FF5A2"/>
    <w:rsid w:val="009D5B11"/>
    <w:pPr>
      <w:spacing w:after="0" w:line="240" w:lineRule="auto"/>
      <w:jc w:val="both"/>
    </w:pPr>
    <w:rPr>
      <w:rFonts w:ascii="Arial" w:eastAsia="Times New Roman" w:hAnsi="Arial" w:cs="Times New Roman"/>
      <w:sz w:val="20"/>
      <w:szCs w:val="20"/>
    </w:rPr>
  </w:style>
  <w:style w:type="paragraph" w:customStyle="1" w:styleId="15B553FDB2BC4FB7A30683300CEEBA492">
    <w:name w:val="15B553FDB2BC4FB7A30683300CEEBA492"/>
    <w:rsid w:val="009D5B11"/>
    <w:pPr>
      <w:spacing w:after="0" w:line="240" w:lineRule="auto"/>
      <w:jc w:val="both"/>
    </w:pPr>
    <w:rPr>
      <w:rFonts w:ascii="Arial" w:eastAsia="Times New Roman" w:hAnsi="Arial" w:cs="Times New Roman"/>
      <w:sz w:val="20"/>
      <w:szCs w:val="20"/>
    </w:rPr>
  </w:style>
  <w:style w:type="paragraph" w:customStyle="1" w:styleId="2DDEB623C4D44D849F97BB1B6F1A99C92">
    <w:name w:val="2DDEB623C4D44D849F97BB1B6F1A99C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2">
    <w:name w:val="326FB2B06959462C8BC5C9AE693EEE2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2">
    <w:name w:val="962E1BFED5D7495C85919124A1D397AE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2">
    <w:name w:val="3EC9144ED68A4B3295718FC2535E6227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2">
    <w:name w:val="82DA6F9416B24C9A88190E8411647BB7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2">
    <w:name w:val="84C10B8C708D4D0CAE41230549E882E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2">
    <w:name w:val="761516C4B0FE4A44ADF7B97593C491E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2">
    <w:name w:val="96C246E6445C458FBC4CF04A8D8FC444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2">
    <w:name w:val="E71B35863BC448CA9102EFA03CC5406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2">
    <w:name w:val="25081AAE17A4460EAC76C30E9037A53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2">
    <w:name w:val="2342F6B1BDB6429DB0EDAFF8701EF81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2">
    <w:name w:val="A1EB1837619843CBADDC9E2A06C45B61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2">
    <w:name w:val="5D9D9CF80B624FFBB9F2CE5B86D7CB5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2">
    <w:name w:val="938DE67C67F849AE812186C35EDFB8E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2">
    <w:name w:val="57EAE4AC7C0640C7B6187A01F778AE7E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BA5B03DA626405084075CAAEEFE7C4B">
    <w:name w:val="2BA5B03DA626405084075CAAEEFE7C4B"/>
    <w:rsid w:val="009D5B11"/>
  </w:style>
  <w:style w:type="paragraph" w:customStyle="1" w:styleId="757C57ABBA8148DAA69AFEA6FFBDA2FE">
    <w:name w:val="757C57ABBA8148DAA69AFEA6FFBDA2FE"/>
    <w:rsid w:val="009D5B11"/>
  </w:style>
  <w:style w:type="paragraph" w:customStyle="1" w:styleId="034B30FEEDF74F87A0AA4DC46CF6E01E">
    <w:name w:val="034B30FEEDF74F87A0AA4DC46CF6E01E"/>
    <w:rsid w:val="009D5B11"/>
  </w:style>
  <w:style w:type="paragraph" w:customStyle="1" w:styleId="799AD3AFFB8D46629242EAEB1DA862C6">
    <w:name w:val="799AD3AFFB8D46629242EAEB1DA862C6"/>
    <w:rsid w:val="009D5B11"/>
  </w:style>
  <w:style w:type="paragraph" w:customStyle="1" w:styleId="A2CC454BAA0447C58BD0D1C297739180">
    <w:name w:val="A2CC454BAA0447C58BD0D1C297739180"/>
    <w:rsid w:val="00E364A5"/>
  </w:style>
  <w:style w:type="paragraph" w:customStyle="1" w:styleId="A37B474BB6CE45AFBCD09DF6747BA424">
    <w:name w:val="A37B474BB6CE45AFBCD09DF6747BA424"/>
    <w:rsid w:val="00E364A5"/>
  </w:style>
  <w:style w:type="paragraph" w:customStyle="1" w:styleId="6C9A32874AAA4F9D88FC6CC9EF7544B52">
    <w:name w:val="6C9A32874AAA4F9D88FC6CC9EF7544B52"/>
    <w:rsid w:val="00E364A5"/>
    <w:pPr>
      <w:spacing w:after="0" w:line="240" w:lineRule="auto"/>
      <w:jc w:val="both"/>
    </w:pPr>
    <w:rPr>
      <w:rFonts w:ascii="Arial" w:eastAsia="Times New Roman" w:hAnsi="Arial" w:cs="Times New Roman"/>
      <w:sz w:val="20"/>
      <w:szCs w:val="20"/>
    </w:rPr>
  </w:style>
  <w:style w:type="paragraph" w:customStyle="1" w:styleId="B25E12CC50204EE3955D1AC7F2B266FB1">
    <w:name w:val="B25E12CC50204EE3955D1AC7F2B266FB1"/>
    <w:rsid w:val="00E364A5"/>
    <w:pPr>
      <w:spacing w:after="0" w:line="240" w:lineRule="auto"/>
      <w:jc w:val="both"/>
    </w:pPr>
    <w:rPr>
      <w:rFonts w:ascii="Arial" w:eastAsia="Times New Roman" w:hAnsi="Arial" w:cs="Times New Roman"/>
      <w:sz w:val="20"/>
      <w:szCs w:val="20"/>
    </w:rPr>
  </w:style>
  <w:style w:type="paragraph" w:customStyle="1" w:styleId="2BA5B03DA626405084075CAAEEFE7C4B1">
    <w:name w:val="2BA5B03DA626405084075CAAEEFE7C4B1"/>
    <w:rsid w:val="00E364A5"/>
    <w:pPr>
      <w:spacing w:after="0" w:line="240" w:lineRule="auto"/>
      <w:jc w:val="both"/>
    </w:pPr>
    <w:rPr>
      <w:rFonts w:ascii="Arial" w:eastAsia="Times New Roman" w:hAnsi="Arial" w:cs="Times New Roman"/>
      <w:sz w:val="20"/>
      <w:szCs w:val="20"/>
    </w:rPr>
  </w:style>
  <w:style w:type="paragraph" w:customStyle="1" w:styleId="757C57ABBA8148DAA69AFEA6FFBDA2FE1">
    <w:name w:val="757C57ABBA8148DAA69AFEA6FFBDA2FE1"/>
    <w:rsid w:val="00E364A5"/>
    <w:pPr>
      <w:spacing w:after="0" w:line="240" w:lineRule="auto"/>
      <w:jc w:val="both"/>
    </w:pPr>
    <w:rPr>
      <w:rFonts w:ascii="Arial" w:eastAsia="Times New Roman" w:hAnsi="Arial" w:cs="Times New Roman"/>
      <w:sz w:val="20"/>
      <w:szCs w:val="20"/>
    </w:rPr>
  </w:style>
  <w:style w:type="paragraph" w:customStyle="1" w:styleId="799AD3AFFB8D46629242EAEB1DA862C61">
    <w:name w:val="799AD3AFFB8D46629242EAEB1DA862C61"/>
    <w:rsid w:val="00E364A5"/>
    <w:pPr>
      <w:spacing w:after="0" w:line="240" w:lineRule="auto"/>
      <w:jc w:val="both"/>
    </w:pPr>
    <w:rPr>
      <w:rFonts w:ascii="Arial" w:eastAsia="Times New Roman" w:hAnsi="Arial" w:cs="Times New Roman"/>
      <w:sz w:val="20"/>
      <w:szCs w:val="20"/>
    </w:rPr>
  </w:style>
  <w:style w:type="paragraph" w:customStyle="1" w:styleId="9A42661CEA42406ABF91B2C6EE0A7BB13">
    <w:name w:val="9A42661CEA42406ABF91B2C6EE0A7BB13"/>
    <w:rsid w:val="00E364A5"/>
    <w:pPr>
      <w:spacing w:after="0" w:line="240" w:lineRule="auto"/>
      <w:jc w:val="both"/>
    </w:pPr>
    <w:rPr>
      <w:rFonts w:ascii="Arial" w:eastAsia="Times New Roman" w:hAnsi="Arial" w:cs="Times New Roman"/>
      <w:sz w:val="20"/>
      <w:szCs w:val="20"/>
    </w:rPr>
  </w:style>
  <w:style w:type="paragraph" w:customStyle="1" w:styleId="F0596E7F2F824DBB87DF5561757295B43">
    <w:name w:val="F0596E7F2F824DBB87DF5561757295B43"/>
    <w:rsid w:val="00E364A5"/>
    <w:pPr>
      <w:spacing w:after="0" w:line="240" w:lineRule="auto"/>
      <w:jc w:val="both"/>
    </w:pPr>
    <w:rPr>
      <w:rFonts w:ascii="Arial" w:eastAsia="Times New Roman" w:hAnsi="Arial" w:cs="Times New Roman"/>
      <w:sz w:val="20"/>
      <w:szCs w:val="20"/>
    </w:rPr>
  </w:style>
  <w:style w:type="paragraph" w:customStyle="1" w:styleId="9DF5FB4C977A406A9042035A015D11993">
    <w:name w:val="9DF5FB4C977A406A9042035A015D11993"/>
    <w:rsid w:val="00E364A5"/>
    <w:pPr>
      <w:spacing w:after="0" w:line="240" w:lineRule="auto"/>
      <w:jc w:val="both"/>
    </w:pPr>
    <w:rPr>
      <w:rFonts w:ascii="Arial" w:eastAsia="Times New Roman" w:hAnsi="Arial" w:cs="Times New Roman"/>
      <w:sz w:val="20"/>
      <w:szCs w:val="20"/>
    </w:rPr>
  </w:style>
  <w:style w:type="paragraph" w:customStyle="1" w:styleId="30D6C044B43A420C8F3C0981315757243">
    <w:name w:val="30D6C044B43A420C8F3C0981315757243"/>
    <w:rsid w:val="00E364A5"/>
    <w:pPr>
      <w:spacing w:after="0" w:line="240" w:lineRule="auto"/>
      <w:jc w:val="both"/>
    </w:pPr>
    <w:rPr>
      <w:rFonts w:ascii="Arial" w:eastAsia="Times New Roman" w:hAnsi="Arial" w:cs="Times New Roman"/>
      <w:sz w:val="20"/>
      <w:szCs w:val="20"/>
    </w:rPr>
  </w:style>
  <w:style w:type="paragraph" w:customStyle="1" w:styleId="AED8C692EE3D441E86CB4B85405AE57E3">
    <w:name w:val="AED8C692EE3D441E86CB4B85405AE57E3"/>
    <w:rsid w:val="00E364A5"/>
    <w:pPr>
      <w:spacing w:after="0" w:line="240" w:lineRule="auto"/>
      <w:jc w:val="both"/>
    </w:pPr>
    <w:rPr>
      <w:rFonts w:ascii="Arial" w:eastAsia="Times New Roman" w:hAnsi="Arial" w:cs="Times New Roman"/>
      <w:sz w:val="20"/>
      <w:szCs w:val="20"/>
    </w:rPr>
  </w:style>
  <w:style w:type="paragraph" w:customStyle="1" w:styleId="8A24D9250384498B9356B49C7ABB7AE63">
    <w:name w:val="8A24D9250384498B9356B49C7ABB7AE63"/>
    <w:rsid w:val="00E364A5"/>
    <w:pPr>
      <w:spacing w:after="0" w:line="240" w:lineRule="auto"/>
      <w:jc w:val="both"/>
    </w:pPr>
    <w:rPr>
      <w:rFonts w:ascii="Arial" w:eastAsia="Times New Roman" w:hAnsi="Arial" w:cs="Times New Roman"/>
      <w:sz w:val="20"/>
      <w:szCs w:val="20"/>
    </w:rPr>
  </w:style>
  <w:style w:type="paragraph" w:customStyle="1" w:styleId="11A99A238EED43FCA64CB3F7A505E23C3">
    <w:name w:val="11A99A238EED43FCA64CB3F7A505E23C3"/>
    <w:rsid w:val="00E364A5"/>
    <w:pPr>
      <w:spacing w:after="0" w:line="240" w:lineRule="auto"/>
      <w:jc w:val="both"/>
    </w:pPr>
    <w:rPr>
      <w:rFonts w:ascii="Arial" w:eastAsia="Times New Roman" w:hAnsi="Arial" w:cs="Times New Roman"/>
      <w:sz w:val="20"/>
      <w:szCs w:val="20"/>
    </w:rPr>
  </w:style>
  <w:style w:type="paragraph" w:customStyle="1" w:styleId="4537D621A60342FF87E210BB0DB95BB53">
    <w:name w:val="4537D621A60342FF87E210BB0DB95BB53"/>
    <w:rsid w:val="00E364A5"/>
    <w:pPr>
      <w:spacing w:after="0" w:line="240" w:lineRule="auto"/>
      <w:jc w:val="both"/>
    </w:pPr>
    <w:rPr>
      <w:rFonts w:ascii="Arial" w:eastAsia="Times New Roman" w:hAnsi="Arial" w:cs="Times New Roman"/>
      <w:sz w:val="20"/>
      <w:szCs w:val="20"/>
    </w:rPr>
  </w:style>
  <w:style w:type="paragraph" w:customStyle="1" w:styleId="562691E012CC4B56A9F121D7DF69C0F73">
    <w:name w:val="562691E012CC4B56A9F121D7DF69C0F73"/>
    <w:rsid w:val="00E364A5"/>
    <w:pPr>
      <w:spacing w:after="0" w:line="240" w:lineRule="auto"/>
      <w:jc w:val="both"/>
    </w:pPr>
    <w:rPr>
      <w:rFonts w:ascii="Arial" w:eastAsia="Times New Roman" w:hAnsi="Arial" w:cs="Times New Roman"/>
      <w:sz w:val="20"/>
      <w:szCs w:val="20"/>
    </w:rPr>
  </w:style>
  <w:style w:type="paragraph" w:customStyle="1" w:styleId="488CAE8C84C14FCD827F828007869BCA3">
    <w:name w:val="488CAE8C84C14FCD827F828007869BCA3"/>
    <w:rsid w:val="00E364A5"/>
    <w:pPr>
      <w:spacing w:after="0" w:line="240" w:lineRule="auto"/>
      <w:jc w:val="both"/>
    </w:pPr>
    <w:rPr>
      <w:rFonts w:ascii="Arial" w:eastAsia="Times New Roman" w:hAnsi="Arial" w:cs="Times New Roman"/>
      <w:sz w:val="20"/>
      <w:szCs w:val="20"/>
    </w:rPr>
  </w:style>
  <w:style w:type="paragraph" w:customStyle="1" w:styleId="3914BCA258324709B32F687456E2FF5A3">
    <w:name w:val="3914BCA258324709B32F687456E2FF5A3"/>
    <w:rsid w:val="00E364A5"/>
    <w:pPr>
      <w:spacing w:after="0" w:line="240" w:lineRule="auto"/>
      <w:jc w:val="both"/>
    </w:pPr>
    <w:rPr>
      <w:rFonts w:ascii="Arial" w:eastAsia="Times New Roman" w:hAnsi="Arial" w:cs="Times New Roman"/>
      <w:sz w:val="20"/>
      <w:szCs w:val="20"/>
    </w:rPr>
  </w:style>
  <w:style w:type="paragraph" w:customStyle="1" w:styleId="15B553FDB2BC4FB7A30683300CEEBA493">
    <w:name w:val="15B553FDB2BC4FB7A30683300CEEBA493"/>
    <w:rsid w:val="00E364A5"/>
    <w:pPr>
      <w:spacing w:after="0" w:line="240" w:lineRule="auto"/>
      <w:jc w:val="both"/>
    </w:pPr>
    <w:rPr>
      <w:rFonts w:ascii="Arial" w:eastAsia="Times New Roman" w:hAnsi="Arial" w:cs="Times New Roman"/>
      <w:sz w:val="20"/>
      <w:szCs w:val="20"/>
    </w:rPr>
  </w:style>
  <w:style w:type="paragraph" w:customStyle="1" w:styleId="2DDEB623C4D44D849F97BB1B6F1A99C93">
    <w:name w:val="2DDEB623C4D44D849F97BB1B6F1A99C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3">
    <w:name w:val="326FB2B06959462C8BC5C9AE693EEE2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3">
    <w:name w:val="962E1BFED5D7495C85919124A1D397AE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3">
    <w:name w:val="3EC9144ED68A4B3295718FC2535E6227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3">
    <w:name w:val="82DA6F9416B24C9A88190E8411647BB7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3">
    <w:name w:val="84C10B8C708D4D0CAE41230549E882E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3">
    <w:name w:val="761516C4B0FE4A44ADF7B97593C491E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3">
    <w:name w:val="96C246E6445C458FBC4CF04A8D8FC444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3">
    <w:name w:val="E71B35863BC448CA9102EFA03CC5406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3">
    <w:name w:val="25081AAE17A4460EAC76C30E9037A53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3">
    <w:name w:val="2342F6B1BDB6429DB0EDAFF8701EF81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3">
    <w:name w:val="A1EB1837619843CBADDC9E2A06C45B61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3">
    <w:name w:val="5D9D9CF80B624FFBB9F2CE5B86D7CB5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3">
    <w:name w:val="938DE67C67F849AE812186C35EDFB8E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3">
    <w:name w:val="57EAE4AC7C0640C7B6187A01F778AE7E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17C5803909FF43CC811BB052BA298103">
    <w:name w:val="17C5803909FF43CC811BB052BA298103"/>
    <w:rsid w:val="00E364A5"/>
  </w:style>
  <w:style w:type="paragraph" w:customStyle="1" w:styleId="CB96B46A26F8498693197420B7DA6E65">
    <w:name w:val="CB96B46A26F8498693197420B7DA6E65"/>
    <w:rsid w:val="00E364A5"/>
  </w:style>
  <w:style w:type="paragraph" w:customStyle="1" w:styleId="0893FF39259F4E09AA92456DDC9DA4E7">
    <w:name w:val="0893FF39259F4E09AA92456DDC9DA4E7"/>
    <w:rsid w:val="00E364A5"/>
  </w:style>
  <w:style w:type="paragraph" w:customStyle="1" w:styleId="B752C9F178094B1FBB25C08CCAA76E0A">
    <w:name w:val="B752C9F178094B1FBB25C08CCAA76E0A"/>
    <w:rsid w:val="00E364A5"/>
  </w:style>
  <w:style w:type="paragraph" w:customStyle="1" w:styleId="AC74664DE2054B1787EADD54FD67B9EF">
    <w:name w:val="AC74664DE2054B1787EADD54FD67B9EF"/>
    <w:rsid w:val="00E364A5"/>
  </w:style>
  <w:style w:type="paragraph" w:customStyle="1" w:styleId="C9133DE7BE254369A3C4917415E81FCA">
    <w:name w:val="C9133DE7BE254369A3C4917415E81FCA"/>
    <w:rsid w:val="00E364A5"/>
  </w:style>
  <w:style w:type="paragraph" w:customStyle="1" w:styleId="1602CA1FA03240FF9EDD2C7D6636520C">
    <w:name w:val="1602CA1FA03240FF9EDD2C7D6636520C"/>
    <w:rsid w:val="00E364A5"/>
  </w:style>
  <w:style w:type="paragraph" w:customStyle="1" w:styleId="DCA6BED40FAC4A67877E022C761E16A4">
    <w:name w:val="DCA6BED40FAC4A67877E022C761E16A4"/>
    <w:rsid w:val="00E364A5"/>
  </w:style>
  <w:style w:type="paragraph" w:customStyle="1" w:styleId="78D8B9FC74934964990826F4E4A393A5">
    <w:name w:val="78D8B9FC74934964990826F4E4A393A5"/>
    <w:rsid w:val="00E364A5"/>
  </w:style>
  <w:style w:type="paragraph" w:customStyle="1" w:styleId="D0A57232D01346F4AA83377C94776457">
    <w:name w:val="D0A57232D01346F4AA83377C94776457"/>
    <w:rsid w:val="00E364A5"/>
  </w:style>
  <w:style w:type="paragraph" w:customStyle="1" w:styleId="C75E40CD30BA41899C4F678ED7D5A797">
    <w:name w:val="C75E40CD30BA41899C4F678ED7D5A797"/>
    <w:rsid w:val="00E364A5"/>
  </w:style>
  <w:style w:type="paragraph" w:customStyle="1" w:styleId="E9AF160B40DA462589824370E0490AB1">
    <w:name w:val="E9AF160B40DA462589824370E0490AB1"/>
    <w:rsid w:val="00E364A5"/>
  </w:style>
  <w:style w:type="paragraph" w:customStyle="1" w:styleId="20E1035DA1304B3A8DCB034BEF0F8D93">
    <w:name w:val="20E1035DA1304B3A8DCB034BEF0F8D93"/>
    <w:rsid w:val="00E364A5"/>
  </w:style>
  <w:style w:type="paragraph" w:customStyle="1" w:styleId="627BDC0D507241478638B1F0FF6E270E">
    <w:name w:val="627BDC0D507241478638B1F0FF6E270E"/>
    <w:rsid w:val="00E364A5"/>
  </w:style>
  <w:style w:type="paragraph" w:customStyle="1" w:styleId="90C64D10A6F64D5A987FC97E56B4EE37">
    <w:name w:val="90C64D10A6F64D5A987FC97E56B4EE37"/>
    <w:rsid w:val="00E364A5"/>
  </w:style>
  <w:style w:type="paragraph" w:customStyle="1" w:styleId="E99B3E9601674407AF6948345F03123C">
    <w:name w:val="E99B3E9601674407AF6948345F03123C"/>
    <w:rsid w:val="00E364A5"/>
  </w:style>
  <w:style w:type="paragraph" w:customStyle="1" w:styleId="8B5B81114F3548798A13201990C9A19D">
    <w:name w:val="8B5B81114F3548798A13201990C9A19D"/>
    <w:rsid w:val="00E364A5"/>
  </w:style>
  <w:style w:type="paragraph" w:customStyle="1" w:styleId="DC75537EA705454B81BE86FEA9358858">
    <w:name w:val="DC75537EA705454B81BE86FEA9358858"/>
    <w:rsid w:val="00E364A5"/>
  </w:style>
  <w:style w:type="paragraph" w:customStyle="1" w:styleId="A5526C9FE97542E6B9A009039E3A064E">
    <w:name w:val="A5526C9FE97542E6B9A009039E3A064E"/>
    <w:rsid w:val="00E364A5"/>
  </w:style>
  <w:style w:type="paragraph" w:customStyle="1" w:styleId="9215083040954ACE85FA8D6DD5D580BD">
    <w:name w:val="9215083040954ACE85FA8D6DD5D580BD"/>
    <w:rsid w:val="00E364A5"/>
  </w:style>
  <w:style w:type="paragraph" w:customStyle="1" w:styleId="AAF663617AE3407DB8E83E7A98E11D94">
    <w:name w:val="AAF663617AE3407DB8E83E7A98E11D94"/>
    <w:rsid w:val="00E364A5"/>
  </w:style>
  <w:style w:type="paragraph" w:customStyle="1" w:styleId="23CA761B19D44DF59D21AAB8F4444C71">
    <w:name w:val="23CA761B19D44DF59D21AAB8F4444C71"/>
    <w:rsid w:val="00E364A5"/>
  </w:style>
  <w:style w:type="paragraph" w:customStyle="1" w:styleId="09EB25B1E4C346339874714EFEC20288">
    <w:name w:val="09EB25B1E4C346339874714EFEC20288"/>
    <w:rsid w:val="00E364A5"/>
  </w:style>
  <w:style w:type="paragraph" w:customStyle="1" w:styleId="9E58ACCCCEA34432B1F11855C1EFC3AC">
    <w:name w:val="9E58ACCCCEA34432B1F11855C1EFC3AC"/>
    <w:rsid w:val="00E364A5"/>
  </w:style>
  <w:style w:type="paragraph" w:customStyle="1" w:styleId="2DAACF515514417CA8B6B4B8A6179173">
    <w:name w:val="2DAACF515514417CA8B6B4B8A6179173"/>
    <w:rsid w:val="00E364A5"/>
  </w:style>
  <w:style w:type="paragraph" w:customStyle="1" w:styleId="ADC91F02BE94418EB5A6299902AEDF8C">
    <w:name w:val="ADC91F02BE94418EB5A6299902AEDF8C"/>
    <w:rsid w:val="00E364A5"/>
  </w:style>
  <w:style w:type="paragraph" w:customStyle="1" w:styleId="E30D9199932B4EC9BA10BDE2C563FFD4">
    <w:name w:val="E30D9199932B4EC9BA10BDE2C563FFD4"/>
    <w:rsid w:val="00E364A5"/>
  </w:style>
  <w:style w:type="paragraph" w:customStyle="1" w:styleId="B546F36287DD46A09AFA9D4CC36360CF">
    <w:name w:val="B546F36287DD46A09AFA9D4CC36360CF"/>
    <w:rsid w:val="00E364A5"/>
  </w:style>
  <w:style w:type="paragraph" w:customStyle="1" w:styleId="6B744BE7014D477CB2F32F9CA1AB5615">
    <w:name w:val="6B744BE7014D477CB2F32F9CA1AB5615"/>
    <w:rsid w:val="00E364A5"/>
  </w:style>
  <w:style w:type="paragraph" w:customStyle="1" w:styleId="F81ACEE16DE347A095C8D2A2BB17E89D">
    <w:name w:val="F81ACEE16DE347A095C8D2A2BB17E89D"/>
    <w:rsid w:val="00E364A5"/>
  </w:style>
  <w:style w:type="paragraph" w:customStyle="1" w:styleId="D1B4C2AB36A34AC2A7248B79F19A3991">
    <w:name w:val="D1B4C2AB36A34AC2A7248B79F19A3991"/>
    <w:rsid w:val="00E364A5"/>
  </w:style>
  <w:style w:type="paragraph" w:customStyle="1" w:styleId="A9B2677F927743F898BACBE6747A806A">
    <w:name w:val="A9B2677F927743F898BACBE6747A806A"/>
    <w:rsid w:val="00E364A5"/>
  </w:style>
  <w:style w:type="paragraph" w:customStyle="1" w:styleId="6C9A32874AAA4F9D88FC6CC9EF7544B53">
    <w:name w:val="6C9A32874AAA4F9D88FC6CC9EF7544B53"/>
    <w:rsid w:val="00E364A5"/>
    <w:pPr>
      <w:spacing w:after="0" w:line="240" w:lineRule="auto"/>
      <w:jc w:val="both"/>
    </w:pPr>
    <w:rPr>
      <w:rFonts w:ascii="Arial" w:eastAsia="Times New Roman" w:hAnsi="Arial" w:cs="Times New Roman"/>
      <w:sz w:val="20"/>
      <w:szCs w:val="20"/>
    </w:rPr>
  </w:style>
  <w:style w:type="paragraph" w:customStyle="1" w:styleId="B25E12CC50204EE3955D1AC7F2B266FB2">
    <w:name w:val="B25E12CC50204EE3955D1AC7F2B266FB2"/>
    <w:rsid w:val="00E364A5"/>
    <w:pPr>
      <w:spacing w:after="0" w:line="240" w:lineRule="auto"/>
      <w:jc w:val="both"/>
    </w:pPr>
    <w:rPr>
      <w:rFonts w:ascii="Arial" w:eastAsia="Times New Roman" w:hAnsi="Arial" w:cs="Times New Roman"/>
      <w:sz w:val="20"/>
      <w:szCs w:val="20"/>
    </w:rPr>
  </w:style>
  <w:style w:type="paragraph" w:customStyle="1" w:styleId="2BA5B03DA626405084075CAAEEFE7C4B2">
    <w:name w:val="2BA5B03DA626405084075CAAEEFE7C4B2"/>
    <w:rsid w:val="00E364A5"/>
    <w:pPr>
      <w:spacing w:after="0" w:line="240" w:lineRule="auto"/>
      <w:jc w:val="both"/>
    </w:pPr>
    <w:rPr>
      <w:rFonts w:ascii="Arial" w:eastAsia="Times New Roman" w:hAnsi="Arial" w:cs="Times New Roman"/>
      <w:sz w:val="20"/>
      <w:szCs w:val="20"/>
    </w:rPr>
  </w:style>
  <w:style w:type="paragraph" w:customStyle="1" w:styleId="757C57ABBA8148DAA69AFEA6FFBDA2FE2">
    <w:name w:val="757C57ABBA8148DAA69AFEA6FFBDA2FE2"/>
    <w:rsid w:val="00E364A5"/>
    <w:pPr>
      <w:spacing w:after="0" w:line="240" w:lineRule="auto"/>
      <w:jc w:val="both"/>
    </w:pPr>
    <w:rPr>
      <w:rFonts w:ascii="Arial" w:eastAsia="Times New Roman" w:hAnsi="Arial" w:cs="Times New Roman"/>
      <w:sz w:val="20"/>
      <w:szCs w:val="20"/>
    </w:rPr>
  </w:style>
  <w:style w:type="paragraph" w:customStyle="1" w:styleId="799AD3AFFB8D46629242EAEB1DA862C62">
    <w:name w:val="799AD3AFFB8D46629242EAEB1DA862C62"/>
    <w:rsid w:val="00E364A5"/>
    <w:pPr>
      <w:spacing w:after="0" w:line="240" w:lineRule="auto"/>
      <w:jc w:val="both"/>
    </w:pPr>
    <w:rPr>
      <w:rFonts w:ascii="Arial" w:eastAsia="Times New Roman" w:hAnsi="Arial" w:cs="Times New Roman"/>
      <w:sz w:val="20"/>
      <w:szCs w:val="20"/>
    </w:rPr>
  </w:style>
  <w:style w:type="paragraph" w:customStyle="1" w:styleId="A37B474BB6CE45AFBCD09DF6747BA4241">
    <w:name w:val="A37B474BB6CE45AFBCD09DF6747BA4241"/>
    <w:rsid w:val="00E364A5"/>
    <w:pPr>
      <w:spacing w:after="0" w:line="240" w:lineRule="auto"/>
      <w:jc w:val="both"/>
    </w:pPr>
    <w:rPr>
      <w:rFonts w:ascii="Arial" w:eastAsia="Times New Roman" w:hAnsi="Arial" w:cs="Times New Roman"/>
      <w:sz w:val="20"/>
      <w:szCs w:val="20"/>
    </w:rPr>
  </w:style>
  <w:style w:type="paragraph" w:customStyle="1" w:styleId="C9133DE7BE254369A3C4917415E81FCA1">
    <w:name w:val="C9133DE7BE254369A3C4917415E81FCA1"/>
    <w:rsid w:val="00E364A5"/>
    <w:pPr>
      <w:spacing w:after="0" w:line="240" w:lineRule="auto"/>
      <w:jc w:val="both"/>
    </w:pPr>
    <w:rPr>
      <w:rFonts w:ascii="Arial" w:eastAsia="Times New Roman" w:hAnsi="Arial" w:cs="Times New Roman"/>
      <w:sz w:val="20"/>
      <w:szCs w:val="20"/>
    </w:rPr>
  </w:style>
  <w:style w:type="paragraph" w:customStyle="1" w:styleId="9A42661CEA42406ABF91B2C6EE0A7BB14">
    <w:name w:val="9A42661CEA42406ABF91B2C6EE0A7BB14"/>
    <w:rsid w:val="00E364A5"/>
    <w:pPr>
      <w:spacing w:after="0" w:line="240" w:lineRule="auto"/>
      <w:jc w:val="both"/>
    </w:pPr>
    <w:rPr>
      <w:rFonts w:ascii="Arial" w:eastAsia="Times New Roman" w:hAnsi="Arial" w:cs="Times New Roman"/>
      <w:sz w:val="20"/>
      <w:szCs w:val="20"/>
    </w:rPr>
  </w:style>
  <w:style w:type="paragraph" w:customStyle="1" w:styleId="F0596E7F2F824DBB87DF5561757295B44">
    <w:name w:val="F0596E7F2F824DBB87DF5561757295B44"/>
    <w:rsid w:val="00E364A5"/>
    <w:pPr>
      <w:spacing w:after="0" w:line="240" w:lineRule="auto"/>
      <w:jc w:val="both"/>
    </w:pPr>
    <w:rPr>
      <w:rFonts w:ascii="Arial" w:eastAsia="Times New Roman" w:hAnsi="Arial" w:cs="Times New Roman"/>
      <w:sz w:val="20"/>
      <w:szCs w:val="20"/>
    </w:rPr>
  </w:style>
  <w:style w:type="paragraph" w:customStyle="1" w:styleId="9DF5FB4C977A406A9042035A015D11994">
    <w:name w:val="9DF5FB4C977A406A9042035A015D11994"/>
    <w:rsid w:val="00E364A5"/>
    <w:pPr>
      <w:spacing w:after="0" w:line="240" w:lineRule="auto"/>
      <w:jc w:val="both"/>
    </w:pPr>
    <w:rPr>
      <w:rFonts w:ascii="Arial" w:eastAsia="Times New Roman" w:hAnsi="Arial" w:cs="Times New Roman"/>
      <w:sz w:val="20"/>
      <w:szCs w:val="20"/>
    </w:rPr>
  </w:style>
  <w:style w:type="paragraph" w:customStyle="1" w:styleId="30D6C044B43A420C8F3C0981315757244">
    <w:name w:val="30D6C044B43A420C8F3C0981315757244"/>
    <w:rsid w:val="00E364A5"/>
    <w:pPr>
      <w:spacing w:after="0" w:line="240" w:lineRule="auto"/>
      <w:jc w:val="both"/>
    </w:pPr>
    <w:rPr>
      <w:rFonts w:ascii="Arial" w:eastAsia="Times New Roman" w:hAnsi="Arial" w:cs="Times New Roman"/>
      <w:sz w:val="20"/>
      <w:szCs w:val="20"/>
    </w:rPr>
  </w:style>
  <w:style w:type="paragraph" w:customStyle="1" w:styleId="AED8C692EE3D441E86CB4B85405AE57E4">
    <w:name w:val="AED8C692EE3D441E86CB4B85405AE57E4"/>
    <w:rsid w:val="00E364A5"/>
    <w:pPr>
      <w:spacing w:after="0" w:line="240" w:lineRule="auto"/>
      <w:jc w:val="both"/>
    </w:pPr>
    <w:rPr>
      <w:rFonts w:ascii="Arial" w:eastAsia="Times New Roman" w:hAnsi="Arial" w:cs="Times New Roman"/>
      <w:sz w:val="20"/>
      <w:szCs w:val="20"/>
    </w:rPr>
  </w:style>
  <w:style w:type="paragraph" w:customStyle="1" w:styleId="8A24D9250384498B9356B49C7ABB7AE64">
    <w:name w:val="8A24D9250384498B9356B49C7ABB7AE64"/>
    <w:rsid w:val="00E364A5"/>
    <w:pPr>
      <w:spacing w:after="0" w:line="240" w:lineRule="auto"/>
      <w:jc w:val="both"/>
    </w:pPr>
    <w:rPr>
      <w:rFonts w:ascii="Arial" w:eastAsia="Times New Roman" w:hAnsi="Arial" w:cs="Times New Roman"/>
      <w:sz w:val="20"/>
      <w:szCs w:val="20"/>
    </w:rPr>
  </w:style>
  <w:style w:type="paragraph" w:customStyle="1" w:styleId="11A99A238EED43FCA64CB3F7A505E23C4">
    <w:name w:val="11A99A238EED43FCA64CB3F7A505E23C4"/>
    <w:rsid w:val="00E364A5"/>
    <w:pPr>
      <w:spacing w:after="0" w:line="240" w:lineRule="auto"/>
      <w:jc w:val="both"/>
    </w:pPr>
    <w:rPr>
      <w:rFonts w:ascii="Arial" w:eastAsia="Times New Roman" w:hAnsi="Arial" w:cs="Times New Roman"/>
      <w:sz w:val="20"/>
      <w:szCs w:val="20"/>
    </w:rPr>
  </w:style>
  <w:style w:type="paragraph" w:customStyle="1" w:styleId="4537D621A60342FF87E210BB0DB95BB54">
    <w:name w:val="4537D621A60342FF87E210BB0DB95BB54"/>
    <w:rsid w:val="00E364A5"/>
    <w:pPr>
      <w:spacing w:after="0" w:line="240" w:lineRule="auto"/>
      <w:jc w:val="both"/>
    </w:pPr>
    <w:rPr>
      <w:rFonts w:ascii="Arial" w:eastAsia="Times New Roman" w:hAnsi="Arial" w:cs="Times New Roman"/>
      <w:sz w:val="20"/>
      <w:szCs w:val="20"/>
    </w:rPr>
  </w:style>
  <w:style w:type="paragraph" w:customStyle="1" w:styleId="562691E012CC4B56A9F121D7DF69C0F74">
    <w:name w:val="562691E012CC4B56A9F121D7DF69C0F74"/>
    <w:rsid w:val="00E364A5"/>
    <w:pPr>
      <w:spacing w:after="0" w:line="240" w:lineRule="auto"/>
      <w:jc w:val="both"/>
    </w:pPr>
    <w:rPr>
      <w:rFonts w:ascii="Arial" w:eastAsia="Times New Roman" w:hAnsi="Arial" w:cs="Times New Roman"/>
      <w:sz w:val="20"/>
      <w:szCs w:val="20"/>
    </w:rPr>
  </w:style>
  <w:style w:type="paragraph" w:customStyle="1" w:styleId="488CAE8C84C14FCD827F828007869BCA4">
    <w:name w:val="488CAE8C84C14FCD827F828007869BCA4"/>
    <w:rsid w:val="00E364A5"/>
    <w:pPr>
      <w:spacing w:after="0" w:line="240" w:lineRule="auto"/>
      <w:jc w:val="both"/>
    </w:pPr>
    <w:rPr>
      <w:rFonts w:ascii="Arial" w:eastAsia="Times New Roman" w:hAnsi="Arial" w:cs="Times New Roman"/>
      <w:sz w:val="20"/>
      <w:szCs w:val="20"/>
    </w:rPr>
  </w:style>
  <w:style w:type="paragraph" w:customStyle="1" w:styleId="3914BCA258324709B32F687456E2FF5A4">
    <w:name w:val="3914BCA258324709B32F687456E2FF5A4"/>
    <w:rsid w:val="00E364A5"/>
    <w:pPr>
      <w:spacing w:after="0" w:line="240" w:lineRule="auto"/>
      <w:jc w:val="both"/>
    </w:pPr>
    <w:rPr>
      <w:rFonts w:ascii="Arial" w:eastAsia="Times New Roman" w:hAnsi="Arial" w:cs="Times New Roman"/>
      <w:sz w:val="20"/>
      <w:szCs w:val="20"/>
    </w:rPr>
  </w:style>
  <w:style w:type="paragraph" w:customStyle="1" w:styleId="15B553FDB2BC4FB7A30683300CEEBA494">
    <w:name w:val="15B553FDB2BC4FB7A30683300CEEBA494"/>
    <w:rsid w:val="00E364A5"/>
    <w:pPr>
      <w:spacing w:after="0" w:line="240" w:lineRule="auto"/>
      <w:jc w:val="both"/>
    </w:pPr>
    <w:rPr>
      <w:rFonts w:ascii="Arial" w:eastAsia="Times New Roman" w:hAnsi="Arial" w:cs="Times New Roman"/>
      <w:sz w:val="20"/>
      <w:szCs w:val="20"/>
    </w:rPr>
  </w:style>
  <w:style w:type="paragraph" w:customStyle="1" w:styleId="2DDEB623C4D44D849F97BB1B6F1A99C94">
    <w:name w:val="2DDEB623C4D44D849F97BB1B6F1A99C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4">
    <w:name w:val="326FB2B06959462C8BC5C9AE693EEE2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4">
    <w:name w:val="962E1BFED5D7495C85919124A1D397AE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4">
    <w:name w:val="3EC9144ED68A4B3295718FC2535E6227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4">
    <w:name w:val="82DA6F9416B24C9A88190E8411647BB7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4">
    <w:name w:val="84C10B8C708D4D0CAE41230549E882E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4">
    <w:name w:val="761516C4B0FE4A44ADF7B97593C491E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4">
    <w:name w:val="96C246E6445C458FBC4CF04A8D8FC444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4">
    <w:name w:val="E71B35863BC448CA9102EFA03CC5406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4">
    <w:name w:val="25081AAE17A4460EAC76C30E9037A53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4">
    <w:name w:val="2342F6B1BDB6429DB0EDAFF8701EF81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4">
    <w:name w:val="A1EB1837619843CBADDC9E2A06C45B61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4">
    <w:name w:val="5D9D9CF80B624FFBB9F2CE5B86D7CB5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4">
    <w:name w:val="938DE67C67F849AE812186C35EDFB8E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4">
    <w:name w:val="57EAE4AC7C0640C7B6187A01F778AE7E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D44A16445A64DC2983A481E8088D628">
    <w:name w:val="3D44A16445A64DC2983A481E8088D628"/>
    <w:rsid w:val="00E364A5"/>
  </w:style>
  <w:style w:type="paragraph" w:customStyle="1" w:styleId="385E246CE5714547A2F0E8ACB7CB8F07">
    <w:name w:val="385E246CE5714547A2F0E8ACB7CB8F07"/>
    <w:rsid w:val="00E364A5"/>
  </w:style>
  <w:style w:type="paragraph" w:customStyle="1" w:styleId="12E407B13CA04DFAAD94DA36A9A72202">
    <w:name w:val="12E407B13CA04DFAAD94DA36A9A72202"/>
    <w:rsid w:val="00E364A5"/>
  </w:style>
  <w:style w:type="paragraph" w:customStyle="1" w:styleId="26BF98DE256248F18A0BBF622A398F63">
    <w:name w:val="26BF98DE256248F18A0BBF622A398F63"/>
    <w:rsid w:val="00E364A5"/>
  </w:style>
  <w:style w:type="paragraph" w:customStyle="1" w:styleId="C10B2298129844C288ACDC552C27F948">
    <w:name w:val="C10B2298129844C288ACDC552C27F948"/>
    <w:rsid w:val="00E364A5"/>
  </w:style>
  <w:style w:type="paragraph" w:customStyle="1" w:styleId="A2E56A06FB1240E2972F1773EB8BB4E5">
    <w:name w:val="A2E56A06FB1240E2972F1773EB8BB4E5"/>
    <w:rsid w:val="00E364A5"/>
  </w:style>
  <w:style w:type="paragraph" w:customStyle="1" w:styleId="AE6CA903ED94432BAB5F6F1F0AFCEFB1">
    <w:name w:val="AE6CA903ED94432BAB5F6F1F0AFCEFB1"/>
    <w:rsid w:val="00E364A5"/>
  </w:style>
  <w:style w:type="paragraph" w:customStyle="1" w:styleId="9BFB36B66D454907874DB0E039EA8344">
    <w:name w:val="9BFB36B66D454907874DB0E039EA8344"/>
    <w:rsid w:val="00E364A5"/>
  </w:style>
  <w:style w:type="paragraph" w:customStyle="1" w:styleId="53F45EDFDFD243CCB67CC658A2480226">
    <w:name w:val="53F45EDFDFD243CCB67CC658A2480226"/>
    <w:rsid w:val="00E364A5"/>
  </w:style>
  <w:style w:type="paragraph" w:customStyle="1" w:styleId="CBB32FBCC9184224B4592BE8FDC41F4A">
    <w:name w:val="CBB32FBCC9184224B4592BE8FDC41F4A"/>
    <w:rsid w:val="00E364A5"/>
  </w:style>
  <w:style w:type="paragraph" w:customStyle="1" w:styleId="6C9A32874AAA4F9D88FC6CC9EF7544B54">
    <w:name w:val="6C9A32874AAA4F9D88FC6CC9EF7544B54"/>
    <w:rsid w:val="00E364A5"/>
    <w:pPr>
      <w:spacing w:after="0" w:line="240" w:lineRule="auto"/>
      <w:jc w:val="both"/>
    </w:pPr>
    <w:rPr>
      <w:rFonts w:ascii="Arial" w:eastAsia="Times New Roman" w:hAnsi="Arial" w:cs="Times New Roman"/>
      <w:sz w:val="20"/>
      <w:szCs w:val="20"/>
    </w:rPr>
  </w:style>
  <w:style w:type="paragraph" w:customStyle="1" w:styleId="B25E12CC50204EE3955D1AC7F2B266FB3">
    <w:name w:val="B25E12CC50204EE3955D1AC7F2B266FB3"/>
    <w:rsid w:val="00E364A5"/>
    <w:pPr>
      <w:spacing w:after="0" w:line="240" w:lineRule="auto"/>
      <w:jc w:val="both"/>
    </w:pPr>
    <w:rPr>
      <w:rFonts w:ascii="Arial" w:eastAsia="Times New Roman" w:hAnsi="Arial" w:cs="Times New Roman"/>
      <w:sz w:val="20"/>
      <w:szCs w:val="20"/>
    </w:rPr>
  </w:style>
  <w:style w:type="paragraph" w:customStyle="1" w:styleId="2BA5B03DA626405084075CAAEEFE7C4B3">
    <w:name w:val="2BA5B03DA626405084075CAAEEFE7C4B3"/>
    <w:rsid w:val="00E364A5"/>
    <w:pPr>
      <w:spacing w:after="0" w:line="240" w:lineRule="auto"/>
      <w:jc w:val="both"/>
    </w:pPr>
    <w:rPr>
      <w:rFonts w:ascii="Arial" w:eastAsia="Times New Roman" w:hAnsi="Arial" w:cs="Times New Roman"/>
      <w:sz w:val="20"/>
      <w:szCs w:val="20"/>
    </w:rPr>
  </w:style>
  <w:style w:type="paragraph" w:customStyle="1" w:styleId="757C57ABBA8148DAA69AFEA6FFBDA2FE3">
    <w:name w:val="757C57ABBA8148DAA69AFEA6FFBDA2FE3"/>
    <w:rsid w:val="00E364A5"/>
    <w:pPr>
      <w:spacing w:after="0" w:line="240" w:lineRule="auto"/>
      <w:jc w:val="both"/>
    </w:pPr>
    <w:rPr>
      <w:rFonts w:ascii="Arial" w:eastAsia="Times New Roman" w:hAnsi="Arial" w:cs="Times New Roman"/>
      <w:sz w:val="20"/>
      <w:szCs w:val="20"/>
    </w:rPr>
  </w:style>
  <w:style w:type="paragraph" w:customStyle="1" w:styleId="799AD3AFFB8D46629242EAEB1DA862C63">
    <w:name w:val="799AD3AFFB8D46629242EAEB1DA862C63"/>
    <w:rsid w:val="00E364A5"/>
    <w:pPr>
      <w:spacing w:after="0" w:line="240" w:lineRule="auto"/>
      <w:jc w:val="both"/>
    </w:pPr>
    <w:rPr>
      <w:rFonts w:ascii="Arial" w:eastAsia="Times New Roman" w:hAnsi="Arial" w:cs="Times New Roman"/>
      <w:sz w:val="20"/>
      <w:szCs w:val="20"/>
    </w:rPr>
  </w:style>
  <w:style w:type="paragraph" w:customStyle="1" w:styleId="A37B474BB6CE45AFBCD09DF6747BA4242">
    <w:name w:val="A37B474BB6CE45AFBCD09DF6747BA4242"/>
    <w:rsid w:val="00E364A5"/>
    <w:pPr>
      <w:spacing w:after="0" w:line="240" w:lineRule="auto"/>
      <w:jc w:val="both"/>
    </w:pPr>
    <w:rPr>
      <w:rFonts w:ascii="Arial" w:eastAsia="Times New Roman" w:hAnsi="Arial" w:cs="Times New Roman"/>
      <w:sz w:val="20"/>
      <w:szCs w:val="20"/>
    </w:rPr>
  </w:style>
  <w:style w:type="paragraph" w:customStyle="1" w:styleId="C9133DE7BE254369A3C4917415E81FCA2">
    <w:name w:val="C9133DE7BE254369A3C4917415E81FCA2"/>
    <w:rsid w:val="00E364A5"/>
    <w:pPr>
      <w:spacing w:after="0" w:line="240" w:lineRule="auto"/>
      <w:jc w:val="both"/>
    </w:pPr>
    <w:rPr>
      <w:rFonts w:ascii="Arial" w:eastAsia="Times New Roman" w:hAnsi="Arial" w:cs="Times New Roman"/>
      <w:sz w:val="20"/>
      <w:szCs w:val="20"/>
    </w:rPr>
  </w:style>
  <w:style w:type="paragraph" w:customStyle="1" w:styleId="9A42661CEA42406ABF91B2C6EE0A7BB15">
    <w:name w:val="9A42661CEA42406ABF91B2C6EE0A7BB15"/>
    <w:rsid w:val="00E364A5"/>
    <w:pPr>
      <w:spacing w:after="0" w:line="240" w:lineRule="auto"/>
      <w:jc w:val="both"/>
    </w:pPr>
    <w:rPr>
      <w:rFonts w:ascii="Arial" w:eastAsia="Times New Roman" w:hAnsi="Arial" w:cs="Times New Roman"/>
      <w:sz w:val="20"/>
      <w:szCs w:val="20"/>
    </w:rPr>
  </w:style>
  <w:style w:type="paragraph" w:customStyle="1" w:styleId="F0596E7F2F824DBB87DF5561757295B45">
    <w:name w:val="F0596E7F2F824DBB87DF5561757295B45"/>
    <w:rsid w:val="00E364A5"/>
    <w:pPr>
      <w:spacing w:after="0" w:line="240" w:lineRule="auto"/>
      <w:jc w:val="both"/>
    </w:pPr>
    <w:rPr>
      <w:rFonts w:ascii="Arial" w:eastAsia="Times New Roman" w:hAnsi="Arial" w:cs="Times New Roman"/>
      <w:sz w:val="20"/>
      <w:szCs w:val="20"/>
    </w:rPr>
  </w:style>
  <w:style w:type="paragraph" w:customStyle="1" w:styleId="9DF5FB4C977A406A9042035A015D11995">
    <w:name w:val="9DF5FB4C977A406A9042035A015D11995"/>
    <w:rsid w:val="00E364A5"/>
    <w:pPr>
      <w:spacing w:after="0" w:line="240" w:lineRule="auto"/>
      <w:jc w:val="both"/>
    </w:pPr>
    <w:rPr>
      <w:rFonts w:ascii="Arial" w:eastAsia="Times New Roman" w:hAnsi="Arial" w:cs="Times New Roman"/>
      <w:sz w:val="20"/>
      <w:szCs w:val="20"/>
    </w:rPr>
  </w:style>
  <w:style w:type="paragraph" w:customStyle="1" w:styleId="30D6C044B43A420C8F3C0981315757245">
    <w:name w:val="30D6C044B43A420C8F3C0981315757245"/>
    <w:rsid w:val="00E364A5"/>
    <w:pPr>
      <w:spacing w:after="0" w:line="240" w:lineRule="auto"/>
      <w:jc w:val="both"/>
    </w:pPr>
    <w:rPr>
      <w:rFonts w:ascii="Arial" w:eastAsia="Times New Roman" w:hAnsi="Arial" w:cs="Times New Roman"/>
      <w:sz w:val="20"/>
      <w:szCs w:val="20"/>
    </w:rPr>
  </w:style>
  <w:style w:type="paragraph" w:customStyle="1" w:styleId="AED8C692EE3D441E86CB4B85405AE57E5">
    <w:name w:val="AED8C692EE3D441E86CB4B85405AE57E5"/>
    <w:rsid w:val="00E364A5"/>
    <w:pPr>
      <w:spacing w:after="0" w:line="240" w:lineRule="auto"/>
      <w:jc w:val="both"/>
    </w:pPr>
    <w:rPr>
      <w:rFonts w:ascii="Arial" w:eastAsia="Times New Roman" w:hAnsi="Arial" w:cs="Times New Roman"/>
      <w:sz w:val="20"/>
      <w:szCs w:val="20"/>
    </w:rPr>
  </w:style>
  <w:style w:type="paragraph" w:customStyle="1" w:styleId="8A24D9250384498B9356B49C7ABB7AE65">
    <w:name w:val="8A24D9250384498B9356B49C7ABB7AE65"/>
    <w:rsid w:val="00E364A5"/>
    <w:pPr>
      <w:spacing w:after="0" w:line="240" w:lineRule="auto"/>
      <w:jc w:val="both"/>
    </w:pPr>
    <w:rPr>
      <w:rFonts w:ascii="Arial" w:eastAsia="Times New Roman" w:hAnsi="Arial" w:cs="Times New Roman"/>
      <w:sz w:val="20"/>
      <w:szCs w:val="20"/>
    </w:rPr>
  </w:style>
  <w:style w:type="paragraph" w:customStyle="1" w:styleId="11A99A238EED43FCA64CB3F7A505E23C5">
    <w:name w:val="11A99A238EED43FCA64CB3F7A505E23C5"/>
    <w:rsid w:val="00E364A5"/>
    <w:pPr>
      <w:spacing w:after="0" w:line="240" w:lineRule="auto"/>
      <w:jc w:val="both"/>
    </w:pPr>
    <w:rPr>
      <w:rFonts w:ascii="Arial" w:eastAsia="Times New Roman" w:hAnsi="Arial" w:cs="Times New Roman"/>
      <w:sz w:val="20"/>
      <w:szCs w:val="20"/>
    </w:rPr>
  </w:style>
  <w:style w:type="paragraph" w:customStyle="1" w:styleId="4537D621A60342FF87E210BB0DB95BB55">
    <w:name w:val="4537D621A60342FF87E210BB0DB95BB55"/>
    <w:rsid w:val="00E364A5"/>
    <w:pPr>
      <w:spacing w:after="0" w:line="240" w:lineRule="auto"/>
      <w:jc w:val="both"/>
    </w:pPr>
    <w:rPr>
      <w:rFonts w:ascii="Arial" w:eastAsia="Times New Roman" w:hAnsi="Arial" w:cs="Times New Roman"/>
      <w:sz w:val="20"/>
      <w:szCs w:val="20"/>
    </w:rPr>
  </w:style>
  <w:style w:type="paragraph" w:customStyle="1" w:styleId="562691E012CC4B56A9F121D7DF69C0F75">
    <w:name w:val="562691E012CC4B56A9F121D7DF69C0F75"/>
    <w:rsid w:val="00E364A5"/>
    <w:pPr>
      <w:spacing w:after="0" w:line="240" w:lineRule="auto"/>
      <w:jc w:val="both"/>
    </w:pPr>
    <w:rPr>
      <w:rFonts w:ascii="Arial" w:eastAsia="Times New Roman" w:hAnsi="Arial" w:cs="Times New Roman"/>
      <w:sz w:val="20"/>
      <w:szCs w:val="20"/>
    </w:rPr>
  </w:style>
  <w:style w:type="paragraph" w:customStyle="1" w:styleId="488CAE8C84C14FCD827F828007869BCA5">
    <w:name w:val="488CAE8C84C14FCD827F828007869BCA5"/>
    <w:rsid w:val="00E364A5"/>
    <w:pPr>
      <w:spacing w:after="0" w:line="240" w:lineRule="auto"/>
      <w:jc w:val="both"/>
    </w:pPr>
    <w:rPr>
      <w:rFonts w:ascii="Arial" w:eastAsia="Times New Roman" w:hAnsi="Arial" w:cs="Times New Roman"/>
      <w:sz w:val="20"/>
      <w:szCs w:val="20"/>
    </w:rPr>
  </w:style>
  <w:style w:type="paragraph" w:customStyle="1" w:styleId="3914BCA258324709B32F687456E2FF5A5">
    <w:name w:val="3914BCA258324709B32F687456E2FF5A5"/>
    <w:rsid w:val="00E364A5"/>
    <w:pPr>
      <w:spacing w:after="0" w:line="240" w:lineRule="auto"/>
      <w:jc w:val="both"/>
    </w:pPr>
    <w:rPr>
      <w:rFonts w:ascii="Arial" w:eastAsia="Times New Roman" w:hAnsi="Arial" w:cs="Times New Roman"/>
      <w:sz w:val="20"/>
      <w:szCs w:val="20"/>
    </w:rPr>
  </w:style>
  <w:style w:type="paragraph" w:customStyle="1" w:styleId="15B553FDB2BC4FB7A30683300CEEBA495">
    <w:name w:val="15B553FDB2BC4FB7A30683300CEEBA495"/>
    <w:rsid w:val="00E364A5"/>
    <w:pPr>
      <w:spacing w:after="0" w:line="240" w:lineRule="auto"/>
      <w:jc w:val="both"/>
    </w:pPr>
    <w:rPr>
      <w:rFonts w:ascii="Arial" w:eastAsia="Times New Roman" w:hAnsi="Arial" w:cs="Times New Roman"/>
      <w:sz w:val="20"/>
      <w:szCs w:val="20"/>
    </w:rPr>
  </w:style>
  <w:style w:type="paragraph" w:customStyle="1" w:styleId="2DDEB623C4D44D849F97BB1B6F1A99C95">
    <w:name w:val="2DDEB623C4D44D849F97BB1B6F1A99C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5">
    <w:name w:val="326FB2B06959462C8BC5C9AE693EEE2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5">
    <w:name w:val="962E1BFED5D7495C85919124A1D397AE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5">
    <w:name w:val="3EC9144ED68A4B3295718FC2535E6227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5">
    <w:name w:val="82DA6F9416B24C9A88190E8411647BB7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5">
    <w:name w:val="84C10B8C708D4D0CAE41230549E882E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5">
    <w:name w:val="761516C4B0FE4A44ADF7B97593C491E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5">
    <w:name w:val="96C246E6445C458FBC4CF04A8D8FC444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5">
    <w:name w:val="E71B35863BC448CA9102EFA03CC5406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5">
    <w:name w:val="25081AAE17A4460EAC76C30E9037A53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5">
    <w:name w:val="2342F6B1BDB6429DB0EDAFF8701EF81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5">
    <w:name w:val="A1EB1837619843CBADDC9E2A06C45B61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5">
    <w:name w:val="5D9D9CF80B624FFBB9F2CE5B86D7CB5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5">
    <w:name w:val="938DE67C67F849AE812186C35EDFB8E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5">
    <w:name w:val="57EAE4AC7C0640C7B6187A01F778AE7E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C5C25260AA2409F96C92567DCA8B259">
    <w:name w:val="7C5C25260AA2409F96C92567DCA8B259"/>
    <w:rsid w:val="00E364A5"/>
  </w:style>
  <w:style w:type="paragraph" w:customStyle="1" w:styleId="11D220DC17C245D5A7FE1B3C0BCC113A">
    <w:name w:val="11D220DC17C245D5A7FE1B3C0BCC113A"/>
    <w:rsid w:val="00E364A5"/>
  </w:style>
  <w:style w:type="paragraph" w:customStyle="1" w:styleId="D8CED89D2A5A43B286C3792452F654FE">
    <w:name w:val="D8CED89D2A5A43B286C3792452F654FE"/>
    <w:rsid w:val="00E364A5"/>
  </w:style>
  <w:style w:type="paragraph" w:customStyle="1" w:styleId="9129171924384BFABED99FF1C2CDD467">
    <w:name w:val="9129171924384BFABED99FF1C2CDD467"/>
    <w:rsid w:val="00E364A5"/>
  </w:style>
  <w:style w:type="paragraph" w:customStyle="1" w:styleId="0581CDD65EAA430EBF643818C6C72714">
    <w:name w:val="0581CDD65EAA430EBF643818C6C72714"/>
    <w:rsid w:val="00E364A5"/>
  </w:style>
  <w:style w:type="paragraph" w:customStyle="1" w:styleId="5FFB2F68C05449A3A951AF08DB58AD47">
    <w:name w:val="5FFB2F68C05449A3A951AF08DB58AD47"/>
    <w:rsid w:val="00E364A5"/>
  </w:style>
  <w:style w:type="paragraph" w:customStyle="1" w:styleId="853D6245CB2B4149AFC02B13A88B9A46">
    <w:name w:val="853D6245CB2B4149AFC02B13A88B9A46"/>
    <w:rsid w:val="00E364A5"/>
  </w:style>
  <w:style w:type="paragraph" w:customStyle="1" w:styleId="BA11C9EC726248E396EC45A60E804797">
    <w:name w:val="BA11C9EC726248E396EC45A60E804797"/>
    <w:rsid w:val="00E364A5"/>
  </w:style>
  <w:style w:type="paragraph" w:customStyle="1" w:styleId="69C9E5D69DE44DD18BC4C93FA8F4C274">
    <w:name w:val="69C9E5D69DE44DD18BC4C93FA8F4C274"/>
    <w:rsid w:val="00E364A5"/>
  </w:style>
  <w:style w:type="paragraph" w:customStyle="1" w:styleId="49EDDCCAB5B24819883480826A9AD750">
    <w:name w:val="49EDDCCAB5B24819883480826A9AD750"/>
    <w:rsid w:val="00E364A5"/>
  </w:style>
  <w:style w:type="paragraph" w:customStyle="1" w:styleId="F812693D93C246AAB15CBA89A39AE87F">
    <w:name w:val="F812693D93C246AAB15CBA89A39AE87F"/>
    <w:rsid w:val="00E364A5"/>
  </w:style>
  <w:style w:type="paragraph" w:customStyle="1" w:styleId="7D276FC2EDB74063BA0F7E8D6077482B">
    <w:name w:val="7D276FC2EDB74063BA0F7E8D6077482B"/>
    <w:rsid w:val="00E364A5"/>
  </w:style>
  <w:style w:type="paragraph" w:customStyle="1" w:styleId="83AC26AA9C12427B87ABC82883D22824">
    <w:name w:val="83AC26AA9C12427B87ABC82883D22824"/>
    <w:rsid w:val="00E364A5"/>
  </w:style>
  <w:style w:type="paragraph" w:customStyle="1" w:styleId="61C1575ABFA34C4CAA9D4B49F11AD03A">
    <w:name w:val="61C1575ABFA34C4CAA9D4B49F11AD03A"/>
    <w:rsid w:val="00E364A5"/>
  </w:style>
  <w:style w:type="paragraph" w:customStyle="1" w:styleId="4487BFB9EAE443E3A8431CE3D9403CA4">
    <w:name w:val="4487BFB9EAE443E3A8431CE3D9403CA4"/>
    <w:rsid w:val="00E364A5"/>
  </w:style>
  <w:style w:type="paragraph" w:customStyle="1" w:styleId="9A7C14453E68459299B9AEF3D7F96DD0">
    <w:name w:val="9A7C14453E68459299B9AEF3D7F96DD0"/>
    <w:rsid w:val="00E364A5"/>
  </w:style>
  <w:style w:type="paragraph" w:customStyle="1" w:styleId="CDEE7F4B70A54CABAA96EBCB18A99FE7">
    <w:name w:val="CDEE7F4B70A54CABAA96EBCB18A99FE7"/>
    <w:rsid w:val="00E364A5"/>
  </w:style>
  <w:style w:type="paragraph" w:customStyle="1" w:styleId="77BDB02C66DF48119A15409DF6FB4EC3">
    <w:name w:val="77BDB02C66DF48119A15409DF6FB4EC3"/>
    <w:rsid w:val="00E364A5"/>
  </w:style>
  <w:style w:type="paragraph" w:customStyle="1" w:styleId="1B02C6BB5CE04F76A605FBCEAE0A9CE5">
    <w:name w:val="1B02C6BB5CE04F76A605FBCEAE0A9CE5"/>
    <w:rsid w:val="00E364A5"/>
  </w:style>
  <w:style w:type="paragraph" w:customStyle="1" w:styleId="EF11B0C09E534F37A81763EA7B156538">
    <w:name w:val="EF11B0C09E534F37A81763EA7B156538"/>
    <w:rsid w:val="00E364A5"/>
  </w:style>
  <w:style w:type="paragraph" w:customStyle="1" w:styleId="F6FACB413ACA46EFAA3D718A48BCD788">
    <w:name w:val="F6FACB413ACA46EFAA3D718A48BCD788"/>
    <w:rsid w:val="00E364A5"/>
  </w:style>
  <w:style w:type="paragraph" w:customStyle="1" w:styleId="CF85ABF70C7E4767A144425F8E56065B">
    <w:name w:val="CF85ABF70C7E4767A144425F8E56065B"/>
    <w:rsid w:val="00E364A5"/>
  </w:style>
  <w:style w:type="paragraph" w:customStyle="1" w:styleId="DB50E0E15D174C7C8680AC36D2BF68BB">
    <w:name w:val="DB50E0E15D174C7C8680AC36D2BF68BB"/>
    <w:rsid w:val="00E364A5"/>
  </w:style>
  <w:style w:type="paragraph" w:customStyle="1" w:styleId="3F392553B4034A8EB90C73A0864161C8">
    <w:name w:val="3F392553B4034A8EB90C73A0864161C8"/>
    <w:rsid w:val="00E364A5"/>
  </w:style>
  <w:style w:type="paragraph" w:customStyle="1" w:styleId="B4CDFB48B99E40F6ACAAD766400EE981">
    <w:name w:val="B4CDFB48B99E40F6ACAAD766400EE981"/>
    <w:rsid w:val="00E364A5"/>
  </w:style>
  <w:style w:type="paragraph" w:customStyle="1" w:styleId="91C29670DBAC4D9BAE8774A501418200">
    <w:name w:val="91C29670DBAC4D9BAE8774A501418200"/>
    <w:rsid w:val="00E364A5"/>
  </w:style>
  <w:style w:type="paragraph" w:customStyle="1" w:styleId="870888347BDB428CA3216BBCB2B47257">
    <w:name w:val="870888347BDB428CA3216BBCB2B47257"/>
    <w:rsid w:val="00E364A5"/>
  </w:style>
  <w:style w:type="paragraph" w:customStyle="1" w:styleId="DEA56ADCC43B473B85D0D3156228B537">
    <w:name w:val="DEA56ADCC43B473B85D0D3156228B537"/>
    <w:rsid w:val="00E364A5"/>
  </w:style>
  <w:style w:type="paragraph" w:customStyle="1" w:styleId="4DA6582A6FE74418BDC7BC8C35A79936">
    <w:name w:val="4DA6582A6FE74418BDC7BC8C35A79936"/>
    <w:rsid w:val="00E364A5"/>
  </w:style>
  <w:style w:type="paragraph" w:customStyle="1" w:styleId="77FF516A994B4158B4E2808DCFDA3F55">
    <w:name w:val="77FF516A994B4158B4E2808DCFDA3F55"/>
    <w:rsid w:val="00E364A5"/>
  </w:style>
  <w:style w:type="paragraph" w:customStyle="1" w:styleId="971B88EB00F1408BA96A6A873EED980F">
    <w:name w:val="971B88EB00F1408BA96A6A873EED980F"/>
    <w:rsid w:val="00E364A5"/>
  </w:style>
  <w:style w:type="paragraph" w:customStyle="1" w:styleId="9C2D7B99BC0647628AD3D69A525ACC30">
    <w:name w:val="9C2D7B99BC0647628AD3D69A525ACC30"/>
    <w:rsid w:val="00E364A5"/>
  </w:style>
  <w:style w:type="paragraph" w:customStyle="1" w:styleId="9C90E9D9104F44F2AA91830CB9682029">
    <w:name w:val="9C90E9D9104F44F2AA91830CB9682029"/>
    <w:rsid w:val="00E364A5"/>
  </w:style>
  <w:style w:type="paragraph" w:customStyle="1" w:styleId="691F0F2BC25A4DC09BEE412905F6CB00">
    <w:name w:val="691F0F2BC25A4DC09BEE412905F6CB00"/>
    <w:rsid w:val="00E364A5"/>
  </w:style>
  <w:style w:type="paragraph" w:customStyle="1" w:styleId="E5A8CD25490642E496437809A1629470">
    <w:name w:val="E5A8CD25490642E496437809A1629470"/>
    <w:rsid w:val="00E364A5"/>
  </w:style>
  <w:style w:type="paragraph" w:customStyle="1" w:styleId="A9FE3335937847408AC6603DD3C96A8E">
    <w:name w:val="A9FE3335937847408AC6603DD3C96A8E"/>
    <w:rsid w:val="00E364A5"/>
  </w:style>
  <w:style w:type="paragraph" w:customStyle="1" w:styleId="B13F8168992E4F2AA94B6A81E27BDCE7">
    <w:name w:val="B13F8168992E4F2AA94B6A81E27BDCE7"/>
    <w:rsid w:val="00E364A5"/>
  </w:style>
  <w:style w:type="paragraph" w:customStyle="1" w:styleId="B64913A67FF64468A931F2D084B7C4BC">
    <w:name w:val="B64913A67FF64468A931F2D084B7C4BC"/>
    <w:rsid w:val="00E364A5"/>
  </w:style>
  <w:style w:type="paragraph" w:customStyle="1" w:styleId="005ADB5043164EC8B265354559BDC119">
    <w:name w:val="005ADB5043164EC8B265354559BDC119"/>
    <w:rsid w:val="00E364A5"/>
  </w:style>
  <w:style w:type="paragraph" w:customStyle="1" w:styleId="02B61C8263FC4D73890145910DD4EFFC">
    <w:name w:val="02B61C8263FC4D73890145910DD4EFFC"/>
    <w:rsid w:val="00E364A5"/>
  </w:style>
  <w:style w:type="paragraph" w:customStyle="1" w:styleId="06F8DC43C6D2432EBF50677CA3F014F5">
    <w:name w:val="06F8DC43C6D2432EBF50677CA3F014F5"/>
    <w:rsid w:val="00E364A5"/>
  </w:style>
  <w:style w:type="paragraph" w:customStyle="1" w:styleId="332EA0131316400FBCF5E5985B464D61">
    <w:name w:val="332EA0131316400FBCF5E5985B464D61"/>
    <w:rsid w:val="00E364A5"/>
  </w:style>
  <w:style w:type="paragraph" w:customStyle="1" w:styleId="267956EEBBB54B7686DC39ED786D4E67">
    <w:name w:val="267956EEBBB54B7686DC39ED786D4E67"/>
    <w:rsid w:val="00E364A5"/>
  </w:style>
  <w:style w:type="paragraph" w:customStyle="1" w:styleId="F36C37462B7641A49EC5CB131750797F">
    <w:name w:val="F36C37462B7641A49EC5CB131750797F"/>
    <w:rsid w:val="00E364A5"/>
  </w:style>
  <w:style w:type="paragraph" w:customStyle="1" w:styleId="6C9A32874AAA4F9D88FC6CC9EF7544B55">
    <w:name w:val="6C9A32874AAA4F9D88FC6CC9EF7544B55"/>
    <w:rsid w:val="00E364A5"/>
    <w:pPr>
      <w:spacing w:after="0" w:line="240" w:lineRule="auto"/>
      <w:jc w:val="both"/>
    </w:pPr>
    <w:rPr>
      <w:rFonts w:ascii="Arial" w:eastAsia="Times New Roman" w:hAnsi="Arial" w:cs="Times New Roman"/>
      <w:sz w:val="20"/>
      <w:szCs w:val="20"/>
    </w:rPr>
  </w:style>
  <w:style w:type="paragraph" w:customStyle="1" w:styleId="B25E12CC50204EE3955D1AC7F2B266FB4">
    <w:name w:val="B25E12CC50204EE3955D1AC7F2B266FB4"/>
    <w:rsid w:val="00E364A5"/>
    <w:pPr>
      <w:spacing w:after="0" w:line="240" w:lineRule="auto"/>
      <w:jc w:val="both"/>
    </w:pPr>
    <w:rPr>
      <w:rFonts w:ascii="Arial" w:eastAsia="Times New Roman" w:hAnsi="Arial" w:cs="Times New Roman"/>
      <w:sz w:val="20"/>
      <w:szCs w:val="20"/>
    </w:rPr>
  </w:style>
  <w:style w:type="paragraph" w:customStyle="1" w:styleId="2BA5B03DA626405084075CAAEEFE7C4B4">
    <w:name w:val="2BA5B03DA626405084075CAAEEFE7C4B4"/>
    <w:rsid w:val="00E364A5"/>
    <w:pPr>
      <w:spacing w:after="0" w:line="240" w:lineRule="auto"/>
      <w:jc w:val="both"/>
    </w:pPr>
    <w:rPr>
      <w:rFonts w:ascii="Arial" w:eastAsia="Times New Roman" w:hAnsi="Arial" w:cs="Times New Roman"/>
      <w:sz w:val="20"/>
      <w:szCs w:val="20"/>
    </w:rPr>
  </w:style>
  <w:style w:type="paragraph" w:customStyle="1" w:styleId="757C57ABBA8148DAA69AFEA6FFBDA2FE4">
    <w:name w:val="757C57ABBA8148DAA69AFEA6FFBDA2FE4"/>
    <w:rsid w:val="00E364A5"/>
    <w:pPr>
      <w:spacing w:after="0" w:line="240" w:lineRule="auto"/>
      <w:jc w:val="both"/>
    </w:pPr>
    <w:rPr>
      <w:rFonts w:ascii="Arial" w:eastAsia="Times New Roman" w:hAnsi="Arial" w:cs="Times New Roman"/>
      <w:sz w:val="20"/>
      <w:szCs w:val="20"/>
    </w:rPr>
  </w:style>
  <w:style w:type="paragraph" w:customStyle="1" w:styleId="799AD3AFFB8D46629242EAEB1DA862C64">
    <w:name w:val="799AD3AFFB8D46629242EAEB1DA862C64"/>
    <w:rsid w:val="00E364A5"/>
    <w:pPr>
      <w:spacing w:after="0" w:line="240" w:lineRule="auto"/>
      <w:jc w:val="both"/>
    </w:pPr>
    <w:rPr>
      <w:rFonts w:ascii="Arial" w:eastAsia="Times New Roman" w:hAnsi="Arial" w:cs="Times New Roman"/>
      <w:sz w:val="20"/>
      <w:szCs w:val="20"/>
    </w:rPr>
  </w:style>
  <w:style w:type="paragraph" w:customStyle="1" w:styleId="A37B474BB6CE45AFBCD09DF6747BA4243">
    <w:name w:val="A37B474BB6CE45AFBCD09DF6747BA4243"/>
    <w:rsid w:val="00E364A5"/>
    <w:pPr>
      <w:spacing w:after="0" w:line="240" w:lineRule="auto"/>
      <w:jc w:val="both"/>
    </w:pPr>
    <w:rPr>
      <w:rFonts w:ascii="Arial" w:eastAsia="Times New Roman" w:hAnsi="Arial" w:cs="Times New Roman"/>
      <w:sz w:val="20"/>
      <w:szCs w:val="20"/>
    </w:rPr>
  </w:style>
  <w:style w:type="paragraph" w:customStyle="1" w:styleId="C9133DE7BE254369A3C4917415E81FCA3">
    <w:name w:val="C9133DE7BE254369A3C4917415E81FCA3"/>
    <w:rsid w:val="00E364A5"/>
    <w:pPr>
      <w:spacing w:after="0" w:line="240" w:lineRule="auto"/>
      <w:jc w:val="both"/>
    </w:pPr>
    <w:rPr>
      <w:rFonts w:ascii="Arial" w:eastAsia="Times New Roman" w:hAnsi="Arial" w:cs="Times New Roman"/>
      <w:sz w:val="20"/>
      <w:szCs w:val="20"/>
    </w:rPr>
  </w:style>
  <w:style w:type="paragraph" w:customStyle="1" w:styleId="9A42661CEA42406ABF91B2C6EE0A7BB16">
    <w:name w:val="9A42661CEA42406ABF91B2C6EE0A7BB16"/>
    <w:rsid w:val="00E364A5"/>
    <w:pPr>
      <w:spacing w:after="0" w:line="240" w:lineRule="auto"/>
      <w:jc w:val="both"/>
    </w:pPr>
    <w:rPr>
      <w:rFonts w:ascii="Arial" w:eastAsia="Times New Roman" w:hAnsi="Arial" w:cs="Times New Roman"/>
      <w:sz w:val="20"/>
      <w:szCs w:val="20"/>
    </w:rPr>
  </w:style>
  <w:style w:type="paragraph" w:customStyle="1" w:styleId="F0596E7F2F824DBB87DF5561757295B46">
    <w:name w:val="F0596E7F2F824DBB87DF5561757295B46"/>
    <w:rsid w:val="00E364A5"/>
    <w:pPr>
      <w:spacing w:after="0" w:line="240" w:lineRule="auto"/>
      <w:jc w:val="both"/>
    </w:pPr>
    <w:rPr>
      <w:rFonts w:ascii="Arial" w:eastAsia="Times New Roman" w:hAnsi="Arial" w:cs="Times New Roman"/>
      <w:sz w:val="20"/>
      <w:szCs w:val="20"/>
    </w:rPr>
  </w:style>
  <w:style w:type="paragraph" w:customStyle="1" w:styleId="9DF5FB4C977A406A9042035A015D11996">
    <w:name w:val="9DF5FB4C977A406A9042035A015D11996"/>
    <w:rsid w:val="00E364A5"/>
    <w:pPr>
      <w:spacing w:after="0" w:line="240" w:lineRule="auto"/>
      <w:jc w:val="both"/>
    </w:pPr>
    <w:rPr>
      <w:rFonts w:ascii="Arial" w:eastAsia="Times New Roman" w:hAnsi="Arial" w:cs="Times New Roman"/>
      <w:sz w:val="20"/>
      <w:szCs w:val="20"/>
    </w:rPr>
  </w:style>
  <w:style w:type="paragraph" w:customStyle="1" w:styleId="30D6C044B43A420C8F3C0981315757246">
    <w:name w:val="30D6C044B43A420C8F3C0981315757246"/>
    <w:rsid w:val="00E364A5"/>
    <w:pPr>
      <w:spacing w:after="0" w:line="240" w:lineRule="auto"/>
      <w:jc w:val="both"/>
    </w:pPr>
    <w:rPr>
      <w:rFonts w:ascii="Arial" w:eastAsia="Times New Roman" w:hAnsi="Arial" w:cs="Times New Roman"/>
      <w:sz w:val="20"/>
      <w:szCs w:val="20"/>
    </w:rPr>
  </w:style>
  <w:style w:type="paragraph" w:customStyle="1" w:styleId="AED8C692EE3D441E86CB4B85405AE57E6">
    <w:name w:val="AED8C692EE3D441E86CB4B85405AE57E6"/>
    <w:rsid w:val="00E364A5"/>
    <w:pPr>
      <w:spacing w:after="0" w:line="240" w:lineRule="auto"/>
      <w:jc w:val="both"/>
    </w:pPr>
    <w:rPr>
      <w:rFonts w:ascii="Arial" w:eastAsia="Times New Roman" w:hAnsi="Arial" w:cs="Times New Roman"/>
      <w:sz w:val="20"/>
      <w:szCs w:val="20"/>
    </w:rPr>
  </w:style>
  <w:style w:type="paragraph" w:customStyle="1" w:styleId="8A24D9250384498B9356B49C7ABB7AE66">
    <w:name w:val="8A24D9250384498B9356B49C7ABB7AE66"/>
    <w:rsid w:val="00E364A5"/>
    <w:pPr>
      <w:spacing w:after="0" w:line="240" w:lineRule="auto"/>
      <w:jc w:val="both"/>
    </w:pPr>
    <w:rPr>
      <w:rFonts w:ascii="Arial" w:eastAsia="Times New Roman" w:hAnsi="Arial" w:cs="Times New Roman"/>
      <w:sz w:val="20"/>
      <w:szCs w:val="20"/>
    </w:rPr>
  </w:style>
  <w:style w:type="paragraph" w:customStyle="1" w:styleId="11A99A238EED43FCA64CB3F7A505E23C6">
    <w:name w:val="11A99A238EED43FCA64CB3F7A505E23C6"/>
    <w:rsid w:val="00E364A5"/>
    <w:pPr>
      <w:spacing w:after="0" w:line="240" w:lineRule="auto"/>
      <w:jc w:val="both"/>
    </w:pPr>
    <w:rPr>
      <w:rFonts w:ascii="Arial" w:eastAsia="Times New Roman" w:hAnsi="Arial" w:cs="Times New Roman"/>
      <w:sz w:val="20"/>
      <w:szCs w:val="20"/>
    </w:rPr>
  </w:style>
  <w:style w:type="paragraph" w:customStyle="1" w:styleId="4537D621A60342FF87E210BB0DB95BB56">
    <w:name w:val="4537D621A60342FF87E210BB0DB95BB56"/>
    <w:rsid w:val="00E364A5"/>
    <w:pPr>
      <w:spacing w:after="0" w:line="240" w:lineRule="auto"/>
      <w:jc w:val="both"/>
    </w:pPr>
    <w:rPr>
      <w:rFonts w:ascii="Arial" w:eastAsia="Times New Roman" w:hAnsi="Arial" w:cs="Times New Roman"/>
      <w:sz w:val="20"/>
      <w:szCs w:val="20"/>
    </w:rPr>
  </w:style>
  <w:style w:type="paragraph" w:customStyle="1" w:styleId="562691E012CC4B56A9F121D7DF69C0F76">
    <w:name w:val="562691E012CC4B56A9F121D7DF69C0F76"/>
    <w:rsid w:val="00E364A5"/>
    <w:pPr>
      <w:spacing w:after="0" w:line="240" w:lineRule="auto"/>
      <w:jc w:val="both"/>
    </w:pPr>
    <w:rPr>
      <w:rFonts w:ascii="Arial" w:eastAsia="Times New Roman" w:hAnsi="Arial" w:cs="Times New Roman"/>
      <w:sz w:val="20"/>
      <w:szCs w:val="20"/>
    </w:rPr>
  </w:style>
  <w:style w:type="paragraph" w:customStyle="1" w:styleId="488CAE8C84C14FCD827F828007869BCA6">
    <w:name w:val="488CAE8C84C14FCD827F828007869BCA6"/>
    <w:rsid w:val="00E364A5"/>
    <w:pPr>
      <w:spacing w:after="0" w:line="240" w:lineRule="auto"/>
      <w:jc w:val="both"/>
    </w:pPr>
    <w:rPr>
      <w:rFonts w:ascii="Arial" w:eastAsia="Times New Roman" w:hAnsi="Arial" w:cs="Times New Roman"/>
      <w:sz w:val="20"/>
      <w:szCs w:val="20"/>
    </w:rPr>
  </w:style>
  <w:style w:type="paragraph" w:customStyle="1" w:styleId="3914BCA258324709B32F687456E2FF5A6">
    <w:name w:val="3914BCA258324709B32F687456E2FF5A6"/>
    <w:rsid w:val="00E364A5"/>
    <w:pPr>
      <w:spacing w:after="0" w:line="240" w:lineRule="auto"/>
      <w:jc w:val="both"/>
    </w:pPr>
    <w:rPr>
      <w:rFonts w:ascii="Arial" w:eastAsia="Times New Roman" w:hAnsi="Arial" w:cs="Times New Roman"/>
      <w:sz w:val="20"/>
      <w:szCs w:val="20"/>
    </w:rPr>
  </w:style>
  <w:style w:type="paragraph" w:customStyle="1" w:styleId="15B553FDB2BC4FB7A30683300CEEBA496">
    <w:name w:val="15B553FDB2BC4FB7A30683300CEEBA496"/>
    <w:rsid w:val="00E364A5"/>
    <w:pPr>
      <w:spacing w:after="0" w:line="240" w:lineRule="auto"/>
      <w:jc w:val="both"/>
    </w:pPr>
    <w:rPr>
      <w:rFonts w:ascii="Arial" w:eastAsia="Times New Roman" w:hAnsi="Arial" w:cs="Times New Roman"/>
      <w:sz w:val="20"/>
      <w:szCs w:val="20"/>
    </w:rPr>
  </w:style>
  <w:style w:type="paragraph" w:customStyle="1" w:styleId="2DDEB623C4D44D849F97BB1B6F1A99C96">
    <w:name w:val="2DDEB623C4D44D849F97BB1B6F1A99C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6">
    <w:name w:val="326FB2B06959462C8BC5C9AE693EEE2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6">
    <w:name w:val="962E1BFED5D7495C85919124A1D397AE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6">
    <w:name w:val="3EC9144ED68A4B3295718FC2535E6227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6">
    <w:name w:val="82DA6F9416B24C9A88190E8411647BB7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6">
    <w:name w:val="84C10B8C708D4D0CAE41230549E882E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6">
    <w:name w:val="761516C4B0FE4A44ADF7B97593C491E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6">
    <w:name w:val="96C246E6445C458FBC4CF04A8D8FC444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6">
    <w:name w:val="E71B35863BC448CA9102EFA03CC5406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6">
    <w:name w:val="25081AAE17A4460EAC76C30E9037A53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6">
    <w:name w:val="2342F6B1BDB6429DB0EDAFF8701EF81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6">
    <w:name w:val="A1EB1837619843CBADDC9E2A06C45B61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6">
    <w:name w:val="5D9D9CF80B624FFBB9F2CE5B86D7CB5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6">
    <w:name w:val="938DE67C67F849AE812186C35EDFB8E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6">
    <w:name w:val="57EAE4AC7C0640C7B6187A01F778AE7E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6">
    <w:name w:val="6C9A32874AAA4F9D88FC6CC9EF7544B56"/>
    <w:rsid w:val="00E364A5"/>
    <w:pPr>
      <w:spacing w:after="0" w:line="240" w:lineRule="auto"/>
      <w:jc w:val="both"/>
    </w:pPr>
    <w:rPr>
      <w:rFonts w:ascii="Arial" w:eastAsia="Times New Roman" w:hAnsi="Arial" w:cs="Times New Roman"/>
      <w:sz w:val="20"/>
      <w:szCs w:val="20"/>
    </w:rPr>
  </w:style>
  <w:style w:type="paragraph" w:customStyle="1" w:styleId="B25E12CC50204EE3955D1AC7F2B266FB5">
    <w:name w:val="B25E12CC50204EE3955D1AC7F2B266FB5"/>
    <w:rsid w:val="00E364A5"/>
    <w:pPr>
      <w:spacing w:after="0" w:line="240" w:lineRule="auto"/>
      <w:jc w:val="both"/>
    </w:pPr>
    <w:rPr>
      <w:rFonts w:ascii="Arial" w:eastAsia="Times New Roman" w:hAnsi="Arial" w:cs="Times New Roman"/>
      <w:sz w:val="20"/>
      <w:szCs w:val="20"/>
    </w:rPr>
  </w:style>
  <w:style w:type="paragraph" w:customStyle="1" w:styleId="2BA5B03DA626405084075CAAEEFE7C4B5">
    <w:name w:val="2BA5B03DA626405084075CAAEEFE7C4B5"/>
    <w:rsid w:val="00E364A5"/>
    <w:pPr>
      <w:spacing w:after="0" w:line="240" w:lineRule="auto"/>
      <w:jc w:val="both"/>
    </w:pPr>
    <w:rPr>
      <w:rFonts w:ascii="Arial" w:eastAsia="Times New Roman" w:hAnsi="Arial" w:cs="Times New Roman"/>
      <w:sz w:val="20"/>
      <w:szCs w:val="20"/>
    </w:rPr>
  </w:style>
  <w:style w:type="paragraph" w:customStyle="1" w:styleId="757C57ABBA8148DAA69AFEA6FFBDA2FE5">
    <w:name w:val="757C57ABBA8148DAA69AFEA6FFBDA2FE5"/>
    <w:rsid w:val="00E364A5"/>
    <w:pPr>
      <w:spacing w:after="0" w:line="240" w:lineRule="auto"/>
      <w:jc w:val="both"/>
    </w:pPr>
    <w:rPr>
      <w:rFonts w:ascii="Arial" w:eastAsia="Times New Roman" w:hAnsi="Arial" w:cs="Times New Roman"/>
      <w:sz w:val="20"/>
      <w:szCs w:val="20"/>
    </w:rPr>
  </w:style>
  <w:style w:type="paragraph" w:customStyle="1" w:styleId="799AD3AFFB8D46629242EAEB1DA862C65">
    <w:name w:val="799AD3AFFB8D46629242EAEB1DA862C65"/>
    <w:rsid w:val="00E364A5"/>
    <w:pPr>
      <w:spacing w:after="0" w:line="240" w:lineRule="auto"/>
      <w:jc w:val="both"/>
    </w:pPr>
    <w:rPr>
      <w:rFonts w:ascii="Arial" w:eastAsia="Times New Roman" w:hAnsi="Arial" w:cs="Times New Roman"/>
      <w:sz w:val="20"/>
      <w:szCs w:val="20"/>
    </w:rPr>
  </w:style>
  <w:style w:type="paragraph" w:customStyle="1" w:styleId="A37B474BB6CE45AFBCD09DF6747BA4244">
    <w:name w:val="A37B474BB6CE45AFBCD09DF6747BA4244"/>
    <w:rsid w:val="00E364A5"/>
    <w:pPr>
      <w:spacing w:after="0" w:line="240" w:lineRule="auto"/>
      <w:jc w:val="both"/>
    </w:pPr>
    <w:rPr>
      <w:rFonts w:ascii="Arial" w:eastAsia="Times New Roman" w:hAnsi="Arial" w:cs="Times New Roman"/>
      <w:sz w:val="20"/>
      <w:szCs w:val="20"/>
    </w:rPr>
  </w:style>
  <w:style w:type="paragraph" w:customStyle="1" w:styleId="C9133DE7BE254369A3C4917415E81FCA4">
    <w:name w:val="C9133DE7BE254369A3C4917415E81FCA4"/>
    <w:rsid w:val="00E364A5"/>
    <w:pPr>
      <w:spacing w:after="0" w:line="240" w:lineRule="auto"/>
      <w:jc w:val="both"/>
    </w:pPr>
    <w:rPr>
      <w:rFonts w:ascii="Arial" w:eastAsia="Times New Roman" w:hAnsi="Arial" w:cs="Times New Roman"/>
      <w:sz w:val="20"/>
      <w:szCs w:val="20"/>
    </w:rPr>
  </w:style>
  <w:style w:type="paragraph" w:customStyle="1" w:styleId="9A42661CEA42406ABF91B2C6EE0A7BB17">
    <w:name w:val="9A42661CEA42406ABF91B2C6EE0A7BB17"/>
    <w:rsid w:val="00E364A5"/>
    <w:pPr>
      <w:spacing w:after="0" w:line="240" w:lineRule="auto"/>
      <w:jc w:val="both"/>
    </w:pPr>
    <w:rPr>
      <w:rFonts w:ascii="Arial" w:eastAsia="Times New Roman" w:hAnsi="Arial" w:cs="Times New Roman"/>
      <w:sz w:val="20"/>
      <w:szCs w:val="20"/>
    </w:rPr>
  </w:style>
  <w:style w:type="paragraph" w:customStyle="1" w:styleId="F0596E7F2F824DBB87DF5561757295B47">
    <w:name w:val="F0596E7F2F824DBB87DF5561757295B47"/>
    <w:rsid w:val="00E364A5"/>
    <w:pPr>
      <w:spacing w:after="0" w:line="240" w:lineRule="auto"/>
      <w:jc w:val="both"/>
    </w:pPr>
    <w:rPr>
      <w:rFonts w:ascii="Arial" w:eastAsia="Times New Roman" w:hAnsi="Arial" w:cs="Times New Roman"/>
      <w:sz w:val="20"/>
      <w:szCs w:val="20"/>
    </w:rPr>
  </w:style>
  <w:style w:type="paragraph" w:customStyle="1" w:styleId="9DF5FB4C977A406A9042035A015D11997">
    <w:name w:val="9DF5FB4C977A406A9042035A015D11997"/>
    <w:rsid w:val="00E364A5"/>
    <w:pPr>
      <w:spacing w:after="0" w:line="240" w:lineRule="auto"/>
      <w:jc w:val="both"/>
    </w:pPr>
    <w:rPr>
      <w:rFonts w:ascii="Arial" w:eastAsia="Times New Roman" w:hAnsi="Arial" w:cs="Times New Roman"/>
      <w:sz w:val="20"/>
      <w:szCs w:val="20"/>
    </w:rPr>
  </w:style>
  <w:style w:type="paragraph" w:customStyle="1" w:styleId="30D6C044B43A420C8F3C0981315757247">
    <w:name w:val="30D6C044B43A420C8F3C0981315757247"/>
    <w:rsid w:val="00E364A5"/>
    <w:pPr>
      <w:spacing w:after="0" w:line="240" w:lineRule="auto"/>
      <w:jc w:val="both"/>
    </w:pPr>
    <w:rPr>
      <w:rFonts w:ascii="Arial" w:eastAsia="Times New Roman" w:hAnsi="Arial" w:cs="Times New Roman"/>
      <w:sz w:val="20"/>
      <w:szCs w:val="20"/>
    </w:rPr>
  </w:style>
  <w:style w:type="paragraph" w:customStyle="1" w:styleId="AED8C692EE3D441E86CB4B85405AE57E7">
    <w:name w:val="AED8C692EE3D441E86CB4B85405AE57E7"/>
    <w:rsid w:val="00E364A5"/>
    <w:pPr>
      <w:spacing w:after="0" w:line="240" w:lineRule="auto"/>
      <w:jc w:val="both"/>
    </w:pPr>
    <w:rPr>
      <w:rFonts w:ascii="Arial" w:eastAsia="Times New Roman" w:hAnsi="Arial" w:cs="Times New Roman"/>
      <w:sz w:val="20"/>
      <w:szCs w:val="20"/>
    </w:rPr>
  </w:style>
  <w:style w:type="paragraph" w:customStyle="1" w:styleId="8A24D9250384498B9356B49C7ABB7AE67">
    <w:name w:val="8A24D9250384498B9356B49C7ABB7AE67"/>
    <w:rsid w:val="00E364A5"/>
    <w:pPr>
      <w:spacing w:after="0" w:line="240" w:lineRule="auto"/>
      <w:jc w:val="both"/>
    </w:pPr>
    <w:rPr>
      <w:rFonts w:ascii="Arial" w:eastAsia="Times New Roman" w:hAnsi="Arial" w:cs="Times New Roman"/>
      <w:sz w:val="20"/>
      <w:szCs w:val="20"/>
    </w:rPr>
  </w:style>
  <w:style w:type="paragraph" w:customStyle="1" w:styleId="11A99A238EED43FCA64CB3F7A505E23C7">
    <w:name w:val="11A99A238EED43FCA64CB3F7A505E23C7"/>
    <w:rsid w:val="00E364A5"/>
    <w:pPr>
      <w:spacing w:after="0" w:line="240" w:lineRule="auto"/>
      <w:jc w:val="both"/>
    </w:pPr>
    <w:rPr>
      <w:rFonts w:ascii="Arial" w:eastAsia="Times New Roman" w:hAnsi="Arial" w:cs="Times New Roman"/>
      <w:sz w:val="20"/>
      <w:szCs w:val="20"/>
    </w:rPr>
  </w:style>
  <w:style w:type="paragraph" w:customStyle="1" w:styleId="4537D621A60342FF87E210BB0DB95BB57">
    <w:name w:val="4537D621A60342FF87E210BB0DB95BB57"/>
    <w:rsid w:val="00E364A5"/>
    <w:pPr>
      <w:spacing w:after="0" w:line="240" w:lineRule="auto"/>
      <w:jc w:val="both"/>
    </w:pPr>
    <w:rPr>
      <w:rFonts w:ascii="Arial" w:eastAsia="Times New Roman" w:hAnsi="Arial" w:cs="Times New Roman"/>
      <w:sz w:val="20"/>
      <w:szCs w:val="20"/>
    </w:rPr>
  </w:style>
  <w:style w:type="paragraph" w:customStyle="1" w:styleId="562691E012CC4B56A9F121D7DF69C0F77">
    <w:name w:val="562691E012CC4B56A9F121D7DF69C0F77"/>
    <w:rsid w:val="00E364A5"/>
    <w:pPr>
      <w:spacing w:after="0" w:line="240" w:lineRule="auto"/>
      <w:jc w:val="both"/>
    </w:pPr>
    <w:rPr>
      <w:rFonts w:ascii="Arial" w:eastAsia="Times New Roman" w:hAnsi="Arial" w:cs="Times New Roman"/>
      <w:sz w:val="20"/>
      <w:szCs w:val="20"/>
    </w:rPr>
  </w:style>
  <w:style w:type="paragraph" w:customStyle="1" w:styleId="488CAE8C84C14FCD827F828007869BCA7">
    <w:name w:val="488CAE8C84C14FCD827F828007869BCA7"/>
    <w:rsid w:val="00E364A5"/>
    <w:pPr>
      <w:spacing w:after="0" w:line="240" w:lineRule="auto"/>
      <w:jc w:val="both"/>
    </w:pPr>
    <w:rPr>
      <w:rFonts w:ascii="Arial" w:eastAsia="Times New Roman" w:hAnsi="Arial" w:cs="Times New Roman"/>
      <w:sz w:val="20"/>
      <w:szCs w:val="20"/>
    </w:rPr>
  </w:style>
  <w:style w:type="paragraph" w:customStyle="1" w:styleId="3914BCA258324709B32F687456E2FF5A7">
    <w:name w:val="3914BCA258324709B32F687456E2FF5A7"/>
    <w:rsid w:val="00E364A5"/>
    <w:pPr>
      <w:spacing w:after="0" w:line="240" w:lineRule="auto"/>
      <w:jc w:val="both"/>
    </w:pPr>
    <w:rPr>
      <w:rFonts w:ascii="Arial" w:eastAsia="Times New Roman" w:hAnsi="Arial" w:cs="Times New Roman"/>
      <w:sz w:val="20"/>
      <w:szCs w:val="20"/>
    </w:rPr>
  </w:style>
  <w:style w:type="paragraph" w:customStyle="1" w:styleId="15B553FDB2BC4FB7A30683300CEEBA497">
    <w:name w:val="15B553FDB2BC4FB7A30683300CEEBA497"/>
    <w:rsid w:val="00E364A5"/>
    <w:pPr>
      <w:spacing w:after="0" w:line="240" w:lineRule="auto"/>
      <w:jc w:val="both"/>
    </w:pPr>
    <w:rPr>
      <w:rFonts w:ascii="Arial" w:eastAsia="Times New Roman" w:hAnsi="Arial" w:cs="Times New Roman"/>
      <w:sz w:val="20"/>
      <w:szCs w:val="20"/>
    </w:rPr>
  </w:style>
  <w:style w:type="paragraph" w:customStyle="1" w:styleId="2DDEB623C4D44D849F97BB1B6F1A99C97">
    <w:name w:val="2DDEB623C4D44D849F97BB1B6F1A99C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7">
    <w:name w:val="326FB2B06959462C8BC5C9AE693EEE2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7">
    <w:name w:val="962E1BFED5D7495C85919124A1D397AE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7">
    <w:name w:val="3EC9144ED68A4B3295718FC2535E6227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7">
    <w:name w:val="82DA6F9416B24C9A88190E8411647BB7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7">
    <w:name w:val="84C10B8C708D4D0CAE41230549E882E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7">
    <w:name w:val="761516C4B0FE4A44ADF7B97593C491E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7">
    <w:name w:val="96C246E6445C458FBC4CF04A8D8FC444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7">
    <w:name w:val="E71B35863BC448CA9102EFA03CC5406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7">
    <w:name w:val="25081AAE17A4460EAC76C30E9037A53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7">
    <w:name w:val="2342F6B1BDB6429DB0EDAFF8701EF81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7">
    <w:name w:val="A1EB1837619843CBADDC9E2A06C45B61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7">
    <w:name w:val="5D9D9CF80B624FFBB9F2CE5B86D7CB5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7">
    <w:name w:val="938DE67C67F849AE812186C35EDFB8E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7">
    <w:name w:val="57EAE4AC7C0640C7B6187A01F778AE7E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7">
    <w:name w:val="6C9A32874AAA4F9D88FC6CC9EF7544B57"/>
    <w:rsid w:val="00E364A5"/>
    <w:pPr>
      <w:spacing w:after="0" w:line="240" w:lineRule="auto"/>
      <w:jc w:val="both"/>
    </w:pPr>
    <w:rPr>
      <w:rFonts w:ascii="Arial" w:eastAsia="Times New Roman" w:hAnsi="Arial" w:cs="Times New Roman"/>
      <w:sz w:val="20"/>
      <w:szCs w:val="20"/>
    </w:rPr>
  </w:style>
  <w:style w:type="paragraph" w:customStyle="1" w:styleId="B25E12CC50204EE3955D1AC7F2B266FB6">
    <w:name w:val="B25E12CC50204EE3955D1AC7F2B266FB6"/>
    <w:rsid w:val="00E364A5"/>
    <w:pPr>
      <w:spacing w:after="0" w:line="240" w:lineRule="auto"/>
      <w:jc w:val="both"/>
    </w:pPr>
    <w:rPr>
      <w:rFonts w:ascii="Arial" w:eastAsia="Times New Roman" w:hAnsi="Arial" w:cs="Times New Roman"/>
      <w:sz w:val="20"/>
      <w:szCs w:val="20"/>
    </w:rPr>
  </w:style>
  <w:style w:type="paragraph" w:customStyle="1" w:styleId="2BA5B03DA626405084075CAAEEFE7C4B6">
    <w:name w:val="2BA5B03DA626405084075CAAEEFE7C4B6"/>
    <w:rsid w:val="00E364A5"/>
    <w:pPr>
      <w:spacing w:after="0" w:line="240" w:lineRule="auto"/>
      <w:jc w:val="both"/>
    </w:pPr>
    <w:rPr>
      <w:rFonts w:ascii="Arial" w:eastAsia="Times New Roman" w:hAnsi="Arial" w:cs="Times New Roman"/>
      <w:sz w:val="20"/>
      <w:szCs w:val="20"/>
    </w:rPr>
  </w:style>
  <w:style w:type="paragraph" w:customStyle="1" w:styleId="757C57ABBA8148DAA69AFEA6FFBDA2FE6">
    <w:name w:val="757C57ABBA8148DAA69AFEA6FFBDA2FE6"/>
    <w:rsid w:val="00E364A5"/>
    <w:pPr>
      <w:spacing w:after="0" w:line="240" w:lineRule="auto"/>
      <w:jc w:val="both"/>
    </w:pPr>
    <w:rPr>
      <w:rFonts w:ascii="Arial" w:eastAsia="Times New Roman" w:hAnsi="Arial" w:cs="Times New Roman"/>
      <w:sz w:val="20"/>
      <w:szCs w:val="20"/>
    </w:rPr>
  </w:style>
  <w:style w:type="paragraph" w:customStyle="1" w:styleId="799AD3AFFB8D46629242EAEB1DA862C66">
    <w:name w:val="799AD3AFFB8D46629242EAEB1DA862C66"/>
    <w:rsid w:val="00E364A5"/>
    <w:pPr>
      <w:spacing w:after="0" w:line="240" w:lineRule="auto"/>
      <w:jc w:val="both"/>
    </w:pPr>
    <w:rPr>
      <w:rFonts w:ascii="Arial" w:eastAsia="Times New Roman" w:hAnsi="Arial" w:cs="Times New Roman"/>
      <w:sz w:val="20"/>
      <w:szCs w:val="20"/>
    </w:rPr>
  </w:style>
  <w:style w:type="paragraph" w:customStyle="1" w:styleId="A37B474BB6CE45AFBCD09DF6747BA4245">
    <w:name w:val="A37B474BB6CE45AFBCD09DF6747BA4245"/>
    <w:rsid w:val="00E364A5"/>
    <w:pPr>
      <w:spacing w:after="0" w:line="240" w:lineRule="auto"/>
      <w:jc w:val="both"/>
    </w:pPr>
    <w:rPr>
      <w:rFonts w:ascii="Arial" w:eastAsia="Times New Roman" w:hAnsi="Arial" w:cs="Times New Roman"/>
      <w:sz w:val="20"/>
      <w:szCs w:val="20"/>
    </w:rPr>
  </w:style>
  <w:style w:type="paragraph" w:customStyle="1" w:styleId="C9133DE7BE254369A3C4917415E81FCA5">
    <w:name w:val="C9133DE7BE254369A3C4917415E81FCA5"/>
    <w:rsid w:val="00E364A5"/>
    <w:pPr>
      <w:spacing w:after="0" w:line="240" w:lineRule="auto"/>
      <w:jc w:val="both"/>
    </w:pPr>
    <w:rPr>
      <w:rFonts w:ascii="Arial" w:eastAsia="Times New Roman" w:hAnsi="Arial" w:cs="Times New Roman"/>
      <w:sz w:val="20"/>
      <w:szCs w:val="20"/>
    </w:rPr>
  </w:style>
  <w:style w:type="paragraph" w:customStyle="1" w:styleId="9A42661CEA42406ABF91B2C6EE0A7BB18">
    <w:name w:val="9A42661CEA42406ABF91B2C6EE0A7BB18"/>
    <w:rsid w:val="00E364A5"/>
    <w:pPr>
      <w:spacing w:after="0" w:line="240" w:lineRule="auto"/>
      <w:jc w:val="both"/>
    </w:pPr>
    <w:rPr>
      <w:rFonts w:ascii="Arial" w:eastAsia="Times New Roman" w:hAnsi="Arial" w:cs="Times New Roman"/>
      <w:sz w:val="20"/>
      <w:szCs w:val="20"/>
    </w:rPr>
  </w:style>
  <w:style w:type="paragraph" w:customStyle="1" w:styleId="F0596E7F2F824DBB87DF5561757295B48">
    <w:name w:val="F0596E7F2F824DBB87DF5561757295B48"/>
    <w:rsid w:val="00E364A5"/>
    <w:pPr>
      <w:spacing w:after="0" w:line="240" w:lineRule="auto"/>
      <w:jc w:val="both"/>
    </w:pPr>
    <w:rPr>
      <w:rFonts w:ascii="Arial" w:eastAsia="Times New Roman" w:hAnsi="Arial" w:cs="Times New Roman"/>
      <w:sz w:val="20"/>
      <w:szCs w:val="20"/>
    </w:rPr>
  </w:style>
  <w:style w:type="paragraph" w:customStyle="1" w:styleId="9DF5FB4C977A406A9042035A015D11998">
    <w:name w:val="9DF5FB4C977A406A9042035A015D11998"/>
    <w:rsid w:val="00E364A5"/>
    <w:pPr>
      <w:spacing w:after="0" w:line="240" w:lineRule="auto"/>
      <w:jc w:val="both"/>
    </w:pPr>
    <w:rPr>
      <w:rFonts w:ascii="Arial" w:eastAsia="Times New Roman" w:hAnsi="Arial" w:cs="Times New Roman"/>
      <w:sz w:val="20"/>
      <w:szCs w:val="20"/>
    </w:rPr>
  </w:style>
  <w:style w:type="paragraph" w:customStyle="1" w:styleId="30D6C044B43A420C8F3C0981315757248">
    <w:name w:val="30D6C044B43A420C8F3C0981315757248"/>
    <w:rsid w:val="00E364A5"/>
    <w:pPr>
      <w:spacing w:after="0" w:line="240" w:lineRule="auto"/>
      <w:jc w:val="both"/>
    </w:pPr>
    <w:rPr>
      <w:rFonts w:ascii="Arial" w:eastAsia="Times New Roman" w:hAnsi="Arial" w:cs="Times New Roman"/>
      <w:sz w:val="20"/>
      <w:szCs w:val="20"/>
    </w:rPr>
  </w:style>
  <w:style w:type="paragraph" w:customStyle="1" w:styleId="AED8C692EE3D441E86CB4B85405AE57E8">
    <w:name w:val="AED8C692EE3D441E86CB4B85405AE57E8"/>
    <w:rsid w:val="00E364A5"/>
    <w:pPr>
      <w:spacing w:after="0" w:line="240" w:lineRule="auto"/>
      <w:jc w:val="both"/>
    </w:pPr>
    <w:rPr>
      <w:rFonts w:ascii="Arial" w:eastAsia="Times New Roman" w:hAnsi="Arial" w:cs="Times New Roman"/>
      <w:sz w:val="20"/>
      <w:szCs w:val="20"/>
    </w:rPr>
  </w:style>
  <w:style w:type="paragraph" w:customStyle="1" w:styleId="8A24D9250384498B9356B49C7ABB7AE68">
    <w:name w:val="8A24D9250384498B9356B49C7ABB7AE68"/>
    <w:rsid w:val="00E364A5"/>
    <w:pPr>
      <w:spacing w:after="0" w:line="240" w:lineRule="auto"/>
      <w:jc w:val="both"/>
    </w:pPr>
    <w:rPr>
      <w:rFonts w:ascii="Arial" w:eastAsia="Times New Roman" w:hAnsi="Arial" w:cs="Times New Roman"/>
      <w:sz w:val="20"/>
      <w:szCs w:val="20"/>
    </w:rPr>
  </w:style>
  <w:style w:type="paragraph" w:customStyle="1" w:styleId="11A99A238EED43FCA64CB3F7A505E23C8">
    <w:name w:val="11A99A238EED43FCA64CB3F7A505E23C8"/>
    <w:rsid w:val="00E364A5"/>
    <w:pPr>
      <w:spacing w:after="0" w:line="240" w:lineRule="auto"/>
      <w:jc w:val="both"/>
    </w:pPr>
    <w:rPr>
      <w:rFonts w:ascii="Arial" w:eastAsia="Times New Roman" w:hAnsi="Arial" w:cs="Times New Roman"/>
      <w:sz w:val="20"/>
      <w:szCs w:val="20"/>
    </w:rPr>
  </w:style>
  <w:style w:type="paragraph" w:customStyle="1" w:styleId="4537D621A60342FF87E210BB0DB95BB58">
    <w:name w:val="4537D621A60342FF87E210BB0DB95BB58"/>
    <w:rsid w:val="00E364A5"/>
    <w:pPr>
      <w:spacing w:after="0" w:line="240" w:lineRule="auto"/>
      <w:jc w:val="both"/>
    </w:pPr>
    <w:rPr>
      <w:rFonts w:ascii="Arial" w:eastAsia="Times New Roman" w:hAnsi="Arial" w:cs="Times New Roman"/>
      <w:sz w:val="20"/>
      <w:szCs w:val="20"/>
    </w:rPr>
  </w:style>
  <w:style w:type="paragraph" w:customStyle="1" w:styleId="562691E012CC4B56A9F121D7DF69C0F78">
    <w:name w:val="562691E012CC4B56A9F121D7DF69C0F78"/>
    <w:rsid w:val="00E364A5"/>
    <w:pPr>
      <w:spacing w:after="0" w:line="240" w:lineRule="auto"/>
      <w:jc w:val="both"/>
    </w:pPr>
    <w:rPr>
      <w:rFonts w:ascii="Arial" w:eastAsia="Times New Roman" w:hAnsi="Arial" w:cs="Times New Roman"/>
      <w:sz w:val="20"/>
      <w:szCs w:val="20"/>
    </w:rPr>
  </w:style>
  <w:style w:type="paragraph" w:customStyle="1" w:styleId="488CAE8C84C14FCD827F828007869BCA8">
    <w:name w:val="488CAE8C84C14FCD827F828007869BCA8"/>
    <w:rsid w:val="00E364A5"/>
    <w:pPr>
      <w:spacing w:after="0" w:line="240" w:lineRule="auto"/>
      <w:jc w:val="both"/>
    </w:pPr>
    <w:rPr>
      <w:rFonts w:ascii="Arial" w:eastAsia="Times New Roman" w:hAnsi="Arial" w:cs="Times New Roman"/>
      <w:sz w:val="20"/>
      <w:szCs w:val="20"/>
    </w:rPr>
  </w:style>
  <w:style w:type="paragraph" w:customStyle="1" w:styleId="3914BCA258324709B32F687456E2FF5A8">
    <w:name w:val="3914BCA258324709B32F687456E2FF5A8"/>
    <w:rsid w:val="00E364A5"/>
    <w:pPr>
      <w:spacing w:after="0" w:line="240" w:lineRule="auto"/>
      <w:jc w:val="both"/>
    </w:pPr>
    <w:rPr>
      <w:rFonts w:ascii="Arial" w:eastAsia="Times New Roman" w:hAnsi="Arial" w:cs="Times New Roman"/>
      <w:sz w:val="20"/>
      <w:szCs w:val="20"/>
    </w:rPr>
  </w:style>
  <w:style w:type="paragraph" w:customStyle="1" w:styleId="15B553FDB2BC4FB7A30683300CEEBA498">
    <w:name w:val="15B553FDB2BC4FB7A30683300CEEBA498"/>
    <w:rsid w:val="00E364A5"/>
    <w:pPr>
      <w:spacing w:after="0" w:line="240" w:lineRule="auto"/>
      <w:jc w:val="both"/>
    </w:pPr>
    <w:rPr>
      <w:rFonts w:ascii="Arial" w:eastAsia="Times New Roman" w:hAnsi="Arial" w:cs="Times New Roman"/>
      <w:sz w:val="20"/>
      <w:szCs w:val="20"/>
    </w:rPr>
  </w:style>
  <w:style w:type="paragraph" w:customStyle="1" w:styleId="2DDEB623C4D44D849F97BB1B6F1A99C98">
    <w:name w:val="2DDEB623C4D44D849F97BB1B6F1A99C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8">
    <w:name w:val="326FB2B06959462C8BC5C9AE693EEE2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8">
    <w:name w:val="962E1BFED5D7495C85919124A1D397AE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8">
    <w:name w:val="3EC9144ED68A4B3295718FC2535E6227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8">
    <w:name w:val="82DA6F9416B24C9A88190E8411647BB7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8">
    <w:name w:val="84C10B8C708D4D0CAE41230549E882E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8">
    <w:name w:val="761516C4B0FE4A44ADF7B97593C491E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8">
    <w:name w:val="96C246E6445C458FBC4CF04A8D8FC444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8">
    <w:name w:val="E71B35863BC448CA9102EFA03CC5406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8">
    <w:name w:val="25081AAE17A4460EAC76C30E9037A53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8">
    <w:name w:val="2342F6B1BDB6429DB0EDAFF8701EF81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8">
    <w:name w:val="A1EB1837619843CBADDC9E2A06C45B61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8">
    <w:name w:val="5D9D9CF80B624FFBB9F2CE5B86D7CB5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8">
    <w:name w:val="938DE67C67F849AE812186C35EDFB8E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8">
    <w:name w:val="57EAE4AC7C0640C7B6187A01F778AE7E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0128630D144148A386D411B67872EBB9">
    <w:name w:val="0128630D144148A386D411B67872EBB9"/>
    <w:rsid w:val="002615C8"/>
  </w:style>
  <w:style w:type="paragraph" w:customStyle="1" w:styleId="90599B3DFDD94E5F9C908700D584848F">
    <w:name w:val="90599B3DFDD94E5F9C908700D584848F"/>
    <w:rsid w:val="002615C8"/>
  </w:style>
  <w:style w:type="paragraph" w:customStyle="1" w:styleId="ED58AC562D73451AB2D76E441B406140">
    <w:name w:val="ED58AC562D73451AB2D76E441B406140"/>
    <w:rsid w:val="002615C8"/>
  </w:style>
  <w:style w:type="paragraph" w:customStyle="1" w:styleId="54843687C5924089B629C21AE9CF300B">
    <w:name w:val="54843687C5924089B629C21AE9CF300B"/>
    <w:rsid w:val="00AA5B36"/>
  </w:style>
  <w:style w:type="paragraph" w:customStyle="1" w:styleId="2883F16DEC3F4CE1A785CEC6FF96FA84">
    <w:name w:val="2883F16DEC3F4CE1A785CEC6FF96FA84"/>
    <w:rsid w:val="00AA5B36"/>
  </w:style>
  <w:style w:type="paragraph" w:customStyle="1" w:styleId="5688AACB46634ED282DA65072308A874">
    <w:name w:val="5688AACB46634ED282DA65072308A874"/>
    <w:rsid w:val="00AA5B36"/>
  </w:style>
  <w:style w:type="paragraph" w:customStyle="1" w:styleId="81ED8F902938417C831A44353BDB0125">
    <w:name w:val="81ED8F902938417C831A44353BDB0125"/>
    <w:rsid w:val="00AA5B36"/>
  </w:style>
  <w:style w:type="paragraph" w:customStyle="1" w:styleId="B3575D24E33441A88E6269B97E6EC253">
    <w:name w:val="B3575D24E33441A88E6269B97E6EC253"/>
    <w:rsid w:val="00AA5B36"/>
  </w:style>
  <w:style w:type="paragraph" w:customStyle="1" w:styleId="8CCA156F2E3445BA95ED4D0FEC19F7F1">
    <w:name w:val="8CCA156F2E3445BA95ED4D0FEC19F7F1"/>
    <w:rsid w:val="00AA5B36"/>
  </w:style>
  <w:style w:type="paragraph" w:customStyle="1" w:styleId="D379F7F68DF845A281435AE47F7EE8C6">
    <w:name w:val="D379F7F68DF845A281435AE47F7EE8C6"/>
    <w:rsid w:val="00AA5B36"/>
  </w:style>
  <w:style w:type="paragraph" w:customStyle="1" w:styleId="6332E4C85D04481E8B7B62717502E900">
    <w:name w:val="6332E4C85D04481E8B7B62717502E900"/>
    <w:rsid w:val="002B60F4"/>
  </w:style>
  <w:style w:type="paragraph" w:customStyle="1" w:styleId="8D6B318666174B0C9E51489DC4518E2A">
    <w:name w:val="8D6B318666174B0C9E51489DC4518E2A"/>
    <w:rsid w:val="002B60F4"/>
  </w:style>
  <w:style w:type="paragraph" w:customStyle="1" w:styleId="6591AEA6196C41A18336454A93493682">
    <w:name w:val="6591AEA6196C41A18336454A93493682"/>
    <w:rsid w:val="002B60F4"/>
  </w:style>
  <w:style w:type="paragraph" w:customStyle="1" w:styleId="8C8657A4966941EDA8205A2E195F7039">
    <w:name w:val="8C8657A4966941EDA8205A2E195F7039"/>
    <w:rsid w:val="002B60F4"/>
  </w:style>
  <w:style w:type="paragraph" w:customStyle="1" w:styleId="8B5DA2F9C7604F62A8B50905547A3E23">
    <w:name w:val="8B5DA2F9C7604F62A8B50905547A3E23"/>
    <w:rsid w:val="002B60F4"/>
  </w:style>
  <w:style w:type="paragraph" w:customStyle="1" w:styleId="4C7C9414D1A241F3AD521F9973C43D03">
    <w:name w:val="4C7C9414D1A241F3AD521F9973C43D03"/>
    <w:rsid w:val="003E1285"/>
  </w:style>
  <w:style w:type="paragraph" w:customStyle="1" w:styleId="8D6B318666174B0C9E51489DC4518E2A1">
    <w:name w:val="8D6B318666174B0C9E51489DC4518E2A1"/>
    <w:rsid w:val="009B45BF"/>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1">
    <w:name w:val="6591AEA6196C41A18336454A934936821"/>
    <w:rsid w:val="009B45BF"/>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1">
    <w:name w:val="8C8657A4966941EDA8205A2E195F70391"/>
    <w:rsid w:val="009B45BF"/>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1">
    <w:name w:val="4C7C9414D1A241F3AD521F9973C43D031"/>
    <w:rsid w:val="009B45BF"/>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8">
    <w:name w:val="6C9A32874AAA4F9D88FC6CC9EF7544B58"/>
    <w:rsid w:val="009B45BF"/>
    <w:pPr>
      <w:spacing w:after="0" w:line="240" w:lineRule="auto"/>
      <w:jc w:val="both"/>
    </w:pPr>
    <w:rPr>
      <w:rFonts w:ascii="Arial" w:eastAsia="Times New Roman" w:hAnsi="Arial" w:cs="Times New Roman"/>
      <w:sz w:val="20"/>
      <w:szCs w:val="20"/>
    </w:rPr>
  </w:style>
  <w:style w:type="paragraph" w:customStyle="1" w:styleId="B25E12CC50204EE3955D1AC7F2B266FB7">
    <w:name w:val="B25E12CC50204EE3955D1AC7F2B266FB7"/>
    <w:rsid w:val="009B45BF"/>
    <w:pPr>
      <w:spacing w:after="0" w:line="240" w:lineRule="auto"/>
      <w:jc w:val="both"/>
    </w:pPr>
    <w:rPr>
      <w:rFonts w:ascii="Arial" w:eastAsia="Times New Roman" w:hAnsi="Arial" w:cs="Times New Roman"/>
      <w:sz w:val="20"/>
      <w:szCs w:val="20"/>
    </w:rPr>
  </w:style>
  <w:style w:type="paragraph" w:customStyle="1" w:styleId="2BA5B03DA626405084075CAAEEFE7C4B7">
    <w:name w:val="2BA5B03DA626405084075CAAEEFE7C4B7"/>
    <w:rsid w:val="009B45BF"/>
    <w:pPr>
      <w:spacing w:after="0" w:line="240" w:lineRule="auto"/>
      <w:jc w:val="both"/>
    </w:pPr>
    <w:rPr>
      <w:rFonts w:ascii="Arial" w:eastAsia="Times New Roman" w:hAnsi="Arial" w:cs="Times New Roman"/>
      <w:sz w:val="20"/>
      <w:szCs w:val="20"/>
    </w:rPr>
  </w:style>
  <w:style w:type="paragraph" w:customStyle="1" w:styleId="757C57ABBA8148DAA69AFEA6FFBDA2FE7">
    <w:name w:val="757C57ABBA8148DAA69AFEA6FFBDA2FE7"/>
    <w:rsid w:val="009B45BF"/>
    <w:pPr>
      <w:spacing w:after="0" w:line="240" w:lineRule="auto"/>
      <w:jc w:val="both"/>
    </w:pPr>
    <w:rPr>
      <w:rFonts w:ascii="Arial" w:eastAsia="Times New Roman" w:hAnsi="Arial" w:cs="Times New Roman"/>
      <w:sz w:val="20"/>
      <w:szCs w:val="20"/>
    </w:rPr>
  </w:style>
  <w:style w:type="paragraph" w:customStyle="1" w:styleId="034B30FEEDF74F87A0AA4DC46CF6E01E1">
    <w:name w:val="034B30FEEDF74F87A0AA4DC46CF6E01E1"/>
    <w:rsid w:val="009B45BF"/>
    <w:pPr>
      <w:spacing w:after="0" w:line="240" w:lineRule="auto"/>
      <w:jc w:val="both"/>
    </w:pPr>
    <w:rPr>
      <w:rFonts w:ascii="Arial" w:eastAsia="Times New Roman" w:hAnsi="Arial" w:cs="Times New Roman"/>
      <w:sz w:val="20"/>
      <w:szCs w:val="20"/>
    </w:rPr>
  </w:style>
  <w:style w:type="paragraph" w:customStyle="1" w:styleId="799AD3AFFB8D46629242EAEB1DA862C67">
    <w:name w:val="799AD3AFFB8D46629242EAEB1DA862C67"/>
    <w:rsid w:val="009B45BF"/>
    <w:pPr>
      <w:spacing w:after="0" w:line="240" w:lineRule="auto"/>
      <w:jc w:val="both"/>
    </w:pPr>
    <w:rPr>
      <w:rFonts w:ascii="Arial" w:eastAsia="Times New Roman" w:hAnsi="Arial" w:cs="Times New Roman"/>
      <w:sz w:val="20"/>
      <w:szCs w:val="20"/>
    </w:rPr>
  </w:style>
  <w:style w:type="paragraph" w:customStyle="1" w:styleId="A2CC454BAA0447C58BD0D1C2977391801">
    <w:name w:val="A2CC454BAA0447C58BD0D1C2977391801"/>
    <w:rsid w:val="009B45BF"/>
    <w:pPr>
      <w:spacing w:after="0" w:line="240" w:lineRule="auto"/>
      <w:jc w:val="both"/>
    </w:pPr>
    <w:rPr>
      <w:rFonts w:ascii="Arial" w:eastAsia="Times New Roman" w:hAnsi="Arial" w:cs="Times New Roman"/>
      <w:sz w:val="20"/>
      <w:szCs w:val="20"/>
    </w:rPr>
  </w:style>
  <w:style w:type="paragraph" w:customStyle="1" w:styleId="A37B474BB6CE45AFBCD09DF6747BA4246">
    <w:name w:val="A37B474BB6CE45AFBCD09DF6747BA4246"/>
    <w:rsid w:val="009B45BF"/>
    <w:pPr>
      <w:spacing w:after="0" w:line="240" w:lineRule="auto"/>
      <w:jc w:val="both"/>
    </w:pPr>
    <w:rPr>
      <w:rFonts w:ascii="Arial" w:eastAsia="Times New Roman" w:hAnsi="Arial" w:cs="Times New Roman"/>
      <w:sz w:val="20"/>
      <w:szCs w:val="20"/>
    </w:rPr>
  </w:style>
  <w:style w:type="paragraph" w:customStyle="1" w:styleId="17C5803909FF43CC811BB052BA2981031">
    <w:name w:val="17C5803909FF43CC811BB052BA2981031"/>
    <w:rsid w:val="009B45BF"/>
    <w:pPr>
      <w:spacing w:after="0" w:line="240" w:lineRule="auto"/>
      <w:jc w:val="both"/>
    </w:pPr>
    <w:rPr>
      <w:rFonts w:ascii="Arial" w:eastAsia="Times New Roman" w:hAnsi="Arial" w:cs="Times New Roman"/>
      <w:sz w:val="20"/>
      <w:szCs w:val="20"/>
    </w:rPr>
  </w:style>
  <w:style w:type="paragraph" w:customStyle="1" w:styleId="CB96B46A26F8498693197420B7DA6E651">
    <w:name w:val="CB96B46A26F8498693197420B7DA6E651"/>
    <w:rsid w:val="009B45BF"/>
    <w:pPr>
      <w:spacing w:after="0" w:line="240" w:lineRule="auto"/>
      <w:jc w:val="both"/>
    </w:pPr>
    <w:rPr>
      <w:rFonts w:ascii="Arial" w:eastAsia="Times New Roman" w:hAnsi="Arial" w:cs="Times New Roman"/>
      <w:sz w:val="20"/>
      <w:szCs w:val="20"/>
    </w:rPr>
  </w:style>
  <w:style w:type="paragraph" w:customStyle="1" w:styleId="0893FF39259F4E09AA92456DDC9DA4E71">
    <w:name w:val="0893FF39259F4E09AA92456DDC9DA4E71"/>
    <w:rsid w:val="009B45BF"/>
    <w:pPr>
      <w:spacing w:after="0" w:line="240" w:lineRule="auto"/>
      <w:jc w:val="both"/>
    </w:pPr>
    <w:rPr>
      <w:rFonts w:ascii="Arial" w:eastAsia="Times New Roman" w:hAnsi="Arial" w:cs="Times New Roman"/>
      <w:sz w:val="20"/>
      <w:szCs w:val="20"/>
    </w:rPr>
  </w:style>
  <w:style w:type="paragraph" w:customStyle="1" w:styleId="B752C9F178094B1FBB25C08CCAA76E0A1">
    <w:name w:val="B752C9F178094B1FBB25C08CCAA76E0A1"/>
    <w:rsid w:val="009B45BF"/>
    <w:pPr>
      <w:spacing w:after="0" w:line="240" w:lineRule="auto"/>
      <w:jc w:val="both"/>
    </w:pPr>
    <w:rPr>
      <w:rFonts w:ascii="Arial" w:eastAsia="Times New Roman" w:hAnsi="Arial" w:cs="Times New Roman"/>
      <w:sz w:val="20"/>
      <w:szCs w:val="20"/>
    </w:rPr>
  </w:style>
  <w:style w:type="paragraph" w:customStyle="1" w:styleId="AC74664DE2054B1787EADD54FD67B9EF1">
    <w:name w:val="AC74664DE2054B1787EADD54FD67B9EF1"/>
    <w:rsid w:val="009B45BF"/>
    <w:pPr>
      <w:spacing w:after="0" w:line="240" w:lineRule="auto"/>
      <w:jc w:val="both"/>
    </w:pPr>
    <w:rPr>
      <w:rFonts w:ascii="Arial" w:eastAsia="Times New Roman" w:hAnsi="Arial" w:cs="Times New Roman"/>
      <w:sz w:val="20"/>
      <w:szCs w:val="20"/>
    </w:rPr>
  </w:style>
  <w:style w:type="paragraph" w:customStyle="1" w:styleId="C9133DE7BE254369A3C4917415E81FCA6">
    <w:name w:val="C9133DE7BE254369A3C4917415E81FCA6"/>
    <w:rsid w:val="009B45BF"/>
    <w:pPr>
      <w:spacing w:after="0" w:line="240" w:lineRule="auto"/>
      <w:jc w:val="both"/>
    </w:pPr>
    <w:rPr>
      <w:rFonts w:ascii="Arial" w:eastAsia="Times New Roman" w:hAnsi="Arial" w:cs="Times New Roman"/>
      <w:sz w:val="20"/>
      <w:szCs w:val="20"/>
    </w:rPr>
  </w:style>
  <w:style w:type="paragraph" w:customStyle="1" w:styleId="1602CA1FA03240FF9EDD2C7D6636520C1">
    <w:name w:val="1602CA1FA03240FF9EDD2C7D6636520C1"/>
    <w:rsid w:val="009B45BF"/>
    <w:pPr>
      <w:spacing w:after="0" w:line="240" w:lineRule="auto"/>
      <w:jc w:val="both"/>
    </w:pPr>
    <w:rPr>
      <w:rFonts w:ascii="Arial" w:eastAsia="Times New Roman" w:hAnsi="Arial" w:cs="Times New Roman"/>
      <w:sz w:val="20"/>
      <w:szCs w:val="20"/>
    </w:rPr>
  </w:style>
  <w:style w:type="paragraph" w:customStyle="1" w:styleId="DCA6BED40FAC4A67877E022C761E16A41">
    <w:name w:val="DCA6BED40FAC4A67877E022C761E16A41"/>
    <w:rsid w:val="009B45BF"/>
    <w:pPr>
      <w:spacing w:after="0" w:line="240" w:lineRule="auto"/>
      <w:jc w:val="both"/>
    </w:pPr>
    <w:rPr>
      <w:rFonts w:ascii="Arial" w:eastAsia="Times New Roman" w:hAnsi="Arial" w:cs="Times New Roman"/>
      <w:sz w:val="20"/>
      <w:szCs w:val="20"/>
    </w:rPr>
  </w:style>
  <w:style w:type="paragraph" w:customStyle="1" w:styleId="78D8B9FC74934964990826F4E4A393A51">
    <w:name w:val="78D8B9FC74934964990826F4E4A393A51"/>
    <w:rsid w:val="009B45BF"/>
    <w:pPr>
      <w:spacing w:after="0" w:line="240" w:lineRule="auto"/>
      <w:jc w:val="both"/>
    </w:pPr>
    <w:rPr>
      <w:rFonts w:ascii="Arial" w:eastAsia="Times New Roman" w:hAnsi="Arial" w:cs="Times New Roman"/>
      <w:sz w:val="20"/>
      <w:szCs w:val="20"/>
    </w:rPr>
  </w:style>
  <w:style w:type="paragraph" w:customStyle="1" w:styleId="D0A57232D01346F4AA83377C947764571">
    <w:name w:val="D0A57232D01346F4AA83377C947764571"/>
    <w:rsid w:val="009B45BF"/>
    <w:pPr>
      <w:spacing w:after="0" w:line="240" w:lineRule="auto"/>
      <w:jc w:val="both"/>
    </w:pPr>
    <w:rPr>
      <w:rFonts w:ascii="Arial" w:eastAsia="Times New Roman" w:hAnsi="Arial" w:cs="Times New Roman"/>
      <w:sz w:val="20"/>
      <w:szCs w:val="20"/>
    </w:rPr>
  </w:style>
  <w:style w:type="paragraph" w:customStyle="1" w:styleId="C75E40CD30BA41899C4F678ED7D5A7971">
    <w:name w:val="C75E40CD30BA41899C4F678ED7D5A7971"/>
    <w:rsid w:val="009B45BF"/>
    <w:pPr>
      <w:spacing w:after="0" w:line="240" w:lineRule="auto"/>
      <w:jc w:val="both"/>
    </w:pPr>
    <w:rPr>
      <w:rFonts w:ascii="Arial" w:eastAsia="Times New Roman" w:hAnsi="Arial" w:cs="Times New Roman"/>
      <w:sz w:val="20"/>
      <w:szCs w:val="20"/>
    </w:rPr>
  </w:style>
  <w:style w:type="paragraph" w:customStyle="1" w:styleId="E9AF160B40DA462589824370E0490AB11">
    <w:name w:val="E9AF160B40DA462589824370E0490AB11"/>
    <w:rsid w:val="009B45BF"/>
    <w:pPr>
      <w:spacing w:after="0" w:line="240" w:lineRule="auto"/>
      <w:jc w:val="both"/>
    </w:pPr>
    <w:rPr>
      <w:rFonts w:ascii="Arial" w:eastAsia="Times New Roman" w:hAnsi="Arial" w:cs="Times New Roman"/>
      <w:sz w:val="20"/>
      <w:szCs w:val="20"/>
    </w:rPr>
  </w:style>
  <w:style w:type="paragraph" w:customStyle="1" w:styleId="627BDC0D507241478638B1F0FF6E270E1">
    <w:name w:val="627BDC0D507241478638B1F0FF6E270E1"/>
    <w:rsid w:val="009B45BF"/>
    <w:pPr>
      <w:spacing w:after="0" w:line="240" w:lineRule="auto"/>
      <w:jc w:val="both"/>
    </w:pPr>
    <w:rPr>
      <w:rFonts w:ascii="Arial" w:eastAsia="Times New Roman" w:hAnsi="Arial" w:cs="Times New Roman"/>
      <w:sz w:val="20"/>
      <w:szCs w:val="20"/>
    </w:rPr>
  </w:style>
  <w:style w:type="paragraph" w:customStyle="1" w:styleId="9E58ACCCCEA34432B1F11855C1EFC3AC1">
    <w:name w:val="9E58ACCCCEA34432B1F11855C1EFC3AC1"/>
    <w:rsid w:val="009B45BF"/>
    <w:pPr>
      <w:spacing w:after="0" w:line="240" w:lineRule="auto"/>
      <w:jc w:val="both"/>
    </w:pPr>
    <w:rPr>
      <w:rFonts w:ascii="Arial" w:eastAsia="Times New Roman" w:hAnsi="Arial" w:cs="Times New Roman"/>
      <w:sz w:val="20"/>
      <w:szCs w:val="20"/>
    </w:rPr>
  </w:style>
  <w:style w:type="paragraph" w:customStyle="1" w:styleId="90C64D10A6F64D5A987FC97E56B4EE371">
    <w:name w:val="90C64D10A6F64D5A987FC97E56B4EE371"/>
    <w:rsid w:val="009B45BF"/>
    <w:pPr>
      <w:spacing w:after="0" w:line="240" w:lineRule="auto"/>
      <w:jc w:val="both"/>
    </w:pPr>
    <w:rPr>
      <w:rFonts w:ascii="Arial" w:eastAsia="Times New Roman" w:hAnsi="Arial" w:cs="Times New Roman"/>
      <w:sz w:val="20"/>
      <w:szCs w:val="20"/>
    </w:rPr>
  </w:style>
  <w:style w:type="paragraph" w:customStyle="1" w:styleId="2DAACF515514417CA8B6B4B8A61791731">
    <w:name w:val="2DAACF515514417CA8B6B4B8A61791731"/>
    <w:rsid w:val="009B45BF"/>
    <w:pPr>
      <w:spacing w:after="0" w:line="240" w:lineRule="auto"/>
      <w:jc w:val="both"/>
    </w:pPr>
    <w:rPr>
      <w:rFonts w:ascii="Arial" w:eastAsia="Times New Roman" w:hAnsi="Arial" w:cs="Times New Roman"/>
      <w:sz w:val="20"/>
      <w:szCs w:val="20"/>
    </w:rPr>
  </w:style>
  <w:style w:type="paragraph" w:customStyle="1" w:styleId="E99B3E9601674407AF6948345F03123C1">
    <w:name w:val="E99B3E9601674407AF6948345F03123C1"/>
    <w:rsid w:val="009B45BF"/>
    <w:pPr>
      <w:spacing w:after="0" w:line="240" w:lineRule="auto"/>
      <w:jc w:val="both"/>
    </w:pPr>
    <w:rPr>
      <w:rFonts w:ascii="Arial" w:eastAsia="Times New Roman" w:hAnsi="Arial" w:cs="Times New Roman"/>
      <w:sz w:val="20"/>
      <w:szCs w:val="20"/>
    </w:rPr>
  </w:style>
  <w:style w:type="paragraph" w:customStyle="1" w:styleId="ADC91F02BE94418EB5A6299902AEDF8C1">
    <w:name w:val="ADC91F02BE94418EB5A6299902AEDF8C1"/>
    <w:rsid w:val="009B45BF"/>
    <w:pPr>
      <w:spacing w:after="0" w:line="240" w:lineRule="auto"/>
      <w:jc w:val="both"/>
    </w:pPr>
    <w:rPr>
      <w:rFonts w:ascii="Arial" w:eastAsia="Times New Roman" w:hAnsi="Arial" w:cs="Times New Roman"/>
      <w:sz w:val="20"/>
      <w:szCs w:val="20"/>
    </w:rPr>
  </w:style>
  <w:style w:type="paragraph" w:customStyle="1" w:styleId="8B5B81114F3548798A13201990C9A19D1">
    <w:name w:val="8B5B81114F3548798A13201990C9A19D1"/>
    <w:rsid w:val="009B45BF"/>
    <w:pPr>
      <w:spacing w:after="0" w:line="240" w:lineRule="auto"/>
      <w:jc w:val="both"/>
    </w:pPr>
    <w:rPr>
      <w:rFonts w:ascii="Arial" w:eastAsia="Times New Roman" w:hAnsi="Arial" w:cs="Times New Roman"/>
      <w:sz w:val="20"/>
      <w:szCs w:val="20"/>
    </w:rPr>
  </w:style>
  <w:style w:type="paragraph" w:customStyle="1" w:styleId="E30D9199932B4EC9BA10BDE2C563FFD41">
    <w:name w:val="E30D9199932B4EC9BA10BDE2C563FFD41"/>
    <w:rsid w:val="009B45BF"/>
    <w:pPr>
      <w:spacing w:after="0" w:line="240" w:lineRule="auto"/>
      <w:jc w:val="both"/>
    </w:pPr>
    <w:rPr>
      <w:rFonts w:ascii="Arial" w:eastAsia="Times New Roman" w:hAnsi="Arial" w:cs="Times New Roman"/>
      <w:sz w:val="20"/>
      <w:szCs w:val="20"/>
    </w:rPr>
  </w:style>
  <w:style w:type="paragraph" w:customStyle="1" w:styleId="DC75537EA705454B81BE86FEA93588581">
    <w:name w:val="DC75537EA705454B81BE86FEA93588581"/>
    <w:rsid w:val="009B45BF"/>
    <w:pPr>
      <w:spacing w:after="0" w:line="240" w:lineRule="auto"/>
      <w:jc w:val="both"/>
    </w:pPr>
    <w:rPr>
      <w:rFonts w:ascii="Arial" w:eastAsia="Times New Roman" w:hAnsi="Arial" w:cs="Times New Roman"/>
      <w:sz w:val="20"/>
      <w:szCs w:val="20"/>
    </w:rPr>
  </w:style>
  <w:style w:type="paragraph" w:customStyle="1" w:styleId="B546F36287DD46A09AFA9D4CC36360CF1">
    <w:name w:val="B546F36287DD46A09AFA9D4CC36360CF1"/>
    <w:rsid w:val="009B45BF"/>
    <w:pPr>
      <w:spacing w:after="0" w:line="240" w:lineRule="auto"/>
      <w:jc w:val="both"/>
    </w:pPr>
    <w:rPr>
      <w:rFonts w:ascii="Arial" w:eastAsia="Times New Roman" w:hAnsi="Arial" w:cs="Times New Roman"/>
      <w:sz w:val="20"/>
      <w:szCs w:val="20"/>
    </w:rPr>
  </w:style>
  <w:style w:type="paragraph" w:customStyle="1" w:styleId="A5526C9FE97542E6B9A009039E3A064E1">
    <w:name w:val="A5526C9FE97542E6B9A009039E3A064E1"/>
    <w:rsid w:val="009B45BF"/>
    <w:pPr>
      <w:spacing w:after="0" w:line="240" w:lineRule="auto"/>
      <w:jc w:val="both"/>
    </w:pPr>
    <w:rPr>
      <w:rFonts w:ascii="Arial" w:eastAsia="Times New Roman" w:hAnsi="Arial" w:cs="Times New Roman"/>
      <w:sz w:val="20"/>
      <w:szCs w:val="20"/>
    </w:rPr>
  </w:style>
  <w:style w:type="paragraph" w:customStyle="1" w:styleId="6B744BE7014D477CB2F32F9CA1AB56151">
    <w:name w:val="6B744BE7014D477CB2F32F9CA1AB56151"/>
    <w:rsid w:val="009B45BF"/>
    <w:pPr>
      <w:spacing w:after="0" w:line="240" w:lineRule="auto"/>
      <w:jc w:val="both"/>
    </w:pPr>
    <w:rPr>
      <w:rFonts w:ascii="Arial" w:eastAsia="Times New Roman" w:hAnsi="Arial" w:cs="Times New Roman"/>
      <w:sz w:val="20"/>
      <w:szCs w:val="20"/>
    </w:rPr>
  </w:style>
  <w:style w:type="paragraph" w:customStyle="1" w:styleId="9215083040954ACE85FA8D6DD5D580BD1">
    <w:name w:val="9215083040954ACE85FA8D6DD5D580BD1"/>
    <w:rsid w:val="009B45BF"/>
    <w:pPr>
      <w:spacing w:after="0" w:line="240" w:lineRule="auto"/>
      <w:jc w:val="both"/>
    </w:pPr>
    <w:rPr>
      <w:rFonts w:ascii="Arial" w:eastAsia="Times New Roman" w:hAnsi="Arial" w:cs="Times New Roman"/>
      <w:sz w:val="20"/>
      <w:szCs w:val="20"/>
    </w:rPr>
  </w:style>
  <w:style w:type="paragraph" w:customStyle="1" w:styleId="F81ACEE16DE347A095C8D2A2BB17E89D1">
    <w:name w:val="F81ACEE16DE347A095C8D2A2BB17E89D1"/>
    <w:rsid w:val="009B45BF"/>
    <w:pPr>
      <w:spacing w:after="0" w:line="240" w:lineRule="auto"/>
      <w:jc w:val="both"/>
    </w:pPr>
    <w:rPr>
      <w:rFonts w:ascii="Arial" w:eastAsia="Times New Roman" w:hAnsi="Arial" w:cs="Times New Roman"/>
      <w:sz w:val="20"/>
      <w:szCs w:val="20"/>
    </w:rPr>
  </w:style>
  <w:style w:type="paragraph" w:customStyle="1" w:styleId="AAF663617AE3407DB8E83E7A98E11D941">
    <w:name w:val="AAF663617AE3407DB8E83E7A98E11D941"/>
    <w:rsid w:val="009B45BF"/>
    <w:pPr>
      <w:spacing w:after="0" w:line="240" w:lineRule="auto"/>
      <w:jc w:val="both"/>
    </w:pPr>
    <w:rPr>
      <w:rFonts w:ascii="Arial" w:eastAsia="Times New Roman" w:hAnsi="Arial" w:cs="Times New Roman"/>
      <w:sz w:val="20"/>
      <w:szCs w:val="20"/>
    </w:rPr>
  </w:style>
  <w:style w:type="paragraph" w:customStyle="1" w:styleId="D1B4C2AB36A34AC2A7248B79F19A39911">
    <w:name w:val="D1B4C2AB36A34AC2A7248B79F19A39911"/>
    <w:rsid w:val="009B45BF"/>
    <w:pPr>
      <w:spacing w:after="0" w:line="240" w:lineRule="auto"/>
      <w:jc w:val="both"/>
    </w:pPr>
    <w:rPr>
      <w:rFonts w:ascii="Arial" w:eastAsia="Times New Roman" w:hAnsi="Arial" w:cs="Times New Roman"/>
      <w:sz w:val="20"/>
      <w:szCs w:val="20"/>
    </w:rPr>
  </w:style>
  <w:style w:type="paragraph" w:customStyle="1" w:styleId="23CA761B19D44DF59D21AAB8F4444C711">
    <w:name w:val="23CA761B19D44DF59D21AAB8F4444C711"/>
    <w:rsid w:val="009B45BF"/>
    <w:pPr>
      <w:spacing w:after="0" w:line="240" w:lineRule="auto"/>
      <w:jc w:val="both"/>
    </w:pPr>
    <w:rPr>
      <w:rFonts w:ascii="Arial" w:eastAsia="Times New Roman" w:hAnsi="Arial" w:cs="Times New Roman"/>
      <w:sz w:val="20"/>
      <w:szCs w:val="20"/>
    </w:rPr>
  </w:style>
  <w:style w:type="paragraph" w:customStyle="1" w:styleId="A9B2677F927743F898BACBE6747A806A1">
    <w:name w:val="A9B2677F927743F898BACBE6747A806A1"/>
    <w:rsid w:val="009B45BF"/>
    <w:pPr>
      <w:spacing w:after="0" w:line="240" w:lineRule="auto"/>
      <w:jc w:val="both"/>
    </w:pPr>
    <w:rPr>
      <w:rFonts w:ascii="Arial" w:eastAsia="Times New Roman" w:hAnsi="Arial" w:cs="Times New Roman"/>
      <w:sz w:val="20"/>
      <w:szCs w:val="20"/>
    </w:rPr>
  </w:style>
  <w:style w:type="paragraph" w:customStyle="1" w:styleId="09EB25B1E4C346339874714EFEC202881">
    <w:name w:val="09EB25B1E4C346339874714EFEC202881"/>
    <w:rsid w:val="009B45BF"/>
    <w:pPr>
      <w:spacing w:after="0" w:line="240" w:lineRule="auto"/>
      <w:jc w:val="both"/>
    </w:pPr>
    <w:rPr>
      <w:rFonts w:ascii="Arial" w:eastAsia="Times New Roman" w:hAnsi="Arial" w:cs="Times New Roman"/>
      <w:sz w:val="20"/>
      <w:szCs w:val="20"/>
    </w:rPr>
  </w:style>
  <w:style w:type="paragraph" w:customStyle="1" w:styleId="3D44A16445A64DC2983A481E8088D6281">
    <w:name w:val="3D44A16445A64DC2983A481E8088D6281"/>
    <w:rsid w:val="009B45BF"/>
    <w:pPr>
      <w:spacing w:after="0" w:line="240" w:lineRule="auto"/>
      <w:jc w:val="both"/>
    </w:pPr>
    <w:rPr>
      <w:rFonts w:ascii="Arial" w:eastAsia="Times New Roman" w:hAnsi="Arial" w:cs="Times New Roman"/>
      <w:sz w:val="20"/>
      <w:szCs w:val="20"/>
    </w:rPr>
  </w:style>
  <w:style w:type="paragraph" w:customStyle="1" w:styleId="385E246CE5714547A2F0E8ACB7CB8F071">
    <w:name w:val="385E246CE5714547A2F0E8ACB7CB8F071"/>
    <w:rsid w:val="009B45BF"/>
    <w:pPr>
      <w:spacing w:after="0" w:line="240" w:lineRule="auto"/>
      <w:jc w:val="both"/>
    </w:pPr>
    <w:rPr>
      <w:rFonts w:ascii="Arial" w:eastAsia="Times New Roman" w:hAnsi="Arial" w:cs="Times New Roman"/>
      <w:sz w:val="20"/>
      <w:szCs w:val="20"/>
    </w:rPr>
  </w:style>
  <w:style w:type="paragraph" w:customStyle="1" w:styleId="12E407B13CA04DFAAD94DA36A9A722021">
    <w:name w:val="12E407B13CA04DFAAD94DA36A9A722021"/>
    <w:rsid w:val="009B45BF"/>
    <w:pPr>
      <w:spacing w:after="0" w:line="240" w:lineRule="auto"/>
      <w:jc w:val="both"/>
    </w:pPr>
    <w:rPr>
      <w:rFonts w:ascii="Arial" w:eastAsia="Times New Roman" w:hAnsi="Arial" w:cs="Times New Roman"/>
      <w:sz w:val="20"/>
      <w:szCs w:val="20"/>
    </w:rPr>
  </w:style>
  <w:style w:type="paragraph" w:customStyle="1" w:styleId="26BF98DE256248F18A0BBF622A398F631">
    <w:name w:val="26BF98DE256248F18A0BBF622A398F631"/>
    <w:rsid w:val="009B45BF"/>
    <w:pPr>
      <w:spacing w:after="0" w:line="240" w:lineRule="auto"/>
      <w:jc w:val="both"/>
    </w:pPr>
    <w:rPr>
      <w:rFonts w:ascii="Arial" w:eastAsia="Times New Roman" w:hAnsi="Arial" w:cs="Times New Roman"/>
      <w:sz w:val="20"/>
      <w:szCs w:val="20"/>
    </w:rPr>
  </w:style>
  <w:style w:type="paragraph" w:customStyle="1" w:styleId="C10B2298129844C288ACDC552C27F9481">
    <w:name w:val="C10B2298129844C288ACDC552C27F9481"/>
    <w:rsid w:val="009B45BF"/>
    <w:pPr>
      <w:spacing w:after="0" w:line="240" w:lineRule="auto"/>
      <w:jc w:val="both"/>
    </w:pPr>
    <w:rPr>
      <w:rFonts w:ascii="Arial" w:eastAsia="Times New Roman" w:hAnsi="Arial" w:cs="Times New Roman"/>
      <w:sz w:val="20"/>
      <w:szCs w:val="20"/>
    </w:rPr>
  </w:style>
  <w:style w:type="paragraph" w:customStyle="1" w:styleId="A2E56A06FB1240E2972F1773EB8BB4E51">
    <w:name w:val="A2E56A06FB1240E2972F1773EB8BB4E51"/>
    <w:rsid w:val="009B45BF"/>
    <w:pPr>
      <w:spacing w:after="0" w:line="240" w:lineRule="auto"/>
      <w:jc w:val="both"/>
    </w:pPr>
    <w:rPr>
      <w:rFonts w:ascii="Arial" w:eastAsia="Times New Roman" w:hAnsi="Arial" w:cs="Times New Roman"/>
      <w:sz w:val="20"/>
      <w:szCs w:val="20"/>
    </w:rPr>
  </w:style>
  <w:style w:type="paragraph" w:customStyle="1" w:styleId="AE6CA903ED94432BAB5F6F1F0AFCEFB11">
    <w:name w:val="AE6CA903ED94432BAB5F6F1F0AFCEFB11"/>
    <w:rsid w:val="009B45BF"/>
    <w:pPr>
      <w:spacing w:after="0" w:line="240" w:lineRule="auto"/>
      <w:jc w:val="both"/>
    </w:pPr>
    <w:rPr>
      <w:rFonts w:ascii="Arial" w:eastAsia="Times New Roman" w:hAnsi="Arial" w:cs="Times New Roman"/>
      <w:sz w:val="20"/>
      <w:szCs w:val="20"/>
    </w:rPr>
  </w:style>
  <w:style w:type="paragraph" w:customStyle="1" w:styleId="9BFB36B66D454907874DB0E039EA83441">
    <w:name w:val="9BFB36B66D454907874DB0E039EA83441"/>
    <w:rsid w:val="009B45BF"/>
    <w:pPr>
      <w:spacing w:after="0" w:line="240" w:lineRule="auto"/>
      <w:jc w:val="both"/>
    </w:pPr>
    <w:rPr>
      <w:rFonts w:ascii="Arial" w:eastAsia="Times New Roman" w:hAnsi="Arial" w:cs="Times New Roman"/>
      <w:sz w:val="20"/>
      <w:szCs w:val="20"/>
    </w:rPr>
  </w:style>
  <w:style w:type="paragraph" w:customStyle="1" w:styleId="53F45EDFDFD243CCB67CC658A24802261">
    <w:name w:val="53F45EDFDFD243CCB67CC658A24802261"/>
    <w:rsid w:val="009B45BF"/>
    <w:pPr>
      <w:spacing w:after="0" w:line="240" w:lineRule="auto"/>
      <w:jc w:val="both"/>
    </w:pPr>
    <w:rPr>
      <w:rFonts w:ascii="Arial" w:eastAsia="Times New Roman" w:hAnsi="Arial" w:cs="Times New Roman"/>
      <w:sz w:val="20"/>
      <w:szCs w:val="20"/>
    </w:rPr>
  </w:style>
  <w:style w:type="paragraph" w:customStyle="1" w:styleId="CBB32FBCC9184224B4592BE8FDC41F4A1">
    <w:name w:val="CBB32FBCC9184224B4592BE8FDC41F4A1"/>
    <w:rsid w:val="009B45BF"/>
    <w:pPr>
      <w:spacing w:after="0" w:line="240" w:lineRule="auto"/>
      <w:jc w:val="both"/>
    </w:pPr>
    <w:rPr>
      <w:rFonts w:ascii="Arial" w:eastAsia="Times New Roman" w:hAnsi="Arial" w:cs="Times New Roman"/>
      <w:sz w:val="20"/>
      <w:szCs w:val="20"/>
    </w:rPr>
  </w:style>
  <w:style w:type="paragraph" w:customStyle="1" w:styleId="CDEE7F4B70A54CABAA96EBCB18A99FE71">
    <w:name w:val="CDEE7F4B70A54CABAA96EBCB18A99FE71"/>
    <w:rsid w:val="009B45BF"/>
    <w:pPr>
      <w:spacing w:after="0" w:line="240" w:lineRule="auto"/>
      <w:jc w:val="both"/>
    </w:pPr>
    <w:rPr>
      <w:rFonts w:ascii="Arial" w:eastAsia="Times New Roman" w:hAnsi="Arial" w:cs="Times New Roman"/>
      <w:sz w:val="20"/>
      <w:szCs w:val="20"/>
    </w:rPr>
  </w:style>
  <w:style w:type="paragraph" w:customStyle="1" w:styleId="77BDB02C66DF48119A15409DF6FB4EC31">
    <w:name w:val="77BDB02C66DF48119A15409DF6FB4EC31"/>
    <w:rsid w:val="009B45BF"/>
    <w:pPr>
      <w:spacing w:after="0" w:line="240" w:lineRule="auto"/>
      <w:jc w:val="both"/>
    </w:pPr>
    <w:rPr>
      <w:rFonts w:ascii="Arial" w:eastAsia="Times New Roman" w:hAnsi="Arial" w:cs="Times New Roman"/>
      <w:sz w:val="20"/>
      <w:szCs w:val="20"/>
    </w:rPr>
  </w:style>
  <w:style w:type="paragraph" w:customStyle="1" w:styleId="1B02C6BB5CE04F76A605FBCEAE0A9CE51">
    <w:name w:val="1B02C6BB5CE04F76A605FBCEAE0A9CE51"/>
    <w:rsid w:val="009B45BF"/>
    <w:pPr>
      <w:spacing w:after="0" w:line="240" w:lineRule="auto"/>
      <w:jc w:val="both"/>
    </w:pPr>
    <w:rPr>
      <w:rFonts w:ascii="Arial" w:eastAsia="Times New Roman" w:hAnsi="Arial" w:cs="Times New Roman"/>
      <w:sz w:val="20"/>
      <w:szCs w:val="20"/>
    </w:rPr>
  </w:style>
  <w:style w:type="paragraph" w:customStyle="1" w:styleId="EF11B0C09E534F37A81763EA7B1565381">
    <w:name w:val="EF11B0C09E534F37A81763EA7B1565381"/>
    <w:rsid w:val="009B45BF"/>
    <w:pPr>
      <w:spacing w:after="0" w:line="240" w:lineRule="auto"/>
      <w:jc w:val="both"/>
    </w:pPr>
    <w:rPr>
      <w:rFonts w:ascii="Arial" w:eastAsia="Times New Roman" w:hAnsi="Arial" w:cs="Times New Roman"/>
      <w:sz w:val="20"/>
      <w:szCs w:val="20"/>
    </w:rPr>
  </w:style>
  <w:style w:type="paragraph" w:customStyle="1" w:styleId="F6FACB413ACA46EFAA3D718A48BCD7881">
    <w:name w:val="F6FACB413ACA46EFAA3D718A48BCD7881"/>
    <w:rsid w:val="009B45BF"/>
    <w:pPr>
      <w:spacing w:after="0" w:line="240" w:lineRule="auto"/>
      <w:jc w:val="both"/>
    </w:pPr>
    <w:rPr>
      <w:rFonts w:ascii="Arial" w:eastAsia="Times New Roman" w:hAnsi="Arial" w:cs="Times New Roman"/>
      <w:sz w:val="20"/>
      <w:szCs w:val="20"/>
    </w:rPr>
  </w:style>
  <w:style w:type="paragraph" w:customStyle="1" w:styleId="CF85ABF70C7E4767A144425F8E56065B1">
    <w:name w:val="CF85ABF70C7E4767A144425F8E56065B1"/>
    <w:rsid w:val="009B45BF"/>
    <w:pPr>
      <w:spacing w:after="0" w:line="240" w:lineRule="auto"/>
      <w:jc w:val="both"/>
    </w:pPr>
    <w:rPr>
      <w:rFonts w:ascii="Arial" w:eastAsia="Times New Roman" w:hAnsi="Arial" w:cs="Times New Roman"/>
      <w:sz w:val="20"/>
      <w:szCs w:val="20"/>
    </w:rPr>
  </w:style>
  <w:style w:type="paragraph" w:customStyle="1" w:styleId="DB50E0E15D174C7C8680AC36D2BF68BB1">
    <w:name w:val="DB50E0E15D174C7C8680AC36D2BF68BB1"/>
    <w:rsid w:val="009B45BF"/>
    <w:pPr>
      <w:spacing w:after="0" w:line="240" w:lineRule="auto"/>
      <w:jc w:val="both"/>
    </w:pPr>
    <w:rPr>
      <w:rFonts w:ascii="Arial" w:eastAsia="Times New Roman" w:hAnsi="Arial" w:cs="Times New Roman"/>
      <w:sz w:val="20"/>
      <w:szCs w:val="20"/>
    </w:rPr>
  </w:style>
  <w:style w:type="paragraph" w:customStyle="1" w:styleId="3F392553B4034A8EB90C73A0864161C81">
    <w:name w:val="3F392553B4034A8EB90C73A0864161C81"/>
    <w:rsid w:val="009B45BF"/>
    <w:pPr>
      <w:spacing w:after="0" w:line="240" w:lineRule="auto"/>
      <w:jc w:val="both"/>
    </w:pPr>
    <w:rPr>
      <w:rFonts w:ascii="Arial" w:eastAsia="Times New Roman" w:hAnsi="Arial" w:cs="Times New Roman"/>
      <w:sz w:val="20"/>
      <w:szCs w:val="20"/>
    </w:rPr>
  </w:style>
  <w:style w:type="paragraph" w:customStyle="1" w:styleId="B4CDFB48B99E40F6ACAAD766400EE9811">
    <w:name w:val="B4CDFB48B99E40F6ACAAD766400EE9811"/>
    <w:rsid w:val="009B45BF"/>
    <w:pPr>
      <w:spacing w:after="0" w:line="240" w:lineRule="auto"/>
      <w:jc w:val="both"/>
    </w:pPr>
    <w:rPr>
      <w:rFonts w:ascii="Arial" w:eastAsia="Times New Roman" w:hAnsi="Arial" w:cs="Times New Roman"/>
      <w:sz w:val="20"/>
      <w:szCs w:val="20"/>
    </w:rPr>
  </w:style>
  <w:style w:type="paragraph" w:customStyle="1" w:styleId="91C29670DBAC4D9BAE8774A5014182001">
    <w:name w:val="91C29670DBAC4D9BAE8774A5014182001"/>
    <w:rsid w:val="009B45BF"/>
    <w:pPr>
      <w:spacing w:after="0" w:line="240" w:lineRule="auto"/>
      <w:jc w:val="both"/>
    </w:pPr>
    <w:rPr>
      <w:rFonts w:ascii="Arial" w:eastAsia="Times New Roman" w:hAnsi="Arial" w:cs="Times New Roman"/>
      <w:sz w:val="20"/>
      <w:szCs w:val="20"/>
    </w:rPr>
  </w:style>
  <w:style w:type="paragraph" w:customStyle="1" w:styleId="870888347BDB428CA3216BBCB2B472571">
    <w:name w:val="870888347BDB428CA3216BBCB2B472571"/>
    <w:rsid w:val="009B45BF"/>
    <w:pPr>
      <w:spacing w:after="0" w:line="240" w:lineRule="auto"/>
      <w:jc w:val="both"/>
    </w:pPr>
    <w:rPr>
      <w:rFonts w:ascii="Arial" w:eastAsia="Times New Roman" w:hAnsi="Arial" w:cs="Times New Roman"/>
      <w:sz w:val="20"/>
      <w:szCs w:val="20"/>
    </w:rPr>
  </w:style>
  <w:style w:type="paragraph" w:customStyle="1" w:styleId="DEA56ADCC43B473B85D0D3156228B5371">
    <w:name w:val="DEA56ADCC43B473B85D0D3156228B5371"/>
    <w:rsid w:val="009B45BF"/>
    <w:pPr>
      <w:spacing w:after="0" w:line="240" w:lineRule="auto"/>
      <w:jc w:val="both"/>
    </w:pPr>
    <w:rPr>
      <w:rFonts w:ascii="Arial" w:eastAsia="Times New Roman" w:hAnsi="Arial" w:cs="Times New Roman"/>
      <w:sz w:val="20"/>
      <w:szCs w:val="20"/>
    </w:rPr>
  </w:style>
  <w:style w:type="paragraph" w:customStyle="1" w:styleId="69C9E5D69DE44DD18BC4C93FA8F4C2741">
    <w:name w:val="69C9E5D69DE44DD18BC4C93FA8F4C2741"/>
    <w:rsid w:val="009B45BF"/>
    <w:pPr>
      <w:spacing w:after="0" w:line="240" w:lineRule="auto"/>
      <w:jc w:val="both"/>
    </w:pPr>
    <w:rPr>
      <w:rFonts w:ascii="Arial" w:eastAsia="Times New Roman" w:hAnsi="Arial" w:cs="Times New Roman"/>
      <w:sz w:val="20"/>
      <w:szCs w:val="20"/>
    </w:rPr>
  </w:style>
  <w:style w:type="paragraph" w:customStyle="1" w:styleId="49EDDCCAB5B24819883480826A9AD7501">
    <w:name w:val="49EDDCCAB5B24819883480826A9AD7501"/>
    <w:rsid w:val="009B45BF"/>
    <w:pPr>
      <w:spacing w:after="0" w:line="240" w:lineRule="auto"/>
      <w:jc w:val="both"/>
    </w:pPr>
    <w:rPr>
      <w:rFonts w:ascii="Arial" w:eastAsia="Times New Roman" w:hAnsi="Arial" w:cs="Times New Roman"/>
      <w:sz w:val="20"/>
      <w:szCs w:val="20"/>
    </w:rPr>
  </w:style>
  <w:style w:type="paragraph" w:customStyle="1" w:styleId="F812693D93C246AAB15CBA89A39AE87F1">
    <w:name w:val="F812693D93C246AAB15CBA89A39AE87F1"/>
    <w:rsid w:val="009B45BF"/>
    <w:pPr>
      <w:spacing w:after="0" w:line="240" w:lineRule="auto"/>
      <w:jc w:val="both"/>
    </w:pPr>
    <w:rPr>
      <w:rFonts w:ascii="Arial" w:eastAsia="Times New Roman" w:hAnsi="Arial" w:cs="Times New Roman"/>
      <w:sz w:val="20"/>
      <w:szCs w:val="20"/>
    </w:rPr>
  </w:style>
  <w:style w:type="paragraph" w:customStyle="1" w:styleId="7D276FC2EDB74063BA0F7E8D6077482B1">
    <w:name w:val="7D276FC2EDB74063BA0F7E8D6077482B1"/>
    <w:rsid w:val="009B45BF"/>
    <w:pPr>
      <w:spacing w:after="0" w:line="240" w:lineRule="auto"/>
      <w:jc w:val="both"/>
    </w:pPr>
    <w:rPr>
      <w:rFonts w:ascii="Arial" w:eastAsia="Times New Roman" w:hAnsi="Arial" w:cs="Times New Roman"/>
      <w:sz w:val="20"/>
      <w:szCs w:val="20"/>
    </w:rPr>
  </w:style>
  <w:style w:type="paragraph" w:customStyle="1" w:styleId="83AC26AA9C12427B87ABC82883D228241">
    <w:name w:val="83AC26AA9C12427B87ABC82883D228241"/>
    <w:rsid w:val="009B45BF"/>
    <w:pPr>
      <w:spacing w:after="0" w:line="240" w:lineRule="auto"/>
      <w:jc w:val="both"/>
    </w:pPr>
    <w:rPr>
      <w:rFonts w:ascii="Arial" w:eastAsia="Times New Roman" w:hAnsi="Arial" w:cs="Times New Roman"/>
      <w:sz w:val="20"/>
      <w:szCs w:val="20"/>
    </w:rPr>
  </w:style>
  <w:style w:type="paragraph" w:customStyle="1" w:styleId="61C1575ABFA34C4CAA9D4B49F11AD03A1">
    <w:name w:val="61C1575ABFA34C4CAA9D4B49F11AD03A1"/>
    <w:rsid w:val="009B45BF"/>
    <w:pPr>
      <w:spacing w:after="0" w:line="240" w:lineRule="auto"/>
      <w:jc w:val="both"/>
    </w:pPr>
    <w:rPr>
      <w:rFonts w:ascii="Arial" w:eastAsia="Times New Roman" w:hAnsi="Arial" w:cs="Times New Roman"/>
      <w:sz w:val="20"/>
      <w:szCs w:val="20"/>
    </w:rPr>
  </w:style>
  <w:style w:type="paragraph" w:customStyle="1" w:styleId="4487BFB9EAE443E3A8431CE3D9403CA41">
    <w:name w:val="4487BFB9EAE443E3A8431CE3D9403CA41"/>
    <w:rsid w:val="009B45BF"/>
    <w:pPr>
      <w:spacing w:after="0" w:line="240" w:lineRule="auto"/>
      <w:jc w:val="both"/>
    </w:pPr>
    <w:rPr>
      <w:rFonts w:ascii="Arial" w:eastAsia="Times New Roman" w:hAnsi="Arial" w:cs="Times New Roman"/>
      <w:sz w:val="20"/>
      <w:szCs w:val="20"/>
    </w:rPr>
  </w:style>
  <w:style w:type="paragraph" w:customStyle="1" w:styleId="9A7C14453E68459299B9AEF3D7F96DD01">
    <w:name w:val="9A7C14453E68459299B9AEF3D7F96DD01"/>
    <w:rsid w:val="009B45BF"/>
    <w:pPr>
      <w:spacing w:after="0" w:line="240" w:lineRule="auto"/>
      <w:jc w:val="both"/>
    </w:pPr>
    <w:rPr>
      <w:rFonts w:ascii="Arial" w:eastAsia="Times New Roman" w:hAnsi="Arial" w:cs="Times New Roman"/>
      <w:sz w:val="20"/>
      <w:szCs w:val="20"/>
    </w:rPr>
  </w:style>
  <w:style w:type="paragraph" w:customStyle="1" w:styleId="4DA6582A6FE74418BDC7BC8C35A799361">
    <w:name w:val="4DA6582A6FE74418BDC7BC8C35A799361"/>
    <w:rsid w:val="009B45BF"/>
    <w:pPr>
      <w:spacing w:after="0" w:line="240" w:lineRule="auto"/>
      <w:jc w:val="both"/>
    </w:pPr>
    <w:rPr>
      <w:rFonts w:ascii="Arial" w:eastAsia="Times New Roman" w:hAnsi="Arial" w:cs="Times New Roman"/>
      <w:sz w:val="20"/>
      <w:szCs w:val="20"/>
    </w:rPr>
  </w:style>
  <w:style w:type="paragraph" w:customStyle="1" w:styleId="77FF516A994B4158B4E2808DCFDA3F551">
    <w:name w:val="77FF516A994B4158B4E2808DCFDA3F551"/>
    <w:rsid w:val="009B45BF"/>
    <w:pPr>
      <w:spacing w:after="0" w:line="240" w:lineRule="auto"/>
      <w:jc w:val="both"/>
    </w:pPr>
    <w:rPr>
      <w:rFonts w:ascii="Arial" w:eastAsia="Times New Roman" w:hAnsi="Arial" w:cs="Times New Roman"/>
      <w:sz w:val="20"/>
      <w:szCs w:val="20"/>
    </w:rPr>
  </w:style>
  <w:style w:type="paragraph" w:customStyle="1" w:styleId="971B88EB00F1408BA96A6A873EED980F1">
    <w:name w:val="971B88EB00F1408BA96A6A873EED980F1"/>
    <w:rsid w:val="009B45BF"/>
    <w:pPr>
      <w:spacing w:after="0" w:line="240" w:lineRule="auto"/>
      <w:jc w:val="both"/>
    </w:pPr>
    <w:rPr>
      <w:rFonts w:ascii="Arial" w:eastAsia="Times New Roman" w:hAnsi="Arial" w:cs="Times New Roman"/>
      <w:sz w:val="20"/>
      <w:szCs w:val="20"/>
    </w:rPr>
  </w:style>
  <w:style w:type="paragraph" w:customStyle="1" w:styleId="9C2D7B99BC0647628AD3D69A525ACC301">
    <w:name w:val="9C2D7B99BC0647628AD3D69A525ACC301"/>
    <w:rsid w:val="009B45BF"/>
    <w:pPr>
      <w:spacing w:after="0" w:line="240" w:lineRule="auto"/>
      <w:jc w:val="both"/>
    </w:pPr>
    <w:rPr>
      <w:rFonts w:ascii="Arial" w:eastAsia="Times New Roman" w:hAnsi="Arial" w:cs="Times New Roman"/>
      <w:sz w:val="20"/>
      <w:szCs w:val="20"/>
    </w:rPr>
  </w:style>
  <w:style w:type="paragraph" w:customStyle="1" w:styleId="9C90E9D9104F44F2AA91830CB96820291">
    <w:name w:val="9C90E9D9104F44F2AA91830CB96820291"/>
    <w:rsid w:val="009B45BF"/>
    <w:pPr>
      <w:spacing w:after="0" w:line="240" w:lineRule="auto"/>
      <w:jc w:val="both"/>
    </w:pPr>
    <w:rPr>
      <w:rFonts w:ascii="Arial" w:eastAsia="Times New Roman" w:hAnsi="Arial" w:cs="Times New Roman"/>
      <w:sz w:val="20"/>
      <w:szCs w:val="20"/>
    </w:rPr>
  </w:style>
  <w:style w:type="paragraph" w:customStyle="1" w:styleId="691F0F2BC25A4DC09BEE412905F6CB001">
    <w:name w:val="691F0F2BC25A4DC09BEE412905F6CB001"/>
    <w:rsid w:val="009B45BF"/>
    <w:pPr>
      <w:spacing w:after="0" w:line="240" w:lineRule="auto"/>
      <w:jc w:val="both"/>
    </w:pPr>
    <w:rPr>
      <w:rFonts w:ascii="Arial" w:eastAsia="Times New Roman" w:hAnsi="Arial" w:cs="Times New Roman"/>
      <w:sz w:val="20"/>
      <w:szCs w:val="20"/>
    </w:rPr>
  </w:style>
  <w:style w:type="paragraph" w:customStyle="1" w:styleId="E5A8CD25490642E496437809A16294701">
    <w:name w:val="E5A8CD25490642E496437809A16294701"/>
    <w:rsid w:val="009B45BF"/>
    <w:pPr>
      <w:spacing w:after="0" w:line="240" w:lineRule="auto"/>
      <w:jc w:val="both"/>
    </w:pPr>
    <w:rPr>
      <w:rFonts w:ascii="Arial" w:eastAsia="Times New Roman" w:hAnsi="Arial" w:cs="Times New Roman"/>
      <w:sz w:val="20"/>
      <w:szCs w:val="20"/>
    </w:rPr>
  </w:style>
  <w:style w:type="paragraph" w:customStyle="1" w:styleId="A9FE3335937847408AC6603DD3C96A8E1">
    <w:name w:val="A9FE3335937847408AC6603DD3C96A8E1"/>
    <w:rsid w:val="009B45BF"/>
    <w:pPr>
      <w:spacing w:after="0" w:line="240" w:lineRule="auto"/>
      <w:jc w:val="both"/>
    </w:pPr>
    <w:rPr>
      <w:rFonts w:ascii="Arial" w:eastAsia="Times New Roman" w:hAnsi="Arial" w:cs="Times New Roman"/>
      <w:sz w:val="20"/>
      <w:szCs w:val="20"/>
    </w:rPr>
  </w:style>
  <w:style w:type="paragraph" w:customStyle="1" w:styleId="B13F8168992E4F2AA94B6A81E27BDCE71">
    <w:name w:val="B13F8168992E4F2AA94B6A81E27BDCE71"/>
    <w:rsid w:val="009B45BF"/>
    <w:pPr>
      <w:spacing w:after="0" w:line="240" w:lineRule="auto"/>
      <w:jc w:val="both"/>
    </w:pPr>
    <w:rPr>
      <w:rFonts w:ascii="Arial" w:eastAsia="Times New Roman" w:hAnsi="Arial" w:cs="Times New Roman"/>
      <w:sz w:val="20"/>
      <w:szCs w:val="20"/>
    </w:rPr>
  </w:style>
  <w:style w:type="paragraph" w:customStyle="1" w:styleId="B64913A67FF64468A931F2D084B7C4BC1">
    <w:name w:val="B64913A67FF64468A931F2D084B7C4BC1"/>
    <w:rsid w:val="009B45BF"/>
    <w:pPr>
      <w:spacing w:after="0" w:line="240" w:lineRule="auto"/>
      <w:jc w:val="both"/>
    </w:pPr>
    <w:rPr>
      <w:rFonts w:ascii="Arial" w:eastAsia="Times New Roman" w:hAnsi="Arial" w:cs="Times New Roman"/>
      <w:sz w:val="20"/>
      <w:szCs w:val="20"/>
    </w:rPr>
  </w:style>
  <w:style w:type="paragraph" w:customStyle="1" w:styleId="005ADB5043164EC8B265354559BDC1191">
    <w:name w:val="005ADB5043164EC8B265354559BDC1191"/>
    <w:rsid w:val="009B45BF"/>
    <w:pPr>
      <w:spacing w:after="0" w:line="240" w:lineRule="auto"/>
      <w:jc w:val="both"/>
    </w:pPr>
    <w:rPr>
      <w:rFonts w:ascii="Arial" w:eastAsia="Times New Roman" w:hAnsi="Arial" w:cs="Times New Roman"/>
      <w:sz w:val="20"/>
      <w:szCs w:val="20"/>
    </w:rPr>
  </w:style>
  <w:style w:type="paragraph" w:customStyle="1" w:styleId="02B61C8263FC4D73890145910DD4EFFC1">
    <w:name w:val="02B61C8263FC4D73890145910DD4EFFC1"/>
    <w:rsid w:val="009B45BF"/>
    <w:pPr>
      <w:spacing w:after="0" w:line="240" w:lineRule="auto"/>
      <w:jc w:val="both"/>
    </w:pPr>
    <w:rPr>
      <w:rFonts w:ascii="Arial" w:eastAsia="Times New Roman" w:hAnsi="Arial" w:cs="Times New Roman"/>
      <w:sz w:val="20"/>
      <w:szCs w:val="20"/>
    </w:rPr>
  </w:style>
  <w:style w:type="paragraph" w:customStyle="1" w:styleId="06F8DC43C6D2432EBF50677CA3F014F51">
    <w:name w:val="06F8DC43C6D2432EBF50677CA3F014F51"/>
    <w:rsid w:val="009B45BF"/>
    <w:pPr>
      <w:spacing w:after="0" w:line="240" w:lineRule="auto"/>
      <w:jc w:val="both"/>
    </w:pPr>
    <w:rPr>
      <w:rFonts w:ascii="Arial" w:eastAsia="Times New Roman" w:hAnsi="Arial" w:cs="Times New Roman"/>
      <w:sz w:val="20"/>
      <w:szCs w:val="20"/>
    </w:rPr>
  </w:style>
  <w:style w:type="paragraph" w:customStyle="1" w:styleId="332EA0131316400FBCF5E5985B464D611">
    <w:name w:val="332EA0131316400FBCF5E5985B464D611"/>
    <w:rsid w:val="009B45BF"/>
    <w:pPr>
      <w:spacing w:after="0" w:line="240" w:lineRule="auto"/>
      <w:jc w:val="both"/>
    </w:pPr>
    <w:rPr>
      <w:rFonts w:ascii="Arial" w:eastAsia="Times New Roman" w:hAnsi="Arial" w:cs="Times New Roman"/>
      <w:sz w:val="20"/>
      <w:szCs w:val="20"/>
    </w:rPr>
  </w:style>
  <w:style w:type="paragraph" w:customStyle="1" w:styleId="267956EEBBB54B7686DC39ED786D4E671">
    <w:name w:val="267956EEBBB54B7686DC39ED786D4E671"/>
    <w:rsid w:val="009B45BF"/>
    <w:pPr>
      <w:spacing w:after="0" w:line="240" w:lineRule="auto"/>
      <w:jc w:val="both"/>
    </w:pPr>
    <w:rPr>
      <w:rFonts w:ascii="Arial" w:eastAsia="Times New Roman" w:hAnsi="Arial" w:cs="Times New Roman"/>
      <w:sz w:val="20"/>
      <w:szCs w:val="20"/>
    </w:rPr>
  </w:style>
  <w:style w:type="paragraph" w:customStyle="1" w:styleId="F36C37462B7641A49EC5CB131750797F1">
    <w:name w:val="F36C37462B7641A49EC5CB131750797F1"/>
    <w:rsid w:val="009B45BF"/>
    <w:pPr>
      <w:spacing w:after="0" w:line="240" w:lineRule="auto"/>
      <w:jc w:val="both"/>
    </w:pPr>
    <w:rPr>
      <w:rFonts w:ascii="Arial" w:eastAsia="Times New Roman" w:hAnsi="Arial" w:cs="Times New Roman"/>
      <w:sz w:val="20"/>
      <w:szCs w:val="20"/>
    </w:rPr>
  </w:style>
  <w:style w:type="paragraph" w:customStyle="1" w:styleId="7C5C25260AA2409F96C92567DCA8B2591">
    <w:name w:val="7C5C25260AA2409F96C92567DCA8B2591"/>
    <w:rsid w:val="009B45BF"/>
    <w:pPr>
      <w:spacing w:after="0" w:line="240" w:lineRule="auto"/>
      <w:jc w:val="both"/>
    </w:pPr>
    <w:rPr>
      <w:rFonts w:ascii="Arial" w:eastAsia="Times New Roman" w:hAnsi="Arial" w:cs="Times New Roman"/>
      <w:sz w:val="20"/>
      <w:szCs w:val="20"/>
    </w:rPr>
  </w:style>
  <w:style w:type="paragraph" w:customStyle="1" w:styleId="11D220DC17C245D5A7FE1B3C0BCC113A1">
    <w:name w:val="11D220DC17C245D5A7FE1B3C0BCC113A1"/>
    <w:rsid w:val="009B45BF"/>
    <w:pPr>
      <w:spacing w:after="0" w:line="240" w:lineRule="auto"/>
      <w:jc w:val="both"/>
    </w:pPr>
    <w:rPr>
      <w:rFonts w:ascii="Arial" w:eastAsia="Times New Roman" w:hAnsi="Arial" w:cs="Times New Roman"/>
      <w:sz w:val="20"/>
      <w:szCs w:val="20"/>
    </w:rPr>
  </w:style>
  <w:style w:type="paragraph" w:customStyle="1" w:styleId="D8CED89D2A5A43B286C3792452F654FE1">
    <w:name w:val="D8CED89D2A5A43B286C3792452F654FE1"/>
    <w:rsid w:val="009B45BF"/>
    <w:pPr>
      <w:spacing w:after="0" w:line="240" w:lineRule="auto"/>
      <w:jc w:val="both"/>
    </w:pPr>
    <w:rPr>
      <w:rFonts w:ascii="Arial" w:eastAsia="Times New Roman" w:hAnsi="Arial" w:cs="Times New Roman"/>
      <w:sz w:val="20"/>
      <w:szCs w:val="20"/>
    </w:rPr>
  </w:style>
  <w:style w:type="paragraph" w:customStyle="1" w:styleId="9129171924384BFABED99FF1C2CDD4671">
    <w:name w:val="9129171924384BFABED99FF1C2CDD4671"/>
    <w:rsid w:val="009B45BF"/>
    <w:pPr>
      <w:spacing w:after="0" w:line="240" w:lineRule="auto"/>
      <w:jc w:val="both"/>
    </w:pPr>
    <w:rPr>
      <w:rFonts w:ascii="Arial" w:eastAsia="Times New Roman" w:hAnsi="Arial" w:cs="Times New Roman"/>
      <w:sz w:val="20"/>
      <w:szCs w:val="20"/>
    </w:rPr>
  </w:style>
  <w:style w:type="paragraph" w:customStyle="1" w:styleId="8B5DA2F9C7604F62A8B50905547A3E231">
    <w:name w:val="8B5DA2F9C7604F62A8B50905547A3E231"/>
    <w:rsid w:val="009B45BF"/>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9">
    <w:name w:val="9A42661CEA42406ABF91B2C6EE0A7BB19"/>
    <w:rsid w:val="009B45BF"/>
    <w:pPr>
      <w:spacing w:after="0" w:line="240" w:lineRule="auto"/>
      <w:jc w:val="both"/>
    </w:pPr>
    <w:rPr>
      <w:rFonts w:ascii="Arial" w:eastAsia="Times New Roman" w:hAnsi="Arial" w:cs="Times New Roman"/>
      <w:sz w:val="20"/>
      <w:szCs w:val="20"/>
    </w:rPr>
  </w:style>
  <w:style w:type="paragraph" w:customStyle="1" w:styleId="F0596E7F2F824DBB87DF5561757295B49">
    <w:name w:val="F0596E7F2F824DBB87DF5561757295B49"/>
    <w:rsid w:val="009B45BF"/>
    <w:pPr>
      <w:spacing w:after="0" w:line="240" w:lineRule="auto"/>
      <w:jc w:val="both"/>
    </w:pPr>
    <w:rPr>
      <w:rFonts w:ascii="Arial" w:eastAsia="Times New Roman" w:hAnsi="Arial" w:cs="Times New Roman"/>
      <w:sz w:val="20"/>
      <w:szCs w:val="20"/>
    </w:rPr>
  </w:style>
  <w:style w:type="paragraph" w:customStyle="1" w:styleId="9DF5FB4C977A406A9042035A015D11999">
    <w:name w:val="9DF5FB4C977A406A9042035A015D11999"/>
    <w:rsid w:val="009B45BF"/>
    <w:pPr>
      <w:spacing w:after="0" w:line="240" w:lineRule="auto"/>
      <w:jc w:val="both"/>
    </w:pPr>
    <w:rPr>
      <w:rFonts w:ascii="Arial" w:eastAsia="Times New Roman" w:hAnsi="Arial" w:cs="Times New Roman"/>
      <w:sz w:val="20"/>
      <w:szCs w:val="20"/>
    </w:rPr>
  </w:style>
  <w:style w:type="paragraph" w:customStyle="1" w:styleId="30D6C044B43A420C8F3C0981315757249">
    <w:name w:val="30D6C044B43A420C8F3C0981315757249"/>
    <w:rsid w:val="009B45BF"/>
    <w:pPr>
      <w:spacing w:after="0" w:line="240" w:lineRule="auto"/>
      <w:jc w:val="both"/>
    </w:pPr>
    <w:rPr>
      <w:rFonts w:ascii="Arial" w:eastAsia="Times New Roman" w:hAnsi="Arial" w:cs="Times New Roman"/>
      <w:sz w:val="20"/>
      <w:szCs w:val="20"/>
    </w:rPr>
  </w:style>
  <w:style w:type="paragraph" w:customStyle="1" w:styleId="AED8C692EE3D441E86CB4B85405AE57E9">
    <w:name w:val="AED8C692EE3D441E86CB4B85405AE57E9"/>
    <w:rsid w:val="009B45BF"/>
    <w:pPr>
      <w:spacing w:after="0" w:line="240" w:lineRule="auto"/>
      <w:jc w:val="both"/>
    </w:pPr>
    <w:rPr>
      <w:rFonts w:ascii="Arial" w:eastAsia="Times New Roman" w:hAnsi="Arial" w:cs="Times New Roman"/>
      <w:sz w:val="20"/>
      <w:szCs w:val="20"/>
    </w:rPr>
  </w:style>
  <w:style w:type="paragraph" w:customStyle="1" w:styleId="90599B3DFDD94E5F9C908700D584848F1">
    <w:name w:val="90599B3DFDD94E5F9C908700D584848F1"/>
    <w:rsid w:val="009B45BF"/>
    <w:pPr>
      <w:spacing w:after="0" w:line="240" w:lineRule="auto"/>
      <w:jc w:val="both"/>
    </w:pPr>
    <w:rPr>
      <w:rFonts w:ascii="Arial" w:eastAsia="Times New Roman" w:hAnsi="Arial" w:cs="Times New Roman"/>
      <w:sz w:val="20"/>
      <w:szCs w:val="20"/>
    </w:rPr>
  </w:style>
  <w:style w:type="paragraph" w:customStyle="1" w:styleId="8A24D9250384498B9356B49C7ABB7AE69">
    <w:name w:val="8A24D9250384498B9356B49C7ABB7AE69"/>
    <w:rsid w:val="009B45BF"/>
    <w:pPr>
      <w:spacing w:after="0" w:line="240" w:lineRule="auto"/>
      <w:jc w:val="both"/>
    </w:pPr>
    <w:rPr>
      <w:rFonts w:ascii="Arial" w:eastAsia="Times New Roman" w:hAnsi="Arial" w:cs="Times New Roman"/>
      <w:sz w:val="20"/>
      <w:szCs w:val="20"/>
    </w:rPr>
  </w:style>
  <w:style w:type="paragraph" w:customStyle="1" w:styleId="11A99A238EED43FCA64CB3F7A505E23C9">
    <w:name w:val="11A99A238EED43FCA64CB3F7A505E23C9"/>
    <w:rsid w:val="009B45BF"/>
    <w:pPr>
      <w:spacing w:after="0" w:line="240" w:lineRule="auto"/>
      <w:jc w:val="both"/>
    </w:pPr>
    <w:rPr>
      <w:rFonts w:ascii="Arial" w:eastAsia="Times New Roman" w:hAnsi="Arial" w:cs="Times New Roman"/>
      <w:sz w:val="20"/>
      <w:szCs w:val="20"/>
    </w:rPr>
  </w:style>
  <w:style w:type="paragraph" w:customStyle="1" w:styleId="4537D621A60342FF87E210BB0DB95BB59">
    <w:name w:val="4537D621A60342FF87E210BB0DB95BB59"/>
    <w:rsid w:val="009B45BF"/>
    <w:pPr>
      <w:spacing w:after="0" w:line="240" w:lineRule="auto"/>
      <w:jc w:val="both"/>
    </w:pPr>
    <w:rPr>
      <w:rFonts w:ascii="Arial" w:eastAsia="Times New Roman" w:hAnsi="Arial" w:cs="Times New Roman"/>
      <w:sz w:val="20"/>
      <w:szCs w:val="20"/>
    </w:rPr>
  </w:style>
  <w:style w:type="paragraph" w:customStyle="1" w:styleId="562691E012CC4B56A9F121D7DF69C0F79">
    <w:name w:val="562691E012CC4B56A9F121D7DF69C0F79"/>
    <w:rsid w:val="009B45BF"/>
    <w:pPr>
      <w:spacing w:after="0" w:line="240" w:lineRule="auto"/>
      <w:jc w:val="both"/>
    </w:pPr>
    <w:rPr>
      <w:rFonts w:ascii="Arial" w:eastAsia="Times New Roman" w:hAnsi="Arial" w:cs="Times New Roman"/>
      <w:sz w:val="20"/>
      <w:szCs w:val="20"/>
    </w:rPr>
  </w:style>
  <w:style w:type="paragraph" w:customStyle="1" w:styleId="488CAE8C84C14FCD827F828007869BCA9">
    <w:name w:val="488CAE8C84C14FCD827F828007869BCA9"/>
    <w:rsid w:val="009B45BF"/>
    <w:pPr>
      <w:spacing w:after="0" w:line="240" w:lineRule="auto"/>
      <w:jc w:val="both"/>
    </w:pPr>
    <w:rPr>
      <w:rFonts w:ascii="Arial" w:eastAsia="Times New Roman" w:hAnsi="Arial" w:cs="Times New Roman"/>
      <w:sz w:val="20"/>
      <w:szCs w:val="20"/>
    </w:rPr>
  </w:style>
  <w:style w:type="paragraph" w:customStyle="1" w:styleId="3914BCA258324709B32F687456E2FF5A9">
    <w:name w:val="3914BCA258324709B32F687456E2FF5A9"/>
    <w:rsid w:val="009B45BF"/>
    <w:pPr>
      <w:spacing w:after="0" w:line="240" w:lineRule="auto"/>
      <w:jc w:val="both"/>
    </w:pPr>
    <w:rPr>
      <w:rFonts w:ascii="Arial" w:eastAsia="Times New Roman" w:hAnsi="Arial" w:cs="Times New Roman"/>
      <w:sz w:val="20"/>
      <w:szCs w:val="20"/>
    </w:rPr>
  </w:style>
  <w:style w:type="paragraph" w:customStyle="1" w:styleId="ED58AC562D73451AB2D76E441B4061401">
    <w:name w:val="ED58AC562D73451AB2D76E441B4061401"/>
    <w:rsid w:val="009B45BF"/>
    <w:pPr>
      <w:spacing w:after="0" w:line="240" w:lineRule="auto"/>
      <w:jc w:val="both"/>
    </w:pPr>
    <w:rPr>
      <w:rFonts w:ascii="Arial" w:eastAsia="Times New Roman" w:hAnsi="Arial" w:cs="Times New Roman"/>
      <w:sz w:val="20"/>
      <w:szCs w:val="20"/>
    </w:rPr>
  </w:style>
  <w:style w:type="paragraph" w:customStyle="1" w:styleId="15B553FDB2BC4FB7A30683300CEEBA499">
    <w:name w:val="15B553FDB2BC4FB7A30683300CEEBA499"/>
    <w:rsid w:val="009B45BF"/>
    <w:pPr>
      <w:spacing w:after="0" w:line="240" w:lineRule="auto"/>
      <w:jc w:val="both"/>
    </w:pPr>
    <w:rPr>
      <w:rFonts w:ascii="Arial" w:eastAsia="Times New Roman" w:hAnsi="Arial" w:cs="Times New Roman"/>
      <w:sz w:val="20"/>
      <w:szCs w:val="20"/>
    </w:rPr>
  </w:style>
  <w:style w:type="paragraph" w:customStyle="1" w:styleId="2DDEB623C4D44D849F97BB1B6F1A99C99">
    <w:name w:val="2DDEB623C4D44D849F97BB1B6F1A99C9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9">
    <w:name w:val="326FB2B06959462C8BC5C9AE693EEE2C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9">
    <w:name w:val="962E1BFED5D7495C85919124A1D397AE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9">
    <w:name w:val="3EC9144ED68A4B3295718FC2535E6227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9">
    <w:name w:val="82DA6F9416B24C9A88190E8411647BB7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9">
    <w:name w:val="84C10B8C708D4D0CAE41230549E882EB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9">
    <w:name w:val="761516C4B0FE4A44ADF7B97593C491EC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9">
    <w:name w:val="96C246E6445C458FBC4CF04A8D8FC444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9">
    <w:name w:val="E71B35863BC448CA9102EFA03CC54069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9">
    <w:name w:val="25081AAE17A4460EAC76C30E9037A53B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1">
    <w:name w:val="54843687C5924089B629C21AE9CF300B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1">
    <w:name w:val="2883F16DEC3F4CE1A785CEC6FF96FA84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1">
    <w:name w:val="5688AACB46634ED282DA65072308A874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1">
    <w:name w:val="81ED8F902938417C831A44353BDB0125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1">
    <w:name w:val="8CCA156F2E3445BA95ED4D0FEC19F7F1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D6B318666174B0C9E51489DC4518E2A2">
    <w:name w:val="8D6B318666174B0C9E51489DC4518E2A2"/>
    <w:rsid w:val="009B45BF"/>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2">
    <w:name w:val="6591AEA6196C41A18336454A934936822"/>
    <w:rsid w:val="009B45BF"/>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2">
    <w:name w:val="8C8657A4966941EDA8205A2E195F70392"/>
    <w:rsid w:val="009B45BF"/>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2">
    <w:name w:val="4C7C9414D1A241F3AD521F9973C43D032"/>
    <w:rsid w:val="009B45BF"/>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9">
    <w:name w:val="6C9A32874AAA4F9D88FC6CC9EF7544B59"/>
    <w:rsid w:val="009B45BF"/>
    <w:pPr>
      <w:spacing w:after="0" w:line="240" w:lineRule="auto"/>
      <w:jc w:val="both"/>
    </w:pPr>
    <w:rPr>
      <w:rFonts w:ascii="Arial" w:eastAsia="Times New Roman" w:hAnsi="Arial" w:cs="Times New Roman"/>
      <w:sz w:val="20"/>
      <w:szCs w:val="20"/>
    </w:rPr>
  </w:style>
  <w:style w:type="paragraph" w:customStyle="1" w:styleId="B25E12CC50204EE3955D1AC7F2B266FB8">
    <w:name w:val="B25E12CC50204EE3955D1AC7F2B266FB8"/>
    <w:rsid w:val="009B45BF"/>
    <w:pPr>
      <w:spacing w:after="0" w:line="240" w:lineRule="auto"/>
      <w:jc w:val="both"/>
    </w:pPr>
    <w:rPr>
      <w:rFonts w:ascii="Arial" w:eastAsia="Times New Roman" w:hAnsi="Arial" w:cs="Times New Roman"/>
      <w:sz w:val="20"/>
      <w:szCs w:val="20"/>
    </w:rPr>
  </w:style>
  <w:style w:type="paragraph" w:customStyle="1" w:styleId="2BA5B03DA626405084075CAAEEFE7C4B8">
    <w:name w:val="2BA5B03DA626405084075CAAEEFE7C4B8"/>
    <w:rsid w:val="009B45BF"/>
    <w:pPr>
      <w:spacing w:after="0" w:line="240" w:lineRule="auto"/>
      <w:jc w:val="both"/>
    </w:pPr>
    <w:rPr>
      <w:rFonts w:ascii="Arial" w:eastAsia="Times New Roman" w:hAnsi="Arial" w:cs="Times New Roman"/>
      <w:sz w:val="20"/>
      <w:szCs w:val="20"/>
    </w:rPr>
  </w:style>
  <w:style w:type="paragraph" w:customStyle="1" w:styleId="757C57ABBA8148DAA69AFEA6FFBDA2FE8">
    <w:name w:val="757C57ABBA8148DAA69AFEA6FFBDA2FE8"/>
    <w:rsid w:val="009B45BF"/>
    <w:pPr>
      <w:spacing w:after="0" w:line="240" w:lineRule="auto"/>
      <w:jc w:val="both"/>
    </w:pPr>
    <w:rPr>
      <w:rFonts w:ascii="Arial" w:eastAsia="Times New Roman" w:hAnsi="Arial" w:cs="Times New Roman"/>
      <w:sz w:val="20"/>
      <w:szCs w:val="20"/>
    </w:rPr>
  </w:style>
  <w:style w:type="paragraph" w:customStyle="1" w:styleId="034B30FEEDF74F87A0AA4DC46CF6E01E2">
    <w:name w:val="034B30FEEDF74F87A0AA4DC46CF6E01E2"/>
    <w:rsid w:val="009B45BF"/>
    <w:pPr>
      <w:spacing w:after="0" w:line="240" w:lineRule="auto"/>
      <w:jc w:val="both"/>
    </w:pPr>
    <w:rPr>
      <w:rFonts w:ascii="Arial" w:eastAsia="Times New Roman" w:hAnsi="Arial" w:cs="Times New Roman"/>
      <w:sz w:val="20"/>
      <w:szCs w:val="20"/>
    </w:rPr>
  </w:style>
  <w:style w:type="paragraph" w:customStyle="1" w:styleId="799AD3AFFB8D46629242EAEB1DA862C68">
    <w:name w:val="799AD3AFFB8D46629242EAEB1DA862C68"/>
    <w:rsid w:val="009B45BF"/>
    <w:pPr>
      <w:spacing w:after="0" w:line="240" w:lineRule="auto"/>
      <w:jc w:val="both"/>
    </w:pPr>
    <w:rPr>
      <w:rFonts w:ascii="Arial" w:eastAsia="Times New Roman" w:hAnsi="Arial" w:cs="Times New Roman"/>
      <w:sz w:val="20"/>
      <w:szCs w:val="20"/>
    </w:rPr>
  </w:style>
  <w:style w:type="paragraph" w:customStyle="1" w:styleId="A2CC454BAA0447C58BD0D1C2977391802">
    <w:name w:val="A2CC454BAA0447C58BD0D1C2977391802"/>
    <w:rsid w:val="009B45BF"/>
    <w:pPr>
      <w:spacing w:after="0" w:line="240" w:lineRule="auto"/>
      <w:jc w:val="both"/>
    </w:pPr>
    <w:rPr>
      <w:rFonts w:ascii="Arial" w:eastAsia="Times New Roman" w:hAnsi="Arial" w:cs="Times New Roman"/>
      <w:sz w:val="20"/>
      <w:szCs w:val="20"/>
    </w:rPr>
  </w:style>
  <w:style w:type="paragraph" w:customStyle="1" w:styleId="A37B474BB6CE45AFBCD09DF6747BA4247">
    <w:name w:val="A37B474BB6CE45AFBCD09DF6747BA4247"/>
    <w:rsid w:val="009B45BF"/>
    <w:pPr>
      <w:spacing w:after="0" w:line="240" w:lineRule="auto"/>
      <w:jc w:val="both"/>
    </w:pPr>
    <w:rPr>
      <w:rFonts w:ascii="Arial" w:eastAsia="Times New Roman" w:hAnsi="Arial" w:cs="Times New Roman"/>
      <w:sz w:val="20"/>
      <w:szCs w:val="20"/>
    </w:rPr>
  </w:style>
  <w:style w:type="paragraph" w:customStyle="1" w:styleId="17C5803909FF43CC811BB052BA2981032">
    <w:name w:val="17C5803909FF43CC811BB052BA2981032"/>
    <w:rsid w:val="009B45BF"/>
    <w:pPr>
      <w:spacing w:after="0" w:line="240" w:lineRule="auto"/>
      <w:jc w:val="both"/>
    </w:pPr>
    <w:rPr>
      <w:rFonts w:ascii="Arial" w:eastAsia="Times New Roman" w:hAnsi="Arial" w:cs="Times New Roman"/>
      <w:sz w:val="20"/>
      <w:szCs w:val="20"/>
    </w:rPr>
  </w:style>
  <w:style w:type="paragraph" w:customStyle="1" w:styleId="CB96B46A26F8498693197420B7DA6E652">
    <w:name w:val="CB96B46A26F8498693197420B7DA6E652"/>
    <w:rsid w:val="009B45BF"/>
    <w:pPr>
      <w:spacing w:after="0" w:line="240" w:lineRule="auto"/>
      <w:jc w:val="both"/>
    </w:pPr>
    <w:rPr>
      <w:rFonts w:ascii="Arial" w:eastAsia="Times New Roman" w:hAnsi="Arial" w:cs="Times New Roman"/>
      <w:sz w:val="20"/>
      <w:szCs w:val="20"/>
    </w:rPr>
  </w:style>
  <w:style w:type="paragraph" w:customStyle="1" w:styleId="0893FF39259F4E09AA92456DDC9DA4E72">
    <w:name w:val="0893FF39259F4E09AA92456DDC9DA4E72"/>
    <w:rsid w:val="009B45BF"/>
    <w:pPr>
      <w:spacing w:after="0" w:line="240" w:lineRule="auto"/>
      <w:jc w:val="both"/>
    </w:pPr>
    <w:rPr>
      <w:rFonts w:ascii="Arial" w:eastAsia="Times New Roman" w:hAnsi="Arial" w:cs="Times New Roman"/>
      <w:sz w:val="20"/>
      <w:szCs w:val="20"/>
    </w:rPr>
  </w:style>
  <w:style w:type="paragraph" w:customStyle="1" w:styleId="B752C9F178094B1FBB25C08CCAA76E0A2">
    <w:name w:val="B752C9F178094B1FBB25C08CCAA76E0A2"/>
    <w:rsid w:val="009B45BF"/>
    <w:pPr>
      <w:spacing w:after="0" w:line="240" w:lineRule="auto"/>
      <w:jc w:val="both"/>
    </w:pPr>
    <w:rPr>
      <w:rFonts w:ascii="Arial" w:eastAsia="Times New Roman" w:hAnsi="Arial" w:cs="Times New Roman"/>
      <w:sz w:val="20"/>
      <w:szCs w:val="20"/>
    </w:rPr>
  </w:style>
  <w:style w:type="paragraph" w:customStyle="1" w:styleId="AC74664DE2054B1787EADD54FD67B9EF2">
    <w:name w:val="AC74664DE2054B1787EADD54FD67B9EF2"/>
    <w:rsid w:val="009B45BF"/>
    <w:pPr>
      <w:spacing w:after="0" w:line="240" w:lineRule="auto"/>
      <w:jc w:val="both"/>
    </w:pPr>
    <w:rPr>
      <w:rFonts w:ascii="Arial" w:eastAsia="Times New Roman" w:hAnsi="Arial" w:cs="Times New Roman"/>
      <w:sz w:val="20"/>
      <w:szCs w:val="20"/>
    </w:rPr>
  </w:style>
  <w:style w:type="paragraph" w:customStyle="1" w:styleId="C9133DE7BE254369A3C4917415E81FCA7">
    <w:name w:val="C9133DE7BE254369A3C4917415E81FCA7"/>
    <w:rsid w:val="009B45BF"/>
    <w:pPr>
      <w:spacing w:after="0" w:line="240" w:lineRule="auto"/>
      <w:jc w:val="both"/>
    </w:pPr>
    <w:rPr>
      <w:rFonts w:ascii="Arial" w:eastAsia="Times New Roman" w:hAnsi="Arial" w:cs="Times New Roman"/>
      <w:sz w:val="20"/>
      <w:szCs w:val="20"/>
    </w:rPr>
  </w:style>
  <w:style w:type="paragraph" w:customStyle="1" w:styleId="1602CA1FA03240FF9EDD2C7D6636520C2">
    <w:name w:val="1602CA1FA03240FF9EDD2C7D6636520C2"/>
    <w:rsid w:val="009B45BF"/>
    <w:pPr>
      <w:spacing w:after="0" w:line="240" w:lineRule="auto"/>
      <w:jc w:val="both"/>
    </w:pPr>
    <w:rPr>
      <w:rFonts w:ascii="Arial" w:eastAsia="Times New Roman" w:hAnsi="Arial" w:cs="Times New Roman"/>
      <w:sz w:val="20"/>
      <w:szCs w:val="20"/>
    </w:rPr>
  </w:style>
  <w:style w:type="paragraph" w:customStyle="1" w:styleId="DCA6BED40FAC4A67877E022C761E16A42">
    <w:name w:val="DCA6BED40FAC4A67877E022C761E16A42"/>
    <w:rsid w:val="009B45BF"/>
    <w:pPr>
      <w:spacing w:after="0" w:line="240" w:lineRule="auto"/>
      <w:jc w:val="both"/>
    </w:pPr>
    <w:rPr>
      <w:rFonts w:ascii="Arial" w:eastAsia="Times New Roman" w:hAnsi="Arial" w:cs="Times New Roman"/>
      <w:sz w:val="20"/>
      <w:szCs w:val="20"/>
    </w:rPr>
  </w:style>
  <w:style w:type="paragraph" w:customStyle="1" w:styleId="78D8B9FC74934964990826F4E4A393A52">
    <w:name w:val="78D8B9FC74934964990826F4E4A393A52"/>
    <w:rsid w:val="009B45BF"/>
    <w:pPr>
      <w:spacing w:after="0" w:line="240" w:lineRule="auto"/>
      <w:jc w:val="both"/>
    </w:pPr>
    <w:rPr>
      <w:rFonts w:ascii="Arial" w:eastAsia="Times New Roman" w:hAnsi="Arial" w:cs="Times New Roman"/>
      <w:sz w:val="20"/>
      <w:szCs w:val="20"/>
    </w:rPr>
  </w:style>
  <w:style w:type="paragraph" w:customStyle="1" w:styleId="D0A57232D01346F4AA83377C947764572">
    <w:name w:val="D0A57232D01346F4AA83377C947764572"/>
    <w:rsid w:val="009B45BF"/>
    <w:pPr>
      <w:spacing w:after="0" w:line="240" w:lineRule="auto"/>
      <w:jc w:val="both"/>
    </w:pPr>
    <w:rPr>
      <w:rFonts w:ascii="Arial" w:eastAsia="Times New Roman" w:hAnsi="Arial" w:cs="Times New Roman"/>
      <w:sz w:val="20"/>
      <w:szCs w:val="20"/>
    </w:rPr>
  </w:style>
  <w:style w:type="paragraph" w:customStyle="1" w:styleId="C75E40CD30BA41899C4F678ED7D5A7972">
    <w:name w:val="C75E40CD30BA41899C4F678ED7D5A7972"/>
    <w:rsid w:val="009B45BF"/>
    <w:pPr>
      <w:spacing w:after="0" w:line="240" w:lineRule="auto"/>
      <w:jc w:val="both"/>
    </w:pPr>
    <w:rPr>
      <w:rFonts w:ascii="Arial" w:eastAsia="Times New Roman" w:hAnsi="Arial" w:cs="Times New Roman"/>
      <w:sz w:val="20"/>
      <w:szCs w:val="20"/>
    </w:rPr>
  </w:style>
  <w:style w:type="paragraph" w:customStyle="1" w:styleId="E9AF160B40DA462589824370E0490AB12">
    <w:name w:val="E9AF160B40DA462589824370E0490AB12"/>
    <w:rsid w:val="009B45BF"/>
    <w:pPr>
      <w:spacing w:after="0" w:line="240" w:lineRule="auto"/>
      <w:jc w:val="both"/>
    </w:pPr>
    <w:rPr>
      <w:rFonts w:ascii="Arial" w:eastAsia="Times New Roman" w:hAnsi="Arial" w:cs="Times New Roman"/>
      <w:sz w:val="20"/>
      <w:szCs w:val="20"/>
    </w:rPr>
  </w:style>
  <w:style w:type="paragraph" w:customStyle="1" w:styleId="627BDC0D507241478638B1F0FF6E270E2">
    <w:name w:val="627BDC0D507241478638B1F0FF6E270E2"/>
    <w:rsid w:val="009B45BF"/>
    <w:pPr>
      <w:spacing w:after="0" w:line="240" w:lineRule="auto"/>
      <w:jc w:val="both"/>
    </w:pPr>
    <w:rPr>
      <w:rFonts w:ascii="Arial" w:eastAsia="Times New Roman" w:hAnsi="Arial" w:cs="Times New Roman"/>
      <w:sz w:val="20"/>
      <w:szCs w:val="20"/>
    </w:rPr>
  </w:style>
  <w:style w:type="paragraph" w:customStyle="1" w:styleId="9E58ACCCCEA34432B1F11855C1EFC3AC2">
    <w:name w:val="9E58ACCCCEA34432B1F11855C1EFC3AC2"/>
    <w:rsid w:val="009B45BF"/>
    <w:pPr>
      <w:spacing w:after="0" w:line="240" w:lineRule="auto"/>
      <w:jc w:val="both"/>
    </w:pPr>
    <w:rPr>
      <w:rFonts w:ascii="Arial" w:eastAsia="Times New Roman" w:hAnsi="Arial" w:cs="Times New Roman"/>
      <w:sz w:val="20"/>
      <w:szCs w:val="20"/>
    </w:rPr>
  </w:style>
  <w:style w:type="paragraph" w:customStyle="1" w:styleId="90C64D10A6F64D5A987FC97E56B4EE372">
    <w:name w:val="90C64D10A6F64D5A987FC97E56B4EE372"/>
    <w:rsid w:val="009B45BF"/>
    <w:pPr>
      <w:spacing w:after="0" w:line="240" w:lineRule="auto"/>
      <w:jc w:val="both"/>
    </w:pPr>
    <w:rPr>
      <w:rFonts w:ascii="Arial" w:eastAsia="Times New Roman" w:hAnsi="Arial" w:cs="Times New Roman"/>
      <w:sz w:val="20"/>
      <w:szCs w:val="20"/>
    </w:rPr>
  </w:style>
  <w:style w:type="paragraph" w:customStyle="1" w:styleId="2DAACF515514417CA8B6B4B8A61791732">
    <w:name w:val="2DAACF515514417CA8B6B4B8A61791732"/>
    <w:rsid w:val="009B45BF"/>
    <w:pPr>
      <w:spacing w:after="0" w:line="240" w:lineRule="auto"/>
      <w:jc w:val="both"/>
    </w:pPr>
    <w:rPr>
      <w:rFonts w:ascii="Arial" w:eastAsia="Times New Roman" w:hAnsi="Arial" w:cs="Times New Roman"/>
      <w:sz w:val="20"/>
      <w:szCs w:val="20"/>
    </w:rPr>
  </w:style>
  <w:style w:type="paragraph" w:customStyle="1" w:styleId="E99B3E9601674407AF6948345F03123C2">
    <w:name w:val="E99B3E9601674407AF6948345F03123C2"/>
    <w:rsid w:val="009B45BF"/>
    <w:pPr>
      <w:spacing w:after="0" w:line="240" w:lineRule="auto"/>
      <w:jc w:val="both"/>
    </w:pPr>
    <w:rPr>
      <w:rFonts w:ascii="Arial" w:eastAsia="Times New Roman" w:hAnsi="Arial" w:cs="Times New Roman"/>
      <w:sz w:val="20"/>
      <w:szCs w:val="20"/>
    </w:rPr>
  </w:style>
  <w:style w:type="paragraph" w:customStyle="1" w:styleId="ADC91F02BE94418EB5A6299902AEDF8C2">
    <w:name w:val="ADC91F02BE94418EB5A6299902AEDF8C2"/>
    <w:rsid w:val="009B45BF"/>
    <w:pPr>
      <w:spacing w:after="0" w:line="240" w:lineRule="auto"/>
      <w:jc w:val="both"/>
    </w:pPr>
    <w:rPr>
      <w:rFonts w:ascii="Arial" w:eastAsia="Times New Roman" w:hAnsi="Arial" w:cs="Times New Roman"/>
      <w:sz w:val="20"/>
      <w:szCs w:val="20"/>
    </w:rPr>
  </w:style>
  <w:style w:type="paragraph" w:customStyle="1" w:styleId="8B5B81114F3548798A13201990C9A19D2">
    <w:name w:val="8B5B81114F3548798A13201990C9A19D2"/>
    <w:rsid w:val="009B45BF"/>
    <w:pPr>
      <w:spacing w:after="0" w:line="240" w:lineRule="auto"/>
      <w:jc w:val="both"/>
    </w:pPr>
    <w:rPr>
      <w:rFonts w:ascii="Arial" w:eastAsia="Times New Roman" w:hAnsi="Arial" w:cs="Times New Roman"/>
      <w:sz w:val="20"/>
      <w:szCs w:val="20"/>
    </w:rPr>
  </w:style>
  <w:style w:type="paragraph" w:customStyle="1" w:styleId="E30D9199932B4EC9BA10BDE2C563FFD42">
    <w:name w:val="E30D9199932B4EC9BA10BDE2C563FFD42"/>
    <w:rsid w:val="009B45BF"/>
    <w:pPr>
      <w:spacing w:after="0" w:line="240" w:lineRule="auto"/>
      <w:jc w:val="both"/>
    </w:pPr>
    <w:rPr>
      <w:rFonts w:ascii="Arial" w:eastAsia="Times New Roman" w:hAnsi="Arial" w:cs="Times New Roman"/>
      <w:sz w:val="20"/>
      <w:szCs w:val="20"/>
    </w:rPr>
  </w:style>
  <w:style w:type="paragraph" w:customStyle="1" w:styleId="DC75537EA705454B81BE86FEA93588582">
    <w:name w:val="DC75537EA705454B81BE86FEA93588582"/>
    <w:rsid w:val="009B45BF"/>
    <w:pPr>
      <w:spacing w:after="0" w:line="240" w:lineRule="auto"/>
      <w:jc w:val="both"/>
    </w:pPr>
    <w:rPr>
      <w:rFonts w:ascii="Arial" w:eastAsia="Times New Roman" w:hAnsi="Arial" w:cs="Times New Roman"/>
      <w:sz w:val="20"/>
      <w:szCs w:val="20"/>
    </w:rPr>
  </w:style>
  <w:style w:type="paragraph" w:customStyle="1" w:styleId="B546F36287DD46A09AFA9D4CC36360CF2">
    <w:name w:val="B546F36287DD46A09AFA9D4CC36360CF2"/>
    <w:rsid w:val="009B45BF"/>
    <w:pPr>
      <w:spacing w:after="0" w:line="240" w:lineRule="auto"/>
      <w:jc w:val="both"/>
    </w:pPr>
    <w:rPr>
      <w:rFonts w:ascii="Arial" w:eastAsia="Times New Roman" w:hAnsi="Arial" w:cs="Times New Roman"/>
      <w:sz w:val="20"/>
      <w:szCs w:val="20"/>
    </w:rPr>
  </w:style>
  <w:style w:type="paragraph" w:customStyle="1" w:styleId="A5526C9FE97542E6B9A009039E3A064E2">
    <w:name w:val="A5526C9FE97542E6B9A009039E3A064E2"/>
    <w:rsid w:val="009B45BF"/>
    <w:pPr>
      <w:spacing w:after="0" w:line="240" w:lineRule="auto"/>
      <w:jc w:val="both"/>
    </w:pPr>
    <w:rPr>
      <w:rFonts w:ascii="Arial" w:eastAsia="Times New Roman" w:hAnsi="Arial" w:cs="Times New Roman"/>
      <w:sz w:val="20"/>
      <w:szCs w:val="20"/>
    </w:rPr>
  </w:style>
  <w:style w:type="paragraph" w:customStyle="1" w:styleId="6B744BE7014D477CB2F32F9CA1AB56152">
    <w:name w:val="6B744BE7014D477CB2F32F9CA1AB56152"/>
    <w:rsid w:val="009B45BF"/>
    <w:pPr>
      <w:spacing w:after="0" w:line="240" w:lineRule="auto"/>
      <w:jc w:val="both"/>
    </w:pPr>
    <w:rPr>
      <w:rFonts w:ascii="Arial" w:eastAsia="Times New Roman" w:hAnsi="Arial" w:cs="Times New Roman"/>
      <w:sz w:val="20"/>
      <w:szCs w:val="20"/>
    </w:rPr>
  </w:style>
  <w:style w:type="paragraph" w:customStyle="1" w:styleId="9215083040954ACE85FA8D6DD5D580BD2">
    <w:name w:val="9215083040954ACE85FA8D6DD5D580BD2"/>
    <w:rsid w:val="009B45BF"/>
    <w:pPr>
      <w:spacing w:after="0" w:line="240" w:lineRule="auto"/>
      <w:jc w:val="both"/>
    </w:pPr>
    <w:rPr>
      <w:rFonts w:ascii="Arial" w:eastAsia="Times New Roman" w:hAnsi="Arial" w:cs="Times New Roman"/>
      <w:sz w:val="20"/>
      <w:szCs w:val="20"/>
    </w:rPr>
  </w:style>
  <w:style w:type="paragraph" w:customStyle="1" w:styleId="F81ACEE16DE347A095C8D2A2BB17E89D2">
    <w:name w:val="F81ACEE16DE347A095C8D2A2BB17E89D2"/>
    <w:rsid w:val="009B45BF"/>
    <w:pPr>
      <w:spacing w:after="0" w:line="240" w:lineRule="auto"/>
      <w:jc w:val="both"/>
    </w:pPr>
    <w:rPr>
      <w:rFonts w:ascii="Arial" w:eastAsia="Times New Roman" w:hAnsi="Arial" w:cs="Times New Roman"/>
      <w:sz w:val="20"/>
      <w:szCs w:val="20"/>
    </w:rPr>
  </w:style>
  <w:style w:type="paragraph" w:customStyle="1" w:styleId="AAF663617AE3407DB8E83E7A98E11D942">
    <w:name w:val="AAF663617AE3407DB8E83E7A98E11D942"/>
    <w:rsid w:val="009B45BF"/>
    <w:pPr>
      <w:spacing w:after="0" w:line="240" w:lineRule="auto"/>
      <w:jc w:val="both"/>
    </w:pPr>
    <w:rPr>
      <w:rFonts w:ascii="Arial" w:eastAsia="Times New Roman" w:hAnsi="Arial" w:cs="Times New Roman"/>
      <w:sz w:val="20"/>
      <w:szCs w:val="20"/>
    </w:rPr>
  </w:style>
  <w:style w:type="paragraph" w:customStyle="1" w:styleId="D1B4C2AB36A34AC2A7248B79F19A39912">
    <w:name w:val="D1B4C2AB36A34AC2A7248B79F19A39912"/>
    <w:rsid w:val="009B45BF"/>
    <w:pPr>
      <w:spacing w:after="0" w:line="240" w:lineRule="auto"/>
      <w:jc w:val="both"/>
    </w:pPr>
    <w:rPr>
      <w:rFonts w:ascii="Arial" w:eastAsia="Times New Roman" w:hAnsi="Arial" w:cs="Times New Roman"/>
      <w:sz w:val="20"/>
      <w:szCs w:val="20"/>
    </w:rPr>
  </w:style>
  <w:style w:type="paragraph" w:customStyle="1" w:styleId="23CA761B19D44DF59D21AAB8F4444C712">
    <w:name w:val="23CA761B19D44DF59D21AAB8F4444C712"/>
    <w:rsid w:val="009B45BF"/>
    <w:pPr>
      <w:spacing w:after="0" w:line="240" w:lineRule="auto"/>
      <w:jc w:val="both"/>
    </w:pPr>
    <w:rPr>
      <w:rFonts w:ascii="Arial" w:eastAsia="Times New Roman" w:hAnsi="Arial" w:cs="Times New Roman"/>
      <w:sz w:val="20"/>
      <w:szCs w:val="20"/>
    </w:rPr>
  </w:style>
  <w:style w:type="paragraph" w:customStyle="1" w:styleId="A9B2677F927743F898BACBE6747A806A2">
    <w:name w:val="A9B2677F927743F898BACBE6747A806A2"/>
    <w:rsid w:val="009B45BF"/>
    <w:pPr>
      <w:spacing w:after="0" w:line="240" w:lineRule="auto"/>
      <w:jc w:val="both"/>
    </w:pPr>
    <w:rPr>
      <w:rFonts w:ascii="Arial" w:eastAsia="Times New Roman" w:hAnsi="Arial" w:cs="Times New Roman"/>
      <w:sz w:val="20"/>
      <w:szCs w:val="20"/>
    </w:rPr>
  </w:style>
  <w:style w:type="paragraph" w:customStyle="1" w:styleId="09EB25B1E4C346339874714EFEC202882">
    <w:name w:val="09EB25B1E4C346339874714EFEC202882"/>
    <w:rsid w:val="009B45BF"/>
    <w:pPr>
      <w:spacing w:after="0" w:line="240" w:lineRule="auto"/>
      <w:jc w:val="both"/>
    </w:pPr>
    <w:rPr>
      <w:rFonts w:ascii="Arial" w:eastAsia="Times New Roman" w:hAnsi="Arial" w:cs="Times New Roman"/>
      <w:sz w:val="20"/>
      <w:szCs w:val="20"/>
    </w:rPr>
  </w:style>
  <w:style w:type="paragraph" w:customStyle="1" w:styleId="3D44A16445A64DC2983A481E8088D6282">
    <w:name w:val="3D44A16445A64DC2983A481E8088D6282"/>
    <w:rsid w:val="009B45BF"/>
    <w:pPr>
      <w:spacing w:after="0" w:line="240" w:lineRule="auto"/>
      <w:jc w:val="both"/>
    </w:pPr>
    <w:rPr>
      <w:rFonts w:ascii="Arial" w:eastAsia="Times New Roman" w:hAnsi="Arial" w:cs="Times New Roman"/>
      <w:sz w:val="20"/>
      <w:szCs w:val="20"/>
    </w:rPr>
  </w:style>
  <w:style w:type="paragraph" w:customStyle="1" w:styleId="385E246CE5714547A2F0E8ACB7CB8F072">
    <w:name w:val="385E246CE5714547A2F0E8ACB7CB8F072"/>
    <w:rsid w:val="009B45BF"/>
    <w:pPr>
      <w:spacing w:after="0" w:line="240" w:lineRule="auto"/>
      <w:jc w:val="both"/>
    </w:pPr>
    <w:rPr>
      <w:rFonts w:ascii="Arial" w:eastAsia="Times New Roman" w:hAnsi="Arial" w:cs="Times New Roman"/>
      <w:sz w:val="20"/>
      <w:szCs w:val="20"/>
    </w:rPr>
  </w:style>
  <w:style w:type="paragraph" w:customStyle="1" w:styleId="12E407B13CA04DFAAD94DA36A9A722022">
    <w:name w:val="12E407B13CA04DFAAD94DA36A9A722022"/>
    <w:rsid w:val="009B45BF"/>
    <w:pPr>
      <w:spacing w:after="0" w:line="240" w:lineRule="auto"/>
      <w:jc w:val="both"/>
    </w:pPr>
    <w:rPr>
      <w:rFonts w:ascii="Arial" w:eastAsia="Times New Roman" w:hAnsi="Arial" w:cs="Times New Roman"/>
      <w:sz w:val="20"/>
      <w:szCs w:val="20"/>
    </w:rPr>
  </w:style>
  <w:style w:type="paragraph" w:customStyle="1" w:styleId="26BF98DE256248F18A0BBF622A398F632">
    <w:name w:val="26BF98DE256248F18A0BBF622A398F632"/>
    <w:rsid w:val="009B45BF"/>
    <w:pPr>
      <w:spacing w:after="0" w:line="240" w:lineRule="auto"/>
      <w:jc w:val="both"/>
    </w:pPr>
    <w:rPr>
      <w:rFonts w:ascii="Arial" w:eastAsia="Times New Roman" w:hAnsi="Arial" w:cs="Times New Roman"/>
      <w:sz w:val="20"/>
      <w:szCs w:val="20"/>
    </w:rPr>
  </w:style>
  <w:style w:type="paragraph" w:customStyle="1" w:styleId="C10B2298129844C288ACDC552C27F9482">
    <w:name w:val="C10B2298129844C288ACDC552C27F9482"/>
    <w:rsid w:val="009B45BF"/>
    <w:pPr>
      <w:spacing w:after="0" w:line="240" w:lineRule="auto"/>
      <w:jc w:val="both"/>
    </w:pPr>
    <w:rPr>
      <w:rFonts w:ascii="Arial" w:eastAsia="Times New Roman" w:hAnsi="Arial" w:cs="Times New Roman"/>
      <w:sz w:val="20"/>
      <w:szCs w:val="20"/>
    </w:rPr>
  </w:style>
  <w:style w:type="paragraph" w:customStyle="1" w:styleId="A2E56A06FB1240E2972F1773EB8BB4E52">
    <w:name w:val="A2E56A06FB1240E2972F1773EB8BB4E52"/>
    <w:rsid w:val="009B45BF"/>
    <w:pPr>
      <w:spacing w:after="0" w:line="240" w:lineRule="auto"/>
      <w:jc w:val="both"/>
    </w:pPr>
    <w:rPr>
      <w:rFonts w:ascii="Arial" w:eastAsia="Times New Roman" w:hAnsi="Arial" w:cs="Times New Roman"/>
      <w:sz w:val="20"/>
      <w:szCs w:val="20"/>
    </w:rPr>
  </w:style>
  <w:style w:type="paragraph" w:customStyle="1" w:styleId="AE6CA903ED94432BAB5F6F1F0AFCEFB12">
    <w:name w:val="AE6CA903ED94432BAB5F6F1F0AFCEFB12"/>
    <w:rsid w:val="009B45BF"/>
    <w:pPr>
      <w:spacing w:after="0" w:line="240" w:lineRule="auto"/>
      <w:jc w:val="both"/>
    </w:pPr>
    <w:rPr>
      <w:rFonts w:ascii="Arial" w:eastAsia="Times New Roman" w:hAnsi="Arial" w:cs="Times New Roman"/>
      <w:sz w:val="20"/>
      <w:szCs w:val="20"/>
    </w:rPr>
  </w:style>
  <w:style w:type="paragraph" w:customStyle="1" w:styleId="9BFB36B66D454907874DB0E039EA83442">
    <w:name w:val="9BFB36B66D454907874DB0E039EA83442"/>
    <w:rsid w:val="009B45BF"/>
    <w:pPr>
      <w:spacing w:after="0" w:line="240" w:lineRule="auto"/>
      <w:jc w:val="both"/>
    </w:pPr>
    <w:rPr>
      <w:rFonts w:ascii="Arial" w:eastAsia="Times New Roman" w:hAnsi="Arial" w:cs="Times New Roman"/>
      <w:sz w:val="20"/>
      <w:szCs w:val="20"/>
    </w:rPr>
  </w:style>
  <w:style w:type="paragraph" w:customStyle="1" w:styleId="53F45EDFDFD243CCB67CC658A24802262">
    <w:name w:val="53F45EDFDFD243CCB67CC658A24802262"/>
    <w:rsid w:val="009B45BF"/>
    <w:pPr>
      <w:spacing w:after="0" w:line="240" w:lineRule="auto"/>
      <w:jc w:val="both"/>
    </w:pPr>
    <w:rPr>
      <w:rFonts w:ascii="Arial" w:eastAsia="Times New Roman" w:hAnsi="Arial" w:cs="Times New Roman"/>
      <w:sz w:val="20"/>
      <w:szCs w:val="20"/>
    </w:rPr>
  </w:style>
  <w:style w:type="paragraph" w:customStyle="1" w:styleId="CBB32FBCC9184224B4592BE8FDC41F4A2">
    <w:name w:val="CBB32FBCC9184224B4592BE8FDC41F4A2"/>
    <w:rsid w:val="009B45BF"/>
    <w:pPr>
      <w:spacing w:after="0" w:line="240" w:lineRule="auto"/>
      <w:jc w:val="both"/>
    </w:pPr>
    <w:rPr>
      <w:rFonts w:ascii="Arial" w:eastAsia="Times New Roman" w:hAnsi="Arial" w:cs="Times New Roman"/>
      <w:sz w:val="20"/>
      <w:szCs w:val="20"/>
    </w:rPr>
  </w:style>
  <w:style w:type="paragraph" w:customStyle="1" w:styleId="CDEE7F4B70A54CABAA96EBCB18A99FE72">
    <w:name w:val="CDEE7F4B70A54CABAA96EBCB18A99FE72"/>
    <w:rsid w:val="009B45BF"/>
    <w:pPr>
      <w:spacing w:after="0" w:line="240" w:lineRule="auto"/>
      <w:jc w:val="both"/>
    </w:pPr>
    <w:rPr>
      <w:rFonts w:ascii="Arial" w:eastAsia="Times New Roman" w:hAnsi="Arial" w:cs="Times New Roman"/>
      <w:sz w:val="20"/>
      <w:szCs w:val="20"/>
    </w:rPr>
  </w:style>
  <w:style w:type="paragraph" w:customStyle="1" w:styleId="77BDB02C66DF48119A15409DF6FB4EC32">
    <w:name w:val="77BDB02C66DF48119A15409DF6FB4EC32"/>
    <w:rsid w:val="009B45BF"/>
    <w:pPr>
      <w:spacing w:after="0" w:line="240" w:lineRule="auto"/>
      <w:jc w:val="both"/>
    </w:pPr>
    <w:rPr>
      <w:rFonts w:ascii="Arial" w:eastAsia="Times New Roman" w:hAnsi="Arial" w:cs="Times New Roman"/>
      <w:sz w:val="20"/>
      <w:szCs w:val="20"/>
    </w:rPr>
  </w:style>
  <w:style w:type="paragraph" w:customStyle="1" w:styleId="1B02C6BB5CE04F76A605FBCEAE0A9CE52">
    <w:name w:val="1B02C6BB5CE04F76A605FBCEAE0A9CE52"/>
    <w:rsid w:val="009B45BF"/>
    <w:pPr>
      <w:spacing w:after="0" w:line="240" w:lineRule="auto"/>
      <w:jc w:val="both"/>
    </w:pPr>
    <w:rPr>
      <w:rFonts w:ascii="Arial" w:eastAsia="Times New Roman" w:hAnsi="Arial" w:cs="Times New Roman"/>
      <w:sz w:val="20"/>
      <w:szCs w:val="20"/>
    </w:rPr>
  </w:style>
  <w:style w:type="paragraph" w:customStyle="1" w:styleId="EF11B0C09E534F37A81763EA7B1565382">
    <w:name w:val="EF11B0C09E534F37A81763EA7B1565382"/>
    <w:rsid w:val="009B45BF"/>
    <w:pPr>
      <w:spacing w:after="0" w:line="240" w:lineRule="auto"/>
      <w:jc w:val="both"/>
    </w:pPr>
    <w:rPr>
      <w:rFonts w:ascii="Arial" w:eastAsia="Times New Roman" w:hAnsi="Arial" w:cs="Times New Roman"/>
      <w:sz w:val="20"/>
      <w:szCs w:val="20"/>
    </w:rPr>
  </w:style>
  <w:style w:type="paragraph" w:customStyle="1" w:styleId="F6FACB413ACA46EFAA3D718A48BCD7882">
    <w:name w:val="F6FACB413ACA46EFAA3D718A48BCD7882"/>
    <w:rsid w:val="009B45BF"/>
    <w:pPr>
      <w:spacing w:after="0" w:line="240" w:lineRule="auto"/>
      <w:jc w:val="both"/>
    </w:pPr>
    <w:rPr>
      <w:rFonts w:ascii="Arial" w:eastAsia="Times New Roman" w:hAnsi="Arial" w:cs="Times New Roman"/>
      <w:sz w:val="20"/>
      <w:szCs w:val="20"/>
    </w:rPr>
  </w:style>
  <w:style w:type="paragraph" w:customStyle="1" w:styleId="CF85ABF70C7E4767A144425F8E56065B2">
    <w:name w:val="CF85ABF70C7E4767A144425F8E56065B2"/>
    <w:rsid w:val="009B45BF"/>
    <w:pPr>
      <w:spacing w:after="0" w:line="240" w:lineRule="auto"/>
      <w:jc w:val="both"/>
    </w:pPr>
    <w:rPr>
      <w:rFonts w:ascii="Arial" w:eastAsia="Times New Roman" w:hAnsi="Arial" w:cs="Times New Roman"/>
      <w:sz w:val="20"/>
      <w:szCs w:val="20"/>
    </w:rPr>
  </w:style>
  <w:style w:type="paragraph" w:customStyle="1" w:styleId="DB50E0E15D174C7C8680AC36D2BF68BB2">
    <w:name w:val="DB50E0E15D174C7C8680AC36D2BF68BB2"/>
    <w:rsid w:val="009B45BF"/>
    <w:pPr>
      <w:spacing w:after="0" w:line="240" w:lineRule="auto"/>
      <w:jc w:val="both"/>
    </w:pPr>
    <w:rPr>
      <w:rFonts w:ascii="Arial" w:eastAsia="Times New Roman" w:hAnsi="Arial" w:cs="Times New Roman"/>
      <w:sz w:val="20"/>
      <w:szCs w:val="20"/>
    </w:rPr>
  </w:style>
  <w:style w:type="paragraph" w:customStyle="1" w:styleId="3F392553B4034A8EB90C73A0864161C82">
    <w:name w:val="3F392553B4034A8EB90C73A0864161C82"/>
    <w:rsid w:val="009B45BF"/>
    <w:pPr>
      <w:spacing w:after="0" w:line="240" w:lineRule="auto"/>
      <w:jc w:val="both"/>
    </w:pPr>
    <w:rPr>
      <w:rFonts w:ascii="Arial" w:eastAsia="Times New Roman" w:hAnsi="Arial" w:cs="Times New Roman"/>
      <w:sz w:val="20"/>
      <w:szCs w:val="20"/>
    </w:rPr>
  </w:style>
  <w:style w:type="paragraph" w:customStyle="1" w:styleId="B4CDFB48B99E40F6ACAAD766400EE9812">
    <w:name w:val="B4CDFB48B99E40F6ACAAD766400EE9812"/>
    <w:rsid w:val="009B45BF"/>
    <w:pPr>
      <w:spacing w:after="0" w:line="240" w:lineRule="auto"/>
      <w:jc w:val="both"/>
    </w:pPr>
    <w:rPr>
      <w:rFonts w:ascii="Arial" w:eastAsia="Times New Roman" w:hAnsi="Arial" w:cs="Times New Roman"/>
      <w:sz w:val="20"/>
      <w:szCs w:val="20"/>
    </w:rPr>
  </w:style>
  <w:style w:type="paragraph" w:customStyle="1" w:styleId="91C29670DBAC4D9BAE8774A5014182002">
    <w:name w:val="91C29670DBAC4D9BAE8774A5014182002"/>
    <w:rsid w:val="009B45BF"/>
    <w:pPr>
      <w:spacing w:after="0" w:line="240" w:lineRule="auto"/>
      <w:jc w:val="both"/>
    </w:pPr>
    <w:rPr>
      <w:rFonts w:ascii="Arial" w:eastAsia="Times New Roman" w:hAnsi="Arial" w:cs="Times New Roman"/>
      <w:sz w:val="20"/>
      <w:szCs w:val="20"/>
    </w:rPr>
  </w:style>
  <w:style w:type="paragraph" w:customStyle="1" w:styleId="870888347BDB428CA3216BBCB2B472572">
    <w:name w:val="870888347BDB428CA3216BBCB2B472572"/>
    <w:rsid w:val="009B45BF"/>
    <w:pPr>
      <w:spacing w:after="0" w:line="240" w:lineRule="auto"/>
      <w:jc w:val="both"/>
    </w:pPr>
    <w:rPr>
      <w:rFonts w:ascii="Arial" w:eastAsia="Times New Roman" w:hAnsi="Arial" w:cs="Times New Roman"/>
      <w:sz w:val="20"/>
      <w:szCs w:val="20"/>
    </w:rPr>
  </w:style>
  <w:style w:type="paragraph" w:customStyle="1" w:styleId="DEA56ADCC43B473B85D0D3156228B5372">
    <w:name w:val="DEA56ADCC43B473B85D0D3156228B5372"/>
    <w:rsid w:val="009B45BF"/>
    <w:pPr>
      <w:spacing w:after="0" w:line="240" w:lineRule="auto"/>
      <w:jc w:val="both"/>
    </w:pPr>
    <w:rPr>
      <w:rFonts w:ascii="Arial" w:eastAsia="Times New Roman" w:hAnsi="Arial" w:cs="Times New Roman"/>
      <w:sz w:val="20"/>
      <w:szCs w:val="20"/>
    </w:rPr>
  </w:style>
  <w:style w:type="paragraph" w:customStyle="1" w:styleId="69C9E5D69DE44DD18BC4C93FA8F4C2742">
    <w:name w:val="69C9E5D69DE44DD18BC4C93FA8F4C2742"/>
    <w:rsid w:val="009B45BF"/>
    <w:pPr>
      <w:spacing w:after="0" w:line="240" w:lineRule="auto"/>
      <w:jc w:val="both"/>
    </w:pPr>
    <w:rPr>
      <w:rFonts w:ascii="Arial" w:eastAsia="Times New Roman" w:hAnsi="Arial" w:cs="Times New Roman"/>
      <w:sz w:val="20"/>
      <w:szCs w:val="20"/>
    </w:rPr>
  </w:style>
  <w:style w:type="paragraph" w:customStyle="1" w:styleId="49EDDCCAB5B24819883480826A9AD7502">
    <w:name w:val="49EDDCCAB5B24819883480826A9AD7502"/>
    <w:rsid w:val="009B45BF"/>
    <w:pPr>
      <w:spacing w:after="0" w:line="240" w:lineRule="auto"/>
      <w:jc w:val="both"/>
    </w:pPr>
    <w:rPr>
      <w:rFonts w:ascii="Arial" w:eastAsia="Times New Roman" w:hAnsi="Arial" w:cs="Times New Roman"/>
      <w:sz w:val="20"/>
      <w:szCs w:val="20"/>
    </w:rPr>
  </w:style>
  <w:style w:type="paragraph" w:customStyle="1" w:styleId="F812693D93C246AAB15CBA89A39AE87F2">
    <w:name w:val="F812693D93C246AAB15CBA89A39AE87F2"/>
    <w:rsid w:val="009B45BF"/>
    <w:pPr>
      <w:spacing w:after="0" w:line="240" w:lineRule="auto"/>
      <w:jc w:val="both"/>
    </w:pPr>
    <w:rPr>
      <w:rFonts w:ascii="Arial" w:eastAsia="Times New Roman" w:hAnsi="Arial" w:cs="Times New Roman"/>
      <w:sz w:val="20"/>
      <w:szCs w:val="20"/>
    </w:rPr>
  </w:style>
  <w:style w:type="paragraph" w:customStyle="1" w:styleId="7D276FC2EDB74063BA0F7E8D6077482B2">
    <w:name w:val="7D276FC2EDB74063BA0F7E8D6077482B2"/>
    <w:rsid w:val="009B45BF"/>
    <w:pPr>
      <w:spacing w:after="0" w:line="240" w:lineRule="auto"/>
      <w:jc w:val="both"/>
    </w:pPr>
    <w:rPr>
      <w:rFonts w:ascii="Arial" w:eastAsia="Times New Roman" w:hAnsi="Arial" w:cs="Times New Roman"/>
      <w:sz w:val="20"/>
      <w:szCs w:val="20"/>
    </w:rPr>
  </w:style>
  <w:style w:type="paragraph" w:customStyle="1" w:styleId="83AC26AA9C12427B87ABC82883D228242">
    <w:name w:val="83AC26AA9C12427B87ABC82883D228242"/>
    <w:rsid w:val="009B45BF"/>
    <w:pPr>
      <w:spacing w:after="0" w:line="240" w:lineRule="auto"/>
      <w:jc w:val="both"/>
    </w:pPr>
    <w:rPr>
      <w:rFonts w:ascii="Arial" w:eastAsia="Times New Roman" w:hAnsi="Arial" w:cs="Times New Roman"/>
      <w:sz w:val="20"/>
      <w:szCs w:val="20"/>
    </w:rPr>
  </w:style>
  <w:style w:type="paragraph" w:customStyle="1" w:styleId="61C1575ABFA34C4CAA9D4B49F11AD03A2">
    <w:name w:val="61C1575ABFA34C4CAA9D4B49F11AD03A2"/>
    <w:rsid w:val="009B45BF"/>
    <w:pPr>
      <w:spacing w:after="0" w:line="240" w:lineRule="auto"/>
      <w:jc w:val="both"/>
    </w:pPr>
    <w:rPr>
      <w:rFonts w:ascii="Arial" w:eastAsia="Times New Roman" w:hAnsi="Arial" w:cs="Times New Roman"/>
      <w:sz w:val="20"/>
      <w:szCs w:val="20"/>
    </w:rPr>
  </w:style>
  <w:style w:type="paragraph" w:customStyle="1" w:styleId="4487BFB9EAE443E3A8431CE3D9403CA42">
    <w:name w:val="4487BFB9EAE443E3A8431CE3D9403CA42"/>
    <w:rsid w:val="009B45BF"/>
    <w:pPr>
      <w:spacing w:after="0" w:line="240" w:lineRule="auto"/>
      <w:jc w:val="both"/>
    </w:pPr>
    <w:rPr>
      <w:rFonts w:ascii="Arial" w:eastAsia="Times New Roman" w:hAnsi="Arial" w:cs="Times New Roman"/>
      <w:sz w:val="20"/>
      <w:szCs w:val="20"/>
    </w:rPr>
  </w:style>
  <w:style w:type="paragraph" w:customStyle="1" w:styleId="9A7C14453E68459299B9AEF3D7F96DD02">
    <w:name w:val="9A7C14453E68459299B9AEF3D7F96DD02"/>
    <w:rsid w:val="009B45BF"/>
    <w:pPr>
      <w:spacing w:after="0" w:line="240" w:lineRule="auto"/>
      <w:jc w:val="both"/>
    </w:pPr>
    <w:rPr>
      <w:rFonts w:ascii="Arial" w:eastAsia="Times New Roman" w:hAnsi="Arial" w:cs="Times New Roman"/>
      <w:sz w:val="20"/>
      <w:szCs w:val="20"/>
    </w:rPr>
  </w:style>
  <w:style w:type="paragraph" w:customStyle="1" w:styleId="4DA6582A6FE74418BDC7BC8C35A799362">
    <w:name w:val="4DA6582A6FE74418BDC7BC8C35A799362"/>
    <w:rsid w:val="009B45BF"/>
    <w:pPr>
      <w:spacing w:after="0" w:line="240" w:lineRule="auto"/>
      <w:jc w:val="both"/>
    </w:pPr>
    <w:rPr>
      <w:rFonts w:ascii="Arial" w:eastAsia="Times New Roman" w:hAnsi="Arial" w:cs="Times New Roman"/>
      <w:sz w:val="20"/>
      <w:szCs w:val="20"/>
    </w:rPr>
  </w:style>
  <w:style w:type="paragraph" w:customStyle="1" w:styleId="77FF516A994B4158B4E2808DCFDA3F552">
    <w:name w:val="77FF516A994B4158B4E2808DCFDA3F552"/>
    <w:rsid w:val="009B45BF"/>
    <w:pPr>
      <w:spacing w:after="0" w:line="240" w:lineRule="auto"/>
      <w:jc w:val="both"/>
    </w:pPr>
    <w:rPr>
      <w:rFonts w:ascii="Arial" w:eastAsia="Times New Roman" w:hAnsi="Arial" w:cs="Times New Roman"/>
      <w:sz w:val="20"/>
      <w:szCs w:val="20"/>
    </w:rPr>
  </w:style>
  <w:style w:type="paragraph" w:customStyle="1" w:styleId="971B88EB00F1408BA96A6A873EED980F2">
    <w:name w:val="971B88EB00F1408BA96A6A873EED980F2"/>
    <w:rsid w:val="009B45BF"/>
    <w:pPr>
      <w:spacing w:after="0" w:line="240" w:lineRule="auto"/>
      <w:jc w:val="both"/>
    </w:pPr>
    <w:rPr>
      <w:rFonts w:ascii="Arial" w:eastAsia="Times New Roman" w:hAnsi="Arial" w:cs="Times New Roman"/>
      <w:sz w:val="20"/>
      <w:szCs w:val="20"/>
    </w:rPr>
  </w:style>
  <w:style w:type="paragraph" w:customStyle="1" w:styleId="9C2D7B99BC0647628AD3D69A525ACC302">
    <w:name w:val="9C2D7B99BC0647628AD3D69A525ACC302"/>
    <w:rsid w:val="009B45BF"/>
    <w:pPr>
      <w:spacing w:after="0" w:line="240" w:lineRule="auto"/>
      <w:jc w:val="both"/>
    </w:pPr>
    <w:rPr>
      <w:rFonts w:ascii="Arial" w:eastAsia="Times New Roman" w:hAnsi="Arial" w:cs="Times New Roman"/>
      <w:sz w:val="20"/>
      <w:szCs w:val="20"/>
    </w:rPr>
  </w:style>
  <w:style w:type="paragraph" w:customStyle="1" w:styleId="9C90E9D9104F44F2AA91830CB96820292">
    <w:name w:val="9C90E9D9104F44F2AA91830CB96820292"/>
    <w:rsid w:val="009B45BF"/>
    <w:pPr>
      <w:spacing w:after="0" w:line="240" w:lineRule="auto"/>
      <w:jc w:val="both"/>
    </w:pPr>
    <w:rPr>
      <w:rFonts w:ascii="Arial" w:eastAsia="Times New Roman" w:hAnsi="Arial" w:cs="Times New Roman"/>
      <w:sz w:val="20"/>
      <w:szCs w:val="20"/>
    </w:rPr>
  </w:style>
  <w:style w:type="paragraph" w:customStyle="1" w:styleId="691F0F2BC25A4DC09BEE412905F6CB002">
    <w:name w:val="691F0F2BC25A4DC09BEE412905F6CB002"/>
    <w:rsid w:val="009B45BF"/>
    <w:pPr>
      <w:spacing w:after="0" w:line="240" w:lineRule="auto"/>
      <w:jc w:val="both"/>
    </w:pPr>
    <w:rPr>
      <w:rFonts w:ascii="Arial" w:eastAsia="Times New Roman" w:hAnsi="Arial" w:cs="Times New Roman"/>
      <w:sz w:val="20"/>
      <w:szCs w:val="20"/>
    </w:rPr>
  </w:style>
  <w:style w:type="paragraph" w:customStyle="1" w:styleId="E5A8CD25490642E496437809A16294702">
    <w:name w:val="E5A8CD25490642E496437809A16294702"/>
    <w:rsid w:val="009B45BF"/>
    <w:pPr>
      <w:spacing w:after="0" w:line="240" w:lineRule="auto"/>
      <w:jc w:val="both"/>
    </w:pPr>
    <w:rPr>
      <w:rFonts w:ascii="Arial" w:eastAsia="Times New Roman" w:hAnsi="Arial" w:cs="Times New Roman"/>
      <w:sz w:val="20"/>
      <w:szCs w:val="20"/>
    </w:rPr>
  </w:style>
  <w:style w:type="paragraph" w:customStyle="1" w:styleId="A9FE3335937847408AC6603DD3C96A8E2">
    <w:name w:val="A9FE3335937847408AC6603DD3C96A8E2"/>
    <w:rsid w:val="009B45BF"/>
    <w:pPr>
      <w:spacing w:after="0" w:line="240" w:lineRule="auto"/>
      <w:jc w:val="both"/>
    </w:pPr>
    <w:rPr>
      <w:rFonts w:ascii="Arial" w:eastAsia="Times New Roman" w:hAnsi="Arial" w:cs="Times New Roman"/>
      <w:sz w:val="20"/>
      <w:szCs w:val="20"/>
    </w:rPr>
  </w:style>
  <w:style w:type="paragraph" w:customStyle="1" w:styleId="B13F8168992E4F2AA94B6A81E27BDCE72">
    <w:name w:val="B13F8168992E4F2AA94B6A81E27BDCE72"/>
    <w:rsid w:val="009B45BF"/>
    <w:pPr>
      <w:spacing w:after="0" w:line="240" w:lineRule="auto"/>
      <w:jc w:val="both"/>
    </w:pPr>
    <w:rPr>
      <w:rFonts w:ascii="Arial" w:eastAsia="Times New Roman" w:hAnsi="Arial" w:cs="Times New Roman"/>
      <w:sz w:val="20"/>
      <w:szCs w:val="20"/>
    </w:rPr>
  </w:style>
  <w:style w:type="paragraph" w:customStyle="1" w:styleId="B64913A67FF64468A931F2D084B7C4BC2">
    <w:name w:val="B64913A67FF64468A931F2D084B7C4BC2"/>
    <w:rsid w:val="009B45BF"/>
    <w:pPr>
      <w:spacing w:after="0" w:line="240" w:lineRule="auto"/>
      <w:jc w:val="both"/>
    </w:pPr>
    <w:rPr>
      <w:rFonts w:ascii="Arial" w:eastAsia="Times New Roman" w:hAnsi="Arial" w:cs="Times New Roman"/>
      <w:sz w:val="20"/>
      <w:szCs w:val="20"/>
    </w:rPr>
  </w:style>
  <w:style w:type="paragraph" w:customStyle="1" w:styleId="005ADB5043164EC8B265354559BDC1192">
    <w:name w:val="005ADB5043164EC8B265354559BDC1192"/>
    <w:rsid w:val="009B45BF"/>
    <w:pPr>
      <w:spacing w:after="0" w:line="240" w:lineRule="auto"/>
      <w:jc w:val="both"/>
    </w:pPr>
    <w:rPr>
      <w:rFonts w:ascii="Arial" w:eastAsia="Times New Roman" w:hAnsi="Arial" w:cs="Times New Roman"/>
      <w:sz w:val="20"/>
      <w:szCs w:val="20"/>
    </w:rPr>
  </w:style>
  <w:style w:type="paragraph" w:customStyle="1" w:styleId="02B61C8263FC4D73890145910DD4EFFC2">
    <w:name w:val="02B61C8263FC4D73890145910DD4EFFC2"/>
    <w:rsid w:val="009B45BF"/>
    <w:pPr>
      <w:spacing w:after="0" w:line="240" w:lineRule="auto"/>
      <w:jc w:val="both"/>
    </w:pPr>
    <w:rPr>
      <w:rFonts w:ascii="Arial" w:eastAsia="Times New Roman" w:hAnsi="Arial" w:cs="Times New Roman"/>
      <w:sz w:val="20"/>
      <w:szCs w:val="20"/>
    </w:rPr>
  </w:style>
  <w:style w:type="paragraph" w:customStyle="1" w:styleId="06F8DC43C6D2432EBF50677CA3F014F52">
    <w:name w:val="06F8DC43C6D2432EBF50677CA3F014F52"/>
    <w:rsid w:val="009B45BF"/>
    <w:pPr>
      <w:spacing w:after="0" w:line="240" w:lineRule="auto"/>
      <w:jc w:val="both"/>
    </w:pPr>
    <w:rPr>
      <w:rFonts w:ascii="Arial" w:eastAsia="Times New Roman" w:hAnsi="Arial" w:cs="Times New Roman"/>
      <w:sz w:val="20"/>
      <w:szCs w:val="20"/>
    </w:rPr>
  </w:style>
  <w:style w:type="paragraph" w:customStyle="1" w:styleId="332EA0131316400FBCF5E5985B464D612">
    <w:name w:val="332EA0131316400FBCF5E5985B464D612"/>
    <w:rsid w:val="009B45BF"/>
    <w:pPr>
      <w:spacing w:after="0" w:line="240" w:lineRule="auto"/>
      <w:jc w:val="both"/>
    </w:pPr>
    <w:rPr>
      <w:rFonts w:ascii="Arial" w:eastAsia="Times New Roman" w:hAnsi="Arial" w:cs="Times New Roman"/>
      <w:sz w:val="20"/>
      <w:szCs w:val="20"/>
    </w:rPr>
  </w:style>
  <w:style w:type="paragraph" w:customStyle="1" w:styleId="267956EEBBB54B7686DC39ED786D4E672">
    <w:name w:val="267956EEBBB54B7686DC39ED786D4E672"/>
    <w:rsid w:val="009B45BF"/>
    <w:pPr>
      <w:spacing w:after="0" w:line="240" w:lineRule="auto"/>
      <w:jc w:val="both"/>
    </w:pPr>
    <w:rPr>
      <w:rFonts w:ascii="Arial" w:eastAsia="Times New Roman" w:hAnsi="Arial" w:cs="Times New Roman"/>
      <w:sz w:val="20"/>
      <w:szCs w:val="20"/>
    </w:rPr>
  </w:style>
  <w:style w:type="paragraph" w:customStyle="1" w:styleId="F36C37462B7641A49EC5CB131750797F2">
    <w:name w:val="F36C37462B7641A49EC5CB131750797F2"/>
    <w:rsid w:val="009B45BF"/>
    <w:pPr>
      <w:spacing w:after="0" w:line="240" w:lineRule="auto"/>
      <w:jc w:val="both"/>
    </w:pPr>
    <w:rPr>
      <w:rFonts w:ascii="Arial" w:eastAsia="Times New Roman" w:hAnsi="Arial" w:cs="Times New Roman"/>
      <w:sz w:val="20"/>
      <w:szCs w:val="20"/>
    </w:rPr>
  </w:style>
  <w:style w:type="paragraph" w:customStyle="1" w:styleId="7C5C25260AA2409F96C92567DCA8B2592">
    <w:name w:val="7C5C25260AA2409F96C92567DCA8B2592"/>
    <w:rsid w:val="009B45BF"/>
    <w:pPr>
      <w:spacing w:after="0" w:line="240" w:lineRule="auto"/>
      <w:jc w:val="both"/>
    </w:pPr>
    <w:rPr>
      <w:rFonts w:ascii="Arial" w:eastAsia="Times New Roman" w:hAnsi="Arial" w:cs="Times New Roman"/>
      <w:sz w:val="20"/>
      <w:szCs w:val="20"/>
    </w:rPr>
  </w:style>
  <w:style w:type="paragraph" w:customStyle="1" w:styleId="11D220DC17C245D5A7FE1B3C0BCC113A2">
    <w:name w:val="11D220DC17C245D5A7FE1B3C0BCC113A2"/>
    <w:rsid w:val="009B45BF"/>
    <w:pPr>
      <w:spacing w:after="0" w:line="240" w:lineRule="auto"/>
      <w:jc w:val="both"/>
    </w:pPr>
    <w:rPr>
      <w:rFonts w:ascii="Arial" w:eastAsia="Times New Roman" w:hAnsi="Arial" w:cs="Times New Roman"/>
      <w:sz w:val="20"/>
      <w:szCs w:val="20"/>
    </w:rPr>
  </w:style>
  <w:style w:type="paragraph" w:customStyle="1" w:styleId="D8CED89D2A5A43B286C3792452F654FE2">
    <w:name w:val="D8CED89D2A5A43B286C3792452F654FE2"/>
    <w:rsid w:val="009B45BF"/>
    <w:pPr>
      <w:spacing w:after="0" w:line="240" w:lineRule="auto"/>
      <w:jc w:val="both"/>
    </w:pPr>
    <w:rPr>
      <w:rFonts w:ascii="Arial" w:eastAsia="Times New Roman" w:hAnsi="Arial" w:cs="Times New Roman"/>
      <w:sz w:val="20"/>
      <w:szCs w:val="20"/>
    </w:rPr>
  </w:style>
  <w:style w:type="paragraph" w:customStyle="1" w:styleId="9129171924384BFABED99FF1C2CDD4672">
    <w:name w:val="9129171924384BFABED99FF1C2CDD4672"/>
    <w:rsid w:val="009B45BF"/>
    <w:pPr>
      <w:spacing w:after="0" w:line="240" w:lineRule="auto"/>
      <w:jc w:val="both"/>
    </w:pPr>
    <w:rPr>
      <w:rFonts w:ascii="Arial" w:eastAsia="Times New Roman" w:hAnsi="Arial" w:cs="Times New Roman"/>
      <w:sz w:val="20"/>
      <w:szCs w:val="20"/>
    </w:rPr>
  </w:style>
  <w:style w:type="paragraph" w:customStyle="1" w:styleId="8B5DA2F9C7604F62A8B50905547A3E232">
    <w:name w:val="8B5DA2F9C7604F62A8B50905547A3E232"/>
    <w:rsid w:val="009B45BF"/>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10">
    <w:name w:val="9A42661CEA42406ABF91B2C6EE0A7BB110"/>
    <w:rsid w:val="009B45BF"/>
    <w:pPr>
      <w:spacing w:after="0" w:line="240" w:lineRule="auto"/>
      <w:jc w:val="both"/>
    </w:pPr>
    <w:rPr>
      <w:rFonts w:ascii="Arial" w:eastAsia="Times New Roman" w:hAnsi="Arial" w:cs="Times New Roman"/>
      <w:sz w:val="20"/>
      <w:szCs w:val="20"/>
    </w:rPr>
  </w:style>
  <w:style w:type="paragraph" w:customStyle="1" w:styleId="F0596E7F2F824DBB87DF5561757295B410">
    <w:name w:val="F0596E7F2F824DBB87DF5561757295B410"/>
    <w:rsid w:val="009B45BF"/>
    <w:pPr>
      <w:spacing w:after="0" w:line="240" w:lineRule="auto"/>
      <w:jc w:val="both"/>
    </w:pPr>
    <w:rPr>
      <w:rFonts w:ascii="Arial" w:eastAsia="Times New Roman" w:hAnsi="Arial" w:cs="Times New Roman"/>
      <w:sz w:val="20"/>
      <w:szCs w:val="20"/>
    </w:rPr>
  </w:style>
  <w:style w:type="paragraph" w:customStyle="1" w:styleId="9DF5FB4C977A406A9042035A015D119910">
    <w:name w:val="9DF5FB4C977A406A9042035A015D119910"/>
    <w:rsid w:val="009B45BF"/>
    <w:pPr>
      <w:spacing w:after="0" w:line="240" w:lineRule="auto"/>
      <w:jc w:val="both"/>
    </w:pPr>
    <w:rPr>
      <w:rFonts w:ascii="Arial" w:eastAsia="Times New Roman" w:hAnsi="Arial" w:cs="Times New Roman"/>
      <w:sz w:val="20"/>
      <w:szCs w:val="20"/>
    </w:rPr>
  </w:style>
  <w:style w:type="paragraph" w:customStyle="1" w:styleId="30D6C044B43A420C8F3C09813157572410">
    <w:name w:val="30D6C044B43A420C8F3C09813157572410"/>
    <w:rsid w:val="009B45BF"/>
    <w:pPr>
      <w:spacing w:after="0" w:line="240" w:lineRule="auto"/>
      <w:jc w:val="both"/>
    </w:pPr>
    <w:rPr>
      <w:rFonts w:ascii="Arial" w:eastAsia="Times New Roman" w:hAnsi="Arial" w:cs="Times New Roman"/>
      <w:sz w:val="20"/>
      <w:szCs w:val="20"/>
    </w:rPr>
  </w:style>
  <w:style w:type="paragraph" w:customStyle="1" w:styleId="AED8C692EE3D441E86CB4B85405AE57E10">
    <w:name w:val="AED8C692EE3D441E86CB4B85405AE57E10"/>
    <w:rsid w:val="009B45BF"/>
    <w:pPr>
      <w:spacing w:after="0" w:line="240" w:lineRule="auto"/>
      <w:jc w:val="both"/>
    </w:pPr>
    <w:rPr>
      <w:rFonts w:ascii="Arial" w:eastAsia="Times New Roman" w:hAnsi="Arial" w:cs="Times New Roman"/>
      <w:sz w:val="20"/>
      <w:szCs w:val="20"/>
    </w:rPr>
  </w:style>
  <w:style w:type="paragraph" w:customStyle="1" w:styleId="90599B3DFDD94E5F9C908700D584848F2">
    <w:name w:val="90599B3DFDD94E5F9C908700D584848F2"/>
    <w:rsid w:val="009B45BF"/>
    <w:pPr>
      <w:spacing w:after="0" w:line="240" w:lineRule="auto"/>
      <w:jc w:val="both"/>
    </w:pPr>
    <w:rPr>
      <w:rFonts w:ascii="Arial" w:eastAsia="Times New Roman" w:hAnsi="Arial" w:cs="Times New Roman"/>
      <w:sz w:val="20"/>
      <w:szCs w:val="20"/>
    </w:rPr>
  </w:style>
  <w:style w:type="paragraph" w:customStyle="1" w:styleId="8A24D9250384498B9356B49C7ABB7AE610">
    <w:name w:val="8A24D9250384498B9356B49C7ABB7AE610"/>
    <w:rsid w:val="009B45BF"/>
    <w:pPr>
      <w:spacing w:after="0" w:line="240" w:lineRule="auto"/>
      <w:jc w:val="both"/>
    </w:pPr>
    <w:rPr>
      <w:rFonts w:ascii="Arial" w:eastAsia="Times New Roman" w:hAnsi="Arial" w:cs="Times New Roman"/>
      <w:sz w:val="20"/>
      <w:szCs w:val="20"/>
    </w:rPr>
  </w:style>
  <w:style w:type="paragraph" w:customStyle="1" w:styleId="11A99A238EED43FCA64CB3F7A505E23C10">
    <w:name w:val="11A99A238EED43FCA64CB3F7A505E23C10"/>
    <w:rsid w:val="009B45BF"/>
    <w:pPr>
      <w:spacing w:after="0" w:line="240" w:lineRule="auto"/>
      <w:jc w:val="both"/>
    </w:pPr>
    <w:rPr>
      <w:rFonts w:ascii="Arial" w:eastAsia="Times New Roman" w:hAnsi="Arial" w:cs="Times New Roman"/>
      <w:sz w:val="20"/>
      <w:szCs w:val="20"/>
    </w:rPr>
  </w:style>
  <w:style w:type="paragraph" w:customStyle="1" w:styleId="4537D621A60342FF87E210BB0DB95BB510">
    <w:name w:val="4537D621A60342FF87E210BB0DB95BB510"/>
    <w:rsid w:val="009B45BF"/>
    <w:pPr>
      <w:spacing w:after="0" w:line="240" w:lineRule="auto"/>
      <w:jc w:val="both"/>
    </w:pPr>
    <w:rPr>
      <w:rFonts w:ascii="Arial" w:eastAsia="Times New Roman" w:hAnsi="Arial" w:cs="Times New Roman"/>
      <w:sz w:val="20"/>
      <w:szCs w:val="20"/>
    </w:rPr>
  </w:style>
  <w:style w:type="paragraph" w:customStyle="1" w:styleId="562691E012CC4B56A9F121D7DF69C0F710">
    <w:name w:val="562691E012CC4B56A9F121D7DF69C0F710"/>
    <w:rsid w:val="009B45BF"/>
    <w:pPr>
      <w:spacing w:after="0" w:line="240" w:lineRule="auto"/>
      <w:jc w:val="both"/>
    </w:pPr>
    <w:rPr>
      <w:rFonts w:ascii="Arial" w:eastAsia="Times New Roman" w:hAnsi="Arial" w:cs="Times New Roman"/>
      <w:sz w:val="20"/>
      <w:szCs w:val="20"/>
    </w:rPr>
  </w:style>
  <w:style w:type="paragraph" w:customStyle="1" w:styleId="488CAE8C84C14FCD827F828007869BCA10">
    <w:name w:val="488CAE8C84C14FCD827F828007869BCA10"/>
    <w:rsid w:val="009B45BF"/>
    <w:pPr>
      <w:spacing w:after="0" w:line="240" w:lineRule="auto"/>
      <w:jc w:val="both"/>
    </w:pPr>
    <w:rPr>
      <w:rFonts w:ascii="Arial" w:eastAsia="Times New Roman" w:hAnsi="Arial" w:cs="Times New Roman"/>
      <w:sz w:val="20"/>
      <w:szCs w:val="20"/>
    </w:rPr>
  </w:style>
  <w:style w:type="paragraph" w:customStyle="1" w:styleId="3914BCA258324709B32F687456E2FF5A10">
    <w:name w:val="3914BCA258324709B32F687456E2FF5A10"/>
    <w:rsid w:val="009B45BF"/>
    <w:pPr>
      <w:spacing w:after="0" w:line="240" w:lineRule="auto"/>
      <w:jc w:val="both"/>
    </w:pPr>
    <w:rPr>
      <w:rFonts w:ascii="Arial" w:eastAsia="Times New Roman" w:hAnsi="Arial" w:cs="Times New Roman"/>
      <w:sz w:val="20"/>
      <w:szCs w:val="20"/>
    </w:rPr>
  </w:style>
  <w:style w:type="paragraph" w:customStyle="1" w:styleId="ED58AC562D73451AB2D76E441B4061402">
    <w:name w:val="ED58AC562D73451AB2D76E441B4061402"/>
    <w:rsid w:val="009B45BF"/>
    <w:pPr>
      <w:spacing w:after="0" w:line="240" w:lineRule="auto"/>
      <w:jc w:val="both"/>
    </w:pPr>
    <w:rPr>
      <w:rFonts w:ascii="Arial" w:eastAsia="Times New Roman" w:hAnsi="Arial" w:cs="Times New Roman"/>
      <w:sz w:val="20"/>
      <w:szCs w:val="20"/>
    </w:rPr>
  </w:style>
  <w:style w:type="paragraph" w:customStyle="1" w:styleId="15B553FDB2BC4FB7A30683300CEEBA4910">
    <w:name w:val="15B553FDB2BC4FB7A30683300CEEBA4910"/>
    <w:rsid w:val="009B45BF"/>
    <w:pPr>
      <w:spacing w:after="0" w:line="240" w:lineRule="auto"/>
      <w:jc w:val="both"/>
    </w:pPr>
    <w:rPr>
      <w:rFonts w:ascii="Arial" w:eastAsia="Times New Roman" w:hAnsi="Arial" w:cs="Times New Roman"/>
      <w:sz w:val="20"/>
      <w:szCs w:val="20"/>
    </w:rPr>
  </w:style>
  <w:style w:type="paragraph" w:customStyle="1" w:styleId="2DDEB623C4D44D849F97BB1B6F1A99C910">
    <w:name w:val="2DDEB623C4D44D849F97BB1B6F1A99C9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0">
    <w:name w:val="326FB2B06959462C8BC5C9AE693EEE2C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0">
    <w:name w:val="962E1BFED5D7495C85919124A1D397AE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0">
    <w:name w:val="3EC9144ED68A4B3295718FC2535E6227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0">
    <w:name w:val="82DA6F9416B24C9A88190E8411647BB7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0">
    <w:name w:val="84C10B8C708D4D0CAE41230549E882EB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0">
    <w:name w:val="761516C4B0FE4A44ADF7B97593C491EC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0">
    <w:name w:val="96C246E6445C458FBC4CF04A8D8FC444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0">
    <w:name w:val="E71B35863BC448CA9102EFA03CC54069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0">
    <w:name w:val="25081AAE17A4460EAC76C30E9037A53B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2">
    <w:name w:val="54843687C5924089B629C21AE9CF300B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2">
    <w:name w:val="2883F16DEC3F4CE1A785CEC6FF96FA84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2">
    <w:name w:val="5688AACB46634ED282DA65072308A874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2">
    <w:name w:val="81ED8F902938417C831A44353BDB0125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2">
    <w:name w:val="8CCA156F2E3445BA95ED4D0FEC19F7F1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D6B318666174B0C9E51489DC4518E2A3">
    <w:name w:val="8D6B318666174B0C9E51489DC4518E2A3"/>
    <w:rsid w:val="00930D8E"/>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3">
    <w:name w:val="6591AEA6196C41A18336454A934936823"/>
    <w:rsid w:val="00930D8E"/>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3">
    <w:name w:val="8C8657A4966941EDA8205A2E195F70393"/>
    <w:rsid w:val="00930D8E"/>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3">
    <w:name w:val="4C7C9414D1A241F3AD521F9973C43D033"/>
    <w:rsid w:val="00930D8E"/>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10">
    <w:name w:val="6C9A32874AAA4F9D88FC6CC9EF7544B510"/>
    <w:rsid w:val="00930D8E"/>
    <w:pPr>
      <w:spacing w:after="0" w:line="240" w:lineRule="auto"/>
      <w:jc w:val="both"/>
    </w:pPr>
    <w:rPr>
      <w:rFonts w:ascii="Arial" w:eastAsia="Times New Roman" w:hAnsi="Arial" w:cs="Times New Roman"/>
      <w:sz w:val="20"/>
      <w:szCs w:val="20"/>
    </w:rPr>
  </w:style>
  <w:style w:type="paragraph" w:customStyle="1" w:styleId="B25E12CC50204EE3955D1AC7F2B266FB9">
    <w:name w:val="B25E12CC50204EE3955D1AC7F2B266FB9"/>
    <w:rsid w:val="00930D8E"/>
    <w:pPr>
      <w:spacing w:after="0" w:line="240" w:lineRule="auto"/>
      <w:jc w:val="both"/>
    </w:pPr>
    <w:rPr>
      <w:rFonts w:ascii="Arial" w:eastAsia="Times New Roman" w:hAnsi="Arial" w:cs="Times New Roman"/>
      <w:sz w:val="20"/>
      <w:szCs w:val="20"/>
    </w:rPr>
  </w:style>
  <w:style w:type="paragraph" w:customStyle="1" w:styleId="2BA5B03DA626405084075CAAEEFE7C4B9">
    <w:name w:val="2BA5B03DA626405084075CAAEEFE7C4B9"/>
    <w:rsid w:val="00930D8E"/>
    <w:pPr>
      <w:spacing w:after="0" w:line="240" w:lineRule="auto"/>
      <w:jc w:val="both"/>
    </w:pPr>
    <w:rPr>
      <w:rFonts w:ascii="Arial" w:eastAsia="Times New Roman" w:hAnsi="Arial" w:cs="Times New Roman"/>
      <w:sz w:val="20"/>
      <w:szCs w:val="20"/>
    </w:rPr>
  </w:style>
  <w:style w:type="paragraph" w:customStyle="1" w:styleId="757C57ABBA8148DAA69AFEA6FFBDA2FE9">
    <w:name w:val="757C57ABBA8148DAA69AFEA6FFBDA2FE9"/>
    <w:rsid w:val="00930D8E"/>
    <w:pPr>
      <w:spacing w:after="0" w:line="240" w:lineRule="auto"/>
      <w:jc w:val="both"/>
    </w:pPr>
    <w:rPr>
      <w:rFonts w:ascii="Arial" w:eastAsia="Times New Roman" w:hAnsi="Arial" w:cs="Times New Roman"/>
      <w:sz w:val="20"/>
      <w:szCs w:val="20"/>
    </w:rPr>
  </w:style>
  <w:style w:type="paragraph" w:customStyle="1" w:styleId="034B30FEEDF74F87A0AA4DC46CF6E01E3">
    <w:name w:val="034B30FEEDF74F87A0AA4DC46CF6E01E3"/>
    <w:rsid w:val="00930D8E"/>
    <w:pPr>
      <w:spacing w:after="0" w:line="240" w:lineRule="auto"/>
      <w:jc w:val="both"/>
    </w:pPr>
    <w:rPr>
      <w:rFonts w:ascii="Arial" w:eastAsia="Times New Roman" w:hAnsi="Arial" w:cs="Times New Roman"/>
      <w:sz w:val="20"/>
      <w:szCs w:val="20"/>
    </w:rPr>
  </w:style>
  <w:style w:type="paragraph" w:customStyle="1" w:styleId="799AD3AFFB8D46629242EAEB1DA862C69">
    <w:name w:val="799AD3AFFB8D46629242EAEB1DA862C69"/>
    <w:rsid w:val="00930D8E"/>
    <w:pPr>
      <w:spacing w:after="0" w:line="240" w:lineRule="auto"/>
      <w:jc w:val="both"/>
    </w:pPr>
    <w:rPr>
      <w:rFonts w:ascii="Arial" w:eastAsia="Times New Roman" w:hAnsi="Arial" w:cs="Times New Roman"/>
      <w:sz w:val="20"/>
      <w:szCs w:val="20"/>
    </w:rPr>
  </w:style>
  <w:style w:type="paragraph" w:customStyle="1" w:styleId="A2CC454BAA0447C58BD0D1C2977391803">
    <w:name w:val="A2CC454BAA0447C58BD0D1C2977391803"/>
    <w:rsid w:val="00930D8E"/>
    <w:pPr>
      <w:spacing w:after="0" w:line="240" w:lineRule="auto"/>
      <w:jc w:val="both"/>
    </w:pPr>
    <w:rPr>
      <w:rFonts w:ascii="Arial" w:eastAsia="Times New Roman" w:hAnsi="Arial" w:cs="Times New Roman"/>
      <w:sz w:val="20"/>
      <w:szCs w:val="20"/>
    </w:rPr>
  </w:style>
  <w:style w:type="paragraph" w:customStyle="1" w:styleId="A37B474BB6CE45AFBCD09DF6747BA4248">
    <w:name w:val="A37B474BB6CE45AFBCD09DF6747BA4248"/>
    <w:rsid w:val="00930D8E"/>
    <w:pPr>
      <w:spacing w:after="0" w:line="240" w:lineRule="auto"/>
      <w:jc w:val="both"/>
    </w:pPr>
    <w:rPr>
      <w:rFonts w:ascii="Arial" w:eastAsia="Times New Roman" w:hAnsi="Arial" w:cs="Times New Roman"/>
      <w:sz w:val="20"/>
      <w:szCs w:val="20"/>
    </w:rPr>
  </w:style>
  <w:style w:type="paragraph" w:customStyle="1" w:styleId="17C5803909FF43CC811BB052BA2981033">
    <w:name w:val="17C5803909FF43CC811BB052BA2981033"/>
    <w:rsid w:val="00930D8E"/>
    <w:pPr>
      <w:spacing w:after="0" w:line="240" w:lineRule="auto"/>
      <w:jc w:val="both"/>
    </w:pPr>
    <w:rPr>
      <w:rFonts w:ascii="Arial" w:eastAsia="Times New Roman" w:hAnsi="Arial" w:cs="Times New Roman"/>
      <w:sz w:val="20"/>
      <w:szCs w:val="20"/>
    </w:rPr>
  </w:style>
  <w:style w:type="paragraph" w:customStyle="1" w:styleId="CB96B46A26F8498693197420B7DA6E653">
    <w:name w:val="CB96B46A26F8498693197420B7DA6E653"/>
    <w:rsid w:val="00930D8E"/>
    <w:pPr>
      <w:spacing w:after="0" w:line="240" w:lineRule="auto"/>
      <w:jc w:val="both"/>
    </w:pPr>
    <w:rPr>
      <w:rFonts w:ascii="Arial" w:eastAsia="Times New Roman" w:hAnsi="Arial" w:cs="Times New Roman"/>
      <w:sz w:val="20"/>
      <w:szCs w:val="20"/>
    </w:rPr>
  </w:style>
  <w:style w:type="paragraph" w:customStyle="1" w:styleId="0893FF39259F4E09AA92456DDC9DA4E73">
    <w:name w:val="0893FF39259F4E09AA92456DDC9DA4E73"/>
    <w:rsid w:val="00930D8E"/>
    <w:pPr>
      <w:spacing w:after="0" w:line="240" w:lineRule="auto"/>
      <w:jc w:val="both"/>
    </w:pPr>
    <w:rPr>
      <w:rFonts w:ascii="Arial" w:eastAsia="Times New Roman" w:hAnsi="Arial" w:cs="Times New Roman"/>
      <w:sz w:val="20"/>
      <w:szCs w:val="20"/>
    </w:rPr>
  </w:style>
  <w:style w:type="paragraph" w:customStyle="1" w:styleId="B752C9F178094B1FBB25C08CCAA76E0A3">
    <w:name w:val="B752C9F178094B1FBB25C08CCAA76E0A3"/>
    <w:rsid w:val="00930D8E"/>
    <w:pPr>
      <w:spacing w:after="0" w:line="240" w:lineRule="auto"/>
      <w:jc w:val="both"/>
    </w:pPr>
    <w:rPr>
      <w:rFonts w:ascii="Arial" w:eastAsia="Times New Roman" w:hAnsi="Arial" w:cs="Times New Roman"/>
      <w:sz w:val="20"/>
      <w:szCs w:val="20"/>
    </w:rPr>
  </w:style>
  <w:style w:type="paragraph" w:customStyle="1" w:styleId="AC74664DE2054B1787EADD54FD67B9EF3">
    <w:name w:val="AC74664DE2054B1787EADD54FD67B9EF3"/>
    <w:rsid w:val="00930D8E"/>
    <w:pPr>
      <w:spacing w:after="0" w:line="240" w:lineRule="auto"/>
      <w:jc w:val="both"/>
    </w:pPr>
    <w:rPr>
      <w:rFonts w:ascii="Arial" w:eastAsia="Times New Roman" w:hAnsi="Arial" w:cs="Times New Roman"/>
      <w:sz w:val="20"/>
      <w:szCs w:val="20"/>
    </w:rPr>
  </w:style>
  <w:style w:type="paragraph" w:customStyle="1" w:styleId="C9133DE7BE254369A3C4917415E81FCA8">
    <w:name w:val="C9133DE7BE254369A3C4917415E81FCA8"/>
    <w:rsid w:val="00930D8E"/>
    <w:pPr>
      <w:spacing w:after="0" w:line="240" w:lineRule="auto"/>
      <w:jc w:val="both"/>
    </w:pPr>
    <w:rPr>
      <w:rFonts w:ascii="Arial" w:eastAsia="Times New Roman" w:hAnsi="Arial" w:cs="Times New Roman"/>
      <w:sz w:val="20"/>
      <w:szCs w:val="20"/>
    </w:rPr>
  </w:style>
  <w:style w:type="paragraph" w:customStyle="1" w:styleId="1602CA1FA03240FF9EDD2C7D6636520C3">
    <w:name w:val="1602CA1FA03240FF9EDD2C7D6636520C3"/>
    <w:rsid w:val="00930D8E"/>
    <w:pPr>
      <w:spacing w:after="0" w:line="240" w:lineRule="auto"/>
      <w:jc w:val="both"/>
    </w:pPr>
    <w:rPr>
      <w:rFonts w:ascii="Arial" w:eastAsia="Times New Roman" w:hAnsi="Arial" w:cs="Times New Roman"/>
      <w:sz w:val="20"/>
      <w:szCs w:val="20"/>
    </w:rPr>
  </w:style>
  <w:style w:type="paragraph" w:customStyle="1" w:styleId="DCA6BED40FAC4A67877E022C761E16A43">
    <w:name w:val="DCA6BED40FAC4A67877E022C761E16A43"/>
    <w:rsid w:val="00930D8E"/>
    <w:pPr>
      <w:spacing w:after="0" w:line="240" w:lineRule="auto"/>
      <w:jc w:val="both"/>
    </w:pPr>
    <w:rPr>
      <w:rFonts w:ascii="Arial" w:eastAsia="Times New Roman" w:hAnsi="Arial" w:cs="Times New Roman"/>
      <w:sz w:val="20"/>
      <w:szCs w:val="20"/>
    </w:rPr>
  </w:style>
  <w:style w:type="paragraph" w:customStyle="1" w:styleId="78D8B9FC74934964990826F4E4A393A53">
    <w:name w:val="78D8B9FC74934964990826F4E4A393A53"/>
    <w:rsid w:val="00930D8E"/>
    <w:pPr>
      <w:spacing w:after="0" w:line="240" w:lineRule="auto"/>
      <w:jc w:val="both"/>
    </w:pPr>
    <w:rPr>
      <w:rFonts w:ascii="Arial" w:eastAsia="Times New Roman" w:hAnsi="Arial" w:cs="Times New Roman"/>
      <w:sz w:val="20"/>
      <w:szCs w:val="20"/>
    </w:rPr>
  </w:style>
  <w:style w:type="paragraph" w:customStyle="1" w:styleId="D0A57232D01346F4AA83377C947764573">
    <w:name w:val="D0A57232D01346F4AA83377C947764573"/>
    <w:rsid w:val="00930D8E"/>
    <w:pPr>
      <w:spacing w:after="0" w:line="240" w:lineRule="auto"/>
      <w:jc w:val="both"/>
    </w:pPr>
    <w:rPr>
      <w:rFonts w:ascii="Arial" w:eastAsia="Times New Roman" w:hAnsi="Arial" w:cs="Times New Roman"/>
      <w:sz w:val="20"/>
      <w:szCs w:val="20"/>
    </w:rPr>
  </w:style>
  <w:style w:type="paragraph" w:customStyle="1" w:styleId="C75E40CD30BA41899C4F678ED7D5A7973">
    <w:name w:val="C75E40CD30BA41899C4F678ED7D5A7973"/>
    <w:rsid w:val="00930D8E"/>
    <w:pPr>
      <w:spacing w:after="0" w:line="240" w:lineRule="auto"/>
      <w:jc w:val="both"/>
    </w:pPr>
    <w:rPr>
      <w:rFonts w:ascii="Arial" w:eastAsia="Times New Roman" w:hAnsi="Arial" w:cs="Times New Roman"/>
      <w:sz w:val="20"/>
      <w:szCs w:val="20"/>
    </w:rPr>
  </w:style>
  <w:style w:type="paragraph" w:customStyle="1" w:styleId="E9AF160B40DA462589824370E0490AB13">
    <w:name w:val="E9AF160B40DA462589824370E0490AB13"/>
    <w:rsid w:val="00930D8E"/>
    <w:pPr>
      <w:spacing w:after="0" w:line="240" w:lineRule="auto"/>
      <w:jc w:val="both"/>
    </w:pPr>
    <w:rPr>
      <w:rFonts w:ascii="Arial" w:eastAsia="Times New Roman" w:hAnsi="Arial" w:cs="Times New Roman"/>
      <w:sz w:val="20"/>
      <w:szCs w:val="20"/>
    </w:rPr>
  </w:style>
  <w:style w:type="paragraph" w:customStyle="1" w:styleId="627BDC0D507241478638B1F0FF6E270E3">
    <w:name w:val="627BDC0D507241478638B1F0FF6E270E3"/>
    <w:rsid w:val="00930D8E"/>
    <w:pPr>
      <w:spacing w:after="0" w:line="240" w:lineRule="auto"/>
      <w:jc w:val="both"/>
    </w:pPr>
    <w:rPr>
      <w:rFonts w:ascii="Arial" w:eastAsia="Times New Roman" w:hAnsi="Arial" w:cs="Times New Roman"/>
      <w:sz w:val="20"/>
      <w:szCs w:val="20"/>
    </w:rPr>
  </w:style>
  <w:style w:type="paragraph" w:customStyle="1" w:styleId="9E58ACCCCEA34432B1F11855C1EFC3AC3">
    <w:name w:val="9E58ACCCCEA34432B1F11855C1EFC3AC3"/>
    <w:rsid w:val="00930D8E"/>
    <w:pPr>
      <w:spacing w:after="0" w:line="240" w:lineRule="auto"/>
      <w:jc w:val="both"/>
    </w:pPr>
    <w:rPr>
      <w:rFonts w:ascii="Arial" w:eastAsia="Times New Roman" w:hAnsi="Arial" w:cs="Times New Roman"/>
      <w:sz w:val="20"/>
      <w:szCs w:val="20"/>
    </w:rPr>
  </w:style>
  <w:style w:type="paragraph" w:customStyle="1" w:styleId="90C64D10A6F64D5A987FC97E56B4EE373">
    <w:name w:val="90C64D10A6F64D5A987FC97E56B4EE373"/>
    <w:rsid w:val="00930D8E"/>
    <w:pPr>
      <w:spacing w:after="0" w:line="240" w:lineRule="auto"/>
      <w:jc w:val="both"/>
    </w:pPr>
    <w:rPr>
      <w:rFonts w:ascii="Arial" w:eastAsia="Times New Roman" w:hAnsi="Arial" w:cs="Times New Roman"/>
      <w:sz w:val="20"/>
      <w:szCs w:val="20"/>
    </w:rPr>
  </w:style>
  <w:style w:type="paragraph" w:customStyle="1" w:styleId="2DAACF515514417CA8B6B4B8A61791733">
    <w:name w:val="2DAACF515514417CA8B6B4B8A61791733"/>
    <w:rsid w:val="00930D8E"/>
    <w:pPr>
      <w:spacing w:after="0" w:line="240" w:lineRule="auto"/>
      <w:jc w:val="both"/>
    </w:pPr>
    <w:rPr>
      <w:rFonts w:ascii="Arial" w:eastAsia="Times New Roman" w:hAnsi="Arial" w:cs="Times New Roman"/>
      <w:sz w:val="20"/>
      <w:szCs w:val="20"/>
    </w:rPr>
  </w:style>
  <w:style w:type="paragraph" w:customStyle="1" w:styleId="E99B3E9601674407AF6948345F03123C3">
    <w:name w:val="E99B3E9601674407AF6948345F03123C3"/>
    <w:rsid w:val="00930D8E"/>
    <w:pPr>
      <w:spacing w:after="0" w:line="240" w:lineRule="auto"/>
      <w:jc w:val="both"/>
    </w:pPr>
    <w:rPr>
      <w:rFonts w:ascii="Arial" w:eastAsia="Times New Roman" w:hAnsi="Arial" w:cs="Times New Roman"/>
      <w:sz w:val="20"/>
      <w:szCs w:val="20"/>
    </w:rPr>
  </w:style>
  <w:style w:type="paragraph" w:customStyle="1" w:styleId="ADC91F02BE94418EB5A6299902AEDF8C3">
    <w:name w:val="ADC91F02BE94418EB5A6299902AEDF8C3"/>
    <w:rsid w:val="00930D8E"/>
    <w:pPr>
      <w:spacing w:after="0" w:line="240" w:lineRule="auto"/>
      <w:jc w:val="both"/>
    </w:pPr>
    <w:rPr>
      <w:rFonts w:ascii="Arial" w:eastAsia="Times New Roman" w:hAnsi="Arial" w:cs="Times New Roman"/>
      <w:sz w:val="20"/>
      <w:szCs w:val="20"/>
    </w:rPr>
  </w:style>
  <w:style w:type="paragraph" w:customStyle="1" w:styleId="8B5B81114F3548798A13201990C9A19D3">
    <w:name w:val="8B5B81114F3548798A13201990C9A19D3"/>
    <w:rsid w:val="00930D8E"/>
    <w:pPr>
      <w:spacing w:after="0" w:line="240" w:lineRule="auto"/>
      <w:jc w:val="both"/>
    </w:pPr>
    <w:rPr>
      <w:rFonts w:ascii="Arial" w:eastAsia="Times New Roman" w:hAnsi="Arial" w:cs="Times New Roman"/>
      <w:sz w:val="20"/>
      <w:szCs w:val="20"/>
    </w:rPr>
  </w:style>
  <w:style w:type="paragraph" w:customStyle="1" w:styleId="E30D9199932B4EC9BA10BDE2C563FFD43">
    <w:name w:val="E30D9199932B4EC9BA10BDE2C563FFD43"/>
    <w:rsid w:val="00930D8E"/>
    <w:pPr>
      <w:spacing w:after="0" w:line="240" w:lineRule="auto"/>
      <w:jc w:val="both"/>
    </w:pPr>
    <w:rPr>
      <w:rFonts w:ascii="Arial" w:eastAsia="Times New Roman" w:hAnsi="Arial" w:cs="Times New Roman"/>
      <w:sz w:val="20"/>
      <w:szCs w:val="20"/>
    </w:rPr>
  </w:style>
  <w:style w:type="paragraph" w:customStyle="1" w:styleId="DC75537EA705454B81BE86FEA93588583">
    <w:name w:val="DC75537EA705454B81BE86FEA93588583"/>
    <w:rsid w:val="00930D8E"/>
    <w:pPr>
      <w:spacing w:after="0" w:line="240" w:lineRule="auto"/>
      <w:jc w:val="both"/>
    </w:pPr>
    <w:rPr>
      <w:rFonts w:ascii="Arial" w:eastAsia="Times New Roman" w:hAnsi="Arial" w:cs="Times New Roman"/>
      <w:sz w:val="20"/>
      <w:szCs w:val="20"/>
    </w:rPr>
  </w:style>
  <w:style w:type="paragraph" w:customStyle="1" w:styleId="B546F36287DD46A09AFA9D4CC36360CF3">
    <w:name w:val="B546F36287DD46A09AFA9D4CC36360CF3"/>
    <w:rsid w:val="00930D8E"/>
    <w:pPr>
      <w:spacing w:after="0" w:line="240" w:lineRule="auto"/>
      <w:jc w:val="both"/>
    </w:pPr>
    <w:rPr>
      <w:rFonts w:ascii="Arial" w:eastAsia="Times New Roman" w:hAnsi="Arial" w:cs="Times New Roman"/>
      <w:sz w:val="20"/>
      <w:szCs w:val="20"/>
    </w:rPr>
  </w:style>
  <w:style w:type="paragraph" w:customStyle="1" w:styleId="A5526C9FE97542E6B9A009039E3A064E3">
    <w:name w:val="A5526C9FE97542E6B9A009039E3A064E3"/>
    <w:rsid w:val="00930D8E"/>
    <w:pPr>
      <w:spacing w:after="0" w:line="240" w:lineRule="auto"/>
      <w:jc w:val="both"/>
    </w:pPr>
    <w:rPr>
      <w:rFonts w:ascii="Arial" w:eastAsia="Times New Roman" w:hAnsi="Arial" w:cs="Times New Roman"/>
      <w:sz w:val="20"/>
      <w:szCs w:val="20"/>
    </w:rPr>
  </w:style>
  <w:style w:type="paragraph" w:customStyle="1" w:styleId="6B744BE7014D477CB2F32F9CA1AB56153">
    <w:name w:val="6B744BE7014D477CB2F32F9CA1AB56153"/>
    <w:rsid w:val="00930D8E"/>
    <w:pPr>
      <w:spacing w:after="0" w:line="240" w:lineRule="auto"/>
      <w:jc w:val="both"/>
    </w:pPr>
    <w:rPr>
      <w:rFonts w:ascii="Arial" w:eastAsia="Times New Roman" w:hAnsi="Arial" w:cs="Times New Roman"/>
      <w:sz w:val="20"/>
      <w:szCs w:val="20"/>
    </w:rPr>
  </w:style>
  <w:style w:type="paragraph" w:customStyle="1" w:styleId="9215083040954ACE85FA8D6DD5D580BD3">
    <w:name w:val="9215083040954ACE85FA8D6DD5D580BD3"/>
    <w:rsid w:val="00930D8E"/>
    <w:pPr>
      <w:spacing w:after="0" w:line="240" w:lineRule="auto"/>
      <w:jc w:val="both"/>
    </w:pPr>
    <w:rPr>
      <w:rFonts w:ascii="Arial" w:eastAsia="Times New Roman" w:hAnsi="Arial" w:cs="Times New Roman"/>
      <w:sz w:val="20"/>
      <w:szCs w:val="20"/>
    </w:rPr>
  </w:style>
  <w:style w:type="paragraph" w:customStyle="1" w:styleId="F81ACEE16DE347A095C8D2A2BB17E89D3">
    <w:name w:val="F81ACEE16DE347A095C8D2A2BB17E89D3"/>
    <w:rsid w:val="00930D8E"/>
    <w:pPr>
      <w:spacing w:after="0" w:line="240" w:lineRule="auto"/>
      <w:jc w:val="both"/>
    </w:pPr>
    <w:rPr>
      <w:rFonts w:ascii="Arial" w:eastAsia="Times New Roman" w:hAnsi="Arial" w:cs="Times New Roman"/>
      <w:sz w:val="20"/>
      <w:szCs w:val="20"/>
    </w:rPr>
  </w:style>
  <w:style w:type="paragraph" w:customStyle="1" w:styleId="AAF663617AE3407DB8E83E7A98E11D943">
    <w:name w:val="AAF663617AE3407DB8E83E7A98E11D943"/>
    <w:rsid w:val="00930D8E"/>
    <w:pPr>
      <w:spacing w:after="0" w:line="240" w:lineRule="auto"/>
      <w:jc w:val="both"/>
    </w:pPr>
    <w:rPr>
      <w:rFonts w:ascii="Arial" w:eastAsia="Times New Roman" w:hAnsi="Arial" w:cs="Times New Roman"/>
      <w:sz w:val="20"/>
      <w:szCs w:val="20"/>
    </w:rPr>
  </w:style>
  <w:style w:type="paragraph" w:customStyle="1" w:styleId="D1B4C2AB36A34AC2A7248B79F19A39913">
    <w:name w:val="D1B4C2AB36A34AC2A7248B79F19A39913"/>
    <w:rsid w:val="00930D8E"/>
    <w:pPr>
      <w:spacing w:after="0" w:line="240" w:lineRule="auto"/>
      <w:jc w:val="both"/>
    </w:pPr>
    <w:rPr>
      <w:rFonts w:ascii="Arial" w:eastAsia="Times New Roman" w:hAnsi="Arial" w:cs="Times New Roman"/>
      <w:sz w:val="20"/>
      <w:szCs w:val="20"/>
    </w:rPr>
  </w:style>
  <w:style w:type="paragraph" w:customStyle="1" w:styleId="23CA761B19D44DF59D21AAB8F4444C713">
    <w:name w:val="23CA761B19D44DF59D21AAB8F4444C713"/>
    <w:rsid w:val="00930D8E"/>
    <w:pPr>
      <w:spacing w:after="0" w:line="240" w:lineRule="auto"/>
      <w:jc w:val="both"/>
    </w:pPr>
    <w:rPr>
      <w:rFonts w:ascii="Arial" w:eastAsia="Times New Roman" w:hAnsi="Arial" w:cs="Times New Roman"/>
      <w:sz w:val="20"/>
      <w:szCs w:val="20"/>
    </w:rPr>
  </w:style>
  <w:style w:type="paragraph" w:customStyle="1" w:styleId="A9B2677F927743F898BACBE6747A806A3">
    <w:name w:val="A9B2677F927743F898BACBE6747A806A3"/>
    <w:rsid w:val="00930D8E"/>
    <w:pPr>
      <w:spacing w:after="0" w:line="240" w:lineRule="auto"/>
      <w:jc w:val="both"/>
    </w:pPr>
    <w:rPr>
      <w:rFonts w:ascii="Arial" w:eastAsia="Times New Roman" w:hAnsi="Arial" w:cs="Times New Roman"/>
      <w:sz w:val="20"/>
      <w:szCs w:val="20"/>
    </w:rPr>
  </w:style>
  <w:style w:type="paragraph" w:customStyle="1" w:styleId="09EB25B1E4C346339874714EFEC202883">
    <w:name w:val="09EB25B1E4C346339874714EFEC202883"/>
    <w:rsid w:val="00930D8E"/>
    <w:pPr>
      <w:spacing w:after="0" w:line="240" w:lineRule="auto"/>
      <w:jc w:val="both"/>
    </w:pPr>
    <w:rPr>
      <w:rFonts w:ascii="Arial" w:eastAsia="Times New Roman" w:hAnsi="Arial" w:cs="Times New Roman"/>
      <w:sz w:val="20"/>
      <w:szCs w:val="20"/>
    </w:rPr>
  </w:style>
  <w:style w:type="paragraph" w:customStyle="1" w:styleId="3D44A16445A64DC2983A481E8088D6283">
    <w:name w:val="3D44A16445A64DC2983A481E8088D6283"/>
    <w:rsid w:val="00930D8E"/>
    <w:pPr>
      <w:spacing w:after="0" w:line="240" w:lineRule="auto"/>
      <w:jc w:val="both"/>
    </w:pPr>
    <w:rPr>
      <w:rFonts w:ascii="Arial" w:eastAsia="Times New Roman" w:hAnsi="Arial" w:cs="Times New Roman"/>
      <w:sz w:val="20"/>
      <w:szCs w:val="20"/>
    </w:rPr>
  </w:style>
  <w:style w:type="paragraph" w:customStyle="1" w:styleId="385E246CE5714547A2F0E8ACB7CB8F073">
    <w:name w:val="385E246CE5714547A2F0E8ACB7CB8F073"/>
    <w:rsid w:val="00930D8E"/>
    <w:pPr>
      <w:spacing w:after="0" w:line="240" w:lineRule="auto"/>
      <w:jc w:val="both"/>
    </w:pPr>
    <w:rPr>
      <w:rFonts w:ascii="Arial" w:eastAsia="Times New Roman" w:hAnsi="Arial" w:cs="Times New Roman"/>
      <w:sz w:val="20"/>
      <w:szCs w:val="20"/>
    </w:rPr>
  </w:style>
  <w:style w:type="paragraph" w:customStyle="1" w:styleId="12E407B13CA04DFAAD94DA36A9A722023">
    <w:name w:val="12E407B13CA04DFAAD94DA36A9A722023"/>
    <w:rsid w:val="00930D8E"/>
    <w:pPr>
      <w:spacing w:after="0" w:line="240" w:lineRule="auto"/>
      <w:jc w:val="both"/>
    </w:pPr>
    <w:rPr>
      <w:rFonts w:ascii="Arial" w:eastAsia="Times New Roman" w:hAnsi="Arial" w:cs="Times New Roman"/>
      <w:sz w:val="20"/>
      <w:szCs w:val="20"/>
    </w:rPr>
  </w:style>
  <w:style w:type="paragraph" w:customStyle="1" w:styleId="26BF98DE256248F18A0BBF622A398F633">
    <w:name w:val="26BF98DE256248F18A0BBF622A398F633"/>
    <w:rsid w:val="00930D8E"/>
    <w:pPr>
      <w:spacing w:after="0" w:line="240" w:lineRule="auto"/>
      <w:jc w:val="both"/>
    </w:pPr>
    <w:rPr>
      <w:rFonts w:ascii="Arial" w:eastAsia="Times New Roman" w:hAnsi="Arial" w:cs="Times New Roman"/>
      <w:sz w:val="20"/>
      <w:szCs w:val="20"/>
    </w:rPr>
  </w:style>
  <w:style w:type="paragraph" w:customStyle="1" w:styleId="C10B2298129844C288ACDC552C27F9483">
    <w:name w:val="C10B2298129844C288ACDC552C27F9483"/>
    <w:rsid w:val="00930D8E"/>
    <w:pPr>
      <w:spacing w:after="0" w:line="240" w:lineRule="auto"/>
      <w:jc w:val="both"/>
    </w:pPr>
    <w:rPr>
      <w:rFonts w:ascii="Arial" w:eastAsia="Times New Roman" w:hAnsi="Arial" w:cs="Times New Roman"/>
      <w:sz w:val="20"/>
      <w:szCs w:val="20"/>
    </w:rPr>
  </w:style>
  <w:style w:type="paragraph" w:customStyle="1" w:styleId="A2E56A06FB1240E2972F1773EB8BB4E53">
    <w:name w:val="A2E56A06FB1240E2972F1773EB8BB4E53"/>
    <w:rsid w:val="00930D8E"/>
    <w:pPr>
      <w:spacing w:after="0" w:line="240" w:lineRule="auto"/>
      <w:jc w:val="both"/>
    </w:pPr>
    <w:rPr>
      <w:rFonts w:ascii="Arial" w:eastAsia="Times New Roman" w:hAnsi="Arial" w:cs="Times New Roman"/>
      <w:sz w:val="20"/>
      <w:szCs w:val="20"/>
    </w:rPr>
  </w:style>
  <w:style w:type="paragraph" w:customStyle="1" w:styleId="AE6CA903ED94432BAB5F6F1F0AFCEFB13">
    <w:name w:val="AE6CA903ED94432BAB5F6F1F0AFCEFB13"/>
    <w:rsid w:val="00930D8E"/>
    <w:pPr>
      <w:spacing w:after="0" w:line="240" w:lineRule="auto"/>
      <w:jc w:val="both"/>
    </w:pPr>
    <w:rPr>
      <w:rFonts w:ascii="Arial" w:eastAsia="Times New Roman" w:hAnsi="Arial" w:cs="Times New Roman"/>
      <w:sz w:val="20"/>
      <w:szCs w:val="20"/>
    </w:rPr>
  </w:style>
  <w:style w:type="paragraph" w:customStyle="1" w:styleId="9BFB36B66D454907874DB0E039EA83443">
    <w:name w:val="9BFB36B66D454907874DB0E039EA83443"/>
    <w:rsid w:val="00930D8E"/>
    <w:pPr>
      <w:spacing w:after="0" w:line="240" w:lineRule="auto"/>
      <w:jc w:val="both"/>
    </w:pPr>
    <w:rPr>
      <w:rFonts w:ascii="Arial" w:eastAsia="Times New Roman" w:hAnsi="Arial" w:cs="Times New Roman"/>
      <w:sz w:val="20"/>
      <w:szCs w:val="20"/>
    </w:rPr>
  </w:style>
  <w:style w:type="paragraph" w:customStyle="1" w:styleId="53F45EDFDFD243CCB67CC658A24802263">
    <w:name w:val="53F45EDFDFD243CCB67CC658A24802263"/>
    <w:rsid w:val="00930D8E"/>
    <w:pPr>
      <w:spacing w:after="0" w:line="240" w:lineRule="auto"/>
      <w:jc w:val="both"/>
    </w:pPr>
    <w:rPr>
      <w:rFonts w:ascii="Arial" w:eastAsia="Times New Roman" w:hAnsi="Arial" w:cs="Times New Roman"/>
      <w:sz w:val="20"/>
      <w:szCs w:val="20"/>
    </w:rPr>
  </w:style>
  <w:style w:type="paragraph" w:customStyle="1" w:styleId="CBB32FBCC9184224B4592BE8FDC41F4A3">
    <w:name w:val="CBB32FBCC9184224B4592BE8FDC41F4A3"/>
    <w:rsid w:val="00930D8E"/>
    <w:pPr>
      <w:spacing w:after="0" w:line="240" w:lineRule="auto"/>
      <w:jc w:val="both"/>
    </w:pPr>
    <w:rPr>
      <w:rFonts w:ascii="Arial" w:eastAsia="Times New Roman" w:hAnsi="Arial" w:cs="Times New Roman"/>
      <w:sz w:val="20"/>
      <w:szCs w:val="20"/>
    </w:rPr>
  </w:style>
  <w:style w:type="paragraph" w:customStyle="1" w:styleId="CDEE7F4B70A54CABAA96EBCB18A99FE73">
    <w:name w:val="CDEE7F4B70A54CABAA96EBCB18A99FE73"/>
    <w:rsid w:val="00930D8E"/>
    <w:pPr>
      <w:spacing w:after="0" w:line="240" w:lineRule="auto"/>
      <w:jc w:val="both"/>
    </w:pPr>
    <w:rPr>
      <w:rFonts w:ascii="Arial" w:eastAsia="Times New Roman" w:hAnsi="Arial" w:cs="Times New Roman"/>
      <w:sz w:val="20"/>
      <w:szCs w:val="20"/>
    </w:rPr>
  </w:style>
  <w:style w:type="paragraph" w:customStyle="1" w:styleId="77BDB02C66DF48119A15409DF6FB4EC33">
    <w:name w:val="77BDB02C66DF48119A15409DF6FB4EC33"/>
    <w:rsid w:val="00930D8E"/>
    <w:pPr>
      <w:spacing w:after="0" w:line="240" w:lineRule="auto"/>
      <w:jc w:val="both"/>
    </w:pPr>
    <w:rPr>
      <w:rFonts w:ascii="Arial" w:eastAsia="Times New Roman" w:hAnsi="Arial" w:cs="Times New Roman"/>
      <w:sz w:val="20"/>
      <w:szCs w:val="20"/>
    </w:rPr>
  </w:style>
  <w:style w:type="paragraph" w:customStyle="1" w:styleId="1B02C6BB5CE04F76A605FBCEAE0A9CE53">
    <w:name w:val="1B02C6BB5CE04F76A605FBCEAE0A9CE53"/>
    <w:rsid w:val="00930D8E"/>
    <w:pPr>
      <w:spacing w:after="0" w:line="240" w:lineRule="auto"/>
      <w:jc w:val="both"/>
    </w:pPr>
    <w:rPr>
      <w:rFonts w:ascii="Arial" w:eastAsia="Times New Roman" w:hAnsi="Arial" w:cs="Times New Roman"/>
      <w:sz w:val="20"/>
      <w:szCs w:val="20"/>
    </w:rPr>
  </w:style>
  <w:style w:type="paragraph" w:customStyle="1" w:styleId="EF11B0C09E534F37A81763EA7B1565383">
    <w:name w:val="EF11B0C09E534F37A81763EA7B1565383"/>
    <w:rsid w:val="00930D8E"/>
    <w:pPr>
      <w:spacing w:after="0" w:line="240" w:lineRule="auto"/>
      <w:jc w:val="both"/>
    </w:pPr>
    <w:rPr>
      <w:rFonts w:ascii="Arial" w:eastAsia="Times New Roman" w:hAnsi="Arial" w:cs="Times New Roman"/>
      <w:sz w:val="20"/>
      <w:szCs w:val="20"/>
    </w:rPr>
  </w:style>
  <w:style w:type="paragraph" w:customStyle="1" w:styleId="F6FACB413ACA46EFAA3D718A48BCD7883">
    <w:name w:val="F6FACB413ACA46EFAA3D718A48BCD7883"/>
    <w:rsid w:val="00930D8E"/>
    <w:pPr>
      <w:spacing w:after="0" w:line="240" w:lineRule="auto"/>
      <w:jc w:val="both"/>
    </w:pPr>
    <w:rPr>
      <w:rFonts w:ascii="Arial" w:eastAsia="Times New Roman" w:hAnsi="Arial" w:cs="Times New Roman"/>
      <w:sz w:val="20"/>
      <w:szCs w:val="20"/>
    </w:rPr>
  </w:style>
  <w:style w:type="paragraph" w:customStyle="1" w:styleId="CF85ABF70C7E4767A144425F8E56065B3">
    <w:name w:val="CF85ABF70C7E4767A144425F8E56065B3"/>
    <w:rsid w:val="00930D8E"/>
    <w:pPr>
      <w:spacing w:after="0" w:line="240" w:lineRule="auto"/>
      <w:jc w:val="both"/>
    </w:pPr>
    <w:rPr>
      <w:rFonts w:ascii="Arial" w:eastAsia="Times New Roman" w:hAnsi="Arial" w:cs="Times New Roman"/>
      <w:sz w:val="20"/>
      <w:szCs w:val="20"/>
    </w:rPr>
  </w:style>
  <w:style w:type="paragraph" w:customStyle="1" w:styleId="DB50E0E15D174C7C8680AC36D2BF68BB3">
    <w:name w:val="DB50E0E15D174C7C8680AC36D2BF68BB3"/>
    <w:rsid w:val="00930D8E"/>
    <w:pPr>
      <w:spacing w:after="0" w:line="240" w:lineRule="auto"/>
      <w:jc w:val="both"/>
    </w:pPr>
    <w:rPr>
      <w:rFonts w:ascii="Arial" w:eastAsia="Times New Roman" w:hAnsi="Arial" w:cs="Times New Roman"/>
      <w:sz w:val="20"/>
      <w:szCs w:val="20"/>
    </w:rPr>
  </w:style>
  <w:style w:type="paragraph" w:customStyle="1" w:styleId="3F392553B4034A8EB90C73A0864161C83">
    <w:name w:val="3F392553B4034A8EB90C73A0864161C83"/>
    <w:rsid w:val="00930D8E"/>
    <w:pPr>
      <w:spacing w:after="0" w:line="240" w:lineRule="auto"/>
      <w:jc w:val="both"/>
    </w:pPr>
    <w:rPr>
      <w:rFonts w:ascii="Arial" w:eastAsia="Times New Roman" w:hAnsi="Arial" w:cs="Times New Roman"/>
      <w:sz w:val="20"/>
      <w:szCs w:val="20"/>
    </w:rPr>
  </w:style>
  <w:style w:type="paragraph" w:customStyle="1" w:styleId="B4CDFB48B99E40F6ACAAD766400EE9813">
    <w:name w:val="B4CDFB48B99E40F6ACAAD766400EE9813"/>
    <w:rsid w:val="00930D8E"/>
    <w:pPr>
      <w:spacing w:after="0" w:line="240" w:lineRule="auto"/>
      <w:jc w:val="both"/>
    </w:pPr>
    <w:rPr>
      <w:rFonts w:ascii="Arial" w:eastAsia="Times New Roman" w:hAnsi="Arial" w:cs="Times New Roman"/>
      <w:sz w:val="20"/>
      <w:szCs w:val="20"/>
    </w:rPr>
  </w:style>
  <w:style w:type="paragraph" w:customStyle="1" w:styleId="91C29670DBAC4D9BAE8774A5014182003">
    <w:name w:val="91C29670DBAC4D9BAE8774A5014182003"/>
    <w:rsid w:val="00930D8E"/>
    <w:pPr>
      <w:spacing w:after="0" w:line="240" w:lineRule="auto"/>
      <w:jc w:val="both"/>
    </w:pPr>
    <w:rPr>
      <w:rFonts w:ascii="Arial" w:eastAsia="Times New Roman" w:hAnsi="Arial" w:cs="Times New Roman"/>
      <w:sz w:val="20"/>
      <w:szCs w:val="20"/>
    </w:rPr>
  </w:style>
  <w:style w:type="paragraph" w:customStyle="1" w:styleId="870888347BDB428CA3216BBCB2B472573">
    <w:name w:val="870888347BDB428CA3216BBCB2B472573"/>
    <w:rsid w:val="00930D8E"/>
    <w:pPr>
      <w:spacing w:after="0" w:line="240" w:lineRule="auto"/>
      <w:jc w:val="both"/>
    </w:pPr>
    <w:rPr>
      <w:rFonts w:ascii="Arial" w:eastAsia="Times New Roman" w:hAnsi="Arial" w:cs="Times New Roman"/>
      <w:sz w:val="20"/>
      <w:szCs w:val="20"/>
    </w:rPr>
  </w:style>
  <w:style w:type="paragraph" w:customStyle="1" w:styleId="DEA56ADCC43B473B85D0D3156228B5373">
    <w:name w:val="DEA56ADCC43B473B85D0D3156228B5373"/>
    <w:rsid w:val="00930D8E"/>
    <w:pPr>
      <w:spacing w:after="0" w:line="240" w:lineRule="auto"/>
      <w:jc w:val="both"/>
    </w:pPr>
    <w:rPr>
      <w:rFonts w:ascii="Arial" w:eastAsia="Times New Roman" w:hAnsi="Arial" w:cs="Times New Roman"/>
      <w:sz w:val="20"/>
      <w:szCs w:val="20"/>
    </w:rPr>
  </w:style>
  <w:style w:type="paragraph" w:customStyle="1" w:styleId="69C9E5D69DE44DD18BC4C93FA8F4C2743">
    <w:name w:val="69C9E5D69DE44DD18BC4C93FA8F4C2743"/>
    <w:rsid w:val="00930D8E"/>
    <w:pPr>
      <w:spacing w:after="0" w:line="240" w:lineRule="auto"/>
      <w:jc w:val="both"/>
    </w:pPr>
    <w:rPr>
      <w:rFonts w:ascii="Arial" w:eastAsia="Times New Roman" w:hAnsi="Arial" w:cs="Times New Roman"/>
      <w:sz w:val="20"/>
      <w:szCs w:val="20"/>
    </w:rPr>
  </w:style>
  <w:style w:type="paragraph" w:customStyle="1" w:styleId="49EDDCCAB5B24819883480826A9AD7503">
    <w:name w:val="49EDDCCAB5B24819883480826A9AD7503"/>
    <w:rsid w:val="00930D8E"/>
    <w:pPr>
      <w:spacing w:after="0" w:line="240" w:lineRule="auto"/>
      <w:jc w:val="both"/>
    </w:pPr>
    <w:rPr>
      <w:rFonts w:ascii="Arial" w:eastAsia="Times New Roman" w:hAnsi="Arial" w:cs="Times New Roman"/>
      <w:sz w:val="20"/>
      <w:szCs w:val="20"/>
    </w:rPr>
  </w:style>
  <w:style w:type="paragraph" w:customStyle="1" w:styleId="F812693D93C246AAB15CBA89A39AE87F3">
    <w:name w:val="F812693D93C246AAB15CBA89A39AE87F3"/>
    <w:rsid w:val="00930D8E"/>
    <w:pPr>
      <w:spacing w:after="0" w:line="240" w:lineRule="auto"/>
      <w:jc w:val="both"/>
    </w:pPr>
    <w:rPr>
      <w:rFonts w:ascii="Arial" w:eastAsia="Times New Roman" w:hAnsi="Arial" w:cs="Times New Roman"/>
      <w:sz w:val="20"/>
      <w:szCs w:val="20"/>
    </w:rPr>
  </w:style>
  <w:style w:type="paragraph" w:customStyle="1" w:styleId="7D276FC2EDB74063BA0F7E8D6077482B3">
    <w:name w:val="7D276FC2EDB74063BA0F7E8D6077482B3"/>
    <w:rsid w:val="00930D8E"/>
    <w:pPr>
      <w:spacing w:after="0" w:line="240" w:lineRule="auto"/>
      <w:jc w:val="both"/>
    </w:pPr>
    <w:rPr>
      <w:rFonts w:ascii="Arial" w:eastAsia="Times New Roman" w:hAnsi="Arial" w:cs="Times New Roman"/>
      <w:sz w:val="20"/>
      <w:szCs w:val="20"/>
    </w:rPr>
  </w:style>
  <w:style w:type="paragraph" w:customStyle="1" w:styleId="83AC26AA9C12427B87ABC82883D228243">
    <w:name w:val="83AC26AA9C12427B87ABC82883D228243"/>
    <w:rsid w:val="00930D8E"/>
    <w:pPr>
      <w:spacing w:after="0" w:line="240" w:lineRule="auto"/>
      <w:jc w:val="both"/>
    </w:pPr>
    <w:rPr>
      <w:rFonts w:ascii="Arial" w:eastAsia="Times New Roman" w:hAnsi="Arial" w:cs="Times New Roman"/>
      <w:sz w:val="20"/>
      <w:szCs w:val="20"/>
    </w:rPr>
  </w:style>
  <w:style w:type="paragraph" w:customStyle="1" w:styleId="61C1575ABFA34C4CAA9D4B49F11AD03A3">
    <w:name w:val="61C1575ABFA34C4CAA9D4B49F11AD03A3"/>
    <w:rsid w:val="00930D8E"/>
    <w:pPr>
      <w:spacing w:after="0" w:line="240" w:lineRule="auto"/>
      <w:jc w:val="both"/>
    </w:pPr>
    <w:rPr>
      <w:rFonts w:ascii="Arial" w:eastAsia="Times New Roman" w:hAnsi="Arial" w:cs="Times New Roman"/>
      <w:sz w:val="20"/>
      <w:szCs w:val="20"/>
    </w:rPr>
  </w:style>
  <w:style w:type="paragraph" w:customStyle="1" w:styleId="4487BFB9EAE443E3A8431CE3D9403CA43">
    <w:name w:val="4487BFB9EAE443E3A8431CE3D9403CA43"/>
    <w:rsid w:val="00930D8E"/>
    <w:pPr>
      <w:spacing w:after="0" w:line="240" w:lineRule="auto"/>
      <w:jc w:val="both"/>
    </w:pPr>
    <w:rPr>
      <w:rFonts w:ascii="Arial" w:eastAsia="Times New Roman" w:hAnsi="Arial" w:cs="Times New Roman"/>
      <w:sz w:val="20"/>
      <w:szCs w:val="20"/>
    </w:rPr>
  </w:style>
  <w:style w:type="paragraph" w:customStyle="1" w:styleId="9A7C14453E68459299B9AEF3D7F96DD03">
    <w:name w:val="9A7C14453E68459299B9AEF3D7F96DD03"/>
    <w:rsid w:val="00930D8E"/>
    <w:pPr>
      <w:spacing w:after="0" w:line="240" w:lineRule="auto"/>
      <w:jc w:val="both"/>
    </w:pPr>
    <w:rPr>
      <w:rFonts w:ascii="Arial" w:eastAsia="Times New Roman" w:hAnsi="Arial" w:cs="Times New Roman"/>
      <w:sz w:val="20"/>
      <w:szCs w:val="20"/>
    </w:rPr>
  </w:style>
  <w:style w:type="paragraph" w:customStyle="1" w:styleId="4DA6582A6FE74418BDC7BC8C35A799363">
    <w:name w:val="4DA6582A6FE74418BDC7BC8C35A799363"/>
    <w:rsid w:val="00930D8E"/>
    <w:pPr>
      <w:spacing w:after="0" w:line="240" w:lineRule="auto"/>
      <w:jc w:val="both"/>
    </w:pPr>
    <w:rPr>
      <w:rFonts w:ascii="Arial" w:eastAsia="Times New Roman" w:hAnsi="Arial" w:cs="Times New Roman"/>
      <w:sz w:val="20"/>
      <w:szCs w:val="20"/>
    </w:rPr>
  </w:style>
  <w:style w:type="paragraph" w:customStyle="1" w:styleId="77FF516A994B4158B4E2808DCFDA3F553">
    <w:name w:val="77FF516A994B4158B4E2808DCFDA3F553"/>
    <w:rsid w:val="00930D8E"/>
    <w:pPr>
      <w:spacing w:after="0" w:line="240" w:lineRule="auto"/>
      <w:jc w:val="both"/>
    </w:pPr>
    <w:rPr>
      <w:rFonts w:ascii="Arial" w:eastAsia="Times New Roman" w:hAnsi="Arial" w:cs="Times New Roman"/>
      <w:sz w:val="20"/>
      <w:szCs w:val="20"/>
    </w:rPr>
  </w:style>
  <w:style w:type="paragraph" w:customStyle="1" w:styleId="971B88EB00F1408BA96A6A873EED980F3">
    <w:name w:val="971B88EB00F1408BA96A6A873EED980F3"/>
    <w:rsid w:val="00930D8E"/>
    <w:pPr>
      <w:spacing w:after="0" w:line="240" w:lineRule="auto"/>
      <w:jc w:val="both"/>
    </w:pPr>
    <w:rPr>
      <w:rFonts w:ascii="Arial" w:eastAsia="Times New Roman" w:hAnsi="Arial" w:cs="Times New Roman"/>
      <w:sz w:val="20"/>
      <w:szCs w:val="20"/>
    </w:rPr>
  </w:style>
  <w:style w:type="paragraph" w:customStyle="1" w:styleId="9C2D7B99BC0647628AD3D69A525ACC303">
    <w:name w:val="9C2D7B99BC0647628AD3D69A525ACC303"/>
    <w:rsid w:val="00930D8E"/>
    <w:pPr>
      <w:spacing w:after="0" w:line="240" w:lineRule="auto"/>
      <w:jc w:val="both"/>
    </w:pPr>
    <w:rPr>
      <w:rFonts w:ascii="Arial" w:eastAsia="Times New Roman" w:hAnsi="Arial" w:cs="Times New Roman"/>
      <w:sz w:val="20"/>
      <w:szCs w:val="20"/>
    </w:rPr>
  </w:style>
  <w:style w:type="paragraph" w:customStyle="1" w:styleId="9C90E9D9104F44F2AA91830CB96820293">
    <w:name w:val="9C90E9D9104F44F2AA91830CB96820293"/>
    <w:rsid w:val="00930D8E"/>
    <w:pPr>
      <w:spacing w:after="0" w:line="240" w:lineRule="auto"/>
      <w:jc w:val="both"/>
    </w:pPr>
    <w:rPr>
      <w:rFonts w:ascii="Arial" w:eastAsia="Times New Roman" w:hAnsi="Arial" w:cs="Times New Roman"/>
      <w:sz w:val="20"/>
      <w:szCs w:val="20"/>
    </w:rPr>
  </w:style>
  <w:style w:type="paragraph" w:customStyle="1" w:styleId="691F0F2BC25A4DC09BEE412905F6CB003">
    <w:name w:val="691F0F2BC25A4DC09BEE412905F6CB003"/>
    <w:rsid w:val="00930D8E"/>
    <w:pPr>
      <w:spacing w:after="0" w:line="240" w:lineRule="auto"/>
      <w:jc w:val="both"/>
    </w:pPr>
    <w:rPr>
      <w:rFonts w:ascii="Arial" w:eastAsia="Times New Roman" w:hAnsi="Arial" w:cs="Times New Roman"/>
      <w:sz w:val="20"/>
      <w:szCs w:val="20"/>
    </w:rPr>
  </w:style>
  <w:style w:type="paragraph" w:customStyle="1" w:styleId="E5A8CD25490642E496437809A16294703">
    <w:name w:val="E5A8CD25490642E496437809A16294703"/>
    <w:rsid w:val="00930D8E"/>
    <w:pPr>
      <w:spacing w:after="0" w:line="240" w:lineRule="auto"/>
      <w:jc w:val="both"/>
    </w:pPr>
    <w:rPr>
      <w:rFonts w:ascii="Arial" w:eastAsia="Times New Roman" w:hAnsi="Arial" w:cs="Times New Roman"/>
      <w:sz w:val="20"/>
      <w:szCs w:val="20"/>
    </w:rPr>
  </w:style>
  <w:style w:type="paragraph" w:customStyle="1" w:styleId="A9FE3335937847408AC6603DD3C96A8E3">
    <w:name w:val="A9FE3335937847408AC6603DD3C96A8E3"/>
    <w:rsid w:val="00930D8E"/>
    <w:pPr>
      <w:spacing w:after="0" w:line="240" w:lineRule="auto"/>
      <w:jc w:val="both"/>
    </w:pPr>
    <w:rPr>
      <w:rFonts w:ascii="Arial" w:eastAsia="Times New Roman" w:hAnsi="Arial" w:cs="Times New Roman"/>
      <w:sz w:val="20"/>
      <w:szCs w:val="20"/>
    </w:rPr>
  </w:style>
  <w:style w:type="paragraph" w:customStyle="1" w:styleId="B13F8168992E4F2AA94B6A81E27BDCE73">
    <w:name w:val="B13F8168992E4F2AA94B6A81E27BDCE73"/>
    <w:rsid w:val="00930D8E"/>
    <w:pPr>
      <w:spacing w:after="0" w:line="240" w:lineRule="auto"/>
      <w:jc w:val="both"/>
    </w:pPr>
    <w:rPr>
      <w:rFonts w:ascii="Arial" w:eastAsia="Times New Roman" w:hAnsi="Arial" w:cs="Times New Roman"/>
      <w:sz w:val="20"/>
      <w:szCs w:val="20"/>
    </w:rPr>
  </w:style>
  <w:style w:type="paragraph" w:customStyle="1" w:styleId="B64913A67FF64468A931F2D084B7C4BC3">
    <w:name w:val="B64913A67FF64468A931F2D084B7C4BC3"/>
    <w:rsid w:val="00930D8E"/>
    <w:pPr>
      <w:spacing w:after="0" w:line="240" w:lineRule="auto"/>
      <w:jc w:val="both"/>
    </w:pPr>
    <w:rPr>
      <w:rFonts w:ascii="Arial" w:eastAsia="Times New Roman" w:hAnsi="Arial" w:cs="Times New Roman"/>
      <w:sz w:val="20"/>
      <w:szCs w:val="20"/>
    </w:rPr>
  </w:style>
  <w:style w:type="paragraph" w:customStyle="1" w:styleId="005ADB5043164EC8B265354559BDC1193">
    <w:name w:val="005ADB5043164EC8B265354559BDC1193"/>
    <w:rsid w:val="00930D8E"/>
    <w:pPr>
      <w:spacing w:after="0" w:line="240" w:lineRule="auto"/>
      <w:jc w:val="both"/>
    </w:pPr>
    <w:rPr>
      <w:rFonts w:ascii="Arial" w:eastAsia="Times New Roman" w:hAnsi="Arial" w:cs="Times New Roman"/>
      <w:sz w:val="20"/>
      <w:szCs w:val="20"/>
    </w:rPr>
  </w:style>
  <w:style w:type="paragraph" w:customStyle="1" w:styleId="02B61C8263FC4D73890145910DD4EFFC3">
    <w:name w:val="02B61C8263FC4D73890145910DD4EFFC3"/>
    <w:rsid w:val="00930D8E"/>
    <w:pPr>
      <w:spacing w:after="0" w:line="240" w:lineRule="auto"/>
      <w:jc w:val="both"/>
    </w:pPr>
    <w:rPr>
      <w:rFonts w:ascii="Arial" w:eastAsia="Times New Roman" w:hAnsi="Arial" w:cs="Times New Roman"/>
      <w:sz w:val="20"/>
      <w:szCs w:val="20"/>
    </w:rPr>
  </w:style>
  <w:style w:type="paragraph" w:customStyle="1" w:styleId="06F8DC43C6D2432EBF50677CA3F014F53">
    <w:name w:val="06F8DC43C6D2432EBF50677CA3F014F53"/>
    <w:rsid w:val="00930D8E"/>
    <w:pPr>
      <w:spacing w:after="0" w:line="240" w:lineRule="auto"/>
      <w:jc w:val="both"/>
    </w:pPr>
    <w:rPr>
      <w:rFonts w:ascii="Arial" w:eastAsia="Times New Roman" w:hAnsi="Arial" w:cs="Times New Roman"/>
      <w:sz w:val="20"/>
      <w:szCs w:val="20"/>
    </w:rPr>
  </w:style>
  <w:style w:type="paragraph" w:customStyle="1" w:styleId="332EA0131316400FBCF5E5985B464D613">
    <w:name w:val="332EA0131316400FBCF5E5985B464D613"/>
    <w:rsid w:val="00930D8E"/>
    <w:pPr>
      <w:spacing w:after="0" w:line="240" w:lineRule="auto"/>
      <w:jc w:val="both"/>
    </w:pPr>
    <w:rPr>
      <w:rFonts w:ascii="Arial" w:eastAsia="Times New Roman" w:hAnsi="Arial" w:cs="Times New Roman"/>
      <w:sz w:val="20"/>
      <w:szCs w:val="20"/>
    </w:rPr>
  </w:style>
  <w:style w:type="paragraph" w:customStyle="1" w:styleId="267956EEBBB54B7686DC39ED786D4E673">
    <w:name w:val="267956EEBBB54B7686DC39ED786D4E673"/>
    <w:rsid w:val="00930D8E"/>
    <w:pPr>
      <w:spacing w:after="0" w:line="240" w:lineRule="auto"/>
      <w:jc w:val="both"/>
    </w:pPr>
    <w:rPr>
      <w:rFonts w:ascii="Arial" w:eastAsia="Times New Roman" w:hAnsi="Arial" w:cs="Times New Roman"/>
      <w:sz w:val="20"/>
      <w:szCs w:val="20"/>
    </w:rPr>
  </w:style>
  <w:style w:type="paragraph" w:customStyle="1" w:styleId="F36C37462B7641A49EC5CB131750797F3">
    <w:name w:val="F36C37462B7641A49EC5CB131750797F3"/>
    <w:rsid w:val="00930D8E"/>
    <w:pPr>
      <w:spacing w:after="0" w:line="240" w:lineRule="auto"/>
      <w:jc w:val="both"/>
    </w:pPr>
    <w:rPr>
      <w:rFonts w:ascii="Arial" w:eastAsia="Times New Roman" w:hAnsi="Arial" w:cs="Times New Roman"/>
      <w:sz w:val="20"/>
      <w:szCs w:val="20"/>
    </w:rPr>
  </w:style>
  <w:style w:type="paragraph" w:customStyle="1" w:styleId="7C5C25260AA2409F96C92567DCA8B2593">
    <w:name w:val="7C5C25260AA2409F96C92567DCA8B2593"/>
    <w:rsid w:val="00930D8E"/>
    <w:pPr>
      <w:spacing w:after="0" w:line="240" w:lineRule="auto"/>
      <w:jc w:val="both"/>
    </w:pPr>
    <w:rPr>
      <w:rFonts w:ascii="Arial" w:eastAsia="Times New Roman" w:hAnsi="Arial" w:cs="Times New Roman"/>
      <w:sz w:val="20"/>
      <w:szCs w:val="20"/>
    </w:rPr>
  </w:style>
  <w:style w:type="paragraph" w:customStyle="1" w:styleId="11D220DC17C245D5A7FE1B3C0BCC113A3">
    <w:name w:val="11D220DC17C245D5A7FE1B3C0BCC113A3"/>
    <w:rsid w:val="00930D8E"/>
    <w:pPr>
      <w:spacing w:after="0" w:line="240" w:lineRule="auto"/>
      <w:jc w:val="both"/>
    </w:pPr>
    <w:rPr>
      <w:rFonts w:ascii="Arial" w:eastAsia="Times New Roman" w:hAnsi="Arial" w:cs="Times New Roman"/>
      <w:sz w:val="20"/>
      <w:szCs w:val="20"/>
    </w:rPr>
  </w:style>
  <w:style w:type="paragraph" w:customStyle="1" w:styleId="D8CED89D2A5A43B286C3792452F654FE3">
    <w:name w:val="D8CED89D2A5A43B286C3792452F654FE3"/>
    <w:rsid w:val="00930D8E"/>
    <w:pPr>
      <w:spacing w:after="0" w:line="240" w:lineRule="auto"/>
      <w:jc w:val="both"/>
    </w:pPr>
    <w:rPr>
      <w:rFonts w:ascii="Arial" w:eastAsia="Times New Roman" w:hAnsi="Arial" w:cs="Times New Roman"/>
      <w:sz w:val="20"/>
      <w:szCs w:val="20"/>
    </w:rPr>
  </w:style>
  <w:style w:type="paragraph" w:customStyle="1" w:styleId="9129171924384BFABED99FF1C2CDD4673">
    <w:name w:val="9129171924384BFABED99FF1C2CDD4673"/>
    <w:rsid w:val="00930D8E"/>
    <w:pPr>
      <w:spacing w:after="0" w:line="240" w:lineRule="auto"/>
      <w:jc w:val="both"/>
    </w:pPr>
    <w:rPr>
      <w:rFonts w:ascii="Arial" w:eastAsia="Times New Roman" w:hAnsi="Arial" w:cs="Times New Roman"/>
      <w:sz w:val="20"/>
      <w:szCs w:val="20"/>
    </w:rPr>
  </w:style>
  <w:style w:type="paragraph" w:customStyle="1" w:styleId="8B5DA2F9C7604F62A8B50905547A3E233">
    <w:name w:val="8B5DA2F9C7604F62A8B50905547A3E233"/>
    <w:rsid w:val="00930D8E"/>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11">
    <w:name w:val="9A42661CEA42406ABF91B2C6EE0A7BB111"/>
    <w:rsid w:val="00930D8E"/>
    <w:pPr>
      <w:spacing w:after="0" w:line="240" w:lineRule="auto"/>
      <w:jc w:val="both"/>
    </w:pPr>
    <w:rPr>
      <w:rFonts w:ascii="Arial" w:eastAsia="Times New Roman" w:hAnsi="Arial" w:cs="Times New Roman"/>
      <w:sz w:val="20"/>
      <w:szCs w:val="20"/>
    </w:rPr>
  </w:style>
  <w:style w:type="paragraph" w:customStyle="1" w:styleId="F0596E7F2F824DBB87DF5561757295B411">
    <w:name w:val="F0596E7F2F824DBB87DF5561757295B411"/>
    <w:rsid w:val="00930D8E"/>
    <w:pPr>
      <w:spacing w:after="0" w:line="240" w:lineRule="auto"/>
      <w:jc w:val="both"/>
    </w:pPr>
    <w:rPr>
      <w:rFonts w:ascii="Arial" w:eastAsia="Times New Roman" w:hAnsi="Arial" w:cs="Times New Roman"/>
      <w:sz w:val="20"/>
      <w:szCs w:val="20"/>
    </w:rPr>
  </w:style>
  <w:style w:type="paragraph" w:customStyle="1" w:styleId="9DF5FB4C977A406A9042035A015D119911">
    <w:name w:val="9DF5FB4C977A406A9042035A015D119911"/>
    <w:rsid w:val="00930D8E"/>
    <w:pPr>
      <w:spacing w:after="0" w:line="240" w:lineRule="auto"/>
      <w:jc w:val="both"/>
    </w:pPr>
    <w:rPr>
      <w:rFonts w:ascii="Arial" w:eastAsia="Times New Roman" w:hAnsi="Arial" w:cs="Times New Roman"/>
      <w:sz w:val="20"/>
      <w:szCs w:val="20"/>
    </w:rPr>
  </w:style>
  <w:style w:type="paragraph" w:customStyle="1" w:styleId="30D6C044B43A420C8F3C09813157572411">
    <w:name w:val="30D6C044B43A420C8F3C09813157572411"/>
    <w:rsid w:val="00930D8E"/>
    <w:pPr>
      <w:spacing w:after="0" w:line="240" w:lineRule="auto"/>
      <w:jc w:val="both"/>
    </w:pPr>
    <w:rPr>
      <w:rFonts w:ascii="Arial" w:eastAsia="Times New Roman" w:hAnsi="Arial" w:cs="Times New Roman"/>
      <w:sz w:val="20"/>
      <w:szCs w:val="20"/>
    </w:rPr>
  </w:style>
  <w:style w:type="paragraph" w:customStyle="1" w:styleId="AED8C692EE3D441E86CB4B85405AE57E11">
    <w:name w:val="AED8C692EE3D441E86CB4B85405AE57E11"/>
    <w:rsid w:val="00930D8E"/>
    <w:pPr>
      <w:spacing w:after="0" w:line="240" w:lineRule="auto"/>
      <w:jc w:val="both"/>
    </w:pPr>
    <w:rPr>
      <w:rFonts w:ascii="Arial" w:eastAsia="Times New Roman" w:hAnsi="Arial" w:cs="Times New Roman"/>
      <w:sz w:val="20"/>
      <w:szCs w:val="20"/>
    </w:rPr>
  </w:style>
  <w:style w:type="paragraph" w:customStyle="1" w:styleId="90599B3DFDD94E5F9C908700D584848F3">
    <w:name w:val="90599B3DFDD94E5F9C908700D584848F3"/>
    <w:rsid w:val="00930D8E"/>
    <w:pPr>
      <w:spacing w:after="0" w:line="240" w:lineRule="auto"/>
      <w:jc w:val="both"/>
    </w:pPr>
    <w:rPr>
      <w:rFonts w:ascii="Arial" w:eastAsia="Times New Roman" w:hAnsi="Arial" w:cs="Times New Roman"/>
      <w:sz w:val="20"/>
      <w:szCs w:val="20"/>
    </w:rPr>
  </w:style>
  <w:style w:type="paragraph" w:customStyle="1" w:styleId="8A24D9250384498B9356B49C7ABB7AE611">
    <w:name w:val="8A24D9250384498B9356B49C7ABB7AE611"/>
    <w:rsid w:val="00930D8E"/>
    <w:pPr>
      <w:spacing w:after="0" w:line="240" w:lineRule="auto"/>
      <w:jc w:val="both"/>
    </w:pPr>
    <w:rPr>
      <w:rFonts w:ascii="Arial" w:eastAsia="Times New Roman" w:hAnsi="Arial" w:cs="Times New Roman"/>
      <w:sz w:val="20"/>
      <w:szCs w:val="20"/>
    </w:rPr>
  </w:style>
  <w:style w:type="paragraph" w:customStyle="1" w:styleId="11A99A238EED43FCA64CB3F7A505E23C11">
    <w:name w:val="11A99A238EED43FCA64CB3F7A505E23C11"/>
    <w:rsid w:val="00930D8E"/>
    <w:pPr>
      <w:spacing w:after="0" w:line="240" w:lineRule="auto"/>
      <w:jc w:val="both"/>
    </w:pPr>
    <w:rPr>
      <w:rFonts w:ascii="Arial" w:eastAsia="Times New Roman" w:hAnsi="Arial" w:cs="Times New Roman"/>
      <w:sz w:val="20"/>
      <w:szCs w:val="20"/>
    </w:rPr>
  </w:style>
  <w:style w:type="paragraph" w:customStyle="1" w:styleId="4537D621A60342FF87E210BB0DB95BB511">
    <w:name w:val="4537D621A60342FF87E210BB0DB95BB511"/>
    <w:rsid w:val="00930D8E"/>
    <w:pPr>
      <w:spacing w:after="0" w:line="240" w:lineRule="auto"/>
      <w:jc w:val="both"/>
    </w:pPr>
    <w:rPr>
      <w:rFonts w:ascii="Arial" w:eastAsia="Times New Roman" w:hAnsi="Arial" w:cs="Times New Roman"/>
      <w:sz w:val="20"/>
      <w:szCs w:val="20"/>
    </w:rPr>
  </w:style>
  <w:style w:type="paragraph" w:customStyle="1" w:styleId="562691E012CC4B56A9F121D7DF69C0F711">
    <w:name w:val="562691E012CC4B56A9F121D7DF69C0F711"/>
    <w:rsid w:val="00930D8E"/>
    <w:pPr>
      <w:spacing w:after="0" w:line="240" w:lineRule="auto"/>
      <w:jc w:val="both"/>
    </w:pPr>
    <w:rPr>
      <w:rFonts w:ascii="Arial" w:eastAsia="Times New Roman" w:hAnsi="Arial" w:cs="Times New Roman"/>
      <w:sz w:val="20"/>
      <w:szCs w:val="20"/>
    </w:rPr>
  </w:style>
  <w:style w:type="paragraph" w:customStyle="1" w:styleId="488CAE8C84C14FCD827F828007869BCA11">
    <w:name w:val="488CAE8C84C14FCD827F828007869BCA11"/>
    <w:rsid w:val="00930D8E"/>
    <w:pPr>
      <w:spacing w:after="0" w:line="240" w:lineRule="auto"/>
      <w:jc w:val="both"/>
    </w:pPr>
    <w:rPr>
      <w:rFonts w:ascii="Arial" w:eastAsia="Times New Roman" w:hAnsi="Arial" w:cs="Times New Roman"/>
      <w:sz w:val="20"/>
      <w:szCs w:val="20"/>
    </w:rPr>
  </w:style>
  <w:style w:type="paragraph" w:customStyle="1" w:styleId="3914BCA258324709B32F687456E2FF5A11">
    <w:name w:val="3914BCA258324709B32F687456E2FF5A11"/>
    <w:rsid w:val="00930D8E"/>
    <w:pPr>
      <w:spacing w:after="0" w:line="240" w:lineRule="auto"/>
      <w:jc w:val="both"/>
    </w:pPr>
    <w:rPr>
      <w:rFonts w:ascii="Arial" w:eastAsia="Times New Roman" w:hAnsi="Arial" w:cs="Times New Roman"/>
      <w:sz w:val="20"/>
      <w:szCs w:val="20"/>
    </w:rPr>
  </w:style>
  <w:style w:type="paragraph" w:customStyle="1" w:styleId="ED58AC562D73451AB2D76E441B4061403">
    <w:name w:val="ED58AC562D73451AB2D76E441B4061403"/>
    <w:rsid w:val="00930D8E"/>
    <w:pPr>
      <w:spacing w:after="0" w:line="240" w:lineRule="auto"/>
      <w:jc w:val="both"/>
    </w:pPr>
    <w:rPr>
      <w:rFonts w:ascii="Arial" w:eastAsia="Times New Roman" w:hAnsi="Arial" w:cs="Times New Roman"/>
      <w:sz w:val="20"/>
      <w:szCs w:val="20"/>
    </w:rPr>
  </w:style>
  <w:style w:type="paragraph" w:customStyle="1" w:styleId="15B553FDB2BC4FB7A30683300CEEBA4911">
    <w:name w:val="15B553FDB2BC4FB7A30683300CEEBA4911"/>
    <w:rsid w:val="00930D8E"/>
    <w:pPr>
      <w:spacing w:after="0" w:line="240" w:lineRule="auto"/>
      <w:jc w:val="both"/>
    </w:pPr>
    <w:rPr>
      <w:rFonts w:ascii="Arial" w:eastAsia="Times New Roman" w:hAnsi="Arial" w:cs="Times New Roman"/>
      <w:sz w:val="20"/>
      <w:szCs w:val="20"/>
    </w:rPr>
  </w:style>
  <w:style w:type="paragraph" w:customStyle="1" w:styleId="2DDEB623C4D44D849F97BB1B6F1A99C911">
    <w:name w:val="2DDEB623C4D44D849F97BB1B6F1A99C9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1">
    <w:name w:val="326FB2B06959462C8BC5C9AE693EEE2C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1">
    <w:name w:val="962E1BFED5D7495C85919124A1D397AE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1">
    <w:name w:val="3EC9144ED68A4B3295718FC2535E6227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1">
    <w:name w:val="82DA6F9416B24C9A88190E8411647BB7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1">
    <w:name w:val="84C10B8C708D4D0CAE41230549E882EB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1">
    <w:name w:val="761516C4B0FE4A44ADF7B97593C491EC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1">
    <w:name w:val="96C246E6445C458FBC4CF04A8D8FC444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1">
    <w:name w:val="E71B35863BC448CA9102EFA03CC54069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1">
    <w:name w:val="25081AAE17A4460EAC76C30E9037A53B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3">
    <w:name w:val="54843687C5924089B629C21AE9CF300B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3">
    <w:name w:val="2883F16DEC3F4CE1A785CEC6FF96FA84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3">
    <w:name w:val="5688AACB46634ED282DA65072308A874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3">
    <w:name w:val="81ED8F902938417C831A44353BDB0125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3">
    <w:name w:val="8CCA156F2E3445BA95ED4D0FEC19F7F1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6C69D46AC9A441BBADF8B82B13A53D6">
    <w:name w:val="26C69D46AC9A441BBADF8B82B13A53D6"/>
    <w:rsid w:val="000A08CA"/>
  </w:style>
  <w:style w:type="paragraph" w:customStyle="1" w:styleId="B45BC608E5F541B9B2EDB2C53744BFDB">
    <w:name w:val="B45BC608E5F541B9B2EDB2C53744BFDB"/>
    <w:rsid w:val="000A08CA"/>
  </w:style>
  <w:style w:type="paragraph" w:customStyle="1" w:styleId="A18CD7288EDC4848B24B1266F4AB68D2">
    <w:name w:val="A18CD7288EDC4848B24B1266F4AB68D2"/>
    <w:rsid w:val="00930776"/>
  </w:style>
  <w:style w:type="paragraph" w:customStyle="1" w:styleId="BAF7AE03B1574DC383FBD3241E84A4B3">
    <w:name w:val="BAF7AE03B1574DC383FBD3241E84A4B3"/>
    <w:rsid w:val="00930776"/>
  </w:style>
  <w:style w:type="paragraph" w:customStyle="1" w:styleId="42CFA495E41542DFA650CB399202EBF7">
    <w:name w:val="42CFA495E41542DFA650CB399202EBF7"/>
    <w:rsid w:val="00930776"/>
  </w:style>
  <w:style w:type="paragraph" w:customStyle="1" w:styleId="3C2728EBEB2244D087BF3803086F0B15">
    <w:name w:val="3C2728EBEB2244D087BF3803086F0B15"/>
    <w:rsid w:val="00930776"/>
  </w:style>
  <w:style w:type="paragraph" w:customStyle="1" w:styleId="681A1CFDB221471DAE2410784799BBEB">
    <w:name w:val="681A1CFDB221471DAE2410784799BBEB"/>
    <w:rsid w:val="00930776"/>
  </w:style>
  <w:style w:type="paragraph" w:customStyle="1" w:styleId="E38B3E6BEBC7447EA28C5410BB6AD7A8">
    <w:name w:val="E38B3E6BEBC7447EA28C5410BB6AD7A8"/>
    <w:rsid w:val="00930776"/>
  </w:style>
  <w:style w:type="paragraph" w:customStyle="1" w:styleId="14A87A66ABD3493C965641F10FE9C208">
    <w:name w:val="14A87A66ABD3493C965641F10FE9C208"/>
    <w:rsid w:val="00930776"/>
  </w:style>
  <w:style w:type="paragraph" w:customStyle="1" w:styleId="8D92E61A304041CF89548AB3584BF5B6">
    <w:name w:val="8D92E61A304041CF89548AB3584BF5B6"/>
    <w:rsid w:val="00930776"/>
  </w:style>
  <w:style w:type="paragraph" w:customStyle="1" w:styleId="DE741B0572CD42C4AF597DFF9E35D3C5">
    <w:name w:val="DE741B0572CD42C4AF597DFF9E35D3C5"/>
    <w:rsid w:val="00930776"/>
  </w:style>
  <w:style w:type="paragraph" w:customStyle="1" w:styleId="FE124F2E9EFF468E9B9ED442E7F47F2B">
    <w:name w:val="FE124F2E9EFF468E9B9ED442E7F47F2B"/>
    <w:rsid w:val="00930776"/>
  </w:style>
  <w:style w:type="paragraph" w:customStyle="1" w:styleId="DEB8D6A4ABDD46FA8524DA3C334D494A">
    <w:name w:val="DEB8D6A4ABDD46FA8524DA3C334D494A"/>
    <w:rsid w:val="00930776"/>
  </w:style>
  <w:style w:type="paragraph" w:customStyle="1" w:styleId="B5A29AC4B12D4027A35C21DBDB7DCCB5">
    <w:name w:val="B5A29AC4B12D4027A35C21DBDB7DCCB5"/>
    <w:rsid w:val="00930776"/>
  </w:style>
  <w:style w:type="paragraph" w:customStyle="1" w:styleId="E1A13B325FE0435BB7DB5CACD5EA46D3">
    <w:name w:val="E1A13B325FE0435BB7DB5CACD5EA46D3"/>
    <w:rsid w:val="00930776"/>
  </w:style>
  <w:style w:type="paragraph" w:customStyle="1" w:styleId="E25C5F72AC524DB09827A3E2F0A130C4">
    <w:name w:val="E25C5F72AC524DB09827A3E2F0A130C4"/>
    <w:rsid w:val="00930776"/>
  </w:style>
  <w:style w:type="paragraph" w:customStyle="1" w:styleId="D6DFE64BD9B8419E83E9FB9912722357">
    <w:name w:val="D6DFE64BD9B8419E83E9FB9912722357"/>
    <w:rsid w:val="00930776"/>
  </w:style>
  <w:style w:type="paragraph" w:customStyle="1" w:styleId="24FFBC2C5D64421181B2CF3F594D820E">
    <w:name w:val="24FFBC2C5D64421181B2CF3F594D820E"/>
    <w:rsid w:val="00930776"/>
  </w:style>
  <w:style w:type="paragraph" w:customStyle="1" w:styleId="4C77025681C64E2CB37EEFE77630A824">
    <w:name w:val="4C77025681C64E2CB37EEFE77630A824"/>
    <w:rsid w:val="00930776"/>
  </w:style>
  <w:style w:type="paragraph" w:customStyle="1" w:styleId="52CACF6900B144ABA124C5D62724564F">
    <w:name w:val="52CACF6900B144ABA124C5D62724564F"/>
    <w:rsid w:val="00930776"/>
  </w:style>
  <w:style w:type="paragraph" w:customStyle="1" w:styleId="E31D7557826849F185EE2448974A766B">
    <w:name w:val="E31D7557826849F185EE2448974A766B"/>
    <w:rsid w:val="00930776"/>
  </w:style>
  <w:style w:type="paragraph" w:customStyle="1" w:styleId="6E9B6FEED95349A29F3EF3954240C2FE">
    <w:name w:val="6E9B6FEED95349A29F3EF3954240C2FE"/>
    <w:rsid w:val="00930776"/>
  </w:style>
  <w:style w:type="paragraph" w:customStyle="1" w:styleId="70B65C7244B64DA59E673AF39BE2E6A6">
    <w:name w:val="70B65C7244B64DA59E673AF39BE2E6A6"/>
    <w:rsid w:val="00930776"/>
  </w:style>
  <w:style w:type="paragraph" w:customStyle="1" w:styleId="0DA9CF57106645EAB05040205AB5778D">
    <w:name w:val="0DA9CF57106645EAB05040205AB5778D"/>
    <w:rsid w:val="00930776"/>
  </w:style>
  <w:style w:type="paragraph" w:customStyle="1" w:styleId="BD17BDF298ED479CB60D71077CB20E24">
    <w:name w:val="BD17BDF298ED479CB60D71077CB20E24"/>
    <w:rsid w:val="00930776"/>
  </w:style>
  <w:style w:type="paragraph" w:customStyle="1" w:styleId="D58254AB9E46425EBB8828D4BBBC6C64">
    <w:name w:val="D58254AB9E46425EBB8828D4BBBC6C64"/>
    <w:rsid w:val="00930776"/>
  </w:style>
  <w:style w:type="paragraph" w:customStyle="1" w:styleId="F3B4D59AA9424F41A966C6F12B2DF905">
    <w:name w:val="F3B4D59AA9424F41A966C6F12B2DF905"/>
    <w:rsid w:val="00930776"/>
  </w:style>
  <w:style w:type="paragraph" w:customStyle="1" w:styleId="6C65A495F10549C4818BDD706C3BFE4C">
    <w:name w:val="6C65A495F10549C4818BDD706C3BFE4C"/>
    <w:rsid w:val="00930776"/>
  </w:style>
  <w:style w:type="paragraph" w:customStyle="1" w:styleId="9A95F6BFBB1A49E284DDAB4A531BBBCA">
    <w:name w:val="9A95F6BFBB1A49E284DDAB4A531BBBCA"/>
    <w:rsid w:val="00930776"/>
  </w:style>
  <w:style w:type="paragraph" w:customStyle="1" w:styleId="98567149922B442E9D01F5BBB71B3A41">
    <w:name w:val="98567149922B442E9D01F5BBB71B3A41"/>
    <w:rsid w:val="00930776"/>
  </w:style>
  <w:style w:type="paragraph" w:customStyle="1" w:styleId="0321F91166944B808F539255C70E98C2">
    <w:name w:val="0321F91166944B808F539255C70E98C2"/>
    <w:rsid w:val="00930776"/>
  </w:style>
  <w:style w:type="paragraph" w:customStyle="1" w:styleId="3CD244899D3F4F739FA1C9B788141E41">
    <w:name w:val="3CD244899D3F4F739FA1C9B788141E41"/>
    <w:rsid w:val="00930776"/>
  </w:style>
  <w:style w:type="paragraph" w:customStyle="1" w:styleId="1366BC40E6D345CF9AB6EF5B9F32BAAA">
    <w:name w:val="1366BC40E6D345CF9AB6EF5B9F32BAAA"/>
    <w:rsid w:val="00930776"/>
  </w:style>
  <w:style w:type="paragraph" w:customStyle="1" w:styleId="AFD92B16130B4AFAB0F8441994F13782">
    <w:name w:val="AFD92B16130B4AFAB0F8441994F13782"/>
    <w:rsid w:val="00930776"/>
  </w:style>
  <w:style w:type="paragraph" w:customStyle="1" w:styleId="67AFF1C5298747C4B713B64284742E3C">
    <w:name w:val="67AFF1C5298747C4B713B64284742E3C"/>
    <w:rsid w:val="00930776"/>
  </w:style>
  <w:style w:type="paragraph" w:customStyle="1" w:styleId="8525D22869874B8DBEEA04AE3114CD89">
    <w:name w:val="8525D22869874B8DBEEA04AE3114CD89"/>
    <w:rsid w:val="00930776"/>
  </w:style>
  <w:style w:type="paragraph" w:customStyle="1" w:styleId="6CF4E09B85CA48C1A2CB4B6E467BBF99">
    <w:name w:val="6CF4E09B85CA48C1A2CB4B6E467BBF99"/>
    <w:rsid w:val="00930776"/>
  </w:style>
  <w:style w:type="paragraph" w:customStyle="1" w:styleId="A806C53B928049AB9C3C8DB4DBA1BC36">
    <w:name w:val="A806C53B928049AB9C3C8DB4DBA1BC36"/>
    <w:rsid w:val="00930776"/>
  </w:style>
  <w:style w:type="paragraph" w:customStyle="1" w:styleId="B39629EB573642698885DA465904C957">
    <w:name w:val="B39629EB573642698885DA465904C957"/>
    <w:rsid w:val="00930776"/>
  </w:style>
  <w:style w:type="paragraph" w:customStyle="1" w:styleId="AD3CB4F25CED43B5A3A7D981E28FC6E4">
    <w:name w:val="AD3CB4F25CED43B5A3A7D981E28FC6E4"/>
    <w:rsid w:val="00930776"/>
  </w:style>
  <w:style w:type="paragraph" w:customStyle="1" w:styleId="B64B7B6CE2D64ED29BFCAB08576E06F6">
    <w:name w:val="B64B7B6CE2D64ED29BFCAB08576E06F6"/>
    <w:rsid w:val="00930776"/>
  </w:style>
  <w:style w:type="paragraph" w:customStyle="1" w:styleId="DFD143EA98F04053B06B6A49AA2CDFFC">
    <w:name w:val="DFD143EA98F04053B06B6A49AA2CDFFC"/>
    <w:rsid w:val="00930776"/>
  </w:style>
  <w:style w:type="paragraph" w:customStyle="1" w:styleId="96467EEC39484960BE40F8232C5F2588">
    <w:name w:val="96467EEC39484960BE40F8232C5F2588"/>
    <w:rsid w:val="00930776"/>
  </w:style>
  <w:style w:type="paragraph" w:customStyle="1" w:styleId="1857AE60EEC847F0A0155B4F0B15F744">
    <w:name w:val="1857AE60EEC847F0A0155B4F0B15F744"/>
    <w:rsid w:val="00930776"/>
  </w:style>
  <w:style w:type="paragraph" w:customStyle="1" w:styleId="C7F9F9DFAAF945ACA57A46FB0E264ECB">
    <w:name w:val="C7F9F9DFAAF945ACA57A46FB0E264ECB"/>
    <w:rsid w:val="00930776"/>
  </w:style>
  <w:style w:type="paragraph" w:customStyle="1" w:styleId="3CC927D337394A409E47DCAB9D5B871B">
    <w:name w:val="3CC927D337394A409E47DCAB9D5B871B"/>
    <w:rsid w:val="00930776"/>
  </w:style>
  <w:style w:type="paragraph" w:customStyle="1" w:styleId="4654DAAF5A9543A482FF5BAEE3B22E3E">
    <w:name w:val="4654DAAF5A9543A482FF5BAEE3B22E3E"/>
    <w:rsid w:val="00930776"/>
  </w:style>
  <w:style w:type="paragraph" w:customStyle="1" w:styleId="3137E148D8874109A3E6CFE75B7AB2DB">
    <w:name w:val="3137E148D8874109A3E6CFE75B7AB2DB"/>
    <w:rsid w:val="00930776"/>
  </w:style>
  <w:style w:type="paragraph" w:customStyle="1" w:styleId="72062C0729EF47D6ADADDEEFC44290B9">
    <w:name w:val="72062C0729EF47D6ADADDEEFC44290B9"/>
    <w:rsid w:val="00930776"/>
  </w:style>
  <w:style w:type="paragraph" w:customStyle="1" w:styleId="C7565EC74EA44A21989C690F5BF7AE89">
    <w:name w:val="C7565EC74EA44A21989C690F5BF7AE89"/>
    <w:rsid w:val="00930776"/>
  </w:style>
  <w:style w:type="paragraph" w:customStyle="1" w:styleId="4E640B88F5984956B16CD323904FE8B0">
    <w:name w:val="4E640B88F5984956B16CD323904FE8B0"/>
    <w:rsid w:val="00930776"/>
  </w:style>
  <w:style w:type="paragraph" w:customStyle="1" w:styleId="C225BC3CF73342AFB3C869C5FA86DCAD">
    <w:name w:val="C225BC3CF73342AFB3C869C5FA86DCAD"/>
    <w:rsid w:val="00930776"/>
  </w:style>
  <w:style w:type="paragraph" w:customStyle="1" w:styleId="352D2A6898994C30A91CE121933C6AE6">
    <w:name w:val="352D2A6898994C30A91CE121933C6AE6"/>
    <w:rsid w:val="00095F5B"/>
  </w:style>
  <w:style w:type="paragraph" w:customStyle="1" w:styleId="C21B09AE5A484DEEB0951F7DA7516A6E">
    <w:name w:val="C21B09AE5A484DEEB0951F7DA7516A6E"/>
    <w:rsid w:val="00095F5B"/>
  </w:style>
  <w:style w:type="paragraph" w:customStyle="1" w:styleId="4D8E5C321DC144788F9360F172E8E870">
    <w:name w:val="4D8E5C321DC144788F9360F172E8E870"/>
    <w:rsid w:val="00095F5B"/>
  </w:style>
  <w:style w:type="paragraph" w:customStyle="1" w:styleId="42331EF07E594D4483227785A9D7E80A">
    <w:name w:val="42331EF07E594D4483227785A9D7E80A"/>
    <w:rsid w:val="00095F5B"/>
  </w:style>
  <w:style w:type="paragraph" w:customStyle="1" w:styleId="C3797D219AD2411586430958345400CB">
    <w:name w:val="C3797D219AD2411586430958345400CB"/>
    <w:rsid w:val="00095F5B"/>
  </w:style>
  <w:style w:type="paragraph" w:customStyle="1" w:styleId="1E90D8DB4A0B4C1AB3D09784660BB02E">
    <w:name w:val="1E90D8DB4A0B4C1AB3D09784660BB02E"/>
    <w:rsid w:val="00095F5B"/>
  </w:style>
  <w:style w:type="paragraph" w:customStyle="1" w:styleId="468C2614DE664193AB0B7BDD4AA33403">
    <w:name w:val="468C2614DE664193AB0B7BDD4AA33403"/>
    <w:rsid w:val="00095F5B"/>
  </w:style>
  <w:style w:type="paragraph" w:customStyle="1" w:styleId="AD7584733C8C4DB2A7DDC1F49F82E998">
    <w:name w:val="AD7584733C8C4DB2A7DDC1F49F82E998"/>
    <w:rsid w:val="00095F5B"/>
  </w:style>
  <w:style w:type="paragraph" w:customStyle="1" w:styleId="58B30FD91EFC456D8BAD66449EC48807">
    <w:name w:val="58B30FD91EFC456D8BAD66449EC48807"/>
    <w:rsid w:val="00095F5B"/>
  </w:style>
  <w:style w:type="paragraph" w:customStyle="1" w:styleId="4050CD431AF840FB8EF233E409B6DA38">
    <w:name w:val="4050CD431AF840FB8EF233E409B6DA38"/>
    <w:rsid w:val="00095F5B"/>
  </w:style>
  <w:style w:type="paragraph" w:customStyle="1" w:styleId="3971A00C5CC844E8B767942759342335">
    <w:name w:val="3971A00C5CC844E8B767942759342335"/>
    <w:rsid w:val="00095F5B"/>
  </w:style>
  <w:style w:type="paragraph" w:customStyle="1" w:styleId="CF1260E63E214129AA43FE2ACBFE757B">
    <w:name w:val="CF1260E63E214129AA43FE2ACBFE757B"/>
    <w:rsid w:val="00095F5B"/>
  </w:style>
  <w:style w:type="paragraph" w:customStyle="1" w:styleId="BE0430DB7EEA4E54A0D4B482080B4163">
    <w:name w:val="BE0430DB7EEA4E54A0D4B482080B4163"/>
    <w:rsid w:val="00095F5B"/>
  </w:style>
  <w:style w:type="paragraph" w:customStyle="1" w:styleId="B947296B22B04A0FB7861E676853127B">
    <w:name w:val="B947296B22B04A0FB7861E676853127B"/>
    <w:rsid w:val="00095F5B"/>
  </w:style>
  <w:style w:type="paragraph" w:customStyle="1" w:styleId="96766B7EDC47445A97CE85A7309051ED">
    <w:name w:val="96766B7EDC47445A97CE85A7309051ED"/>
    <w:rsid w:val="00095F5B"/>
  </w:style>
  <w:style w:type="paragraph" w:customStyle="1" w:styleId="8E69FCB1B85547EA856DA07C4EBB16F9">
    <w:name w:val="8E69FCB1B85547EA856DA07C4EBB16F9"/>
    <w:rsid w:val="00095F5B"/>
  </w:style>
  <w:style w:type="paragraph" w:customStyle="1" w:styleId="6487717AF4DE40DFA5E90C5BA2B69194">
    <w:name w:val="6487717AF4DE40DFA5E90C5BA2B69194"/>
    <w:rsid w:val="00095F5B"/>
  </w:style>
  <w:style w:type="paragraph" w:customStyle="1" w:styleId="A7D636A1B1854AB6BFC7A99983781461">
    <w:name w:val="A7D636A1B1854AB6BFC7A99983781461"/>
    <w:rsid w:val="00095F5B"/>
  </w:style>
  <w:style w:type="paragraph" w:customStyle="1" w:styleId="CE1D967615CA420F91C4910F4BD05D8E">
    <w:name w:val="CE1D967615CA420F91C4910F4BD05D8E"/>
    <w:rsid w:val="00095F5B"/>
  </w:style>
  <w:style w:type="paragraph" w:customStyle="1" w:styleId="641790BF30C0411E8EE5F32215089095">
    <w:name w:val="641790BF30C0411E8EE5F32215089095"/>
    <w:rsid w:val="00095F5B"/>
  </w:style>
  <w:style w:type="paragraph" w:customStyle="1" w:styleId="89E4688C8A504AD495FAC46BCC93A8C1">
    <w:name w:val="89E4688C8A504AD495FAC46BCC93A8C1"/>
    <w:rsid w:val="00095F5B"/>
  </w:style>
  <w:style w:type="paragraph" w:customStyle="1" w:styleId="AE2EE39ECFD149A3BB7DE9B70FA302F8">
    <w:name w:val="AE2EE39ECFD149A3BB7DE9B70FA302F8"/>
    <w:rsid w:val="00095F5B"/>
  </w:style>
  <w:style w:type="paragraph" w:customStyle="1" w:styleId="1B5066313AF44E9EB4F191BC9C50E77E">
    <w:name w:val="1B5066313AF44E9EB4F191BC9C50E77E"/>
    <w:rsid w:val="00095F5B"/>
  </w:style>
  <w:style w:type="paragraph" w:customStyle="1" w:styleId="022389336DA245739F88F5DC18A6C54C">
    <w:name w:val="022389336DA245739F88F5DC18A6C54C"/>
    <w:rsid w:val="00095F5B"/>
  </w:style>
  <w:style w:type="paragraph" w:customStyle="1" w:styleId="47857F4BB3C0422AB2238EFA8C2E9DDD">
    <w:name w:val="47857F4BB3C0422AB2238EFA8C2E9DDD"/>
    <w:rsid w:val="00095F5B"/>
  </w:style>
  <w:style w:type="paragraph" w:customStyle="1" w:styleId="A29D227DCE3C467D9D8CC0CAE2E8053D">
    <w:name w:val="A29D227DCE3C467D9D8CC0CAE2E8053D"/>
    <w:rsid w:val="00095F5B"/>
  </w:style>
  <w:style w:type="paragraph" w:customStyle="1" w:styleId="61F15BE41BCD44769BA5CF30F3D260EB">
    <w:name w:val="61F15BE41BCD44769BA5CF30F3D260EB"/>
    <w:rsid w:val="00095F5B"/>
  </w:style>
  <w:style w:type="paragraph" w:customStyle="1" w:styleId="62CDAB37FA534BE9B08838067DDD5D2C">
    <w:name w:val="62CDAB37FA534BE9B08838067DDD5D2C"/>
    <w:rsid w:val="00095F5B"/>
  </w:style>
  <w:style w:type="paragraph" w:customStyle="1" w:styleId="8165CF2C24B948CB993719906319EFFC">
    <w:name w:val="8165CF2C24B948CB993719906319EFFC"/>
    <w:rsid w:val="00095F5B"/>
  </w:style>
  <w:style w:type="paragraph" w:customStyle="1" w:styleId="B87FD28343A242A2B567EE4C52CC735E">
    <w:name w:val="B87FD28343A242A2B567EE4C52CC735E"/>
    <w:rsid w:val="00095F5B"/>
  </w:style>
  <w:style w:type="paragraph" w:customStyle="1" w:styleId="303428F539BB45D291FF7EC989B5BD52">
    <w:name w:val="303428F539BB45D291FF7EC989B5BD52"/>
    <w:rsid w:val="00095F5B"/>
  </w:style>
  <w:style w:type="paragraph" w:customStyle="1" w:styleId="BC08A9A593E240A18AF41CF7007B0547">
    <w:name w:val="BC08A9A593E240A18AF41CF7007B0547"/>
    <w:rsid w:val="00095F5B"/>
  </w:style>
  <w:style w:type="paragraph" w:customStyle="1" w:styleId="1D9CACBADCC2409D88DF19F1A5F83B58">
    <w:name w:val="1D9CACBADCC2409D88DF19F1A5F83B58"/>
    <w:rsid w:val="00095F5B"/>
  </w:style>
  <w:style w:type="paragraph" w:customStyle="1" w:styleId="F96D7C4C269540E09A04EE78253AD883">
    <w:name w:val="F96D7C4C269540E09A04EE78253AD883"/>
    <w:rsid w:val="00095F5B"/>
  </w:style>
  <w:style w:type="paragraph" w:customStyle="1" w:styleId="CDC7A6CE2D104077B2FBF05637A278BF">
    <w:name w:val="CDC7A6CE2D104077B2FBF05637A278BF"/>
    <w:rsid w:val="00095F5B"/>
  </w:style>
  <w:style w:type="paragraph" w:customStyle="1" w:styleId="F27EFD5E2CF942ECA7D1894224E88420">
    <w:name w:val="F27EFD5E2CF942ECA7D1894224E88420"/>
    <w:rsid w:val="00095F5B"/>
  </w:style>
  <w:style w:type="paragraph" w:customStyle="1" w:styleId="BF5AFD78616A4D49BD5EECC95128D628">
    <w:name w:val="BF5AFD78616A4D49BD5EECC95128D628"/>
    <w:rsid w:val="00095F5B"/>
  </w:style>
  <w:style w:type="paragraph" w:customStyle="1" w:styleId="2FB0D675534D4ECE84FE75D489195C52">
    <w:name w:val="2FB0D675534D4ECE84FE75D489195C52"/>
    <w:rsid w:val="00095F5B"/>
  </w:style>
  <w:style w:type="paragraph" w:customStyle="1" w:styleId="21C1A9564BCF4147B6BEE1D3ADCC4948">
    <w:name w:val="21C1A9564BCF4147B6BEE1D3ADCC4948"/>
    <w:rsid w:val="00095F5B"/>
  </w:style>
  <w:style w:type="paragraph" w:customStyle="1" w:styleId="3FF42B2CB599472280E8A3DE48F281FD">
    <w:name w:val="3FF42B2CB599472280E8A3DE48F281FD"/>
    <w:rsid w:val="00095F5B"/>
  </w:style>
  <w:style w:type="paragraph" w:customStyle="1" w:styleId="A74512A23CC3469F9C53D38A6BFE3038">
    <w:name w:val="A74512A23CC3469F9C53D38A6BFE3038"/>
    <w:rsid w:val="00095F5B"/>
  </w:style>
  <w:style w:type="paragraph" w:customStyle="1" w:styleId="7352504CE1254CF182C292D92CB6C768">
    <w:name w:val="7352504CE1254CF182C292D92CB6C768"/>
    <w:rsid w:val="00095F5B"/>
  </w:style>
  <w:style w:type="paragraph" w:customStyle="1" w:styleId="85FB2DFCF0904D33B865AFD9E1D129AC">
    <w:name w:val="85FB2DFCF0904D33B865AFD9E1D129AC"/>
    <w:rsid w:val="00095F5B"/>
  </w:style>
  <w:style w:type="paragraph" w:customStyle="1" w:styleId="9DFBEF7764844A2798BE3401209E5B1B">
    <w:name w:val="9DFBEF7764844A2798BE3401209E5B1B"/>
    <w:rsid w:val="00095F5B"/>
  </w:style>
  <w:style w:type="paragraph" w:customStyle="1" w:styleId="ECB2C95DC9394549BABDC5CD05B8F483">
    <w:name w:val="ECB2C95DC9394549BABDC5CD05B8F483"/>
    <w:rsid w:val="00095F5B"/>
  </w:style>
  <w:style w:type="paragraph" w:customStyle="1" w:styleId="24F0E3235E214BC9A0B8B0EC021B13B6">
    <w:name w:val="24F0E3235E214BC9A0B8B0EC021B13B6"/>
    <w:rsid w:val="00095F5B"/>
  </w:style>
  <w:style w:type="paragraph" w:customStyle="1" w:styleId="E88E4AF084414D748847E515E1B9B126">
    <w:name w:val="E88E4AF084414D748847E515E1B9B126"/>
    <w:rsid w:val="00095F5B"/>
  </w:style>
  <w:style w:type="paragraph" w:customStyle="1" w:styleId="DF8090DE32DA4CAA93B483EDA191C718">
    <w:name w:val="DF8090DE32DA4CAA93B483EDA191C718"/>
    <w:rsid w:val="00095F5B"/>
  </w:style>
  <w:style w:type="paragraph" w:customStyle="1" w:styleId="7B3D8A12401F4E108BDEFAB347559C31">
    <w:name w:val="7B3D8A12401F4E108BDEFAB347559C31"/>
    <w:rsid w:val="00095F5B"/>
  </w:style>
  <w:style w:type="paragraph" w:customStyle="1" w:styleId="F9CF6E06DC344854BC126E55AC893497">
    <w:name w:val="F9CF6E06DC344854BC126E55AC893497"/>
    <w:rsid w:val="00095F5B"/>
  </w:style>
  <w:style w:type="paragraph" w:customStyle="1" w:styleId="890E5C4921C44F9CA35E4139774CEC3D">
    <w:name w:val="890E5C4921C44F9CA35E4139774CEC3D"/>
    <w:rsid w:val="00095F5B"/>
  </w:style>
  <w:style w:type="paragraph" w:customStyle="1" w:styleId="149A49E934544E4AB30362C6C89E3D8B">
    <w:name w:val="149A49E934544E4AB30362C6C89E3D8B"/>
    <w:rsid w:val="00095F5B"/>
  </w:style>
  <w:style w:type="paragraph" w:customStyle="1" w:styleId="050C6766902E443D8DAFFE7771A136F6">
    <w:name w:val="050C6766902E443D8DAFFE7771A136F6"/>
    <w:rsid w:val="00095F5B"/>
  </w:style>
  <w:style w:type="paragraph" w:customStyle="1" w:styleId="21D1034B8F73463C8402B127AF5F2A0A">
    <w:name w:val="21D1034B8F73463C8402B127AF5F2A0A"/>
    <w:rsid w:val="00095F5B"/>
  </w:style>
  <w:style w:type="paragraph" w:customStyle="1" w:styleId="2D90EFA5A83C478E86D7627AB1455F8E">
    <w:name w:val="2D90EFA5A83C478E86D7627AB1455F8E"/>
    <w:rsid w:val="00095F5B"/>
  </w:style>
  <w:style w:type="paragraph" w:customStyle="1" w:styleId="BF7FC11D04384223AE682B36DBECDDE1">
    <w:name w:val="BF7FC11D04384223AE682B36DBECDDE1"/>
    <w:rsid w:val="00095F5B"/>
  </w:style>
  <w:style w:type="paragraph" w:customStyle="1" w:styleId="BD5799D52A5D4DC9BDE3EA777648F2A7">
    <w:name w:val="BD5799D52A5D4DC9BDE3EA777648F2A7"/>
    <w:rsid w:val="00095F5B"/>
  </w:style>
  <w:style w:type="paragraph" w:customStyle="1" w:styleId="22CC1D70E0334766B0596542E2DDDE8E">
    <w:name w:val="22CC1D70E0334766B0596542E2DDDE8E"/>
    <w:rsid w:val="00095F5B"/>
  </w:style>
  <w:style w:type="paragraph" w:customStyle="1" w:styleId="0955AF8F789D4E72A2CA36B0EA0258B7">
    <w:name w:val="0955AF8F789D4E72A2CA36B0EA0258B7"/>
    <w:rsid w:val="00095F5B"/>
  </w:style>
  <w:style w:type="paragraph" w:customStyle="1" w:styleId="49A8AD62DE6645998A8279CD928F101C">
    <w:name w:val="49A8AD62DE6645998A8279CD928F101C"/>
    <w:rsid w:val="00095F5B"/>
  </w:style>
  <w:style w:type="paragraph" w:customStyle="1" w:styleId="3CF42444C52F442DB3C6ADEA07CACC07">
    <w:name w:val="3CF42444C52F442DB3C6ADEA07CACC07"/>
    <w:rsid w:val="00095F5B"/>
  </w:style>
  <w:style w:type="paragraph" w:customStyle="1" w:styleId="9498458817364A44BA791DAA930FCBD1">
    <w:name w:val="9498458817364A44BA791DAA930FCBD1"/>
    <w:rsid w:val="00095F5B"/>
  </w:style>
  <w:style w:type="paragraph" w:customStyle="1" w:styleId="6FC1AC6F524C4D0EB180BF6374DCDEE4">
    <w:name w:val="6FC1AC6F524C4D0EB180BF6374DCDEE4"/>
    <w:rsid w:val="00095F5B"/>
  </w:style>
  <w:style w:type="paragraph" w:customStyle="1" w:styleId="1545F139E88744F2B2A90E38080CA557">
    <w:name w:val="1545F139E88744F2B2A90E38080CA557"/>
    <w:rsid w:val="00095F5B"/>
  </w:style>
  <w:style w:type="paragraph" w:customStyle="1" w:styleId="CA6AB805F94D48C1B2E0DEB8CD5AD09D">
    <w:name w:val="CA6AB805F94D48C1B2E0DEB8CD5AD09D"/>
    <w:rsid w:val="00095F5B"/>
  </w:style>
  <w:style w:type="paragraph" w:customStyle="1" w:styleId="B97E70C360DF4244ACF1D32A86E2FCC1">
    <w:name w:val="B97E70C360DF4244ACF1D32A86E2FCC1"/>
    <w:rsid w:val="00095F5B"/>
  </w:style>
  <w:style w:type="paragraph" w:customStyle="1" w:styleId="0313C4BAC8A44DFE9E7C3D039E66FF04">
    <w:name w:val="0313C4BAC8A44DFE9E7C3D039E66FF04"/>
    <w:rsid w:val="00095F5B"/>
  </w:style>
  <w:style w:type="paragraph" w:customStyle="1" w:styleId="9A177D633FE64D1FA88A7410A81E6155">
    <w:name w:val="9A177D633FE64D1FA88A7410A81E6155"/>
    <w:rsid w:val="00095F5B"/>
  </w:style>
  <w:style w:type="paragraph" w:customStyle="1" w:styleId="28077E90D18F4F108B1E6407EABA3CF5">
    <w:name w:val="28077E90D18F4F108B1E6407EABA3CF5"/>
    <w:rsid w:val="00095F5B"/>
  </w:style>
  <w:style w:type="paragraph" w:customStyle="1" w:styleId="1EF0D63DF7E345F0BA2D873A19ED7569">
    <w:name w:val="1EF0D63DF7E345F0BA2D873A19ED7569"/>
    <w:rsid w:val="00095F5B"/>
  </w:style>
  <w:style w:type="paragraph" w:customStyle="1" w:styleId="CE255C4674994536853EE1C63B8C171F">
    <w:name w:val="CE255C4674994536853EE1C63B8C171F"/>
    <w:rsid w:val="00095F5B"/>
  </w:style>
  <w:style w:type="paragraph" w:customStyle="1" w:styleId="0A724317A81642E0904CB1A9872C00C5">
    <w:name w:val="0A724317A81642E0904CB1A9872C00C5"/>
    <w:rsid w:val="00095F5B"/>
  </w:style>
  <w:style w:type="paragraph" w:customStyle="1" w:styleId="B923EF2E51EB4FFFA3CDCBA00762DB7A">
    <w:name w:val="B923EF2E51EB4FFFA3CDCBA00762DB7A"/>
    <w:rsid w:val="00095F5B"/>
  </w:style>
  <w:style w:type="paragraph" w:customStyle="1" w:styleId="0C6E55CFECFD4A989E0CA6B9966E91AE">
    <w:name w:val="0C6E55CFECFD4A989E0CA6B9966E91AE"/>
    <w:rsid w:val="00095F5B"/>
  </w:style>
  <w:style w:type="paragraph" w:customStyle="1" w:styleId="3612F154FCC14AF9BE69451C32C56245">
    <w:name w:val="3612F154FCC14AF9BE69451C32C56245"/>
    <w:rsid w:val="00095F5B"/>
  </w:style>
  <w:style w:type="paragraph" w:customStyle="1" w:styleId="2CAD2A344F164985A099A3D40A6BA5B0">
    <w:name w:val="2CAD2A344F164985A099A3D40A6BA5B0"/>
    <w:rsid w:val="00095F5B"/>
  </w:style>
  <w:style w:type="paragraph" w:customStyle="1" w:styleId="9858A2F099594F128D94A703FD5093B4">
    <w:name w:val="9858A2F099594F128D94A703FD5093B4"/>
    <w:rsid w:val="00095F5B"/>
  </w:style>
  <w:style w:type="paragraph" w:customStyle="1" w:styleId="1BB89432DCC44B1C8F7AFD8125CD50F6">
    <w:name w:val="1BB89432DCC44B1C8F7AFD8125CD50F6"/>
    <w:rsid w:val="00095F5B"/>
  </w:style>
  <w:style w:type="paragraph" w:customStyle="1" w:styleId="AC679B8FB3374FA29475703EB7F1A9BE">
    <w:name w:val="AC679B8FB3374FA29475703EB7F1A9BE"/>
    <w:rsid w:val="00095F5B"/>
  </w:style>
  <w:style w:type="paragraph" w:customStyle="1" w:styleId="45849F84CAF74390BB94AFC82E15DE17">
    <w:name w:val="45849F84CAF74390BB94AFC82E15DE17"/>
    <w:rsid w:val="00095F5B"/>
  </w:style>
  <w:style w:type="paragraph" w:customStyle="1" w:styleId="89B8DE63941D437587071D0F9EEA434C">
    <w:name w:val="89B8DE63941D437587071D0F9EEA434C"/>
    <w:rsid w:val="00095F5B"/>
  </w:style>
  <w:style w:type="paragraph" w:customStyle="1" w:styleId="0045EBB138A14189AF36DC6B7F6DA367">
    <w:name w:val="0045EBB138A14189AF36DC6B7F6DA367"/>
    <w:rsid w:val="00095F5B"/>
  </w:style>
  <w:style w:type="paragraph" w:customStyle="1" w:styleId="B0771FCF0895416B8C1FDAB0DEAADCB2">
    <w:name w:val="B0771FCF0895416B8C1FDAB0DEAADCB2"/>
    <w:rsid w:val="00095F5B"/>
  </w:style>
  <w:style w:type="paragraph" w:customStyle="1" w:styleId="79C2A90C54224AE5A220388F282333B0">
    <w:name w:val="79C2A90C54224AE5A220388F282333B0"/>
    <w:rsid w:val="00095F5B"/>
  </w:style>
  <w:style w:type="paragraph" w:customStyle="1" w:styleId="EA39DF8FE22A498D8B57EC518617A4F5">
    <w:name w:val="EA39DF8FE22A498D8B57EC518617A4F5"/>
    <w:rsid w:val="00095F5B"/>
  </w:style>
  <w:style w:type="paragraph" w:customStyle="1" w:styleId="552DCDA9CF93418991794C1FD950FDFC">
    <w:name w:val="552DCDA9CF93418991794C1FD950FDFC"/>
    <w:rsid w:val="00095F5B"/>
  </w:style>
  <w:style w:type="paragraph" w:customStyle="1" w:styleId="752FDC00006F41BEBE110B63634D9B53">
    <w:name w:val="752FDC00006F41BEBE110B63634D9B53"/>
    <w:rsid w:val="00095F5B"/>
  </w:style>
  <w:style w:type="paragraph" w:customStyle="1" w:styleId="F770CC2F953E40678A03493D8A0F5C58">
    <w:name w:val="F770CC2F953E40678A03493D8A0F5C58"/>
    <w:rsid w:val="00095F5B"/>
  </w:style>
  <w:style w:type="paragraph" w:customStyle="1" w:styleId="8B81F76D7CED4460A04A7DE2D5CDCEBB">
    <w:name w:val="8B81F76D7CED4460A04A7DE2D5CDCEBB"/>
    <w:rsid w:val="00095F5B"/>
  </w:style>
  <w:style w:type="paragraph" w:customStyle="1" w:styleId="20E3594E8EDB4766BD6932117C4A2378">
    <w:name w:val="20E3594E8EDB4766BD6932117C4A2378"/>
    <w:rsid w:val="00095F5B"/>
  </w:style>
  <w:style w:type="paragraph" w:customStyle="1" w:styleId="B1472CA9BA3B4C1292A42FE282ED5A36">
    <w:name w:val="B1472CA9BA3B4C1292A42FE282ED5A36"/>
    <w:rsid w:val="00095F5B"/>
  </w:style>
  <w:style w:type="paragraph" w:customStyle="1" w:styleId="368AFF81AFB949B4BB4593DAB5F485FE">
    <w:name w:val="368AFF81AFB949B4BB4593DAB5F485FE"/>
    <w:rsid w:val="00095F5B"/>
  </w:style>
  <w:style w:type="paragraph" w:customStyle="1" w:styleId="5230983A81B640AD8A9608BED817BA34">
    <w:name w:val="5230983A81B640AD8A9608BED817BA34"/>
    <w:rsid w:val="00095F5B"/>
  </w:style>
  <w:style w:type="paragraph" w:customStyle="1" w:styleId="A5FCBC5FB9444BC690537CBED795B1FC">
    <w:name w:val="A5FCBC5FB9444BC690537CBED795B1FC"/>
    <w:rsid w:val="00095F5B"/>
  </w:style>
  <w:style w:type="paragraph" w:customStyle="1" w:styleId="835D300CA51643D9997CB4574E5973F4">
    <w:name w:val="835D300CA51643D9997CB4574E5973F4"/>
    <w:rsid w:val="00095F5B"/>
  </w:style>
  <w:style w:type="paragraph" w:customStyle="1" w:styleId="174C772B741C48ADB10F2F76C7E4E08E">
    <w:name w:val="174C772B741C48ADB10F2F76C7E4E08E"/>
    <w:rsid w:val="00095F5B"/>
  </w:style>
  <w:style w:type="paragraph" w:customStyle="1" w:styleId="27A3C414286D493E8B7F93EFC46CFD4A">
    <w:name w:val="27A3C414286D493E8B7F93EFC46CFD4A"/>
    <w:rsid w:val="00095F5B"/>
  </w:style>
  <w:style w:type="paragraph" w:customStyle="1" w:styleId="52CDD242B60B4E57AC5376D3421220E2">
    <w:name w:val="52CDD242B60B4E57AC5376D3421220E2"/>
    <w:rsid w:val="00095F5B"/>
  </w:style>
  <w:style w:type="paragraph" w:customStyle="1" w:styleId="F1A6EF1938B44E3F94EF419778CA02C5">
    <w:name w:val="F1A6EF1938B44E3F94EF419778CA02C5"/>
    <w:rsid w:val="00095F5B"/>
  </w:style>
  <w:style w:type="paragraph" w:customStyle="1" w:styleId="444634277B3C4E489CE085518A3A8461">
    <w:name w:val="444634277B3C4E489CE085518A3A8461"/>
    <w:rsid w:val="00095F5B"/>
  </w:style>
  <w:style w:type="paragraph" w:customStyle="1" w:styleId="966892D222A246018A52F08415E95067">
    <w:name w:val="966892D222A246018A52F08415E95067"/>
    <w:rsid w:val="00095F5B"/>
  </w:style>
  <w:style w:type="paragraph" w:customStyle="1" w:styleId="F8FD273F722C4AD385FC17A86BE724D6">
    <w:name w:val="F8FD273F722C4AD385FC17A86BE724D6"/>
    <w:rsid w:val="00095F5B"/>
  </w:style>
  <w:style w:type="paragraph" w:customStyle="1" w:styleId="F665E960D5644F058971CD228356C8A5">
    <w:name w:val="F665E960D5644F058971CD228356C8A5"/>
    <w:rsid w:val="00095F5B"/>
  </w:style>
  <w:style w:type="paragraph" w:customStyle="1" w:styleId="40D2D1900E1240909278AF44E9DDCDAD">
    <w:name w:val="40D2D1900E1240909278AF44E9DDCDAD"/>
    <w:rsid w:val="00095F5B"/>
  </w:style>
  <w:style w:type="paragraph" w:customStyle="1" w:styleId="D352449F0A804F70963DD092024B37DE">
    <w:name w:val="D352449F0A804F70963DD092024B37DE"/>
    <w:rsid w:val="00095F5B"/>
  </w:style>
  <w:style w:type="paragraph" w:customStyle="1" w:styleId="0C6376FFE7C7452092ADF8218A471A3A">
    <w:name w:val="0C6376FFE7C7452092ADF8218A471A3A"/>
    <w:rsid w:val="00095F5B"/>
  </w:style>
  <w:style w:type="paragraph" w:customStyle="1" w:styleId="34BB4FE3D78A42EBB4909211EA88AF5A">
    <w:name w:val="34BB4FE3D78A42EBB4909211EA88AF5A"/>
    <w:rsid w:val="00095F5B"/>
  </w:style>
  <w:style w:type="paragraph" w:customStyle="1" w:styleId="65A1040782E44F8E9F75E21A9A047EC4">
    <w:name w:val="65A1040782E44F8E9F75E21A9A047EC4"/>
    <w:rsid w:val="00095F5B"/>
  </w:style>
  <w:style w:type="paragraph" w:customStyle="1" w:styleId="68B5557D718E4F228A97FB36102345C7">
    <w:name w:val="68B5557D718E4F228A97FB36102345C7"/>
    <w:rsid w:val="00095F5B"/>
  </w:style>
  <w:style w:type="paragraph" w:customStyle="1" w:styleId="26FDD159EC0943A59423CEFA2A410036">
    <w:name w:val="26FDD159EC0943A59423CEFA2A410036"/>
    <w:rsid w:val="00095F5B"/>
  </w:style>
  <w:style w:type="paragraph" w:customStyle="1" w:styleId="9F273A16FB314CF785E6EA5A0F00A256">
    <w:name w:val="9F273A16FB314CF785E6EA5A0F00A256"/>
    <w:rsid w:val="00095F5B"/>
  </w:style>
  <w:style w:type="paragraph" w:customStyle="1" w:styleId="01D0A85D58DB495DBC3C0A4F8CC07459">
    <w:name w:val="01D0A85D58DB495DBC3C0A4F8CC07459"/>
    <w:rsid w:val="00095F5B"/>
  </w:style>
  <w:style w:type="paragraph" w:customStyle="1" w:styleId="BB3681D12A2F47009405D2F71EB6A871">
    <w:name w:val="BB3681D12A2F47009405D2F71EB6A871"/>
    <w:rsid w:val="00095F5B"/>
  </w:style>
  <w:style w:type="paragraph" w:customStyle="1" w:styleId="8241495DA5A34591A0E0E3D891A415A8">
    <w:name w:val="8241495DA5A34591A0E0E3D891A415A8"/>
    <w:rsid w:val="00095F5B"/>
  </w:style>
  <w:style w:type="paragraph" w:customStyle="1" w:styleId="6E75F73CDED04AD5BEE882562E6E317C">
    <w:name w:val="6E75F73CDED04AD5BEE882562E6E317C"/>
    <w:rsid w:val="00095F5B"/>
  </w:style>
  <w:style w:type="paragraph" w:customStyle="1" w:styleId="2072DDDF836E4D19AAD722ADADB7E332">
    <w:name w:val="2072DDDF836E4D19AAD722ADADB7E332"/>
    <w:rsid w:val="00095F5B"/>
  </w:style>
  <w:style w:type="paragraph" w:customStyle="1" w:styleId="1F4B037B362C424DAEB7619F53C4629A">
    <w:name w:val="1F4B037B362C424DAEB7619F53C4629A"/>
    <w:rsid w:val="00095F5B"/>
  </w:style>
  <w:style w:type="paragraph" w:customStyle="1" w:styleId="64E094E5E1394AFDB006ED78C8EEB974">
    <w:name w:val="64E094E5E1394AFDB006ED78C8EEB974"/>
    <w:rsid w:val="00095F5B"/>
  </w:style>
  <w:style w:type="paragraph" w:customStyle="1" w:styleId="81FC817095BA466C9CC790F4851683F8">
    <w:name w:val="81FC817095BA466C9CC790F4851683F8"/>
    <w:rsid w:val="00095F5B"/>
  </w:style>
  <w:style w:type="paragraph" w:customStyle="1" w:styleId="2B0DBC67F2D047BB8CBD51A828B764F8">
    <w:name w:val="2B0DBC67F2D047BB8CBD51A828B764F8"/>
    <w:rsid w:val="00095F5B"/>
  </w:style>
  <w:style w:type="paragraph" w:customStyle="1" w:styleId="3E00EFC8A671423FB7421526880E41CA">
    <w:name w:val="3E00EFC8A671423FB7421526880E41CA"/>
    <w:rsid w:val="00095F5B"/>
  </w:style>
  <w:style w:type="paragraph" w:customStyle="1" w:styleId="99E0CB16FAF5466687EAA1762CCD6676">
    <w:name w:val="99E0CB16FAF5466687EAA1762CCD6676"/>
    <w:rsid w:val="00095F5B"/>
  </w:style>
  <w:style w:type="paragraph" w:customStyle="1" w:styleId="987DF9B90D864B7FB13C577BC30AED7E">
    <w:name w:val="987DF9B90D864B7FB13C577BC30AED7E"/>
    <w:rsid w:val="00095F5B"/>
  </w:style>
  <w:style w:type="paragraph" w:customStyle="1" w:styleId="99402AA244CD4748B74073D2A9FFB89A">
    <w:name w:val="99402AA244CD4748B74073D2A9FFB89A"/>
    <w:rsid w:val="00095F5B"/>
  </w:style>
  <w:style w:type="paragraph" w:customStyle="1" w:styleId="986B991450864E13AE803B667A642737">
    <w:name w:val="986B991450864E13AE803B667A642737"/>
    <w:rsid w:val="00095F5B"/>
  </w:style>
  <w:style w:type="paragraph" w:customStyle="1" w:styleId="DA100EDDF33E41478A54C5BDE19D5003">
    <w:name w:val="DA100EDDF33E41478A54C5BDE19D5003"/>
    <w:rsid w:val="00095F5B"/>
  </w:style>
  <w:style w:type="paragraph" w:customStyle="1" w:styleId="A2AC9A686DF34AFC95C47AE4C9165C96">
    <w:name w:val="A2AC9A686DF34AFC95C47AE4C9165C96"/>
    <w:rsid w:val="00095F5B"/>
  </w:style>
  <w:style w:type="paragraph" w:customStyle="1" w:styleId="75234AF9A30445D3A10A248492947D6E">
    <w:name w:val="75234AF9A30445D3A10A248492947D6E"/>
    <w:rsid w:val="00095F5B"/>
  </w:style>
  <w:style w:type="paragraph" w:customStyle="1" w:styleId="773B9BD06575421985E47DE3C03185B0">
    <w:name w:val="773B9BD06575421985E47DE3C03185B0"/>
    <w:rsid w:val="00095F5B"/>
  </w:style>
  <w:style w:type="paragraph" w:customStyle="1" w:styleId="1EC43750A27E4291A6AD612FAF57E2DF">
    <w:name w:val="1EC43750A27E4291A6AD612FAF57E2DF"/>
    <w:rsid w:val="00095F5B"/>
  </w:style>
  <w:style w:type="paragraph" w:customStyle="1" w:styleId="261F90B60F0840EA92B96663156844A5">
    <w:name w:val="261F90B60F0840EA92B96663156844A5"/>
    <w:rsid w:val="00095F5B"/>
  </w:style>
  <w:style w:type="paragraph" w:customStyle="1" w:styleId="B10E6D5D00E6441EB17EE6E0E2EF2229">
    <w:name w:val="B10E6D5D00E6441EB17EE6E0E2EF2229"/>
    <w:rsid w:val="00095F5B"/>
  </w:style>
  <w:style w:type="paragraph" w:customStyle="1" w:styleId="D6ABE8F37D9A4586A4338BD5FCC0A96B">
    <w:name w:val="D6ABE8F37D9A4586A4338BD5FCC0A96B"/>
    <w:rsid w:val="00095F5B"/>
  </w:style>
  <w:style w:type="paragraph" w:customStyle="1" w:styleId="865F824D39904C4A8288C21A7E282F4C">
    <w:name w:val="865F824D39904C4A8288C21A7E282F4C"/>
    <w:rsid w:val="00095F5B"/>
  </w:style>
  <w:style w:type="paragraph" w:customStyle="1" w:styleId="67030CF782EF444F9CBB5B86E585BAFC">
    <w:name w:val="67030CF782EF444F9CBB5B86E585BAFC"/>
    <w:rsid w:val="00095F5B"/>
  </w:style>
  <w:style w:type="paragraph" w:customStyle="1" w:styleId="ECC6E3C9D00149B2AA96F1B85211E24F">
    <w:name w:val="ECC6E3C9D00149B2AA96F1B85211E24F"/>
    <w:rsid w:val="00095F5B"/>
  </w:style>
  <w:style w:type="paragraph" w:customStyle="1" w:styleId="75EFB77E48FB4EB0A7D5B52E9D19A80B">
    <w:name w:val="75EFB77E48FB4EB0A7D5B52E9D19A80B"/>
    <w:rsid w:val="00095F5B"/>
  </w:style>
  <w:style w:type="paragraph" w:customStyle="1" w:styleId="8AA985EDE9C9485DB217E429BE543041">
    <w:name w:val="8AA985EDE9C9485DB217E429BE543041"/>
    <w:rsid w:val="00095F5B"/>
  </w:style>
  <w:style w:type="paragraph" w:customStyle="1" w:styleId="1D53EF27F4FC4A15A622B3CD0A577379">
    <w:name w:val="1D53EF27F4FC4A15A622B3CD0A577379"/>
    <w:rsid w:val="00095F5B"/>
  </w:style>
  <w:style w:type="paragraph" w:customStyle="1" w:styleId="956DBA67595341E9BA894513F1450E44">
    <w:name w:val="956DBA67595341E9BA894513F1450E44"/>
    <w:rsid w:val="00095F5B"/>
  </w:style>
  <w:style w:type="paragraph" w:customStyle="1" w:styleId="71D81471A73B4C199F2B2C69D3883582">
    <w:name w:val="71D81471A73B4C199F2B2C69D3883582"/>
    <w:rsid w:val="00095F5B"/>
  </w:style>
  <w:style w:type="paragraph" w:customStyle="1" w:styleId="970249B646EC4402B868B780F83F04BA">
    <w:name w:val="970249B646EC4402B868B780F83F04BA"/>
    <w:rsid w:val="00095F5B"/>
  </w:style>
  <w:style w:type="paragraph" w:customStyle="1" w:styleId="B27B5DDE52C142BD9885A58ADB9663FD">
    <w:name w:val="B27B5DDE52C142BD9885A58ADB9663FD"/>
    <w:rsid w:val="00095F5B"/>
  </w:style>
  <w:style w:type="paragraph" w:customStyle="1" w:styleId="BAE65B72B71E4DB2A0E57BAB2304732B">
    <w:name w:val="BAE65B72B71E4DB2A0E57BAB2304732B"/>
    <w:rsid w:val="00095F5B"/>
  </w:style>
  <w:style w:type="paragraph" w:customStyle="1" w:styleId="274C1D4C7932453F9C50EAEBAD1F145A">
    <w:name w:val="274C1D4C7932453F9C50EAEBAD1F145A"/>
    <w:rsid w:val="00095F5B"/>
  </w:style>
  <w:style w:type="paragraph" w:customStyle="1" w:styleId="5853B042B9E84D869A5D8485959273DD">
    <w:name w:val="5853B042B9E84D869A5D8485959273DD"/>
    <w:rsid w:val="00095F5B"/>
  </w:style>
  <w:style w:type="paragraph" w:customStyle="1" w:styleId="FA92A1BAEF844578B1C27BA59BED8A35">
    <w:name w:val="FA92A1BAEF844578B1C27BA59BED8A35"/>
    <w:rsid w:val="00095F5B"/>
  </w:style>
  <w:style w:type="paragraph" w:customStyle="1" w:styleId="8E7E1A35C16C42D7A100CAE8C7302907">
    <w:name w:val="8E7E1A35C16C42D7A100CAE8C7302907"/>
    <w:rsid w:val="00095F5B"/>
  </w:style>
  <w:style w:type="paragraph" w:customStyle="1" w:styleId="5935C53443AC447F95BF14E29820A22D">
    <w:name w:val="5935C53443AC447F95BF14E29820A22D"/>
    <w:rsid w:val="00095F5B"/>
  </w:style>
  <w:style w:type="paragraph" w:customStyle="1" w:styleId="2E6DB1E0E1924885A8A22BAAA8C54808">
    <w:name w:val="2E6DB1E0E1924885A8A22BAAA8C54808"/>
    <w:rsid w:val="00095F5B"/>
  </w:style>
  <w:style w:type="paragraph" w:customStyle="1" w:styleId="3CCE10BA030A4166802708377B2A8E1A">
    <w:name w:val="3CCE10BA030A4166802708377B2A8E1A"/>
    <w:rsid w:val="00095F5B"/>
  </w:style>
  <w:style w:type="paragraph" w:customStyle="1" w:styleId="695EBD33B5F04A1D8C49D1DCA7AB73B8">
    <w:name w:val="695EBD33B5F04A1D8C49D1DCA7AB73B8"/>
    <w:rsid w:val="00095F5B"/>
  </w:style>
  <w:style w:type="paragraph" w:customStyle="1" w:styleId="370195B70AD8432A92187CDCA97AD1AE">
    <w:name w:val="370195B70AD8432A92187CDCA97AD1AE"/>
    <w:rsid w:val="00095F5B"/>
  </w:style>
  <w:style w:type="paragraph" w:customStyle="1" w:styleId="996865E846164BEF82D915E2ED81CD54">
    <w:name w:val="996865E846164BEF82D915E2ED81CD54"/>
    <w:rsid w:val="00095F5B"/>
  </w:style>
  <w:style w:type="paragraph" w:customStyle="1" w:styleId="29B8B6D4BBA34A338ED7A6D6E18F4B05">
    <w:name w:val="29B8B6D4BBA34A338ED7A6D6E18F4B05"/>
    <w:rsid w:val="00095F5B"/>
  </w:style>
  <w:style w:type="paragraph" w:customStyle="1" w:styleId="90FBEB87B46749379A73ABBE44FE1103">
    <w:name w:val="90FBEB87B46749379A73ABBE44FE1103"/>
    <w:rsid w:val="00095F5B"/>
  </w:style>
  <w:style w:type="paragraph" w:customStyle="1" w:styleId="5AF4335EB2EC40E095F7E7022444E6DC">
    <w:name w:val="5AF4335EB2EC40E095F7E7022444E6DC"/>
    <w:rsid w:val="00095F5B"/>
  </w:style>
  <w:style w:type="paragraph" w:customStyle="1" w:styleId="382CCDB0FE1F49B78F246D19FDAE0E1B">
    <w:name w:val="382CCDB0FE1F49B78F246D19FDAE0E1B"/>
    <w:rsid w:val="00095F5B"/>
  </w:style>
  <w:style w:type="paragraph" w:customStyle="1" w:styleId="C1245CE4AD1A4B29ACD28B0A8AA6D331">
    <w:name w:val="C1245CE4AD1A4B29ACD28B0A8AA6D331"/>
    <w:rsid w:val="00095F5B"/>
  </w:style>
  <w:style w:type="paragraph" w:customStyle="1" w:styleId="F033F772A2A343AAAC4DA13A773B0C20">
    <w:name w:val="F033F772A2A343AAAC4DA13A773B0C20"/>
    <w:rsid w:val="00095F5B"/>
  </w:style>
  <w:style w:type="paragraph" w:customStyle="1" w:styleId="F6BEBB22A31C4F08A25FC58758524AB8">
    <w:name w:val="F6BEBB22A31C4F08A25FC58758524AB8"/>
    <w:rsid w:val="00095F5B"/>
  </w:style>
  <w:style w:type="paragraph" w:customStyle="1" w:styleId="084051CC62CA44479CBC901285A06AE8">
    <w:name w:val="084051CC62CA44479CBC901285A06AE8"/>
    <w:rsid w:val="00095F5B"/>
  </w:style>
  <w:style w:type="paragraph" w:customStyle="1" w:styleId="F00C5DA1D4CB4693A2C37C081A925EB9">
    <w:name w:val="F00C5DA1D4CB4693A2C37C081A925EB9"/>
    <w:rsid w:val="00095F5B"/>
  </w:style>
  <w:style w:type="paragraph" w:customStyle="1" w:styleId="160513D400CE46D2855E387E86C203E6">
    <w:name w:val="160513D400CE46D2855E387E86C203E6"/>
    <w:rsid w:val="00095F5B"/>
  </w:style>
  <w:style w:type="paragraph" w:customStyle="1" w:styleId="EB1DB24A0789482281CDF4CD35A37894">
    <w:name w:val="EB1DB24A0789482281CDF4CD35A37894"/>
    <w:rsid w:val="00095F5B"/>
  </w:style>
  <w:style w:type="paragraph" w:customStyle="1" w:styleId="AF5B558814B145FF82872A1DF7DED479">
    <w:name w:val="AF5B558814B145FF82872A1DF7DED479"/>
    <w:rsid w:val="00095F5B"/>
  </w:style>
  <w:style w:type="paragraph" w:customStyle="1" w:styleId="6C465723AABE4BD1A494AA6ABB5D8DFB">
    <w:name w:val="6C465723AABE4BD1A494AA6ABB5D8DFB"/>
    <w:rsid w:val="00095F5B"/>
  </w:style>
  <w:style w:type="paragraph" w:customStyle="1" w:styleId="04B79C93D34545F68A6066C86DA789D7">
    <w:name w:val="04B79C93D34545F68A6066C86DA789D7"/>
    <w:rsid w:val="00095F5B"/>
  </w:style>
  <w:style w:type="paragraph" w:customStyle="1" w:styleId="68BA9A0E20A34CE286013260B76E046D">
    <w:name w:val="68BA9A0E20A34CE286013260B76E046D"/>
    <w:rsid w:val="00095F5B"/>
  </w:style>
  <w:style w:type="paragraph" w:customStyle="1" w:styleId="18AC1A95D65D44E6A0F08679B95F5C6B">
    <w:name w:val="18AC1A95D65D44E6A0F08679B95F5C6B"/>
    <w:rsid w:val="00095F5B"/>
  </w:style>
  <w:style w:type="paragraph" w:customStyle="1" w:styleId="18DA6C595BAB48C88B273F16F8225887">
    <w:name w:val="18DA6C595BAB48C88B273F16F8225887"/>
    <w:rsid w:val="00095F5B"/>
  </w:style>
  <w:style w:type="paragraph" w:customStyle="1" w:styleId="50769E3EB8C64992B3632CDA61D9B025">
    <w:name w:val="50769E3EB8C64992B3632CDA61D9B025"/>
    <w:rsid w:val="00095F5B"/>
  </w:style>
  <w:style w:type="paragraph" w:customStyle="1" w:styleId="D41C30598A714DB896ABE8CD548E0726">
    <w:name w:val="D41C30598A714DB896ABE8CD548E0726"/>
    <w:rsid w:val="00095F5B"/>
  </w:style>
  <w:style w:type="paragraph" w:customStyle="1" w:styleId="AF25406FB22C4CBB9D44A1DDE3C92876">
    <w:name w:val="AF25406FB22C4CBB9D44A1DDE3C92876"/>
    <w:rsid w:val="00095F5B"/>
  </w:style>
  <w:style w:type="paragraph" w:customStyle="1" w:styleId="B8C8F6C9EF934C1FA4EF987866CFFF27">
    <w:name w:val="B8C8F6C9EF934C1FA4EF987866CFFF27"/>
    <w:rsid w:val="00095F5B"/>
  </w:style>
  <w:style w:type="paragraph" w:customStyle="1" w:styleId="E5F1106813534E4897614D987D8FBB87">
    <w:name w:val="E5F1106813534E4897614D987D8FBB87"/>
    <w:rsid w:val="00095F5B"/>
  </w:style>
  <w:style w:type="paragraph" w:customStyle="1" w:styleId="7B954A987AB4411DB4AF394CD7620F70">
    <w:name w:val="7B954A987AB4411DB4AF394CD7620F70"/>
    <w:rsid w:val="00095F5B"/>
  </w:style>
  <w:style w:type="paragraph" w:customStyle="1" w:styleId="9C2B640D13BB4EE99CB83AE38FC6C5A8">
    <w:name w:val="9C2B640D13BB4EE99CB83AE38FC6C5A8"/>
    <w:rsid w:val="00095F5B"/>
  </w:style>
  <w:style w:type="paragraph" w:customStyle="1" w:styleId="ECEFA222AA68422889A53D6706D0FF43">
    <w:name w:val="ECEFA222AA68422889A53D6706D0FF43"/>
    <w:rsid w:val="00095F5B"/>
  </w:style>
  <w:style w:type="paragraph" w:customStyle="1" w:styleId="08DACBE3B14B4BA4A752DC7B38C33E42">
    <w:name w:val="08DACBE3B14B4BA4A752DC7B38C33E42"/>
    <w:rsid w:val="00095F5B"/>
  </w:style>
  <w:style w:type="paragraph" w:customStyle="1" w:styleId="90D68E7976B8466C831646D2139C4A8C">
    <w:name w:val="90D68E7976B8466C831646D2139C4A8C"/>
    <w:rsid w:val="00095F5B"/>
  </w:style>
  <w:style w:type="paragraph" w:customStyle="1" w:styleId="4ABC0BB7F4184C32A475896CE99BDCFE">
    <w:name w:val="4ABC0BB7F4184C32A475896CE99BDCFE"/>
    <w:rsid w:val="00095F5B"/>
  </w:style>
  <w:style w:type="paragraph" w:customStyle="1" w:styleId="E08CDAC8457F44028694B7CB83400FB2">
    <w:name w:val="E08CDAC8457F44028694B7CB83400FB2"/>
    <w:rsid w:val="00095F5B"/>
  </w:style>
  <w:style w:type="paragraph" w:customStyle="1" w:styleId="98D272D941C84D1CAC569271014C9DA6">
    <w:name w:val="98D272D941C84D1CAC569271014C9DA6"/>
    <w:rsid w:val="00095F5B"/>
  </w:style>
  <w:style w:type="paragraph" w:customStyle="1" w:styleId="F1526DA8436544B59DE56B29F044ACB1">
    <w:name w:val="F1526DA8436544B59DE56B29F044ACB1"/>
    <w:rsid w:val="00095F5B"/>
  </w:style>
  <w:style w:type="paragraph" w:customStyle="1" w:styleId="460084D18B28428F82865F2F8857B1E4">
    <w:name w:val="460084D18B28428F82865F2F8857B1E4"/>
    <w:rsid w:val="00095F5B"/>
  </w:style>
  <w:style w:type="paragraph" w:customStyle="1" w:styleId="1C02D6B022CB4CDCB42AB6651003D79C">
    <w:name w:val="1C02D6B022CB4CDCB42AB6651003D79C"/>
    <w:rsid w:val="00095F5B"/>
  </w:style>
  <w:style w:type="paragraph" w:customStyle="1" w:styleId="58976D05EA0B4AABA800770D0B26D7D5">
    <w:name w:val="58976D05EA0B4AABA800770D0B26D7D5"/>
    <w:rsid w:val="00095F5B"/>
  </w:style>
  <w:style w:type="paragraph" w:customStyle="1" w:styleId="77DFE0A1E8E643F5AFFE8130E8FAB0F6">
    <w:name w:val="77DFE0A1E8E643F5AFFE8130E8FAB0F6"/>
    <w:rsid w:val="00095F5B"/>
  </w:style>
  <w:style w:type="paragraph" w:customStyle="1" w:styleId="ED786428B8B540C8B7A90F1DE322C484">
    <w:name w:val="ED786428B8B540C8B7A90F1DE322C484"/>
    <w:rsid w:val="00095F5B"/>
  </w:style>
  <w:style w:type="paragraph" w:customStyle="1" w:styleId="5F4037D7553A4EDA9C7D247F6EB93874">
    <w:name w:val="5F4037D7553A4EDA9C7D247F6EB93874"/>
    <w:rsid w:val="00095F5B"/>
  </w:style>
  <w:style w:type="paragraph" w:customStyle="1" w:styleId="59FCA8EC0A60456B9D475453EB0CEEB9">
    <w:name w:val="59FCA8EC0A60456B9D475453EB0CEEB9"/>
    <w:rsid w:val="00095F5B"/>
  </w:style>
  <w:style w:type="paragraph" w:customStyle="1" w:styleId="97336DA1AA6D4EE8A71C7D2F8A00A53D">
    <w:name w:val="97336DA1AA6D4EE8A71C7D2F8A00A53D"/>
    <w:rsid w:val="00095F5B"/>
  </w:style>
  <w:style w:type="paragraph" w:customStyle="1" w:styleId="2EA27DD745F741CEACBB7E4AF28379D6">
    <w:name w:val="2EA27DD745F741CEACBB7E4AF28379D6"/>
    <w:rsid w:val="00095F5B"/>
  </w:style>
  <w:style w:type="paragraph" w:customStyle="1" w:styleId="EB5A20F8AA154AB0976B38FBD3371C3B">
    <w:name w:val="EB5A20F8AA154AB0976B38FBD3371C3B"/>
    <w:rsid w:val="00095F5B"/>
  </w:style>
  <w:style w:type="paragraph" w:customStyle="1" w:styleId="6DBC16BF523142D2BC81A655F533436E">
    <w:name w:val="6DBC16BF523142D2BC81A655F533436E"/>
    <w:rsid w:val="00095F5B"/>
  </w:style>
  <w:style w:type="paragraph" w:customStyle="1" w:styleId="D3F3717636274A118E39E9C636E27886">
    <w:name w:val="D3F3717636274A118E39E9C636E27886"/>
    <w:rsid w:val="00095F5B"/>
  </w:style>
  <w:style w:type="paragraph" w:customStyle="1" w:styleId="0087676FC7A743FEAFE5FEA0364E098B">
    <w:name w:val="0087676FC7A743FEAFE5FEA0364E098B"/>
    <w:rsid w:val="00095F5B"/>
  </w:style>
  <w:style w:type="paragraph" w:customStyle="1" w:styleId="C26BEDE5DDC847C9A98107E3B961A1F0">
    <w:name w:val="C26BEDE5DDC847C9A98107E3B961A1F0"/>
    <w:rsid w:val="00095F5B"/>
  </w:style>
  <w:style w:type="paragraph" w:customStyle="1" w:styleId="F5AB297E6ADA40E3B368C9111A997CEA">
    <w:name w:val="F5AB297E6ADA40E3B368C9111A997CEA"/>
    <w:rsid w:val="00095F5B"/>
  </w:style>
  <w:style w:type="paragraph" w:customStyle="1" w:styleId="6BDE276BAA5241FCA40B25D6E0B336EF">
    <w:name w:val="6BDE276BAA5241FCA40B25D6E0B336EF"/>
    <w:rsid w:val="00095F5B"/>
  </w:style>
  <w:style w:type="paragraph" w:customStyle="1" w:styleId="739561CABAB44F41A791792ABA468ED5">
    <w:name w:val="739561CABAB44F41A791792ABA468ED5"/>
    <w:rsid w:val="00095F5B"/>
  </w:style>
  <w:style w:type="paragraph" w:customStyle="1" w:styleId="CC71FA7362AE4DC6934502778BB783A9">
    <w:name w:val="CC71FA7362AE4DC6934502778BB783A9"/>
    <w:rsid w:val="00095F5B"/>
  </w:style>
  <w:style w:type="paragraph" w:customStyle="1" w:styleId="267AA8C3214041A4B50A8EFB8668A590">
    <w:name w:val="267AA8C3214041A4B50A8EFB8668A590"/>
    <w:rsid w:val="00095F5B"/>
  </w:style>
  <w:style w:type="paragraph" w:customStyle="1" w:styleId="75577405857F46AEB4F614DC292DDAE0">
    <w:name w:val="75577405857F46AEB4F614DC292DDAE0"/>
    <w:rsid w:val="00095F5B"/>
  </w:style>
  <w:style w:type="paragraph" w:customStyle="1" w:styleId="3DC84FA4F4A94172B3535C52EDAC658A">
    <w:name w:val="3DC84FA4F4A94172B3535C52EDAC658A"/>
    <w:rsid w:val="00095F5B"/>
  </w:style>
  <w:style w:type="paragraph" w:customStyle="1" w:styleId="3944035F8B494C03BEE295D24EE76E03">
    <w:name w:val="3944035F8B494C03BEE295D24EE76E03"/>
    <w:rsid w:val="00095F5B"/>
  </w:style>
  <w:style w:type="paragraph" w:customStyle="1" w:styleId="46FBECD3F48846FFAFBD450F05370495">
    <w:name w:val="46FBECD3F48846FFAFBD450F05370495"/>
    <w:rsid w:val="00095F5B"/>
  </w:style>
  <w:style w:type="paragraph" w:customStyle="1" w:styleId="E0E69B26C46948DFA042B5CC59D1571C">
    <w:name w:val="E0E69B26C46948DFA042B5CC59D1571C"/>
    <w:rsid w:val="00095F5B"/>
  </w:style>
  <w:style w:type="paragraph" w:customStyle="1" w:styleId="618EED4245B34828A88C24B36A3CAB06">
    <w:name w:val="618EED4245B34828A88C24B36A3CAB06"/>
    <w:rsid w:val="00095F5B"/>
  </w:style>
  <w:style w:type="paragraph" w:customStyle="1" w:styleId="630EE548D114400ABBDD37D16AAF8D9A">
    <w:name w:val="630EE548D114400ABBDD37D16AAF8D9A"/>
    <w:rsid w:val="00095F5B"/>
  </w:style>
  <w:style w:type="paragraph" w:customStyle="1" w:styleId="75DBD4AD26BD4667A12C26ECCFA78CBF">
    <w:name w:val="75DBD4AD26BD4667A12C26ECCFA78CBF"/>
    <w:rsid w:val="00095F5B"/>
  </w:style>
  <w:style w:type="paragraph" w:customStyle="1" w:styleId="1F465044A7C24A3BAAF1BAA8181A70E0">
    <w:name w:val="1F465044A7C24A3BAAF1BAA8181A70E0"/>
    <w:rsid w:val="00095F5B"/>
  </w:style>
  <w:style w:type="paragraph" w:customStyle="1" w:styleId="2FDDEE9A61D041FCBE9669EDE36D68B5">
    <w:name w:val="2FDDEE9A61D041FCBE9669EDE36D68B5"/>
    <w:rsid w:val="00095F5B"/>
  </w:style>
  <w:style w:type="paragraph" w:customStyle="1" w:styleId="A505B8839E584B65BBB729F2EDD1B70B">
    <w:name w:val="A505B8839E584B65BBB729F2EDD1B70B"/>
    <w:rsid w:val="00095F5B"/>
  </w:style>
  <w:style w:type="paragraph" w:customStyle="1" w:styleId="0ED86680B37E4417BA648D1565594C30">
    <w:name w:val="0ED86680B37E4417BA648D1565594C30"/>
    <w:rsid w:val="00095F5B"/>
  </w:style>
  <w:style w:type="paragraph" w:customStyle="1" w:styleId="93579F368FA04C86B7190CC59279C0B2">
    <w:name w:val="93579F368FA04C86B7190CC59279C0B2"/>
    <w:rsid w:val="00095F5B"/>
  </w:style>
  <w:style w:type="paragraph" w:customStyle="1" w:styleId="863D51C735004E559F201030EEDA73D0">
    <w:name w:val="863D51C735004E559F201030EEDA73D0"/>
    <w:rsid w:val="00095F5B"/>
  </w:style>
  <w:style w:type="paragraph" w:customStyle="1" w:styleId="CE400FED6E024CBFBA309F51316F174A">
    <w:name w:val="CE400FED6E024CBFBA309F51316F174A"/>
    <w:rsid w:val="00095F5B"/>
  </w:style>
  <w:style w:type="paragraph" w:customStyle="1" w:styleId="FB643552DFC74B07B9926AF246ADFBCE">
    <w:name w:val="FB643552DFC74B07B9926AF246ADFBCE"/>
    <w:rsid w:val="00095F5B"/>
  </w:style>
  <w:style w:type="paragraph" w:customStyle="1" w:styleId="A0C0C3BC01164FAC8AAA62D45B8C8BED">
    <w:name w:val="A0C0C3BC01164FAC8AAA62D45B8C8BED"/>
    <w:rsid w:val="00095F5B"/>
  </w:style>
  <w:style w:type="paragraph" w:customStyle="1" w:styleId="3AB86E5652F64A398B96B3AB53E22350">
    <w:name w:val="3AB86E5652F64A398B96B3AB53E22350"/>
    <w:rsid w:val="00095F5B"/>
  </w:style>
  <w:style w:type="paragraph" w:customStyle="1" w:styleId="F883C1CE417C44D692F162AD684C363F">
    <w:name w:val="F883C1CE417C44D692F162AD684C363F"/>
    <w:rsid w:val="00095F5B"/>
  </w:style>
  <w:style w:type="paragraph" w:customStyle="1" w:styleId="73320BC8E75C478BAACCC83A5699E091">
    <w:name w:val="73320BC8E75C478BAACCC83A5699E091"/>
    <w:rsid w:val="00095F5B"/>
  </w:style>
  <w:style w:type="paragraph" w:customStyle="1" w:styleId="2B7B3473FED145AF8486D7DD4E5CB407">
    <w:name w:val="2B7B3473FED145AF8486D7DD4E5CB407"/>
    <w:rsid w:val="00095F5B"/>
  </w:style>
  <w:style w:type="paragraph" w:customStyle="1" w:styleId="B69ABC319F0D486CB028BC97BD182DFB">
    <w:name w:val="B69ABC319F0D486CB028BC97BD182DFB"/>
    <w:rsid w:val="00095F5B"/>
  </w:style>
  <w:style w:type="paragraph" w:customStyle="1" w:styleId="00F61956FF534ABBAB8E13C10C9F86A9">
    <w:name w:val="00F61956FF534ABBAB8E13C10C9F86A9"/>
    <w:rsid w:val="00095F5B"/>
  </w:style>
  <w:style w:type="paragraph" w:customStyle="1" w:styleId="846BB847188F44379F18A5146F7E74B5">
    <w:name w:val="846BB847188F44379F18A5146F7E74B5"/>
    <w:rsid w:val="00095F5B"/>
  </w:style>
  <w:style w:type="paragraph" w:customStyle="1" w:styleId="C8F7ACF86A57473D903E5AB87D2377AF">
    <w:name w:val="C8F7ACF86A57473D903E5AB87D2377AF"/>
    <w:rsid w:val="00095F5B"/>
  </w:style>
  <w:style w:type="paragraph" w:customStyle="1" w:styleId="5C8A8800AC9849AD93990449CA435DF6">
    <w:name w:val="5C8A8800AC9849AD93990449CA435DF6"/>
    <w:rsid w:val="00095F5B"/>
  </w:style>
  <w:style w:type="paragraph" w:customStyle="1" w:styleId="82873EAB49DD4F33A1A5896FDC0040A1">
    <w:name w:val="82873EAB49DD4F33A1A5896FDC0040A1"/>
    <w:rsid w:val="00095F5B"/>
  </w:style>
  <w:style w:type="paragraph" w:customStyle="1" w:styleId="3EBDDA2CAFBE44B98B460DA9ADC74DD9">
    <w:name w:val="3EBDDA2CAFBE44B98B460DA9ADC74DD9"/>
    <w:rsid w:val="00095F5B"/>
  </w:style>
  <w:style w:type="paragraph" w:customStyle="1" w:styleId="8575E4BCBD2C4425BFF705076420217F">
    <w:name w:val="8575E4BCBD2C4425BFF705076420217F"/>
    <w:rsid w:val="00095F5B"/>
  </w:style>
  <w:style w:type="paragraph" w:customStyle="1" w:styleId="DDA89E2EECB947288D7272260350FECE">
    <w:name w:val="DDA89E2EECB947288D7272260350FECE"/>
    <w:rsid w:val="00095F5B"/>
  </w:style>
  <w:style w:type="paragraph" w:customStyle="1" w:styleId="14E740E3483941F096F873EBF7EA8B00">
    <w:name w:val="14E740E3483941F096F873EBF7EA8B00"/>
    <w:rsid w:val="00095F5B"/>
  </w:style>
  <w:style w:type="paragraph" w:customStyle="1" w:styleId="3B36AFB0E8FB46B48AEBC664E1189253">
    <w:name w:val="3B36AFB0E8FB46B48AEBC664E1189253"/>
    <w:rsid w:val="00095F5B"/>
  </w:style>
  <w:style w:type="paragraph" w:customStyle="1" w:styleId="B162C27B97514290802B8B218D9CB088">
    <w:name w:val="B162C27B97514290802B8B218D9CB088"/>
    <w:rsid w:val="00095F5B"/>
  </w:style>
  <w:style w:type="paragraph" w:customStyle="1" w:styleId="AA155D96D6D1420B8AD7F6EC7142FAE8">
    <w:name w:val="AA155D96D6D1420B8AD7F6EC7142FAE8"/>
    <w:rsid w:val="00095F5B"/>
  </w:style>
  <w:style w:type="paragraph" w:customStyle="1" w:styleId="91AAF5133C484225A523BE5683147DFE">
    <w:name w:val="91AAF5133C484225A523BE5683147DFE"/>
    <w:rsid w:val="00095F5B"/>
  </w:style>
  <w:style w:type="paragraph" w:customStyle="1" w:styleId="5ADF52E5C0E74A92908DECDBC34E8493">
    <w:name w:val="5ADF52E5C0E74A92908DECDBC34E8493"/>
    <w:rsid w:val="00095F5B"/>
  </w:style>
  <w:style w:type="paragraph" w:customStyle="1" w:styleId="78B346C0A18B4D298C1E161615F1936A">
    <w:name w:val="78B346C0A18B4D298C1E161615F1936A"/>
    <w:rsid w:val="00095F5B"/>
  </w:style>
  <w:style w:type="paragraph" w:customStyle="1" w:styleId="BFE09AE3389B459F94AB3EA1B4E343DF">
    <w:name w:val="BFE09AE3389B459F94AB3EA1B4E343DF"/>
    <w:rsid w:val="00095F5B"/>
  </w:style>
  <w:style w:type="paragraph" w:customStyle="1" w:styleId="3327AE1495DA47C49ADDC0F0B839F839">
    <w:name w:val="3327AE1495DA47C49ADDC0F0B839F839"/>
    <w:rsid w:val="00095F5B"/>
  </w:style>
  <w:style w:type="paragraph" w:customStyle="1" w:styleId="F43939C2EE5B4C5DAC35ED12FF018F26">
    <w:name w:val="F43939C2EE5B4C5DAC35ED12FF018F26"/>
    <w:rsid w:val="00095F5B"/>
  </w:style>
  <w:style w:type="paragraph" w:customStyle="1" w:styleId="241EEE2AA5E848D69A6F937B30B52902">
    <w:name w:val="241EEE2AA5E848D69A6F937B30B52902"/>
    <w:rsid w:val="00095F5B"/>
  </w:style>
  <w:style w:type="paragraph" w:customStyle="1" w:styleId="800896326FF54E06AA4F465D7DB2F7AE">
    <w:name w:val="800896326FF54E06AA4F465D7DB2F7AE"/>
    <w:rsid w:val="00095F5B"/>
  </w:style>
  <w:style w:type="paragraph" w:customStyle="1" w:styleId="42EC76BF750E4FCDB82EFAD2757CA609">
    <w:name w:val="42EC76BF750E4FCDB82EFAD2757CA609"/>
    <w:rsid w:val="00095F5B"/>
  </w:style>
  <w:style w:type="paragraph" w:customStyle="1" w:styleId="379E9680C3A245979A570E13637ADB8A">
    <w:name w:val="379E9680C3A245979A570E13637ADB8A"/>
    <w:rsid w:val="00095F5B"/>
  </w:style>
  <w:style w:type="paragraph" w:customStyle="1" w:styleId="ADFEB16FF5DE4CEFBFAC3F7995D5477C">
    <w:name w:val="ADFEB16FF5DE4CEFBFAC3F7995D5477C"/>
    <w:rsid w:val="00095F5B"/>
  </w:style>
  <w:style w:type="paragraph" w:customStyle="1" w:styleId="D41E32980F594897B42ABEEF722611D6">
    <w:name w:val="D41E32980F594897B42ABEEF722611D6"/>
    <w:rsid w:val="00095F5B"/>
  </w:style>
  <w:style w:type="paragraph" w:customStyle="1" w:styleId="2BF100E8FF3848639F623472EF4F0D0F">
    <w:name w:val="2BF100E8FF3848639F623472EF4F0D0F"/>
    <w:rsid w:val="00095F5B"/>
  </w:style>
  <w:style w:type="paragraph" w:customStyle="1" w:styleId="B780DBF3FD964215A4C88763EEAAF4FB">
    <w:name w:val="B780DBF3FD964215A4C88763EEAAF4FB"/>
    <w:rsid w:val="00095F5B"/>
  </w:style>
  <w:style w:type="paragraph" w:customStyle="1" w:styleId="5CF6E2FC13054469B6817C0A48E4DC5D">
    <w:name w:val="5CF6E2FC13054469B6817C0A48E4DC5D"/>
    <w:rsid w:val="00095F5B"/>
  </w:style>
  <w:style w:type="paragraph" w:customStyle="1" w:styleId="601B41D04364440A9BE4BD9A7963A93D">
    <w:name w:val="601B41D04364440A9BE4BD9A7963A93D"/>
    <w:rsid w:val="00095F5B"/>
  </w:style>
  <w:style w:type="paragraph" w:customStyle="1" w:styleId="30C81801045F4398956424F42680FA66">
    <w:name w:val="30C81801045F4398956424F42680FA66"/>
    <w:rsid w:val="00095F5B"/>
  </w:style>
  <w:style w:type="paragraph" w:customStyle="1" w:styleId="92B5F880427644EE96949A8A597BDD1C">
    <w:name w:val="92B5F880427644EE96949A8A597BDD1C"/>
    <w:rsid w:val="00095F5B"/>
  </w:style>
  <w:style w:type="paragraph" w:customStyle="1" w:styleId="6930503124BC432796B8499C4F97BE4A">
    <w:name w:val="6930503124BC432796B8499C4F97BE4A"/>
    <w:rsid w:val="00095F5B"/>
  </w:style>
  <w:style w:type="paragraph" w:customStyle="1" w:styleId="42513A880FF04849B1D2E4664900EEC8">
    <w:name w:val="42513A880FF04849B1D2E4664900EEC8"/>
    <w:rsid w:val="00095F5B"/>
  </w:style>
  <w:style w:type="paragraph" w:customStyle="1" w:styleId="D3EF27242F09404CA2C89564F61112DF">
    <w:name w:val="D3EF27242F09404CA2C89564F61112DF"/>
    <w:rsid w:val="00095F5B"/>
  </w:style>
  <w:style w:type="paragraph" w:customStyle="1" w:styleId="69B72985FC7A4DEB860EBFF15D3791EC">
    <w:name w:val="69B72985FC7A4DEB860EBFF15D3791EC"/>
    <w:rsid w:val="00095F5B"/>
  </w:style>
  <w:style w:type="paragraph" w:customStyle="1" w:styleId="99267B140A6D48E1A635837597C69092">
    <w:name w:val="99267B140A6D48E1A635837597C69092"/>
    <w:rsid w:val="00095F5B"/>
  </w:style>
  <w:style w:type="paragraph" w:customStyle="1" w:styleId="F4C1F4C3B1A8425DAAF00C2B81B2BE7F">
    <w:name w:val="F4C1F4C3B1A8425DAAF00C2B81B2BE7F"/>
    <w:rsid w:val="00095F5B"/>
  </w:style>
  <w:style w:type="paragraph" w:customStyle="1" w:styleId="2F8FFC7E89CF48E898D8CB2A0B68ED88">
    <w:name w:val="2F8FFC7E89CF48E898D8CB2A0B68ED88"/>
    <w:rsid w:val="00095F5B"/>
  </w:style>
  <w:style w:type="paragraph" w:customStyle="1" w:styleId="B07450527FD9488D8FE3C54491684C33">
    <w:name w:val="B07450527FD9488D8FE3C54491684C33"/>
    <w:rsid w:val="00095F5B"/>
  </w:style>
  <w:style w:type="paragraph" w:customStyle="1" w:styleId="628FAA1521C94148A6E2E4236A967F9D">
    <w:name w:val="628FAA1521C94148A6E2E4236A967F9D"/>
    <w:rsid w:val="00095F5B"/>
  </w:style>
  <w:style w:type="paragraph" w:customStyle="1" w:styleId="10FEC00E5AFF4746873BFE6DD6F84B12">
    <w:name w:val="10FEC00E5AFF4746873BFE6DD6F84B12"/>
    <w:rsid w:val="00095F5B"/>
  </w:style>
  <w:style w:type="paragraph" w:customStyle="1" w:styleId="BB2F17115F4A4E3E955883EFE20A63BA">
    <w:name w:val="BB2F17115F4A4E3E955883EFE20A63BA"/>
    <w:rsid w:val="00095F5B"/>
  </w:style>
  <w:style w:type="paragraph" w:customStyle="1" w:styleId="BE28FD72ADC74EF8ADC281DB2B501659">
    <w:name w:val="BE28FD72ADC74EF8ADC281DB2B501659"/>
    <w:rsid w:val="00095F5B"/>
  </w:style>
  <w:style w:type="paragraph" w:customStyle="1" w:styleId="B6CB64A3ACA24324B6CB6FD4BD33C2BF">
    <w:name w:val="B6CB64A3ACA24324B6CB6FD4BD33C2BF"/>
    <w:rsid w:val="00095F5B"/>
  </w:style>
  <w:style w:type="paragraph" w:customStyle="1" w:styleId="56FEB17117B64149869EBF18B87434BD">
    <w:name w:val="56FEB17117B64149869EBF18B87434BD"/>
    <w:rsid w:val="00095F5B"/>
  </w:style>
  <w:style w:type="paragraph" w:customStyle="1" w:styleId="3E1143F4F9A24FF497409BD53691ED33">
    <w:name w:val="3E1143F4F9A24FF497409BD53691ED33"/>
    <w:rsid w:val="00095F5B"/>
  </w:style>
  <w:style w:type="paragraph" w:customStyle="1" w:styleId="FD89D985515C4583B7DD88D76AE25CD4">
    <w:name w:val="FD89D985515C4583B7DD88D76AE25CD4"/>
    <w:rsid w:val="00095F5B"/>
  </w:style>
  <w:style w:type="paragraph" w:customStyle="1" w:styleId="0AEAF85FAF61429E9E8B38CAC23ED0B7">
    <w:name w:val="0AEAF85FAF61429E9E8B38CAC23ED0B7"/>
    <w:rsid w:val="00095F5B"/>
  </w:style>
  <w:style w:type="paragraph" w:customStyle="1" w:styleId="AF658BF1EE3048FEA25C73E8200BB19E">
    <w:name w:val="AF658BF1EE3048FEA25C73E8200BB19E"/>
    <w:rsid w:val="00095F5B"/>
  </w:style>
  <w:style w:type="paragraph" w:customStyle="1" w:styleId="47A86EE6A40C47E78135CAB3119C51E1">
    <w:name w:val="47A86EE6A40C47E78135CAB3119C51E1"/>
    <w:rsid w:val="00095F5B"/>
  </w:style>
  <w:style w:type="paragraph" w:customStyle="1" w:styleId="7CF3950704844F74B9204DC6608481A3">
    <w:name w:val="7CF3950704844F74B9204DC6608481A3"/>
    <w:rsid w:val="00095F5B"/>
  </w:style>
  <w:style w:type="paragraph" w:customStyle="1" w:styleId="5813E975ACD946B1AA6D2C1A45935630">
    <w:name w:val="5813E975ACD946B1AA6D2C1A45935630"/>
    <w:rsid w:val="00095F5B"/>
  </w:style>
  <w:style w:type="paragraph" w:customStyle="1" w:styleId="377DEC22E2F943269F305FA0FD6517D8">
    <w:name w:val="377DEC22E2F943269F305FA0FD6517D8"/>
    <w:rsid w:val="00095F5B"/>
  </w:style>
  <w:style w:type="paragraph" w:customStyle="1" w:styleId="44DB09928DED40F087D19FD82921308E">
    <w:name w:val="44DB09928DED40F087D19FD82921308E"/>
    <w:rsid w:val="00095F5B"/>
  </w:style>
  <w:style w:type="paragraph" w:customStyle="1" w:styleId="C1A695A8ACB344A09B223A361E1B9D06">
    <w:name w:val="C1A695A8ACB344A09B223A361E1B9D06"/>
    <w:rsid w:val="00095F5B"/>
  </w:style>
  <w:style w:type="paragraph" w:customStyle="1" w:styleId="FA84764F3D6B4B11A79160B83BE22423">
    <w:name w:val="FA84764F3D6B4B11A79160B83BE22423"/>
    <w:rsid w:val="00095F5B"/>
  </w:style>
  <w:style w:type="paragraph" w:customStyle="1" w:styleId="34BA950507404E0C8C404A0C921CFB6C">
    <w:name w:val="34BA950507404E0C8C404A0C921CFB6C"/>
    <w:rsid w:val="00095F5B"/>
  </w:style>
  <w:style w:type="paragraph" w:customStyle="1" w:styleId="3A5788E790FF44F09280170EB175C857">
    <w:name w:val="3A5788E790FF44F09280170EB175C857"/>
    <w:rsid w:val="00095F5B"/>
  </w:style>
  <w:style w:type="paragraph" w:customStyle="1" w:styleId="AD88FB13FC0A459AA299EE06B900C720">
    <w:name w:val="AD88FB13FC0A459AA299EE06B900C720"/>
    <w:rsid w:val="00095F5B"/>
  </w:style>
  <w:style w:type="paragraph" w:customStyle="1" w:styleId="6A4CF4B1FD4F4F5B99452806C3E4E1B6">
    <w:name w:val="6A4CF4B1FD4F4F5B99452806C3E4E1B6"/>
    <w:rsid w:val="00095F5B"/>
  </w:style>
  <w:style w:type="paragraph" w:customStyle="1" w:styleId="BD13F3FA88B24E1EB27B94DE0EEC471B">
    <w:name w:val="BD13F3FA88B24E1EB27B94DE0EEC471B"/>
    <w:rsid w:val="00095F5B"/>
  </w:style>
  <w:style w:type="paragraph" w:customStyle="1" w:styleId="8E911AB798764A639AF3FA840EEBE1BC">
    <w:name w:val="8E911AB798764A639AF3FA840EEBE1BC"/>
    <w:rsid w:val="00095F5B"/>
  </w:style>
  <w:style w:type="paragraph" w:customStyle="1" w:styleId="5368F0A75B2C412DB435F4A99E727635">
    <w:name w:val="5368F0A75B2C412DB435F4A99E727635"/>
    <w:rsid w:val="00095F5B"/>
  </w:style>
  <w:style w:type="paragraph" w:customStyle="1" w:styleId="26C1CEAE49A34538843836EC0B3B1943">
    <w:name w:val="26C1CEAE49A34538843836EC0B3B1943"/>
    <w:rsid w:val="00095F5B"/>
  </w:style>
  <w:style w:type="paragraph" w:customStyle="1" w:styleId="A4890112631A4A17BC98483DF7937E8B">
    <w:name w:val="A4890112631A4A17BC98483DF7937E8B"/>
    <w:rsid w:val="00095F5B"/>
  </w:style>
  <w:style w:type="paragraph" w:customStyle="1" w:styleId="DCDE8C6C9079421CA254C450B9E37112">
    <w:name w:val="DCDE8C6C9079421CA254C450B9E37112"/>
    <w:rsid w:val="00095F5B"/>
  </w:style>
  <w:style w:type="paragraph" w:customStyle="1" w:styleId="762270E3101B45D2940BE1B6B42FC248">
    <w:name w:val="762270E3101B45D2940BE1B6B42FC248"/>
    <w:rsid w:val="00095F5B"/>
  </w:style>
  <w:style w:type="paragraph" w:customStyle="1" w:styleId="8A4B77E902A54AA595EE7E11188DDD9F">
    <w:name w:val="8A4B77E902A54AA595EE7E11188DDD9F"/>
    <w:rsid w:val="00095F5B"/>
  </w:style>
  <w:style w:type="paragraph" w:customStyle="1" w:styleId="5C2AFACA57A346D783B7CA0D77DD926C">
    <w:name w:val="5C2AFACA57A346D783B7CA0D77DD926C"/>
    <w:rsid w:val="00095F5B"/>
  </w:style>
  <w:style w:type="paragraph" w:customStyle="1" w:styleId="824D48E9B4C94AB9A4F30DA36B3C469E">
    <w:name w:val="824D48E9B4C94AB9A4F30DA36B3C469E"/>
    <w:rsid w:val="00095F5B"/>
  </w:style>
  <w:style w:type="paragraph" w:customStyle="1" w:styleId="007FCAF45D344586AAC8959207A3D576">
    <w:name w:val="007FCAF45D344586AAC8959207A3D576"/>
    <w:rsid w:val="00095F5B"/>
  </w:style>
  <w:style w:type="paragraph" w:customStyle="1" w:styleId="D4E01FECC07A41B881896E19045450D9">
    <w:name w:val="D4E01FECC07A41B881896E19045450D9"/>
    <w:rsid w:val="00095F5B"/>
  </w:style>
  <w:style w:type="paragraph" w:customStyle="1" w:styleId="1E4629BA251444FAA857C71C21533A34">
    <w:name w:val="1E4629BA251444FAA857C71C21533A34"/>
    <w:rsid w:val="00095F5B"/>
  </w:style>
  <w:style w:type="paragraph" w:customStyle="1" w:styleId="7BC8E9869DDF402C9E47338FBBCE3962">
    <w:name w:val="7BC8E9869DDF402C9E47338FBBCE3962"/>
    <w:rsid w:val="00095F5B"/>
  </w:style>
  <w:style w:type="paragraph" w:customStyle="1" w:styleId="62B770F3DCBC414CB6D443AE56FEB82C">
    <w:name w:val="62B770F3DCBC414CB6D443AE56FEB82C"/>
    <w:rsid w:val="00095F5B"/>
  </w:style>
  <w:style w:type="paragraph" w:customStyle="1" w:styleId="000E2D1AE92A4F5688CE9A92D2862454">
    <w:name w:val="000E2D1AE92A4F5688CE9A92D2862454"/>
    <w:rsid w:val="00095F5B"/>
  </w:style>
  <w:style w:type="paragraph" w:customStyle="1" w:styleId="6CDB03DE68C94897ACB498F0D66CAC8B">
    <w:name w:val="6CDB03DE68C94897ACB498F0D66CAC8B"/>
    <w:rsid w:val="00095F5B"/>
  </w:style>
  <w:style w:type="paragraph" w:customStyle="1" w:styleId="3E618ED3A1FB4B5DBDBE34F6455677ED">
    <w:name w:val="3E618ED3A1FB4B5DBDBE34F6455677ED"/>
    <w:rsid w:val="00095F5B"/>
  </w:style>
  <w:style w:type="paragraph" w:customStyle="1" w:styleId="3355EC80446A4E54AD7FCEC49C99E50C">
    <w:name w:val="3355EC80446A4E54AD7FCEC49C99E50C"/>
    <w:rsid w:val="00095F5B"/>
  </w:style>
  <w:style w:type="paragraph" w:customStyle="1" w:styleId="3C8279EFC6B34127B8FC0802BDA5706A">
    <w:name w:val="3C8279EFC6B34127B8FC0802BDA5706A"/>
    <w:rsid w:val="00095F5B"/>
  </w:style>
  <w:style w:type="paragraph" w:customStyle="1" w:styleId="26B94E5A5F1D4B34BF166E453AEE401F">
    <w:name w:val="26B94E5A5F1D4B34BF166E453AEE401F"/>
    <w:rsid w:val="00095F5B"/>
  </w:style>
  <w:style w:type="paragraph" w:customStyle="1" w:styleId="027404F937A34FCA801FDC6543CA684B">
    <w:name w:val="027404F937A34FCA801FDC6543CA684B"/>
    <w:rsid w:val="00095F5B"/>
  </w:style>
  <w:style w:type="paragraph" w:customStyle="1" w:styleId="591962B27A0E429E8DB834D7AC132D3E">
    <w:name w:val="591962B27A0E429E8DB834D7AC132D3E"/>
    <w:rsid w:val="00095F5B"/>
  </w:style>
  <w:style w:type="paragraph" w:customStyle="1" w:styleId="FCDDD19ACC814C168713702A7AA8707A">
    <w:name w:val="FCDDD19ACC814C168713702A7AA8707A"/>
    <w:rsid w:val="00095F5B"/>
  </w:style>
  <w:style w:type="paragraph" w:customStyle="1" w:styleId="F93A29FBE4AF42B683D50D9760D4311D">
    <w:name w:val="F93A29FBE4AF42B683D50D9760D4311D"/>
    <w:rsid w:val="00095F5B"/>
  </w:style>
  <w:style w:type="paragraph" w:customStyle="1" w:styleId="537245E6D8BA4A8D8F790EBBDAB58EBE">
    <w:name w:val="537245E6D8BA4A8D8F790EBBDAB58EBE"/>
    <w:rsid w:val="00095F5B"/>
  </w:style>
  <w:style w:type="paragraph" w:customStyle="1" w:styleId="9067456F769F4F0EB782ECCFE2B0EC18">
    <w:name w:val="9067456F769F4F0EB782ECCFE2B0EC18"/>
    <w:rsid w:val="00095F5B"/>
  </w:style>
  <w:style w:type="paragraph" w:customStyle="1" w:styleId="A954BB5E5D7045DCA43830FACD8B7E87">
    <w:name w:val="A954BB5E5D7045DCA43830FACD8B7E87"/>
    <w:rsid w:val="00095F5B"/>
  </w:style>
  <w:style w:type="paragraph" w:customStyle="1" w:styleId="373F2F54F6824C41A58ABF68EBE2B512">
    <w:name w:val="373F2F54F6824C41A58ABF68EBE2B512"/>
    <w:rsid w:val="00095F5B"/>
  </w:style>
  <w:style w:type="paragraph" w:customStyle="1" w:styleId="0CBFD60E55F64BE7848AE824C33A5E38">
    <w:name w:val="0CBFD60E55F64BE7848AE824C33A5E38"/>
    <w:rsid w:val="00095F5B"/>
  </w:style>
  <w:style w:type="paragraph" w:customStyle="1" w:styleId="B451314DB43840F5BBF2B7226AB0E8AB">
    <w:name w:val="B451314DB43840F5BBF2B7226AB0E8AB"/>
    <w:rsid w:val="00095F5B"/>
  </w:style>
  <w:style w:type="paragraph" w:customStyle="1" w:styleId="8632561D4B9B4BE094B187327547DC20">
    <w:name w:val="8632561D4B9B4BE094B187327547DC20"/>
    <w:rsid w:val="00095F5B"/>
  </w:style>
  <w:style w:type="paragraph" w:customStyle="1" w:styleId="39A29693DD96470A995219722EBC4B16">
    <w:name w:val="39A29693DD96470A995219722EBC4B16"/>
    <w:rsid w:val="00095F5B"/>
  </w:style>
  <w:style w:type="paragraph" w:customStyle="1" w:styleId="D9725118C3484902B27CC3897E6E0FC4">
    <w:name w:val="D9725118C3484902B27CC3897E6E0FC4"/>
    <w:rsid w:val="00095F5B"/>
  </w:style>
  <w:style w:type="paragraph" w:customStyle="1" w:styleId="5C17D7A5E55741C79BC6F721318F4D13">
    <w:name w:val="5C17D7A5E55741C79BC6F721318F4D13"/>
    <w:rsid w:val="00095F5B"/>
  </w:style>
  <w:style w:type="paragraph" w:customStyle="1" w:styleId="13AA2A6EB02140339DF1B0E0EE3E91A7">
    <w:name w:val="13AA2A6EB02140339DF1B0E0EE3E91A7"/>
    <w:rsid w:val="00095F5B"/>
  </w:style>
  <w:style w:type="paragraph" w:customStyle="1" w:styleId="83A32DE7B8744AECA7026616366E43C5">
    <w:name w:val="83A32DE7B8744AECA7026616366E43C5"/>
    <w:rsid w:val="00095F5B"/>
  </w:style>
  <w:style w:type="paragraph" w:customStyle="1" w:styleId="DC0D057C836B4F08A042ABC53C8A08BF">
    <w:name w:val="DC0D057C836B4F08A042ABC53C8A08BF"/>
    <w:rsid w:val="00095F5B"/>
  </w:style>
  <w:style w:type="paragraph" w:customStyle="1" w:styleId="BC94878C98BA44A399CD6BB95412A0F6">
    <w:name w:val="BC94878C98BA44A399CD6BB95412A0F6"/>
    <w:rsid w:val="00095F5B"/>
  </w:style>
  <w:style w:type="paragraph" w:customStyle="1" w:styleId="D85F1E6894F443AD99B41A329F9AC099">
    <w:name w:val="D85F1E6894F443AD99B41A329F9AC099"/>
    <w:rsid w:val="00095F5B"/>
  </w:style>
  <w:style w:type="paragraph" w:customStyle="1" w:styleId="22090BDAC31E47108E97508419CF5480">
    <w:name w:val="22090BDAC31E47108E97508419CF5480"/>
    <w:rsid w:val="00095F5B"/>
  </w:style>
  <w:style w:type="paragraph" w:customStyle="1" w:styleId="FA80E528AA014626B4EF5411D78E35DA">
    <w:name w:val="FA80E528AA014626B4EF5411D78E35DA"/>
    <w:rsid w:val="00095F5B"/>
  </w:style>
  <w:style w:type="paragraph" w:customStyle="1" w:styleId="0C096457AE2747ABBA8A94E1E2DE7688">
    <w:name w:val="0C096457AE2747ABBA8A94E1E2DE7688"/>
    <w:rsid w:val="00095F5B"/>
  </w:style>
  <w:style w:type="paragraph" w:customStyle="1" w:styleId="B1D7DB3C9B2143859A0A07E261E7C67A">
    <w:name w:val="B1D7DB3C9B2143859A0A07E261E7C67A"/>
    <w:rsid w:val="00095F5B"/>
  </w:style>
  <w:style w:type="paragraph" w:customStyle="1" w:styleId="0430ABCA1C9D43E3B601F0683DE84D1E">
    <w:name w:val="0430ABCA1C9D43E3B601F0683DE84D1E"/>
    <w:rsid w:val="00095F5B"/>
  </w:style>
  <w:style w:type="paragraph" w:customStyle="1" w:styleId="D7AECA77469D47069C345BBD6CA8D030">
    <w:name w:val="D7AECA77469D47069C345BBD6CA8D030"/>
    <w:rsid w:val="00095F5B"/>
  </w:style>
  <w:style w:type="paragraph" w:customStyle="1" w:styleId="46B63917EEE54BC7BB4C5B0370024143">
    <w:name w:val="46B63917EEE54BC7BB4C5B0370024143"/>
    <w:rsid w:val="00095F5B"/>
  </w:style>
  <w:style w:type="paragraph" w:customStyle="1" w:styleId="6768B46563E4488BAF91D62CCC1E7731">
    <w:name w:val="6768B46563E4488BAF91D62CCC1E7731"/>
    <w:rsid w:val="00095F5B"/>
  </w:style>
  <w:style w:type="paragraph" w:customStyle="1" w:styleId="F126870E7D26481D80F752BB3E5DC7F9">
    <w:name w:val="F126870E7D26481D80F752BB3E5DC7F9"/>
    <w:rsid w:val="00095F5B"/>
  </w:style>
  <w:style w:type="paragraph" w:customStyle="1" w:styleId="9C03692F2A8044F5828E4173832E3E1E">
    <w:name w:val="9C03692F2A8044F5828E4173832E3E1E"/>
    <w:rsid w:val="00095F5B"/>
  </w:style>
  <w:style w:type="paragraph" w:customStyle="1" w:styleId="0CAA0B7B02224B46A7DAA98922831342">
    <w:name w:val="0CAA0B7B02224B46A7DAA98922831342"/>
    <w:rsid w:val="00095F5B"/>
  </w:style>
  <w:style w:type="paragraph" w:customStyle="1" w:styleId="451E1E88F3294100843F484766964227">
    <w:name w:val="451E1E88F3294100843F484766964227"/>
    <w:rsid w:val="00095F5B"/>
  </w:style>
  <w:style w:type="paragraph" w:customStyle="1" w:styleId="1C1A5DD8D850494BB6C8C141501EF0B9">
    <w:name w:val="1C1A5DD8D850494BB6C8C141501EF0B9"/>
    <w:rsid w:val="00095F5B"/>
  </w:style>
  <w:style w:type="paragraph" w:customStyle="1" w:styleId="B095DE202053456892A58CBC60DB5AF1">
    <w:name w:val="B095DE202053456892A58CBC60DB5AF1"/>
    <w:rsid w:val="00095F5B"/>
  </w:style>
  <w:style w:type="paragraph" w:customStyle="1" w:styleId="9CBE012224354BACB484E8A9D70F86E7">
    <w:name w:val="9CBE012224354BACB484E8A9D70F86E7"/>
    <w:rsid w:val="00095F5B"/>
  </w:style>
  <w:style w:type="paragraph" w:customStyle="1" w:styleId="87367AA4D66E49C0A754013AE5BAE4AB">
    <w:name w:val="87367AA4D66E49C0A754013AE5BAE4AB"/>
    <w:rsid w:val="00095F5B"/>
  </w:style>
  <w:style w:type="paragraph" w:customStyle="1" w:styleId="BC1D0E92034A4E2F85131A19B4A1FF84">
    <w:name w:val="BC1D0E92034A4E2F85131A19B4A1FF84"/>
    <w:rsid w:val="00095F5B"/>
  </w:style>
  <w:style w:type="paragraph" w:customStyle="1" w:styleId="2B8E1D0208CF4B308C13362F78C64175">
    <w:name w:val="2B8E1D0208CF4B308C13362F78C64175"/>
    <w:rsid w:val="00095F5B"/>
  </w:style>
  <w:style w:type="paragraph" w:customStyle="1" w:styleId="6DBC675D98EA40A7874C84FCE59F70A1">
    <w:name w:val="6DBC675D98EA40A7874C84FCE59F70A1"/>
    <w:rsid w:val="00095F5B"/>
  </w:style>
  <w:style w:type="paragraph" w:customStyle="1" w:styleId="F96793494DB2444A924DB1E10D5B0D4F">
    <w:name w:val="F96793494DB2444A924DB1E10D5B0D4F"/>
    <w:rsid w:val="00095F5B"/>
  </w:style>
  <w:style w:type="paragraph" w:customStyle="1" w:styleId="3D5B371DAE8B4B0999664EAF2FE2B979">
    <w:name w:val="3D5B371DAE8B4B0999664EAF2FE2B979"/>
    <w:rsid w:val="00095F5B"/>
  </w:style>
  <w:style w:type="paragraph" w:customStyle="1" w:styleId="DF35866E37824423A2B873D1A8094AE5">
    <w:name w:val="DF35866E37824423A2B873D1A8094AE5"/>
    <w:rsid w:val="00095F5B"/>
  </w:style>
  <w:style w:type="paragraph" w:customStyle="1" w:styleId="8D532322391249838EA20F56B6C90BAE">
    <w:name w:val="8D532322391249838EA20F56B6C90BAE"/>
    <w:rsid w:val="00095F5B"/>
  </w:style>
  <w:style w:type="paragraph" w:customStyle="1" w:styleId="079D35EC232749A1B7C032FC87850598">
    <w:name w:val="079D35EC232749A1B7C032FC87850598"/>
    <w:rsid w:val="00095F5B"/>
  </w:style>
  <w:style w:type="paragraph" w:customStyle="1" w:styleId="DD8FC92213D24A59B2CFFCA1F5E18887">
    <w:name w:val="DD8FC92213D24A59B2CFFCA1F5E18887"/>
    <w:rsid w:val="00095F5B"/>
  </w:style>
  <w:style w:type="paragraph" w:customStyle="1" w:styleId="1FBE6EDF29D8466E8A0C66A89172AA24">
    <w:name w:val="1FBE6EDF29D8466E8A0C66A89172AA24"/>
    <w:rsid w:val="00095F5B"/>
  </w:style>
  <w:style w:type="paragraph" w:customStyle="1" w:styleId="23A3EA93DD5444C2966EB2F2021B3915">
    <w:name w:val="23A3EA93DD5444C2966EB2F2021B3915"/>
    <w:rsid w:val="00095F5B"/>
  </w:style>
  <w:style w:type="paragraph" w:customStyle="1" w:styleId="8B7D5837E6FD45FAA837D7FC3E2027E5">
    <w:name w:val="8B7D5837E6FD45FAA837D7FC3E2027E5"/>
    <w:rsid w:val="00095F5B"/>
  </w:style>
  <w:style w:type="paragraph" w:customStyle="1" w:styleId="0B1BCCD2903D4510B2E3F57D8A9D2FF4">
    <w:name w:val="0B1BCCD2903D4510B2E3F57D8A9D2FF4"/>
    <w:rsid w:val="00095F5B"/>
  </w:style>
  <w:style w:type="paragraph" w:customStyle="1" w:styleId="A6A276ADA0A841F88E2A255F9B723F30">
    <w:name w:val="A6A276ADA0A841F88E2A255F9B723F30"/>
    <w:rsid w:val="00095F5B"/>
  </w:style>
  <w:style w:type="paragraph" w:customStyle="1" w:styleId="6C2F720089384863A3E9F522705970AB">
    <w:name w:val="6C2F720089384863A3E9F522705970AB"/>
    <w:rsid w:val="00095F5B"/>
  </w:style>
  <w:style w:type="paragraph" w:customStyle="1" w:styleId="9F3CE84475B74477891EA14BC0CB3FB5">
    <w:name w:val="9F3CE84475B74477891EA14BC0CB3FB5"/>
    <w:rsid w:val="00095F5B"/>
  </w:style>
  <w:style w:type="paragraph" w:customStyle="1" w:styleId="CF265EF3819E4266AA99A806F7227551">
    <w:name w:val="CF265EF3819E4266AA99A806F7227551"/>
    <w:rsid w:val="00095F5B"/>
  </w:style>
  <w:style w:type="paragraph" w:customStyle="1" w:styleId="93E626B69A554D8D918C008F65CEAB14">
    <w:name w:val="93E626B69A554D8D918C008F65CEAB14"/>
    <w:rsid w:val="00095F5B"/>
  </w:style>
  <w:style w:type="paragraph" w:customStyle="1" w:styleId="34817BF35F974018BCB7716B407FAD74">
    <w:name w:val="34817BF35F974018BCB7716B407FAD74"/>
    <w:rsid w:val="00095F5B"/>
  </w:style>
  <w:style w:type="paragraph" w:customStyle="1" w:styleId="69277EF95BED4DD28605E1601FD4C68E">
    <w:name w:val="69277EF95BED4DD28605E1601FD4C68E"/>
    <w:rsid w:val="00095F5B"/>
  </w:style>
  <w:style w:type="paragraph" w:customStyle="1" w:styleId="B5B2FEDD530C450AA8996D5F53ED0F62">
    <w:name w:val="B5B2FEDD530C450AA8996D5F53ED0F62"/>
    <w:rsid w:val="00095F5B"/>
  </w:style>
  <w:style w:type="paragraph" w:customStyle="1" w:styleId="243208BCFE8748C3931E3F80487883CE">
    <w:name w:val="243208BCFE8748C3931E3F80487883CE"/>
    <w:rsid w:val="00095F5B"/>
  </w:style>
  <w:style w:type="paragraph" w:customStyle="1" w:styleId="3050866EC3454323B6EEEEDDB04C07C3">
    <w:name w:val="3050866EC3454323B6EEEEDDB04C07C3"/>
    <w:rsid w:val="00095F5B"/>
  </w:style>
  <w:style w:type="paragraph" w:customStyle="1" w:styleId="217F48A0A2574EAA9BEA5CC503B6DFFF">
    <w:name w:val="217F48A0A2574EAA9BEA5CC503B6DFFF"/>
    <w:rsid w:val="00095F5B"/>
  </w:style>
  <w:style w:type="paragraph" w:customStyle="1" w:styleId="2EAF98F649A7470D8C67A45BEABAA9F6">
    <w:name w:val="2EAF98F649A7470D8C67A45BEABAA9F6"/>
    <w:rsid w:val="00095F5B"/>
  </w:style>
  <w:style w:type="paragraph" w:customStyle="1" w:styleId="4DB00E01ADDB424798FE6706C11FBE51">
    <w:name w:val="4DB00E01ADDB424798FE6706C11FBE51"/>
    <w:rsid w:val="00095F5B"/>
  </w:style>
  <w:style w:type="paragraph" w:customStyle="1" w:styleId="CECD5A8266E646C4BF2D4E3D2AB55C51">
    <w:name w:val="CECD5A8266E646C4BF2D4E3D2AB55C51"/>
    <w:rsid w:val="00095F5B"/>
  </w:style>
  <w:style w:type="paragraph" w:customStyle="1" w:styleId="65AB22CEB1F6441E8A14F30B5D310D6B">
    <w:name w:val="65AB22CEB1F6441E8A14F30B5D310D6B"/>
    <w:rsid w:val="00095F5B"/>
  </w:style>
  <w:style w:type="paragraph" w:customStyle="1" w:styleId="FABF7AD4712B46A190FB4BD3C4A4A19D">
    <w:name w:val="FABF7AD4712B46A190FB4BD3C4A4A19D"/>
    <w:rsid w:val="00095F5B"/>
  </w:style>
  <w:style w:type="paragraph" w:customStyle="1" w:styleId="FA4BC8B6EA3149E8A239CF8B68951623">
    <w:name w:val="FA4BC8B6EA3149E8A239CF8B68951623"/>
    <w:rsid w:val="00095F5B"/>
  </w:style>
  <w:style w:type="paragraph" w:customStyle="1" w:styleId="43EB77C0BE9D4B4194921AE27BEC7E28">
    <w:name w:val="43EB77C0BE9D4B4194921AE27BEC7E28"/>
    <w:rsid w:val="00095F5B"/>
  </w:style>
  <w:style w:type="paragraph" w:customStyle="1" w:styleId="E62A1FE2CC3E41779742B6CCF60AA025">
    <w:name w:val="E62A1FE2CC3E41779742B6CCF60AA025"/>
    <w:rsid w:val="00095F5B"/>
  </w:style>
  <w:style w:type="paragraph" w:customStyle="1" w:styleId="097959A3B0DC43459E3E87BDCBD92F19">
    <w:name w:val="097959A3B0DC43459E3E87BDCBD92F19"/>
    <w:rsid w:val="00095F5B"/>
  </w:style>
  <w:style w:type="paragraph" w:customStyle="1" w:styleId="D5234C42FDC14B68A4327FC56A186EF8">
    <w:name w:val="D5234C42FDC14B68A4327FC56A186EF8"/>
    <w:rsid w:val="00095F5B"/>
  </w:style>
  <w:style w:type="paragraph" w:customStyle="1" w:styleId="2F46570EFB2548C8A8BBFBF760C10CDD">
    <w:name w:val="2F46570EFB2548C8A8BBFBF760C10CDD"/>
    <w:rsid w:val="00095F5B"/>
  </w:style>
  <w:style w:type="paragraph" w:customStyle="1" w:styleId="84AD524FC1314CC1843BC7DD4C99C67B">
    <w:name w:val="84AD524FC1314CC1843BC7DD4C99C67B"/>
    <w:rsid w:val="00095F5B"/>
  </w:style>
  <w:style w:type="paragraph" w:customStyle="1" w:styleId="FFA6088E21154711A1B17F6E2D0062A3">
    <w:name w:val="FFA6088E21154711A1B17F6E2D0062A3"/>
    <w:rsid w:val="00095F5B"/>
  </w:style>
  <w:style w:type="paragraph" w:customStyle="1" w:styleId="0CCAC540F9F94ECA9DFECD8AE13C89DA">
    <w:name w:val="0CCAC540F9F94ECA9DFECD8AE13C89DA"/>
    <w:rsid w:val="00095F5B"/>
  </w:style>
  <w:style w:type="paragraph" w:customStyle="1" w:styleId="54EA45E5459342BBAD3BCCB23C1560F2">
    <w:name w:val="54EA45E5459342BBAD3BCCB23C1560F2"/>
    <w:rsid w:val="00095F5B"/>
  </w:style>
  <w:style w:type="paragraph" w:customStyle="1" w:styleId="326486D9936F43BBAA807778D44AF1D3">
    <w:name w:val="326486D9936F43BBAA807778D44AF1D3"/>
    <w:rsid w:val="00095F5B"/>
  </w:style>
  <w:style w:type="paragraph" w:customStyle="1" w:styleId="F938D6F7AD5F4630AB3227D471ADD063">
    <w:name w:val="F938D6F7AD5F4630AB3227D471ADD063"/>
    <w:rsid w:val="00095F5B"/>
  </w:style>
  <w:style w:type="paragraph" w:customStyle="1" w:styleId="3AE2DCF864614ACFBF3C3036A6DAD9D3">
    <w:name w:val="3AE2DCF864614ACFBF3C3036A6DAD9D3"/>
    <w:rsid w:val="00095F5B"/>
  </w:style>
  <w:style w:type="paragraph" w:customStyle="1" w:styleId="4B3D7129A789415F931DA38BC48267A8">
    <w:name w:val="4B3D7129A789415F931DA38BC48267A8"/>
    <w:rsid w:val="00095F5B"/>
  </w:style>
  <w:style w:type="paragraph" w:customStyle="1" w:styleId="2F7CEE447A834F45A3AE220A49719D6E">
    <w:name w:val="2F7CEE447A834F45A3AE220A49719D6E"/>
    <w:rsid w:val="00095F5B"/>
  </w:style>
  <w:style w:type="paragraph" w:customStyle="1" w:styleId="1C17E1D99686422C8F30E62E4E2CF81A">
    <w:name w:val="1C17E1D99686422C8F30E62E4E2CF81A"/>
    <w:rsid w:val="00095F5B"/>
  </w:style>
  <w:style w:type="paragraph" w:customStyle="1" w:styleId="559EA7A0DA43431A975DBCE2164F2B82">
    <w:name w:val="559EA7A0DA43431A975DBCE2164F2B82"/>
    <w:rsid w:val="00095F5B"/>
  </w:style>
  <w:style w:type="paragraph" w:customStyle="1" w:styleId="2FC4A17B2AD045D38B5EE9CF82C2F05C">
    <w:name w:val="2FC4A17B2AD045D38B5EE9CF82C2F05C"/>
    <w:rsid w:val="00095F5B"/>
  </w:style>
  <w:style w:type="paragraph" w:customStyle="1" w:styleId="1D6BF25BF108471BA91333DB40DF779E">
    <w:name w:val="1D6BF25BF108471BA91333DB40DF779E"/>
    <w:rsid w:val="00095F5B"/>
  </w:style>
  <w:style w:type="paragraph" w:customStyle="1" w:styleId="E6F7850D7D3B4A719523B19D0EB10408">
    <w:name w:val="E6F7850D7D3B4A719523B19D0EB10408"/>
    <w:rsid w:val="00095F5B"/>
  </w:style>
  <w:style w:type="paragraph" w:customStyle="1" w:styleId="B6012FE3BC184705BC8AEF7880E7AD45">
    <w:name w:val="B6012FE3BC184705BC8AEF7880E7AD45"/>
    <w:rsid w:val="00095F5B"/>
  </w:style>
  <w:style w:type="paragraph" w:customStyle="1" w:styleId="865DC9BF53B640C2903838DC16F648E3">
    <w:name w:val="865DC9BF53B640C2903838DC16F648E3"/>
    <w:rsid w:val="00095F5B"/>
  </w:style>
  <w:style w:type="paragraph" w:customStyle="1" w:styleId="035B1AF388B14E42966CCC4B60D6E14F">
    <w:name w:val="035B1AF388B14E42966CCC4B60D6E14F"/>
    <w:rsid w:val="00095F5B"/>
  </w:style>
  <w:style w:type="paragraph" w:customStyle="1" w:styleId="5E6EFE31F347434DAC4A4D14EAABEED2">
    <w:name w:val="5E6EFE31F347434DAC4A4D14EAABEED2"/>
    <w:rsid w:val="00095F5B"/>
  </w:style>
  <w:style w:type="paragraph" w:customStyle="1" w:styleId="B2E2DCE74CA54DDF8AB5573A3F9B12DF">
    <w:name w:val="B2E2DCE74CA54DDF8AB5573A3F9B12DF"/>
    <w:rsid w:val="00C849EC"/>
  </w:style>
  <w:style w:type="paragraph" w:customStyle="1" w:styleId="DE2DDED6E7E84287998B8624DE1629B7">
    <w:name w:val="DE2DDED6E7E84287998B8624DE1629B7"/>
    <w:rsid w:val="00C849EC"/>
  </w:style>
  <w:style w:type="paragraph" w:customStyle="1" w:styleId="1BD4A7E42DDA44969BE71921F7519DC2">
    <w:name w:val="1BD4A7E42DDA44969BE71921F7519DC2"/>
    <w:rsid w:val="00C849EC"/>
  </w:style>
  <w:style w:type="paragraph" w:customStyle="1" w:styleId="70B9B1D1AAD2444AA35E72EE08A2FFA0">
    <w:name w:val="70B9B1D1AAD2444AA35E72EE08A2FFA0"/>
    <w:rsid w:val="00C849EC"/>
  </w:style>
  <w:style w:type="paragraph" w:customStyle="1" w:styleId="A0CDDD5830CD4885A83BAF89B6E1902F">
    <w:name w:val="A0CDDD5830CD4885A83BAF89B6E1902F"/>
    <w:rsid w:val="00C849EC"/>
  </w:style>
  <w:style w:type="paragraph" w:customStyle="1" w:styleId="B70EADAF144B460989D4B9988FE08D88">
    <w:name w:val="B70EADAF144B460989D4B9988FE08D88"/>
    <w:rsid w:val="00C849EC"/>
  </w:style>
  <w:style w:type="paragraph" w:customStyle="1" w:styleId="CDDFAAF0D8B44775B18F711D4977FA2F">
    <w:name w:val="CDDFAAF0D8B44775B18F711D4977FA2F"/>
    <w:rsid w:val="00C849EC"/>
  </w:style>
  <w:style w:type="paragraph" w:customStyle="1" w:styleId="0D49774CBAC14711984793584ACEB770">
    <w:name w:val="0D49774CBAC14711984793584ACEB770"/>
    <w:rsid w:val="00C849EC"/>
  </w:style>
  <w:style w:type="paragraph" w:customStyle="1" w:styleId="546FFB9E0F0D41ABB7A298270154391C">
    <w:name w:val="546FFB9E0F0D41ABB7A298270154391C"/>
    <w:rsid w:val="00C849EC"/>
  </w:style>
  <w:style w:type="paragraph" w:customStyle="1" w:styleId="26A52421740F4FF8A291BF66A00673DE">
    <w:name w:val="26A52421740F4FF8A291BF66A00673DE"/>
    <w:rsid w:val="00C849EC"/>
  </w:style>
  <w:style w:type="paragraph" w:customStyle="1" w:styleId="8BB883DA73F64B26AAAA93EC3D4E8C60">
    <w:name w:val="8BB883DA73F64B26AAAA93EC3D4E8C60"/>
    <w:rsid w:val="00C849EC"/>
  </w:style>
  <w:style w:type="paragraph" w:customStyle="1" w:styleId="32B728C95C2D4417815F8B597B3AF128">
    <w:name w:val="32B728C95C2D4417815F8B597B3AF128"/>
    <w:rsid w:val="00C849EC"/>
  </w:style>
  <w:style w:type="paragraph" w:customStyle="1" w:styleId="561A652915DF4BFAA2E075CA35A5D191">
    <w:name w:val="561A652915DF4BFAA2E075CA35A5D191"/>
    <w:rsid w:val="00C849EC"/>
  </w:style>
  <w:style w:type="paragraph" w:customStyle="1" w:styleId="38988CA4BBB4449FAE98E308B0823D7C">
    <w:name w:val="38988CA4BBB4449FAE98E308B0823D7C"/>
    <w:rsid w:val="00C849EC"/>
  </w:style>
  <w:style w:type="paragraph" w:customStyle="1" w:styleId="06DCCFAC5CEC43EBA8827C46AFC2E2CF">
    <w:name w:val="06DCCFAC5CEC43EBA8827C46AFC2E2CF"/>
    <w:rsid w:val="00C849EC"/>
  </w:style>
  <w:style w:type="paragraph" w:customStyle="1" w:styleId="92B06B0881194DDBA21F47A727739001">
    <w:name w:val="92B06B0881194DDBA21F47A727739001"/>
    <w:rsid w:val="00C849EC"/>
  </w:style>
  <w:style w:type="paragraph" w:customStyle="1" w:styleId="86078AFA00E3491B95505C14C8C085C6">
    <w:name w:val="86078AFA00E3491B95505C14C8C085C6"/>
    <w:rsid w:val="00C849EC"/>
  </w:style>
  <w:style w:type="paragraph" w:customStyle="1" w:styleId="99804B296AB84255A5F09F49528409C7">
    <w:name w:val="99804B296AB84255A5F09F49528409C7"/>
    <w:rsid w:val="00C849EC"/>
  </w:style>
  <w:style w:type="paragraph" w:customStyle="1" w:styleId="856A147F581D46F7BEEF3CF735206A53">
    <w:name w:val="856A147F581D46F7BEEF3CF735206A53"/>
    <w:rsid w:val="00C849EC"/>
  </w:style>
  <w:style w:type="paragraph" w:customStyle="1" w:styleId="CF0E12B9472A4458AFBED0C699C370B9">
    <w:name w:val="CF0E12B9472A4458AFBED0C699C370B9"/>
    <w:rsid w:val="00C849EC"/>
  </w:style>
  <w:style w:type="paragraph" w:customStyle="1" w:styleId="A97F755AA80545B4A8F661404AF12533">
    <w:name w:val="A97F755AA80545B4A8F661404AF12533"/>
    <w:rsid w:val="00C849EC"/>
  </w:style>
  <w:style w:type="paragraph" w:customStyle="1" w:styleId="E438C2916902480C9117EB7F9B57749B">
    <w:name w:val="E438C2916902480C9117EB7F9B57749B"/>
    <w:rsid w:val="00C849EC"/>
  </w:style>
  <w:style w:type="paragraph" w:customStyle="1" w:styleId="559FB02EAE704EF6956A261A850E5B68">
    <w:name w:val="559FB02EAE704EF6956A261A850E5B68"/>
    <w:rsid w:val="00C849EC"/>
  </w:style>
  <w:style w:type="paragraph" w:customStyle="1" w:styleId="A758CE2CC1434ABF93C772506783B2C4">
    <w:name w:val="A758CE2CC1434ABF93C772506783B2C4"/>
    <w:rsid w:val="00C849EC"/>
  </w:style>
  <w:style w:type="paragraph" w:customStyle="1" w:styleId="6759AAFFA9D34E78BB64B692E7081630">
    <w:name w:val="6759AAFFA9D34E78BB64B692E7081630"/>
    <w:rsid w:val="00C849EC"/>
  </w:style>
  <w:style w:type="paragraph" w:customStyle="1" w:styleId="D0733CDE85584267977DCF92EAC53B0E">
    <w:name w:val="D0733CDE85584267977DCF92EAC53B0E"/>
    <w:rsid w:val="00C849EC"/>
  </w:style>
  <w:style w:type="paragraph" w:customStyle="1" w:styleId="BA103F79BC134895B5D162D1BB5CC02C">
    <w:name w:val="BA103F79BC134895B5D162D1BB5CC02C"/>
    <w:rsid w:val="00C849EC"/>
  </w:style>
  <w:style w:type="paragraph" w:customStyle="1" w:styleId="03759F15443B487F97919A26EB26FE5E">
    <w:name w:val="03759F15443B487F97919A26EB26FE5E"/>
    <w:rsid w:val="00C849EC"/>
  </w:style>
  <w:style w:type="paragraph" w:customStyle="1" w:styleId="E3AB0E7A748141588942BDF7935E9392">
    <w:name w:val="E3AB0E7A748141588942BDF7935E9392"/>
    <w:rsid w:val="00C849EC"/>
  </w:style>
  <w:style w:type="paragraph" w:customStyle="1" w:styleId="525E42A7C6F9481BBE55FA69A247D0BD">
    <w:name w:val="525E42A7C6F9481BBE55FA69A247D0BD"/>
    <w:rsid w:val="00C849EC"/>
  </w:style>
  <w:style w:type="paragraph" w:customStyle="1" w:styleId="487BF49B00B7482D98E0DD7F2CD2F2B8">
    <w:name w:val="487BF49B00B7482D98E0DD7F2CD2F2B8"/>
    <w:rsid w:val="00C849EC"/>
  </w:style>
  <w:style w:type="paragraph" w:customStyle="1" w:styleId="CD7978200C9A44DDA7BF667FF521465F">
    <w:name w:val="CD7978200C9A44DDA7BF667FF521465F"/>
    <w:rsid w:val="00C849EC"/>
  </w:style>
  <w:style w:type="paragraph" w:customStyle="1" w:styleId="DB276F6146BC4B369B8241601E1AAFF3">
    <w:name w:val="DB276F6146BC4B369B8241601E1AAFF3"/>
    <w:rsid w:val="00C849EC"/>
  </w:style>
  <w:style w:type="paragraph" w:customStyle="1" w:styleId="8DDF330C82474FEDA04E27112E936927">
    <w:name w:val="8DDF330C82474FEDA04E27112E936927"/>
    <w:rsid w:val="00C849EC"/>
  </w:style>
  <w:style w:type="paragraph" w:customStyle="1" w:styleId="178730066E794399845157597B8585F9">
    <w:name w:val="178730066E794399845157597B8585F9"/>
    <w:rsid w:val="00C849EC"/>
  </w:style>
  <w:style w:type="paragraph" w:customStyle="1" w:styleId="B5389E9634114BC3AEC5B2C9AC35D48B">
    <w:name w:val="B5389E9634114BC3AEC5B2C9AC35D48B"/>
    <w:rsid w:val="00C849EC"/>
  </w:style>
  <w:style w:type="paragraph" w:customStyle="1" w:styleId="FF26A3139EAD452C9AAFC82439E5556D">
    <w:name w:val="FF26A3139EAD452C9AAFC82439E5556D"/>
    <w:rsid w:val="00C849EC"/>
  </w:style>
  <w:style w:type="paragraph" w:customStyle="1" w:styleId="87FEC2B540A1487480EA6C308850EF7A">
    <w:name w:val="87FEC2B540A1487480EA6C308850EF7A"/>
    <w:rsid w:val="00C849EC"/>
  </w:style>
  <w:style w:type="paragraph" w:customStyle="1" w:styleId="0E59D801A7F441F7B4D7596863EF6A6B">
    <w:name w:val="0E59D801A7F441F7B4D7596863EF6A6B"/>
    <w:rsid w:val="00C849EC"/>
  </w:style>
  <w:style w:type="paragraph" w:customStyle="1" w:styleId="7267DE6C8871423192727FDD5A75CC50">
    <w:name w:val="7267DE6C8871423192727FDD5A75CC50"/>
    <w:rsid w:val="00C849EC"/>
  </w:style>
  <w:style w:type="paragraph" w:customStyle="1" w:styleId="4EF6AB9829734E2D8A0C94BE0D783BAE">
    <w:name w:val="4EF6AB9829734E2D8A0C94BE0D783BAE"/>
    <w:rsid w:val="00C849EC"/>
  </w:style>
  <w:style w:type="paragraph" w:customStyle="1" w:styleId="F6AECF75758D45FC82C223AE23ADCA7F">
    <w:name w:val="F6AECF75758D45FC82C223AE23ADCA7F"/>
    <w:rsid w:val="00C849EC"/>
  </w:style>
  <w:style w:type="paragraph" w:customStyle="1" w:styleId="6ED4E68691CA4415B57DC96567784F34">
    <w:name w:val="6ED4E68691CA4415B57DC96567784F34"/>
    <w:rsid w:val="00C849EC"/>
  </w:style>
  <w:style w:type="paragraph" w:customStyle="1" w:styleId="ACAF0B1A86B64F7C93CBC91512871823">
    <w:name w:val="ACAF0B1A86B64F7C93CBC91512871823"/>
    <w:rsid w:val="00C849EC"/>
  </w:style>
  <w:style w:type="paragraph" w:customStyle="1" w:styleId="4C9D1A4BED5144B49F7DAFE660C08AB8">
    <w:name w:val="4C9D1A4BED5144B49F7DAFE660C08AB8"/>
    <w:rsid w:val="00C849EC"/>
  </w:style>
  <w:style w:type="paragraph" w:customStyle="1" w:styleId="7B08E732A2BC4FEF826B54D552F0D719">
    <w:name w:val="7B08E732A2BC4FEF826B54D552F0D719"/>
    <w:rsid w:val="00C849EC"/>
  </w:style>
  <w:style w:type="paragraph" w:customStyle="1" w:styleId="2AE32CEB40464264B893B19F70DDFD15">
    <w:name w:val="2AE32CEB40464264B893B19F70DDFD15"/>
    <w:rsid w:val="00C849EC"/>
  </w:style>
  <w:style w:type="paragraph" w:customStyle="1" w:styleId="7987D11E97F74546898C0E45BA713B43">
    <w:name w:val="7987D11E97F74546898C0E45BA713B43"/>
    <w:rsid w:val="00C849EC"/>
  </w:style>
  <w:style w:type="paragraph" w:customStyle="1" w:styleId="7EC15298C65148E096F58707B0487FA1">
    <w:name w:val="7EC15298C65148E096F58707B0487FA1"/>
    <w:rsid w:val="00C849EC"/>
  </w:style>
  <w:style w:type="paragraph" w:customStyle="1" w:styleId="D855C5CB70C44AA2A724495BB3B2D3D7">
    <w:name w:val="D855C5CB70C44AA2A724495BB3B2D3D7"/>
    <w:rsid w:val="00C849EC"/>
  </w:style>
  <w:style w:type="paragraph" w:customStyle="1" w:styleId="EDB8558B42F241BE880BC8E3C530B511">
    <w:name w:val="EDB8558B42F241BE880BC8E3C530B511"/>
    <w:rsid w:val="00C849EC"/>
  </w:style>
  <w:style w:type="paragraph" w:customStyle="1" w:styleId="8F961FD65BD3452EA1FB7BD9C41CED72">
    <w:name w:val="8F961FD65BD3452EA1FB7BD9C41CED72"/>
    <w:rsid w:val="00C849EC"/>
  </w:style>
  <w:style w:type="paragraph" w:customStyle="1" w:styleId="FB8C0AC7ECE54503A12DF6423BB0A3BE">
    <w:name w:val="FB8C0AC7ECE54503A12DF6423BB0A3BE"/>
    <w:rsid w:val="00C849EC"/>
  </w:style>
  <w:style w:type="paragraph" w:customStyle="1" w:styleId="59B51C79F4A84672AFF9F6104983D6FA">
    <w:name w:val="59B51C79F4A84672AFF9F6104983D6FA"/>
    <w:rsid w:val="00C849EC"/>
  </w:style>
  <w:style w:type="paragraph" w:customStyle="1" w:styleId="E4F0E9D971774488A3DC98E41792E022">
    <w:name w:val="E4F0E9D971774488A3DC98E41792E022"/>
    <w:rsid w:val="00C849EC"/>
  </w:style>
  <w:style w:type="paragraph" w:customStyle="1" w:styleId="3A02C034F88D4A4CBD07CE5B8FEE24E9">
    <w:name w:val="3A02C034F88D4A4CBD07CE5B8FEE24E9"/>
    <w:rsid w:val="00C849EC"/>
  </w:style>
  <w:style w:type="paragraph" w:customStyle="1" w:styleId="99DA2CF86EEA40888398B1ED70B1C6F1">
    <w:name w:val="99DA2CF86EEA40888398B1ED70B1C6F1"/>
    <w:rsid w:val="00C849EC"/>
  </w:style>
  <w:style w:type="paragraph" w:customStyle="1" w:styleId="D01A79E61C3F4CD88B04698C1A7F41A0">
    <w:name w:val="D01A79E61C3F4CD88B04698C1A7F41A0"/>
    <w:rsid w:val="00C849EC"/>
  </w:style>
  <w:style w:type="paragraph" w:customStyle="1" w:styleId="63A8775BEF39494AAA579499D41701EB">
    <w:name w:val="63A8775BEF39494AAA579499D41701EB"/>
    <w:rsid w:val="00C849EC"/>
  </w:style>
  <w:style w:type="paragraph" w:customStyle="1" w:styleId="F18D20AEF6FC4B33BAB4DAF4BADB0C1A">
    <w:name w:val="F18D20AEF6FC4B33BAB4DAF4BADB0C1A"/>
    <w:rsid w:val="00C849EC"/>
  </w:style>
  <w:style w:type="paragraph" w:customStyle="1" w:styleId="65B7BC3D606B4AF7B527B2AD291B6B4D">
    <w:name w:val="65B7BC3D606B4AF7B527B2AD291B6B4D"/>
    <w:rsid w:val="00C849EC"/>
  </w:style>
  <w:style w:type="paragraph" w:customStyle="1" w:styleId="4E9BC4E1FF9349ED822F27E1889523B8">
    <w:name w:val="4E9BC4E1FF9349ED822F27E1889523B8"/>
    <w:rsid w:val="00C849EC"/>
  </w:style>
  <w:style w:type="paragraph" w:customStyle="1" w:styleId="EFEDA760CACF4906AA5260CF9E9823CA">
    <w:name w:val="EFEDA760CACF4906AA5260CF9E9823CA"/>
    <w:rsid w:val="00C849EC"/>
  </w:style>
  <w:style w:type="paragraph" w:customStyle="1" w:styleId="142E1265F4414622B8AFFED27DBD9800">
    <w:name w:val="142E1265F4414622B8AFFED27DBD9800"/>
    <w:rsid w:val="00C849EC"/>
  </w:style>
  <w:style w:type="paragraph" w:customStyle="1" w:styleId="0E8B6E3BE8914EAD983D238B3623CB3D">
    <w:name w:val="0E8B6E3BE8914EAD983D238B3623CB3D"/>
    <w:rsid w:val="00C849EC"/>
  </w:style>
  <w:style w:type="paragraph" w:customStyle="1" w:styleId="21F780BA953E48EA836C3715A9F4FE47">
    <w:name w:val="21F780BA953E48EA836C3715A9F4FE47"/>
    <w:rsid w:val="00C849EC"/>
  </w:style>
  <w:style w:type="paragraph" w:customStyle="1" w:styleId="96F03B1CAEA0404B8FF16FD7212EBF5F">
    <w:name w:val="96F03B1CAEA0404B8FF16FD7212EBF5F"/>
    <w:rsid w:val="00C849EC"/>
  </w:style>
  <w:style w:type="paragraph" w:customStyle="1" w:styleId="F25D85A01042450CA07F4B80B4D1EE8E">
    <w:name w:val="F25D85A01042450CA07F4B80B4D1EE8E"/>
    <w:rsid w:val="00C849EC"/>
  </w:style>
  <w:style w:type="paragraph" w:customStyle="1" w:styleId="277C02C270AE48A89DD394F59A62F812">
    <w:name w:val="277C02C270AE48A89DD394F59A62F812"/>
    <w:rsid w:val="00C849EC"/>
  </w:style>
  <w:style w:type="paragraph" w:customStyle="1" w:styleId="22DE8E1229814C4998CECDFB6E4AF2C7">
    <w:name w:val="22DE8E1229814C4998CECDFB6E4AF2C7"/>
    <w:rsid w:val="00C849EC"/>
  </w:style>
  <w:style w:type="paragraph" w:customStyle="1" w:styleId="8C8A9DB6D50C4CD58084E6036A8FF3E3">
    <w:name w:val="8C8A9DB6D50C4CD58084E6036A8FF3E3"/>
    <w:rsid w:val="00C849EC"/>
  </w:style>
  <w:style w:type="paragraph" w:customStyle="1" w:styleId="F4DC49C9510E47FD840EC97CC77143DF">
    <w:name w:val="F4DC49C9510E47FD840EC97CC77143DF"/>
    <w:rsid w:val="00C849EC"/>
  </w:style>
  <w:style w:type="paragraph" w:customStyle="1" w:styleId="EC5A4D6BC3004396824D0B1B02E19E42">
    <w:name w:val="EC5A4D6BC3004396824D0B1B02E19E42"/>
    <w:rsid w:val="00C849EC"/>
  </w:style>
  <w:style w:type="paragraph" w:customStyle="1" w:styleId="DFAC2929F3094B5899C4842230D241A6">
    <w:name w:val="DFAC2929F3094B5899C4842230D241A6"/>
    <w:rsid w:val="00C849EC"/>
  </w:style>
  <w:style w:type="paragraph" w:customStyle="1" w:styleId="7D6C77818A2849F588AC701D681F6469">
    <w:name w:val="7D6C77818A2849F588AC701D681F6469"/>
    <w:rsid w:val="00C849EC"/>
  </w:style>
  <w:style w:type="paragraph" w:customStyle="1" w:styleId="F9FEAF2314C74DB6BE7D95A4701ACB00">
    <w:name w:val="F9FEAF2314C74DB6BE7D95A4701ACB00"/>
    <w:rsid w:val="00C849EC"/>
  </w:style>
  <w:style w:type="paragraph" w:customStyle="1" w:styleId="0F3F94C960324326BD558975DA446970">
    <w:name w:val="0F3F94C960324326BD558975DA446970"/>
    <w:rsid w:val="00C849EC"/>
  </w:style>
  <w:style w:type="paragraph" w:customStyle="1" w:styleId="BAB8B45E8D7A4CF9BF57598F3D70D01B">
    <w:name w:val="BAB8B45E8D7A4CF9BF57598F3D70D01B"/>
    <w:rsid w:val="00C849EC"/>
  </w:style>
  <w:style w:type="paragraph" w:customStyle="1" w:styleId="8C0A2954C8524E14A6E30DB871F7B90E">
    <w:name w:val="8C0A2954C8524E14A6E30DB871F7B90E"/>
    <w:rsid w:val="00C849EC"/>
  </w:style>
  <w:style w:type="paragraph" w:customStyle="1" w:styleId="925D5DF72F3841678B47135BDD3D8387">
    <w:name w:val="925D5DF72F3841678B47135BDD3D8387"/>
    <w:rsid w:val="00C849EC"/>
  </w:style>
  <w:style w:type="paragraph" w:customStyle="1" w:styleId="AE0DF97EA4C34F68AFBCA32FD7D94C7A">
    <w:name w:val="AE0DF97EA4C34F68AFBCA32FD7D94C7A"/>
    <w:rsid w:val="00C849EC"/>
  </w:style>
  <w:style w:type="paragraph" w:customStyle="1" w:styleId="EFFBEBF6BE514DD1A248694F3C011B90">
    <w:name w:val="EFFBEBF6BE514DD1A248694F3C011B90"/>
    <w:rsid w:val="00C849EC"/>
  </w:style>
  <w:style w:type="paragraph" w:customStyle="1" w:styleId="256A1DEBD7554F61BD2B7E219BB994F6">
    <w:name w:val="256A1DEBD7554F61BD2B7E219BB994F6"/>
    <w:rsid w:val="00C849EC"/>
  </w:style>
  <w:style w:type="paragraph" w:customStyle="1" w:styleId="7C60F79423DC4C6D8779D9E87FE75311">
    <w:name w:val="7C60F79423DC4C6D8779D9E87FE75311"/>
    <w:rsid w:val="00C849EC"/>
  </w:style>
  <w:style w:type="paragraph" w:customStyle="1" w:styleId="D7A134E842BD4DFAB2C3F87FA914E74A">
    <w:name w:val="D7A134E842BD4DFAB2C3F87FA914E74A"/>
    <w:rsid w:val="00C849EC"/>
  </w:style>
  <w:style w:type="paragraph" w:customStyle="1" w:styleId="ED1641AACAC34188990F99C53C8A04C0">
    <w:name w:val="ED1641AACAC34188990F99C53C8A04C0"/>
    <w:rsid w:val="00C849EC"/>
  </w:style>
  <w:style w:type="paragraph" w:customStyle="1" w:styleId="92AD2AB0029040949C961D9329835888">
    <w:name w:val="92AD2AB0029040949C961D9329835888"/>
    <w:rsid w:val="00C849EC"/>
  </w:style>
  <w:style w:type="paragraph" w:customStyle="1" w:styleId="7A1F77E2F4DB4AD8BD08884685E8BC5F">
    <w:name w:val="7A1F77E2F4DB4AD8BD08884685E8BC5F"/>
    <w:rsid w:val="00C849EC"/>
  </w:style>
  <w:style w:type="paragraph" w:customStyle="1" w:styleId="3ACF83988BF6461F907B67AD015948B3">
    <w:name w:val="3ACF83988BF6461F907B67AD015948B3"/>
    <w:rsid w:val="00C849EC"/>
  </w:style>
  <w:style w:type="paragraph" w:customStyle="1" w:styleId="A138EAB0656644608D900C1C48CF92E6">
    <w:name w:val="A138EAB0656644608D900C1C48CF92E6"/>
    <w:rsid w:val="00C849EC"/>
  </w:style>
  <w:style w:type="paragraph" w:customStyle="1" w:styleId="2DCC577FD0CA4BA99416130B1004BF1D">
    <w:name w:val="2DCC577FD0CA4BA99416130B1004BF1D"/>
    <w:rsid w:val="00C849EC"/>
  </w:style>
  <w:style w:type="paragraph" w:customStyle="1" w:styleId="7E7ABB2EF6E64B26BCEE1872A2C6D744">
    <w:name w:val="7E7ABB2EF6E64B26BCEE1872A2C6D744"/>
    <w:rsid w:val="00C849EC"/>
  </w:style>
  <w:style w:type="paragraph" w:customStyle="1" w:styleId="1656909CF79944869604B8228642A5CE">
    <w:name w:val="1656909CF79944869604B8228642A5CE"/>
    <w:rsid w:val="00C849EC"/>
  </w:style>
  <w:style w:type="paragraph" w:customStyle="1" w:styleId="C20E77C8034E413EAE8CF2BA5C6E5E36">
    <w:name w:val="C20E77C8034E413EAE8CF2BA5C6E5E36"/>
    <w:rsid w:val="00C849EC"/>
  </w:style>
  <w:style w:type="paragraph" w:customStyle="1" w:styleId="C3F263D9CDDF49CDAFCFDCA32A782D7B">
    <w:name w:val="C3F263D9CDDF49CDAFCFDCA32A782D7B"/>
    <w:rsid w:val="00C849EC"/>
  </w:style>
  <w:style w:type="paragraph" w:customStyle="1" w:styleId="40A190BBF939463E8D3BDF1DCE05FA44">
    <w:name w:val="40A190BBF939463E8D3BDF1DCE05FA44"/>
    <w:rsid w:val="00C849EC"/>
  </w:style>
  <w:style w:type="paragraph" w:customStyle="1" w:styleId="99A4C317EC59448AA5CF6E9943F10E3C">
    <w:name w:val="99A4C317EC59448AA5CF6E9943F10E3C"/>
    <w:rsid w:val="00C849EC"/>
  </w:style>
  <w:style w:type="paragraph" w:customStyle="1" w:styleId="3B58707F26E8402DA6B8D7760B4CDA04">
    <w:name w:val="3B58707F26E8402DA6B8D7760B4CDA04"/>
    <w:rsid w:val="00C849EC"/>
  </w:style>
  <w:style w:type="paragraph" w:customStyle="1" w:styleId="34B1055EDAA44A0AB602B73F36A2326E">
    <w:name w:val="34B1055EDAA44A0AB602B73F36A2326E"/>
    <w:rsid w:val="00C849EC"/>
  </w:style>
  <w:style w:type="paragraph" w:customStyle="1" w:styleId="E3A8123550FF4AB9BB97F3D54CE4D391">
    <w:name w:val="E3A8123550FF4AB9BB97F3D54CE4D391"/>
    <w:rsid w:val="00C849EC"/>
  </w:style>
  <w:style w:type="paragraph" w:customStyle="1" w:styleId="442657660CB34324AFE89B3BED7CDCA9">
    <w:name w:val="442657660CB34324AFE89B3BED7CDCA9"/>
    <w:rsid w:val="00C849EC"/>
  </w:style>
  <w:style w:type="paragraph" w:customStyle="1" w:styleId="A1421B499F264891A9AF9B05758FC243">
    <w:name w:val="A1421B499F264891A9AF9B05758FC243"/>
    <w:rsid w:val="00C849EC"/>
  </w:style>
  <w:style w:type="paragraph" w:customStyle="1" w:styleId="4337E95F359845E6BE28B69A3C78AB7E">
    <w:name w:val="4337E95F359845E6BE28B69A3C78AB7E"/>
    <w:rsid w:val="00C849EC"/>
  </w:style>
  <w:style w:type="paragraph" w:customStyle="1" w:styleId="9483AB40B0D6458EB17207D1A3F9594A">
    <w:name w:val="9483AB40B0D6458EB17207D1A3F9594A"/>
    <w:rsid w:val="00C849EC"/>
  </w:style>
  <w:style w:type="paragraph" w:customStyle="1" w:styleId="E8CC782C44604140A3D64E2FA67BC644">
    <w:name w:val="E8CC782C44604140A3D64E2FA67BC644"/>
    <w:rsid w:val="00C849EC"/>
  </w:style>
  <w:style w:type="paragraph" w:customStyle="1" w:styleId="BDF5AB40C5F7426683DB369763FFE98B">
    <w:name w:val="BDF5AB40C5F7426683DB369763FFE98B"/>
    <w:rsid w:val="00C849EC"/>
  </w:style>
  <w:style w:type="paragraph" w:customStyle="1" w:styleId="C07CB20429C044329BACCE47B533697E">
    <w:name w:val="C07CB20429C044329BACCE47B533697E"/>
    <w:rsid w:val="00C849EC"/>
  </w:style>
  <w:style w:type="paragraph" w:customStyle="1" w:styleId="54ABF05EB7BF4535953324F403B3482C">
    <w:name w:val="54ABF05EB7BF4535953324F403B3482C"/>
    <w:rsid w:val="00C849EC"/>
  </w:style>
  <w:style w:type="paragraph" w:customStyle="1" w:styleId="BF1C3324535F49DFBD02DE19B692BD0F">
    <w:name w:val="BF1C3324535F49DFBD02DE19B692BD0F"/>
    <w:rsid w:val="00C849EC"/>
  </w:style>
  <w:style w:type="paragraph" w:customStyle="1" w:styleId="2308221A8C294554BD6FA2F0B241D9B2">
    <w:name w:val="2308221A8C294554BD6FA2F0B241D9B2"/>
    <w:rsid w:val="00C849EC"/>
  </w:style>
  <w:style w:type="paragraph" w:customStyle="1" w:styleId="C709891149AF496EA87F8E743852524E">
    <w:name w:val="C709891149AF496EA87F8E743852524E"/>
    <w:rsid w:val="00C849EC"/>
  </w:style>
  <w:style w:type="paragraph" w:customStyle="1" w:styleId="A7F6CE4721804257878CBBA4CA4AF3CC">
    <w:name w:val="A7F6CE4721804257878CBBA4CA4AF3CC"/>
    <w:rsid w:val="00C849EC"/>
  </w:style>
  <w:style w:type="paragraph" w:customStyle="1" w:styleId="838B813B872C44478A84D846758676A3">
    <w:name w:val="838B813B872C44478A84D846758676A3"/>
    <w:rsid w:val="00C849EC"/>
  </w:style>
  <w:style w:type="paragraph" w:customStyle="1" w:styleId="6D138E277167414FBD58B9DEAF9259CD">
    <w:name w:val="6D138E277167414FBD58B9DEAF9259CD"/>
    <w:rsid w:val="00C849EC"/>
  </w:style>
  <w:style w:type="paragraph" w:customStyle="1" w:styleId="0D3469A175F246D48DEB5DB39EABC99E">
    <w:name w:val="0D3469A175F246D48DEB5DB39EABC99E"/>
    <w:rsid w:val="00C849EC"/>
  </w:style>
  <w:style w:type="paragraph" w:customStyle="1" w:styleId="8A9860C72BDB48019F7B1E5B911BD228">
    <w:name w:val="8A9860C72BDB48019F7B1E5B911BD228"/>
    <w:rsid w:val="00C849EC"/>
  </w:style>
  <w:style w:type="paragraph" w:customStyle="1" w:styleId="EADF9FF06F5545F98C4A39372E461A00">
    <w:name w:val="EADF9FF06F5545F98C4A39372E461A00"/>
    <w:rsid w:val="00C849EC"/>
  </w:style>
  <w:style w:type="paragraph" w:customStyle="1" w:styleId="BC3D595CF34049879A909371D8652262">
    <w:name w:val="BC3D595CF34049879A909371D8652262"/>
    <w:rsid w:val="00C849EC"/>
  </w:style>
  <w:style w:type="paragraph" w:customStyle="1" w:styleId="BF42A18C6E024494AD8360A86577D66C">
    <w:name w:val="BF42A18C6E024494AD8360A86577D66C"/>
    <w:rsid w:val="00C849EC"/>
  </w:style>
  <w:style w:type="paragraph" w:customStyle="1" w:styleId="A2DCE53D23074D4EA5A3D1BA5DBCD548">
    <w:name w:val="A2DCE53D23074D4EA5A3D1BA5DBCD548"/>
    <w:rsid w:val="00C849EC"/>
  </w:style>
  <w:style w:type="paragraph" w:customStyle="1" w:styleId="64EB486ABF5D47ABBB7C5EEDC382D91E">
    <w:name w:val="64EB486ABF5D47ABBB7C5EEDC382D91E"/>
    <w:rsid w:val="00C849EC"/>
  </w:style>
  <w:style w:type="paragraph" w:customStyle="1" w:styleId="442BBB2D8F0648449EEC06268A37AC21">
    <w:name w:val="442BBB2D8F0648449EEC06268A37AC21"/>
    <w:rsid w:val="00C849EC"/>
  </w:style>
  <w:style w:type="paragraph" w:customStyle="1" w:styleId="9D7048508A2C4F6BB6B58658A7F81793">
    <w:name w:val="9D7048508A2C4F6BB6B58658A7F81793"/>
    <w:rsid w:val="00C849EC"/>
  </w:style>
  <w:style w:type="paragraph" w:customStyle="1" w:styleId="0E965D75200944DEAA5C7A57CF1BE669">
    <w:name w:val="0E965D75200944DEAA5C7A57CF1BE669"/>
    <w:rsid w:val="00C849EC"/>
  </w:style>
  <w:style w:type="paragraph" w:customStyle="1" w:styleId="BDC576DFB92D4453AFA8ACAC829AF922">
    <w:name w:val="BDC576DFB92D4453AFA8ACAC829AF922"/>
    <w:rsid w:val="00C849EC"/>
  </w:style>
  <w:style w:type="paragraph" w:customStyle="1" w:styleId="DA2C764D2ECA4795A32901B2739E1F26">
    <w:name w:val="DA2C764D2ECA4795A32901B2739E1F26"/>
    <w:rsid w:val="00C849EC"/>
  </w:style>
  <w:style w:type="paragraph" w:customStyle="1" w:styleId="EF5D956BDA224A6FB72D3A1C81FACFB5">
    <w:name w:val="EF5D956BDA224A6FB72D3A1C81FACFB5"/>
    <w:rsid w:val="00C849EC"/>
  </w:style>
  <w:style w:type="paragraph" w:customStyle="1" w:styleId="B91203D4BE80497598AA1CBBFD30D41C">
    <w:name w:val="B91203D4BE80497598AA1CBBFD30D41C"/>
    <w:rsid w:val="00C849EC"/>
  </w:style>
  <w:style w:type="paragraph" w:customStyle="1" w:styleId="1B018A735F5D4726A6727A1832123BD9">
    <w:name w:val="1B018A735F5D4726A6727A1832123BD9"/>
    <w:rsid w:val="00C849EC"/>
  </w:style>
  <w:style w:type="paragraph" w:customStyle="1" w:styleId="7A38491CBCE741A882B218E962F20830">
    <w:name w:val="7A38491CBCE741A882B218E962F20830"/>
    <w:rsid w:val="00C849EC"/>
  </w:style>
  <w:style w:type="paragraph" w:customStyle="1" w:styleId="749B6C2BACCC4C008496BF53D3A9A96D">
    <w:name w:val="749B6C2BACCC4C008496BF53D3A9A96D"/>
    <w:rsid w:val="00C849EC"/>
  </w:style>
  <w:style w:type="paragraph" w:customStyle="1" w:styleId="32A5773EE5C948B09F37BDD2062E2F10">
    <w:name w:val="32A5773EE5C948B09F37BDD2062E2F10"/>
    <w:rsid w:val="00C849EC"/>
  </w:style>
  <w:style w:type="paragraph" w:customStyle="1" w:styleId="3D33CA53AB0540FE9371213FC1324B77">
    <w:name w:val="3D33CA53AB0540FE9371213FC1324B77"/>
    <w:rsid w:val="00C849EC"/>
  </w:style>
  <w:style w:type="paragraph" w:customStyle="1" w:styleId="7C65DE33F0DA4C2DBAD791D488AC10B3">
    <w:name w:val="7C65DE33F0DA4C2DBAD791D488AC10B3"/>
    <w:rsid w:val="00C849EC"/>
  </w:style>
  <w:style w:type="paragraph" w:customStyle="1" w:styleId="270217464A3E4420821A646921E3B9D1">
    <w:name w:val="270217464A3E4420821A646921E3B9D1"/>
    <w:rsid w:val="00C849EC"/>
  </w:style>
  <w:style w:type="paragraph" w:customStyle="1" w:styleId="98400FF9F78D45059731BA6A4583E284">
    <w:name w:val="98400FF9F78D45059731BA6A4583E284"/>
    <w:rsid w:val="00C849EC"/>
  </w:style>
  <w:style w:type="paragraph" w:customStyle="1" w:styleId="7F1D0C4494924B5784ADFB9ED2726361">
    <w:name w:val="7F1D0C4494924B5784ADFB9ED2726361"/>
    <w:rsid w:val="00C849EC"/>
  </w:style>
  <w:style w:type="paragraph" w:customStyle="1" w:styleId="9A24D31981844DF2A8986A9821844CB8">
    <w:name w:val="9A24D31981844DF2A8986A9821844CB8"/>
    <w:rsid w:val="00C849EC"/>
  </w:style>
  <w:style w:type="paragraph" w:customStyle="1" w:styleId="B472908CAE06432BA14F7DAA5B9BA1D8">
    <w:name w:val="B472908CAE06432BA14F7DAA5B9BA1D8"/>
    <w:rsid w:val="00C849EC"/>
  </w:style>
  <w:style w:type="paragraph" w:customStyle="1" w:styleId="147925460C81496EBDD5FC0E65593DD3">
    <w:name w:val="147925460C81496EBDD5FC0E65593DD3"/>
    <w:rsid w:val="00C849EC"/>
  </w:style>
  <w:style w:type="paragraph" w:customStyle="1" w:styleId="9320070D01AE47D09BF64516CC080FC4">
    <w:name w:val="9320070D01AE47D09BF64516CC080FC4"/>
    <w:rsid w:val="00C849EC"/>
  </w:style>
  <w:style w:type="paragraph" w:customStyle="1" w:styleId="5620FE85EEDF4F888799C16C22722AA2">
    <w:name w:val="5620FE85EEDF4F888799C16C22722AA2"/>
    <w:rsid w:val="00C849EC"/>
  </w:style>
  <w:style w:type="paragraph" w:customStyle="1" w:styleId="31D712E089994FD08BFE77A8D09FF812">
    <w:name w:val="31D712E089994FD08BFE77A8D09FF812"/>
    <w:rsid w:val="00C849EC"/>
  </w:style>
  <w:style w:type="paragraph" w:customStyle="1" w:styleId="2008F5D014184953A157B9DF9E7D33BE">
    <w:name w:val="2008F5D014184953A157B9DF9E7D33BE"/>
    <w:rsid w:val="00C849EC"/>
  </w:style>
  <w:style w:type="paragraph" w:customStyle="1" w:styleId="2DAC54FAC6D84D849936DF2F23673419">
    <w:name w:val="2DAC54FAC6D84D849936DF2F23673419"/>
    <w:rsid w:val="00C849EC"/>
  </w:style>
  <w:style w:type="paragraph" w:customStyle="1" w:styleId="DCFE64948AE44AA89498F2E22A0E070C">
    <w:name w:val="DCFE64948AE44AA89498F2E22A0E070C"/>
    <w:rsid w:val="00C849EC"/>
  </w:style>
  <w:style w:type="paragraph" w:customStyle="1" w:styleId="A5DBFEBB71054DEA82572F63B3FC861C">
    <w:name w:val="A5DBFEBB71054DEA82572F63B3FC861C"/>
    <w:rsid w:val="00C849EC"/>
  </w:style>
  <w:style w:type="paragraph" w:customStyle="1" w:styleId="D76D2B6F6ADE4A889F019D739BDB08C4">
    <w:name w:val="D76D2B6F6ADE4A889F019D739BDB08C4"/>
    <w:rsid w:val="00C849EC"/>
  </w:style>
  <w:style w:type="paragraph" w:customStyle="1" w:styleId="9A0A7861FB1E4F0D98D02433730D44DB">
    <w:name w:val="9A0A7861FB1E4F0D98D02433730D44DB"/>
    <w:rsid w:val="00C849EC"/>
  </w:style>
  <w:style w:type="paragraph" w:customStyle="1" w:styleId="32EA4F3819E94AF39927909F94FF5C73">
    <w:name w:val="32EA4F3819E94AF39927909F94FF5C73"/>
    <w:rsid w:val="00C849EC"/>
  </w:style>
  <w:style w:type="paragraph" w:customStyle="1" w:styleId="C787213D56DD4D20835760FB73DCE46B">
    <w:name w:val="C787213D56DD4D20835760FB73DCE46B"/>
    <w:rsid w:val="00C849EC"/>
  </w:style>
  <w:style w:type="paragraph" w:customStyle="1" w:styleId="34002D6C63F24D918932798A7478681A">
    <w:name w:val="34002D6C63F24D918932798A7478681A"/>
    <w:rsid w:val="00C849EC"/>
  </w:style>
  <w:style w:type="paragraph" w:customStyle="1" w:styleId="BF403E5D6D434A2D8431E0184D990809">
    <w:name w:val="BF403E5D6D434A2D8431E0184D990809"/>
    <w:rsid w:val="00C849EC"/>
  </w:style>
  <w:style w:type="paragraph" w:customStyle="1" w:styleId="AE072910A2FD4AAC90CB4CC89057FB11">
    <w:name w:val="AE072910A2FD4AAC90CB4CC89057FB11"/>
    <w:rsid w:val="00C849EC"/>
  </w:style>
  <w:style w:type="paragraph" w:customStyle="1" w:styleId="F6460375C8B14DD9B96C0E3BD2B5793C">
    <w:name w:val="F6460375C8B14DD9B96C0E3BD2B5793C"/>
    <w:rsid w:val="00C849EC"/>
  </w:style>
  <w:style w:type="paragraph" w:customStyle="1" w:styleId="4C0672302736497EB66D0DA51686CD7A">
    <w:name w:val="4C0672302736497EB66D0DA51686CD7A"/>
    <w:rsid w:val="00C849EC"/>
  </w:style>
  <w:style w:type="paragraph" w:customStyle="1" w:styleId="D58F6E2DE43947E591DA453D006675F1">
    <w:name w:val="D58F6E2DE43947E591DA453D006675F1"/>
    <w:rsid w:val="00C849EC"/>
  </w:style>
  <w:style w:type="paragraph" w:customStyle="1" w:styleId="40D41D9E717E48368DB36B14D0E71079">
    <w:name w:val="40D41D9E717E48368DB36B14D0E71079"/>
    <w:rsid w:val="00C849EC"/>
  </w:style>
  <w:style w:type="paragraph" w:customStyle="1" w:styleId="736212918C8C445AA27AF041A04B8C1B">
    <w:name w:val="736212918C8C445AA27AF041A04B8C1B"/>
    <w:rsid w:val="00C849EC"/>
  </w:style>
  <w:style w:type="paragraph" w:customStyle="1" w:styleId="B858CB5D0EF048AAB877D9338195182B">
    <w:name w:val="B858CB5D0EF048AAB877D9338195182B"/>
    <w:rsid w:val="00C849EC"/>
  </w:style>
  <w:style w:type="paragraph" w:customStyle="1" w:styleId="F2D86149443C46FF9D1074A3653A6232">
    <w:name w:val="F2D86149443C46FF9D1074A3653A6232"/>
    <w:rsid w:val="00C849EC"/>
  </w:style>
  <w:style w:type="paragraph" w:customStyle="1" w:styleId="619336D974494FF3A19957076DA263BC">
    <w:name w:val="619336D974494FF3A19957076DA263BC"/>
    <w:rsid w:val="00C849EC"/>
  </w:style>
  <w:style w:type="paragraph" w:customStyle="1" w:styleId="05DD3348B9624FF48256F1D2B6A0F2E4">
    <w:name w:val="05DD3348B9624FF48256F1D2B6A0F2E4"/>
    <w:rsid w:val="00C849EC"/>
  </w:style>
  <w:style w:type="paragraph" w:customStyle="1" w:styleId="BEB7BAB2D23D431BB930F4BB13A14233">
    <w:name w:val="BEB7BAB2D23D431BB930F4BB13A14233"/>
    <w:rsid w:val="00C849EC"/>
  </w:style>
  <w:style w:type="paragraph" w:customStyle="1" w:styleId="A9F30AE9411247DF9EC95F9FF88E70E9">
    <w:name w:val="A9F30AE9411247DF9EC95F9FF88E70E9"/>
    <w:rsid w:val="00C849EC"/>
  </w:style>
  <w:style w:type="paragraph" w:customStyle="1" w:styleId="8755C9DED1B5475192F8FF2C83E7EAC7">
    <w:name w:val="8755C9DED1B5475192F8FF2C83E7EAC7"/>
    <w:rsid w:val="00C849EC"/>
  </w:style>
  <w:style w:type="paragraph" w:customStyle="1" w:styleId="240EB904917D430498CD1018ADC40198">
    <w:name w:val="240EB904917D430498CD1018ADC40198"/>
    <w:rsid w:val="00C849EC"/>
  </w:style>
  <w:style w:type="paragraph" w:customStyle="1" w:styleId="D4589A66412044C2BF17598200B10F2F">
    <w:name w:val="D4589A66412044C2BF17598200B10F2F"/>
    <w:rsid w:val="00C849EC"/>
  </w:style>
  <w:style w:type="paragraph" w:customStyle="1" w:styleId="B8797CBD44F949BCBFA0CD949B10392F">
    <w:name w:val="B8797CBD44F949BCBFA0CD949B10392F"/>
    <w:rsid w:val="00C849EC"/>
  </w:style>
  <w:style w:type="paragraph" w:customStyle="1" w:styleId="2E9A2FAC7B0746AC8AB5448ABFAACBA2">
    <w:name w:val="2E9A2FAC7B0746AC8AB5448ABFAACBA2"/>
    <w:rsid w:val="00C849EC"/>
  </w:style>
  <w:style w:type="paragraph" w:customStyle="1" w:styleId="46A0AD0D3C7A46F9AB36D0157D0AFA2B">
    <w:name w:val="46A0AD0D3C7A46F9AB36D0157D0AFA2B"/>
    <w:rsid w:val="00C849EC"/>
  </w:style>
  <w:style w:type="paragraph" w:customStyle="1" w:styleId="C592D8FC045F4D38A86D16A1BA4E4F9C">
    <w:name w:val="C592D8FC045F4D38A86D16A1BA4E4F9C"/>
    <w:rsid w:val="00C849EC"/>
  </w:style>
  <w:style w:type="paragraph" w:customStyle="1" w:styleId="11EC025A28B64D8BAC77C5A29C1A512B">
    <w:name w:val="11EC025A28B64D8BAC77C5A29C1A512B"/>
    <w:rsid w:val="00C849EC"/>
  </w:style>
  <w:style w:type="paragraph" w:customStyle="1" w:styleId="371AC0C49DF54622ABFD71AC7D799539">
    <w:name w:val="371AC0C49DF54622ABFD71AC7D799539"/>
    <w:rsid w:val="00C849EC"/>
  </w:style>
  <w:style w:type="paragraph" w:customStyle="1" w:styleId="8DE5D5D42A98402CB1BC9B31721597DF">
    <w:name w:val="8DE5D5D42A98402CB1BC9B31721597DF"/>
    <w:rsid w:val="00C849EC"/>
  </w:style>
  <w:style w:type="paragraph" w:customStyle="1" w:styleId="15BA4BC8D9FF4D1A93D5C26B9923DCE8">
    <w:name w:val="15BA4BC8D9FF4D1A93D5C26B9923DCE8"/>
    <w:rsid w:val="00C849EC"/>
  </w:style>
  <w:style w:type="paragraph" w:customStyle="1" w:styleId="1E13BBE2650C47A3A728D31F690B4AFE">
    <w:name w:val="1E13BBE2650C47A3A728D31F690B4AFE"/>
    <w:rsid w:val="00C849EC"/>
  </w:style>
  <w:style w:type="paragraph" w:customStyle="1" w:styleId="E3BA7B1257D04E85B1B630CCA80B4477">
    <w:name w:val="E3BA7B1257D04E85B1B630CCA80B4477"/>
    <w:rsid w:val="00C849EC"/>
  </w:style>
  <w:style w:type="paragraph" w:customStyle="1" w:styleId="DE99615065394151A51C2BCB48778252">
    <w:name w:val="DE99615065394151A51C2BCB48778252"/>
    <w:rsid w:val="00C849EC"/>
  </w:style>
  <w:style w:type="paragraph" w:customStyle="1" w:styleId="D7EBA05AA0004D24BF3CE9296EF27B6B">
    <w:name w:val="D7EBA05AA0004D24BF3CE9296EF27B6B"/>
    <w:rsid w:val="00C849EC"/>
  </w:style>
  <w:style w:type="paragraph" w:customStyle="1" w:styleId="2614D2984CA14550A9B1146766C78293">
    <w:name w:val="2614D2984CA14550A9B1146766C78293"/>
    <w:rsid w:val="00C849EC"/>
  </w:style>
  <w:style w:type="paragraph" w:customStyle="1" w:styleId="AD50CC2DA9684B5BAD6A000FA3BEED0C">
    <w:name w:val="AD50CC2DA9684B5BAD6A000FA3BEED0C"/>
    <w:rsid w:val="00C849EC"/>
  </w:style>
  <w:style w:type="paragraph" w:customStyle="1" w:styleId="2E9F4F5E0D9C44BA8BE6A9B9DF30B9B6">
    <w:name w:val="2E9F4F5E0D9C44BA8BE6A9B9DF30B9B6"/>
    <w:rsid w:val="00C849EC"/>
  </w:style>
  <w:style w:type="paragraph" w:customStyle="1" w:styleId="DA298507DDDA4041959F2A80EE81E09D">
    <w:name w:val="DA298507DDDA4041959F2A80EE81E09D"/>
    <w:rsid w:val="00C849EC"/>
  </w:style>
  <w:style w:type="paragraph" w:customStyle="1" w:styleId="63162A82AB4844D2A7732B2CEE596575">
    <w:name w:val="63162A82AB4844D2A7732B2CEE596575"/>
    <w:rsid w:val="00C849EC"/>
  </w:style>
  <w:style w:type="paragraph" w:customStyle="1" w:styleId="F6B652AE335943CFB75B1682ACB9BE9C">
    <w:name w:val="F6B652AE335943CFB75B1682ACB9BE9C"/>
    <w:rsid w:val="00C849EC"/>
  </w:style>
  <w:style w:type="paragraph" w:customStyle="1" w:styleId="118357361C2644B4AD20AD455877E827">
    <w:name w:val="118357361C2644B4AD20AD455877E827"/>
    <w:rsid w:val="00C849EC"/>
  </w:style>
  <w:style w:type="paragraph" w:customStyle="1" w:styleId="9702D250FB8044FAB1F7742B80CD81FD">
    <w:name w:val="9702D250FB8044FAB1F7742B80CD81FD"/>
    <w:rsid w:val="00C849EC"/>
  </w:style>
  <w:style w:type="paragraph" w:customStyle="1" w:styleId="2136FBEA23D8435A99B50B033EC1622F">
    <w:name w:val="2136FBEA23D8435A99B50B033EC1622F"/>
    <w:rsid w:val="00C849EC"/>
  </w:style>
  <w:style w:type="paragraph" w:customStyle="1" w:styleId="A57B22D055C3465F9A0B60C2C074182A">
    <w:name w:val="A57B22D055C3465F9A0B60C2C074182A"/>
    <w:rsid w:val="00C849EC"/>
  </w:style>
  <w:style w:type="paragraph" w:customStyle="1" w:styleId="34967FBBAEB14AB3902576B5348FEBDA">
    <w:name w:val="34967FBBAEB14AB3902576B5348FEBDA"/>
    <w:rsid w:val="00C849EC"/>
  </w:style>
  <w:style w:type="paragraph" w:customStyle="1" w:styleId="F91B74AC41EC4320BCCBE94A9E125AD8">
    <w:name w:val="F91B74AC41EC4320BCCBE94A9E125AD8"/>
    <w:rsid w:val="00C849EC"/>
  </w:style>
  <w:style w:type="paragraph" w:customStyle="1" w:styleId="FAB37A50D5544A0F810225C464B7FE4B">
    <w:name w:val="FAB37A50D5544A0F810225C464B7FE4B"/>
    <w:rsid w:val="00C849EC"/>
  </w:style>
  <w:style w:type="paragraph" w:customStyle="1" w:styleId="128B0C5BE5FA4E1F9035EAB0B2CC6895">
    <w:name w:val="128B0C5BE5FA4E1F9035EAB0B2CC6895"/>
    <w:rsid w:val="00C849EC"/>
  </w:style>
  <w:style w:type="paragraph" w:customStyle="1" w:styleId="D81E1C260FB242B2A725605A126F7EAE">
    <w:name w:val="D81E1C260FB242B2A725605A126F7EAE"/>
    <w:rsid w:val="00C849EC"/>
  </w:style>
  <w:style w:type="paragraph" w:customStyle="1" w:styleId="B457BC1434304E71B2FEBCC30C323222">
    <w:name w:val="B457BC1434304E71B2FEBCC30C323222"/>
    <w:rsid w:val="00C849EC"/>
  </w:style>
  <w:style w:type="paragraph" w:customStyle="1" w:styleId="F202051430EF411DBB223B63AC4E40D8">
    <w:name w:val="F202051430EF411DBB223B63AC4E40D8"/>
    <w:rsid w:val="00C849EC"/>
  </w:style>
  <w:style w:type="paragraph" w:customStyle="1" w:styleId="FFD58E6A008A4F498014FBB0730A53F3">
    <w:name w:val="FFD58E6A008A4F498014FBB0730A53F3"/>
    <w:rsid w:val="00C849EC"/>
  </w:style>
  <w:style w:type="paragraph" w:customStyle="1" w:styleId="C4B939F66D0A4569AD8C25BF5A1F3EDB">
    <w:name w:val="C4B939F66D0A4569AD8C25BF5A1F3EDB"/>
    <w:rsid w:val="00C849EC"/>
  </w:style>
  <w:style w:type="paragraph" w:customStyle="1" w:styleId="1C1A8DCE2B704419B4DDE69CB127E68B">
    <w:name w:val="1C1A8DCE2B704419B4DDE69CB127E68B"/>
    <w:rsid w:val="00C849EC"/>
  </w:style>
  <w:style w:type="paragraph" w:customStyle="1" w:styleId="9A55878D2C884184A38C9CD1BC9E8E5D">
    <w:name w:val="9A55878D2C884184A38C9CD1BC9E8E5D"/>
    <w:rsid w:val="00C849EC"/>
  </w:style>
  <w:style w:type="paragraph" w:customStyle="1" w:styleId="761D0A9707C746599A619C5E9CB6BA9A">
    <w:name w:val="761D0A9707C746599A619C5E9CB6BA9A"/>
    <w:rsid w:val="00C849EC"/>
  </w:style>
  <w:style w:type="paragraph" w:customStyle="1" w:styleId="061278587A1E467CB8B24C9D14F75D5B">
    <w:name w:val="061278587A1E467CB8B24C9D14F75D5B"/>
    <w:rsid w:val="00C849EC"/>
  </w:style>
  <w:style w:type="paragraph" w:customStyle="1" w:styleId="B3214F48B7BD4FD38F51F5A8376EE19E">
    <w:name w:val="B3214F48B7BD4FD38F51F5A8376EE19E"/>
    <w:rsid w:val="00C849EC"/>
  </w:style>
  <w:style w:type="paragraph" w:customStyle="1" w:styleId="6000FA2B60AE4151B987A4F254FB7A23">
    <w:name w:val="6000FA2B60AE4151B987A4F254FB7A23"/>
    <w:rsid w:val="00C849EC"/>
  </w:style>
  <w:style w:type="paragraph" w:customStyle="1" w:styleId="BD719FB9F71147ACA7A21E551304CC27">
    <w:name w:val="BD719FB9F71147ACA7A21E551304CC27"/>
    <w:rsid w:val="00C849EC"/>
  </w:style>
  <w:style w:type="paragraph" w:customStyle="1" w:styleId="BFD6A4103DED45C58DCF5E895E449E85">
    <w:name w:val="BFD6A4103DED45C58DCF5E895E449E85"/>
    <w:rsid w:val="00C849EC"/>
  </w:style>
  <w:style w:type="paragraph" w:customStyle="1" w:styleId="9C682C766FCD41F3A1105DAC7FC6841E">
    <w:name w:val="9C682C766FCD41F3A1105DAC7FC6841E"/>
    <w:rsid w:val="00C849EC"/>
  </w:style>
  <w:style w:type="paragraph" w:customStyle="1" w:styleId="6F1622B0D5C747198D76791A453E3F6E">
    <w:name w:val="6F1622B0D5C747198D76791A453E3F6E"/>
    <w:rsid w:val="00C849EC"/>
  </w:style>
  <w:style w:type="paragraph" w:customStyle="1" w:styleId="5FBE09A5901D4076800DBD16FAE2E14C">
    <w:name w:val="5FBE09A5901D4076800DBD16FAE2E14C"/>
    <w:rsid w:val="00C849EC"/>
  </w:style>
  <w:style w:type="paragraph" w:customStyle="1" w:styleId="2161C58812374574A2224CAF01EC1242">
    <w:name w:val="2161C58812374574A2224CAF01EC1242"/>
    <w:rsid w:val="00C849EC"/>
  </w:style>
  <w:style w:type="paragraph" w:customStyle="1" w:styleId="670BA819D30545928B9EA04DD28D2F07">
    <w:name w:val="670BA819D30545928B9EA04DD28D2F07"/>
    <w:rsid w:val="00C849EC"/>
  </w:style>
  <w:style w:type="paragraph" w:customStyle="1" w:styleId="A3960A45C09347BE99DB413F535CF6A4">
    <w:name w:val="A3960A45C09347BE99DB413F535CF6A4"/>
    <w:rsid w:val="00C849EC"/>
  </w:style>
  <w:style w:type="paragraph" w:customStyle="1" w:styleId="08D785888004482081E605A74DB8E5AD">
    <w:name w:val="08D785888004482081E605A74DB8E5AD"/>
    <w:rsid w:val="00C849EC"/>
  </w:style>
  <w:style w:type="paragraph" w:customStyle="1" w:styleId="C6BE19096BA842B3BBB4967DF2E06631">
    <w:name w:val="C6BE19096BA842B3BBB4967DF2E06631"/>
    <w:rsid w:val="00C849EC"/>
  </w:style>
  <w:style w:type="paragraph" w:customStyle="1" w:styleId="8ACCFD29BBA74FD9909A44111A7E2522">
    <w:name w:val="8ACCFD29BBA74FD9909A44111A7E2522"/>
    <w:rsid w:val="00C849EC"/>
  </w:style>
  <w:style w:type="paragraph" w:customStyle="1" w:styleId="CEC207E0C99A456E92FF8A73ACE461DB">
    <w:name w:val="CEC207E0C99A456E92FF8A73ACE461DB"/>
    <w:rsid w:val="00C849EC"/>
  </w:style>
  <w:style w:type="paragraph" w:customStyle="1" w:styleId="67D2E1E657FF479C94624710B1D752A3">
    <w:name w:val="67D2E1E657FF479C94624710B1D752A3"/>
    <w:rsid w:val="00C849EC"/>
  </w:style>
  <w:style w:type="paragraph" w:customStyle="1" w:styleId="0CDBE795DA574C54984B192F57FE6B26">
    <w:name w:val="0CDBE795DA574C54984B192F57FE6B26"/>
    <w:rsid w:val="00C849EC"/>
  </w:style>
  <w:style w:type="paragraph" w:customStyle="1" w:styleId="1BC602496AE94496BB8E6CEAB93D3819">
    <w:name w:val="1BC602496AE94496BB8E6CEAB93D3819"/>
    <w:rsid w:val="00C849EC"/>
  </w:style>
  <w:style w:type="paragraph" w:customStyle="1" w:styleId="151A1A1022224F4CB6756EF102BCD920">
    <w:name w:val="151A1A1022224F4CB6756EF102BCD920"/>
    <w:rsid w:val="00C849EC"/>
  </w:style>
  <w:style w:type="paragraph" w:customStyle="1" w:styleId="804AA48254C2495FBD237F6B88633A60">
    <w:name w:val="804AA48254C2495FBD237F6B88633A60"/>
    <w:rsid w:val="00C849EC"/>
  </w:style>
  <w:style w:type="paragraph" w:customStyle="1" w:styleId="FF1B72699C2A4A71861210E51638BA1F">
    <w:name w:val="FF1B72699C2A4A71861210E51638BA1F"/>
    <w:rsid w:val="00C849EC"/>
  </w:style>
  <w:style w:type="paragraph" w:customStyle="1" w:styleId="1CEBBE21D9A84C8886CDC78534E4310B">
    <w:name w:val="1CEBBE21D9A84C8886CDC78534E4310B"/>
    <w:rsid w:val="00C849EC"/>
  </w:style>
  <w:style w:type="paragraph" w:customStyle="1" w:styleId="9611778D05F040B2BAB91BDBAF3ABC88">
    <w:name w:val="9611778D05F040B2BAB91BDBAF3ABC88"/>
    <w:rsid w:val="00C849EC"/>
  </w:style>
  <w:style w:type="paragraph" w:customStyle="1" w:styleId="8271751093084655BD7B396CD810A305">
    <w:name w:val="8271751093084655BD7B396CD810A305"/>
    <w:rsid w:val="00C849EC"/>
  </w:style>
  <w:style w:type="paragraph" w:customStyle="1" w:styleId="2AE58547876B4CEB98FD20D3F48FDCEA">
    <w:name w:val="2AE58547876B4CEB98FD20D3F48FDCEA"/>
    <w:rsid w:val="00C849EC"/>
  </w:style>
  <w:style w:type="paragraph" w:customStyle="1" w:styleId="8239780CC387442B9844935735434A3B">
    <w:name w:val="8239780CC387442B9844935735434A3B"/>
    <w:rsid w:val="00C849EC"/>
  </w:style>
  <w:style w:type="paragraph" w:customStyle="1" w:styleId="230B22D725F943728E4470FDE22C5648">
    <w:name w:val="230B22D725F943728E4470FDE22C5648"/>
    <w:rsid w:val="00C849EC"/>
  </w:style>
  <w:style w:type="paragraph" w:customStyle="1" w:styleId="4F6787D69D4349528BF688E3820DFCC2">
    <w:name w:val="4F6787D69D4349528BF688E3820DFCC2"/>
    <w:rsid w:val="00C849EC"/>
  </w:style>
  <w:style w:type="paragraph" w:customStyle="1" w:styleId="C62A5C8AD60F4EBB81C90EE0F5D4E9AA">
    <w:name w:val="C62A5C8AD60F4EBB81C90EE0F5D4E9AA"/>
    <w:rsid w:val="00C849EC"/>
  </w:style>
  <w:style w:type="paragraph" w:customStyle="1" w:styleId="A46DC8788E604D389F7BAD0E294FD7F2">
    <w:name w:val="A46DC8788E604D389F7BAD0E294FD7F2"/>
    <w:rsid w:val="00C849EC"/>
  </w:style>
  <w:style w:type="paragraph" w:customStyle="1" w:styleId="89A21571B0364E659C3C1EF20586BF12">
    <w:name w:val="89A21571B0364E659C3C1EF20586BF12"/>
    <w:rsid w:val="00C849EC"/>
  </w:style>
  <w:style w:type="paragraph" w:customStyle="1" w:styleId="89DC33BF7A3A41C9894DFF394496D0F2">
    <w:name w:val="89DC33BF7A3A41C9894DFF394496D0F2"/>
    <w:rsid w:val="00C849EC"/>
  </w:style>
  <w:style w:type="paragraph" w:customStyle="1" w:styleId="EE3A2429055F4F37A3550A56091D7F3E">
    <w:name w:val="EE3A2429055F4F37A3550A56091D7F3E"/>
    <w:rsid w:val="00C849EC"/>
  </w:style>
  <w:style w:type="paragraph" w:customStyle="1" w:styleId="AEE0C16C8FB14DD39EFD83BB155C609F">
    <w:name w:val="AEE0C16C8FB14DD39EFD83BB155C609F"/>
    <w:rsid w:val="00C849EC"/>
  </w:style>
  <w:style w:type="paragraph" w:customStyle="1" w:styleId="11D27469D6F04F949F954F6729DA0380">
    <w:name w:val="11D27469D6F04F949F954F6729DA0380"/>
    <w:rsid w:val="00C849EC"/>
  </w:style>
  <w:style w:type="paragraph" w:customStyle="1" w:styleId="B4413DF147084502891039AD584EE7AB">
    <w:name w:val="B4413DF147084502891039AD584EE7AB"/>
    <w:rsid w:val="00C849EC"/>
  </w:style>
  <w:style w:type="paragraph" w:customStyle="1" w:styleId="41350A04AF60440AB99A2FD4F6E8E984">
    <w:name w:val="41350A04AF60440AB99A2FD4F6E8E984"/>
    <w:rsid w:val="00C849EC"/>
  </w:style>
  <w:style w:type="paragraph" w:customStyle="1" w:styleId="9D55D48B06924FC89FFD5A85DA5B6699">
    <w:name w:val="9D55D48B06924FC89FFD5A85DA5B6699"/>
    <w:rsid w:val="00C849EC"/>
  </w:style>
  <w:style w:type="paragraph" w:customStyle="1" w:styleId="188BF47D73F94743B2F1819C1A9C94D4">
    <w:name w:val="188BF47D73F94743B2F1819C1A9C94D4"/>
    <w:rsid w:val="00C849EC"/>
  </w:style>
  <w:style w:type="paragraph" w:customStyle="1" w:styleId="CCE961A4532443AFA85F16ACF2A4DC4F">
    <w:name w:val="CCE961A4532443AFA85F16ACF2A4DC4F"/>
    <w:rsid w:val="00C849EC"/>
  </w:style>
  <w:style w:type="paragraph" w:customStyle="1" w:styleId="6B9AEAD0A6ED477982CC0FCE187F08BB">
    <w:name w:val="6B9AEAD0A6ED477982CC0FCE187F08BB"/>
    <w:rsid w:val="00C849EC"/>
  </w:style>
  <w:style w:type="paragraph" w:customStyle="1" w:styleId="E64F85DBC5854769A91A65D972A49FBA">
    <w:name w:val="E64F85DBC5854769A91A65D972A49FBA"/>
    <w:rsid w:val="00C849EC"/>
  </w:style>
  <w:style w:type="paragraph" w:customStyle="1" w:styleId="1E5F2E2BAF9346EE9D8CEF2EB7ADAB7B">
    <w:name w:val="1E5F2E2BAF9346EE9D8CEF2EB7ADAB7B"/>
    <w:rsid w:val="00C849EC"/>
  </w:style>
  <w:style w:type="paragraph" w:customStyle="1" w:styleId="04CFE4354AD24924A1838FAACF87ED11">
    <w:name w:val="04CFE4354AD24924A1838FAACF87ED11"/>
    <w:rsid w:val="00C849EC"/>
  </w:style>
  <w:style w:type="paragraph" w:customStyle="1" w:styleId="1FB2AE0B829C4A4189337A9A2F3BB907">
    <w:name w:val="1FB2AE0B829C4A4189337A9A2F3BB907"/>
    <w:rsid w:val="00C849EC"/>
  </w:style>
  <w:style w:type="paragraph" w:customStyle="1" w:styleId="EC3A4C3C11984BA0BEEFF3B4AB9B33C2">
    <w:name w:val="EC3A4C3C11984BA0BEEFF3B4AB9B33C2"/>
    <w:rsid w:val="00C849EC"/>
  </w:style>
  <w:style w:type="paragraph" w:customStyle="1" w:styleId="7FCF039130944F99AC22EED7BB22BA58">
    <w:name w:val="7FCF039130944F99AC22EED7BB22BA58"/>
    <w:rsid w:val="00C849EC"/>
  </w:style>
  <w:style w:type="paragraph" w:customStyle="1" w:styleId="228162E689C949B8A8C7107B5CC94723">
    <w:name w:val="228162E689C949B8A8C7107B5CC94723"/>
    <w:rsid w:val="00C849EC"/>
  </w:style>
  <w:style w:type="paragraph" w:customStyle="1" w:styleId="1BC245DEB7E14EBAA4C99027CD45CCB7">
    <w:name w:val="1BC245DEB7E14EBAA4C99027CD45CCB7"/>
    <w:rsid w:val="00C849EC"/>
  </w:style>
  <w:style w:type="paragraph" w:customStyle="1" w:styleId="F4B1A455FBC442F7BC04AEE01BC20CEE">
    <w:name w:val="F4B1A455FBC442F7BC04AEE01BC20CEE"/>
    <w:rsid w:val="00C849EC"/>
  </w:style>
  <w:style w:type="paragraph" w:customStyle="1" w:styleId="4B8CB427098140E491BC593C19A5E637">
    <w:name w:val="4B8CB427098140E491BC593C19A5E637"/>
    <w:rsid w:val="00C849EC"/>
  </w:style>
  <w:style w:type="paragraph" w:customStyle="1" w:styleId="DC2F93122647454590AE0ECA4468FFC7">
    <w:name w:val="DC2F93122647454590AE0ECA4468FFC7"/>
    <w:rsid w:val="00C849EC"/>
  </w:style>
  <w:style w:type="paragraph" w:customStyle="1" w:styleId="A9D348FDA84943539054791F9FE5FD7B">
    <w:name w:val="A9D348FDA84943539054791F9FE5FD7B"/>
    <w:rsid w:val="00C849EC"/>
  </w:style>
  <w:style w:type="paragraph" w:customStyle="1" w:styleId="EC6070883633499CB0679F77528239B4">
    <w:name w:val="EC6070883633499CB0679F77528239B4"/>
    <w:rsid w:val="00C849EC"/>
  </w:style>
  <w:style w:type="paragraph" w:customStyle="1" w:styleId="329D572B948B401384ABC0CA1F43815E">
    <w:name w:val="329D572B948B401384ABC0CA1F43815E"/>
    <w:rsid w:val="00C849EC"/>
  </w:style>
  <w:style w:type="paragraph" w:customStyle="1" w:styleId="7492C6252AE246F9A55D358C29FFC216">
    <w:name w:val="7492C6252AE246F9A55D358C29FFC216"/>
    <w:rsid w:val="00C849EC"/>
  </w:style>
  <w:style w:type="paragraph" w:customStyle="1" w:styleId="B39BC3C86AA9412AA72ECC007FC33D17">
    <w:name w:val="B39BC3C86AA9412AA72ECC007FC33D17"/>
    <w:rsid w:val="00C849EC"/>
  </w:style>
  <w:style w:type="paragraph" w:customStyle="1" w:styleId="A5FC47E30D614265838322707DC07A7B">
    <w:name w:val="A5FC47E30D614265838322707DC07A7B"/>
    <w:rsid w:val="00C849EC"/>
  </w:style>
  <w:style w:type="paragraph" w:customStyle="1" w:styleId="F73544F4EC184035B6F8FDC0EAC98487">
    <w:name w:val="F73544F4EC184035B6F8FDC0EAC98487"/>
    <w:rsid w:val="00C849EC"/>
  </w:style>
  <w:style w:type="paragraph" w:customStyle="1" w:styleId="AE2E0BAEA4244C63B2048E0A584BE79A">
    <w:name w:val="AE2E0BAEA4244C63B2048E0A584BE79A"/>
    <w:rsid w:val="00C849EC"/>
  </w:style>
  <w:style w:type="paragraph" w:customStyle="1" w:styleId="DA6F655B94094FF6A3048258B8AAE9D9">
    <w:name w:val="DA6F655B94094FF6A3048258B8AAE9D9"/>
    <w:rsid w:val="00C849EC"/>
  </w:style>
  <w:style w:type="paragraph" w:customStyle="1" w:styleId="6A58687C932F423FB2C7143991524BCF">
    <w:name w:val="6A58687C932F423FB2C7143991524BCF"/>
    <w:rsid w:val="00C849EC"/>
  </w:style>
  <w:style w:type="paragraph" w:customStyle="1" w:styleId="79005FB52A21419D8C866A9F14C461EE">
    <w:name w:val="79005FB52A21419D8C866A9F14C461EE"/>
    <w:rsid w:val="00C849EC"/>
  </w:style>
  <w:style w:type="paragraph" w:customStyle="1" w:styleId="5AA7BA27B7CA4734AA6F51EAF657EB8F">
    <w:name w:val="5AA7BA27B7CA4734AA6F51EAF657EB8F"/>
    <w:rsid w:val="00C849EC"/>
  </w:style>
  <w:style w:type="paragraph" w:customStyle="1" w:styleId="035C24E7E4E44553920140A44E91AFBC">
    <w:name w:val="035C24E7E4E44553920140A44E91AFBC"/>
    <w:rsid w:val="00C849EC"/>
  </w:style>
  <w:style w:type="paragraph" w:customStyle="1" w:styleId="E1083BC782C04C9399D4FB80CB8DE528">
    <w:name w:val="E1083BC782C04C9399D4FB80CB8DE528"/>
    <w:rsid w:val="00C849EC"/>
  </w:style>
  <w:style w:type="paragraph" w:customStyle="1" w:styleId="96EE8415D3A640E9BC64E77B70980911">
    <w:name w:val="96EE8415D3A640E9BC64E77B70980911"/>
    <w:rsid w:val="00C849EC"/>
  </w:style>
  <w:style w:type="paragraph" w:customStyle="1" w:styleId="82E9C428B95547B7949916D56D6E5A68">
    <w:name w:val="82E9C428B95547B7949916D56D6E5A68"/>
    <w:rsid w:val="00C849EC"/>
  </w:style>
  <w:style w:type="paragraph" w:customStyle="1" w:styleId="EA3C8753BDEA4480B22B112942620F92">
    <w:name w:val="EA3C8753BDEA4480B22B112942620F92"/>
    <w:rsid w:val="00C849EC"/>
  </w:style>
  <w:style w:type="paragraph" w:customStyle="1" w:styleId="085A98DE0A8F46BA99921C093641EFB3">
    <w:name w:val="085A98DE0A8F46BA99921C093641EFB3"/>
    <w:rsid w:val="00C849EC"/>
  </w:style>
  <w:style w:type="paragraph" w:customStyle="1" w:styleId="997C2725B5BD4CF0A0FEA0B9D3059295">
    <w:name w:val="997C2725B5BD4CF0A0FEA0B9D3059295"/>
    <w:rsid w:val="00C849EC"/>
  </w:style>
  <w:style w:type="paragraph" w:customStyle="1" w:styleId="C6D0E5B0448B46CABBEBE3E910C8D402">
    <w:name w:val="C6D0E5B0448B46CABBEBE3E910C8D402"/>
    <w:rsid w:val="00C849EC"/>
  </w:style>
  <w:style w:type="paragraph" w:customStyle="1" w:styleId="133B2810E2AB4E12A6DDAC99F91D6816">
    <w:name w:val="133B2810E2AB4E12A6DDAC99F91D6816"/>
    <w:rsid w:val="00C849EC"/>
  </w:style>
  <w:style w:type="paragraph" w:customStyle="1" w:styleId="3A7FB640A95D47B99EF6FBCEF9C939F3">
    <w:name w:val="3A7FB640A95D47B99EF6FBCEF9C939F3"/>
    <w:rsid w:val="00C849EC"/>
  </w:style>
  <w:style w:type="paragraph" w:customStyle="1" w:styleId="12F3F6DB96C441F5BD7FD569721DAED1">
    <w:name w:val="12F3F6DB96C441F5BD7FD569721DAED1"/>
    <w:rsid w:val="00C60556"/>
  </w:style>
  <w:style w:type="paragraph" w:customStyle="1" w:styleId="962BEFEDFF4D410B974FBD4A82B14D52">
    <w:name w:val="962BEFEDFF4D410B974FBD4A82B14D52"/>
    <w:rsid w:val="00C60556"/>
  </w:style>
  <w:style w:type="paragraph" w:customStyle="1" w:styleId="329A435DF1C6405E8BACBE71BA53B20B">
    <w:name w:val="329A435DF1C6405E8BACBE71BA53B20B"/>
    <w:rsid w:val="00C60556"/>
  </w:style>
  <w:style w:type="paragraph" w:customStyle="1" w:styleId="086ECB79F3604C4091D88A560085DB07">
    <w:name w:val="086ECB79F3604C4091D88A560085DB07"/>
    <w:rsid w:val="00C60556"/>
  </w:style>
  <w:style w:type="paragraph" w:customStyle="1" w:styleId="0F067ACA4EE042D5B2072DB737A9BCC7">
    <w:name w:val="0F067ACA4EE042D5B2072DB737A9BCC7"/>
    <w:rsid w:val="00C60556"/>
  </w:style>
  <w:style w:type="paragraph" w:customStyle="1" w:styleId="5D17DA6BAE5E43CDA8B2021D05527AC9">
    <w:name w:val="5D17DA6BAE5E43CDA8B2021D05527AC9"/>
    <w:rsid w:val="00C60556"/>
  </w:style>
  <w:style w:type="paragraph" w:customStyle="1" w:styleId="0842CD71C9E94474AB914EBFB41654DB">
    <w:name w:val="0842CD71C9E94474AB914EBFB41654DB"/>
    <w:rsid w:val="00C60556"/>
  </w:style>
  <w:style w:type="paragraph" w:customStyle="1" w:styleId="B65AFCA5262346089ACA6CBF2B8C6EE6">
    <w:name w:val="B65AFCA5262346089ACA6CBF2B8C6EE6"/>
    <w:rsid w:val="00C60556"/>
  </w:style>
  <w:style w:type="paragraph" w:customStyle="1" w:styleId="EE028593D7004476901836CDF427FCB4">
    <w:name w:val="EE028593D7004476901836CDF427FCB4"/>
    <w:rsid w:val="00C60556"/>
  </w:style>
  <w:style w:type="paragraph" w:customStyle="1" w:styleId="799DDCE9D4D841D1926CF52A59631BE4">
    <w:name w:val="799DDCE9D4D841D1926CF52A59631BE4"/>
    <w:rsid w:val="00C60556"/>
  </w:style>
  <w:style w:type="paragraph" w:customStyle="1" w:styleId="011523CB9F81421FAD1E94BD7B007C70">
    <w:name w:val="011523CB9F81421FAD1E94BD7B007C70"/>
    <w:rsid w:val="00C60556"/>
  </w:style>
  <w:style w:type="paragraph" w:customStyle="1" w:styleId="EEDF7BDC311A454D8B4EAA849F6869C6">
    <w:name w:val="EEDF7BDC311A454D8B4EAA849F6869C6"/>
    <w:rsid w:val="00C60556"/>
  </w:style>
  <w:style w:type="paragraph" w:customStyle="1" w:styleId="A5B936AC95614DF99BAF057D9EAD8BC6">
    <w:name w:val="A5B936AC95614DF99BAF057D9EAD8BC6"/>
    <w:rsid w:val="00C60556"/>
  </w:style>
  <w:style w:type="paragraph" w:customStyle="1" w:styleId="4D53D04B9796451FAB17F9FBAF59E371">
    <w:name w:val="4D53D04B9796451FAB17F9FBAF59E371"/>
    <w:rsid w:val="00C60556"/>
  </w:style>
  <w:style w:type="paragraph" w:customStyle="1" w:styleId="1DA22387B8BB4126B46DD830805444BB">
    <w:name w:val="1DA22387B8BB4126B46DD830805444BB"/>
    <w:rsid w:val="00C60556"/>
  </w:style>
  <w:style w:type="paragraph" w:customStyle="1" w:styleId="8CE39C1FFAFF48F8837DC1E909CB2D1F">
    <w:name w:val="8CE39C1FFAFF48F8837DC1E909CB2D1F"/>
    <w:rsid w:val="006274C6"/>
  </w:style>
  <w:style w:type="paragraph" w:customStyle="1" w:styleId="3AF1786F59804C589746C512BF4E4139">
    <w:name w:val="3AF1786F59804C589746C512BF4E4139"/>
    <w:rsid w:val="006274C6"/>
  </w:style>
  <w:style w:type="paragraph" w:customStyle="1" w:styleId="AF15C88AFB1B4221937DC5CADE92C50E">
    <w:name w:val="AF15C88AFB1B4221937DC5CADE92C50E"/>
    <w:rsid w:val="00A97ACE"/>
  </w:style>
  <w:style w:type="paragraph" w:customStyle="1" w:styleId="1DD051E00BF348B4A09EF5BA514C0769">
    <w:name w:val="1DD051E00BF348B4A09EF5BA514C0769"/>
    <w:rsid w:val="00A97ACE"/>
  </w:style>
  <w:style w:type="paragraph" w:customStyle="1" w:styleId="08ACAB050DC24B15897B31E82FCF3CE4">
    <w:name w:val="08ACAB050DC24B15897B31E82FCF3CE4"/>
    <w:rsid w:val="00A97ACE"/>
  </w:style>
  <w:style w:type="paragraph" w:customStyle="1" w:styleId="0393BD76E8374BAB8A185D0C1156F582">
    <w:name w:val="0393BD76E8374BAB8A185D0C1156F582"/>
    <w:rsid w:val="00A97ACE"/>
  </w:style>
  <w:style w:type="paragraph" w:customStyle="1" w:styleId="5EE51DC5E59D4BAEAEDA32F6A602E5C8">
    <w:name w:val="5EE51DC5E59D4BAEAEDA32F6A602E5C8"/>
    <w:rsid w:val="00A97ACE"/>
  </w:style>
  <w:style w:type="paragraph" w:customStyle="1" w:styleId="EB743E8259A14D37964202B6FA58337B">
    <w:name w:val="EB743E8259A14D37964202B6FA58337B"/>
    <w:rsid w:val="00A97ACE"/>
  </w:style>
  <w:style w:type="paragraph" w:customStyle="1" w:styleId="567488EE2A2A473487D257F156E6FCC3">
    <w:name w:val="567488EE2A2A473487D257F156E6FCC3"/>
    <w:rsid w:val="00A97ACE"/>
  </w:style>
  <w:style w:type="paragraph" w:customStyle="1" w:styleId="B9C788A622A24741B49EA3085DD8EC3E">
    <w:name w:val="B9C788A622A24741B49EA3085DD8EC3E"/>
    <w:rsid w:val="00A97ACE"/>
  </w:style>
  <w:style w:type="paragraph" w:customStyle="1" w:styleId="692C81B158CC4C5F9AD169CC2BB43BFD">
    <w:name w:val="692C81B158CC4C5F9AD169CC2BB43BFD"/>
    <w:rsid w:val="00A97ACE"/>
  </w:style>
  <w:style w:type="paragraph" w:customStyle="1" w:styleId="DB6A7D54C07D4504BDCBFFA19789E364">
    <w:name w:val="DB6A7D54C07D4504BDCBFFA19789E364"/>
    <w:rsid w:val="00A97ACE"/>
  </w:style>
  <w:style w:type="paragraph" w:customStyle="1" w:styleId="E476AE5B3D804D7D82DEEC9002FFE78B">
    <w:name w:val="E476AE5B3D804D7D82DEEC9002FFE78B"/>
    <w:rsid w:val="00833ADC"/>
  </w:style>
  <w:style w:type="paragraph" w:customStyle="1" w:styleId="8098809FF41149CB8DAB5EEA8557E2CC">
    <w:name w:val="8098809FF41149CB8DAB5EEA8557E2CC"/>
    <w:rsid w:val="00833ADC"/>
  </w:style>
  <w:style w:type="paragraph" w:customStyle="1" w:styleId="559EA7A0DA43431A975DBCE2164F2B821">
    <w:name w:val="559EA7A0DA43431A975DBCE2164F2B821"/>
    <w:rsid w:val="00833ADC"/>
    <w:pPr>
      <w:spacing w:after="0" w:line="240" w:lineRule="auto"/>
      <w:jc w:val="both"/>
    </w:pPr>
    <w:rPr>
      <w:rFonts w:ascii="Arial" w:eastAsia="Times New Roman" w:hAnsi="Arial" w:cs="Times New Roman"/>
      <w:sz w:val="20"/>
      <w:szCs w:val="20"/>
    </w:rPr>
  </w:style>
  <w:style w:type="paragraph" w:customStyle="1" w:styleId="2FC4A17B2AD045D38B5EE9CF82C2F05C1">
    <w:name w:val="2FC4A17B2AD045D38B5EE9CF82C2F05C1"/>
    <w:rsid w:val="00833ADC"/>
    <w:pPr>
      <w:spacing w:after="0" w:line="240" w:lineRule="auto"/>
      <w:jc w:val="both"/>
    </w:pPr>
    <w:rPr>
      <w:rFonts w:ascii="Arial" w:eastAsia="Times New Roman" w:hAnsi="Arial" w:cs="Times New Roman"/>
      <w:sz w:val="20"/>
      <w:szCs w:val="20"/>
    </w:rPr>
  </w:style>
  <w:style w:type="paragraph" w:customStyle="1" w:styleId="1D6BF25BF108471BA91333DB40DF779E1">
    <w:name w:val="1D6BF25BF108471BA91333DB40DF779E1"/>
    <w:rsid w:val="00833ADC"/>
    <w:pPr>
      <w:spacing w:after="0" w:line="240" w:lineRule="auto"/>
      <w:jc w:val="both"/>
    </w:pPr>
    <w:rPr>
      <w:rFonts w:ascii="Arial" w:eastAsia="Times New Roman" w:hAnsi="Arial" w:cs="Times New Roman"/>
      <w:sz w:val="20"/>
      <w:szCs w:val="20"/>
    </w:rPr>
  </w:style>
  <w:style w:type="paragraph" w:customStyle="1" w:styleId="E476AE5B3D804D7D82DEEC9002FFE78B1">
    <w:name w:val="E476AE5B3D804D7D82DEEC9002FFE78B1"/>
    <w:rsid w:val="00833ADC"/>
    <w:pPr>
      <w:spacing w:after="0" w:line="240" w:lineRule="auto"/>
      <w:jc w:val="both"/>
    </w:pPr>
    <w:rPr>
      <w:rFonts w:ascii="Arial" w:eastAsia="Times New Roman" w:hAnsi="Arial" w:cs="Times New Roman"/>
      <w:sz w:val="20"/>
      <w:szCs w:val="20"/>
    </w:rPr>
  </w:style>
  <w:style w:type="paragraph" w:customStyle="1" w:styleId="2582C74393E44B76B24D849B96F50133">
    <w:name w:val="2582C74393E44B76B24D849B96F50133"/>
    <w:rsid w:val="00833ADC"/>
    <w:pPr>
      <w:spacing w:after="0" w:line="240" w:lineRule="auto"/>
      <w:jc w:val="both"/>
    </w:pPr>
    <w:rPr>
      <w:rFonts w:ascii="Arial" w:eastAsia="Times New Roman" w:hAnsi="Arial" w:cs="Times New Roman"/>
      <w:sz w:val="20"/>
      <w:szCs w:val="20"/>
    </w:rPr>
  </w:style>
  <w:style w:type="paragraph" w:customStyle="1" w:styleId="7E40322F89E540A2A3333A4A54E06C77">
    <w:name w:val="7E40322F89E540A2A3333A4A54E06C77"/>
    <w:rsid w:val="00833ADC"/>
    <w:pPr>
      <w:spacing w:after="0" w:line="240" w:lineRule="auto"/>
      <w:jc w:val="both"/>
    </w:pPr>
    <w:rPr>
      <w:rFonts w:ascii="Arial" w:eastAsia="Times New Roman" w:hAnsi="Arial" w:cs="Times New Roman"/>
      <w:sz w:val="20"/>
      <w:szCs w:val="20"/>
    </w:rPr>
  </w:style>
  <w:style w:type="paragraph" w:customStyle="1" w:styleId="B4F5152BCD6A494594E84678D5AE7A18">
    <w:name w:val="B4F5152BCD6A494594E84678D5AE7A18"/>
    <w:rsid w:val="00833ADC"/>
    <w:pPr>
      <w:spacing w:after="0" w:line="240" w:lineRule="auto"/>
      <w:jc w:val="both"/>
    </w:pPr>
    <w:rPr>
      <w:rFonts w:ascii="Arial" w:eastAsia="Times New Roman" w:hAnsi="Arial" w:cs="Times New Roman"/>
      <w:sz w:val="20"/>
      <w:szCs w:val="20"/>
    </w:rPr>
  </w:style>
  <w:style w:type="paragraph" w:customStyle="1" w:styleId="2885DCDBB553469CA7871A1D09FD1C2E">
    <w:name w:val="2885DCDBB553469CA7871A1D09FD1C2E"/>
    <w:rsid w:val="00833ADC"/>
    <w:pPr>
      <w:spacing w:after="0" w:line="240" w:lineRule="auto"/>
      <w:jc w:val="both"/>
    </w:pPr>
    <w:rPr>
      <w:rFonts w:ascii="Arial" w:eastAsia="Times New Roman" w:hAnsi="Arial" w:cs="Times New Roman"/>
      <w:sz w:val="20"/>
      <w:szCs w:val="20"/>
    </w:rPr>
  </w:style>
  <w:style w:type="paragraph" w:customStyle="1" w:styleId="086ECB79F3604C4091D88A560085DB071">
    <w:name w:val="086ECB79F3604C4091D88A560085DB071"/>
    <w:rsid w:val="00833ADC"/>
    <w:pPr>
      <w:spacing w:after="0" w:line="240" w:lineRule="auto"/>
      <w:jc w:val="both"/>
    </w:pPr>
    <w:rPr>
      <w:rFonts w:ascii="Arial" w:eastAsia="Times New Roman" w:hAnsi="Arial" w:cs="Times New Roman"/>
      <w:sz w:val="20"/>
      <w:szCs w:val="20"/>
    </w:rPr>
  </w:style>
  <w:style w:type="paragraph" w:customStyle="1" w:styleId="0F067ACA4EE042D5B2072DB737A9BCC71">
    <w:name w:val="0F067ACA4EE042D5B2072DB737A9BCC71"/>
    <w:rsid w:val="00833ADC"/>
    <w:pPr>
      <w:spacing w:after="0" w:line="240" w:lineRule="auto"/>
      <w:jc w:val="both"/>
    </w:pPr>
    <w:rPr>
      <w:rFonts w:ascii="Arial" w:eastAsia="Times New Roman" w:hAnsi="Arial" w:cs="Times New Roman"/>
      <w:sz w:val="20"/>
      <w:szCs w:val="20"/>
    </w:rPr>
  </w:style>
  <w:style w:type="paragraph" w:customStyle="1" w:styleId="5D17DA6BAE5E43CDA8B2021D05527AC91">
    <w:name w:val="5D17DA6BAE5E43CDA8B2021D05527AC91"/>
    <w:rsid w:val="00833ADC"/>
    <w:pPr>
      <w:spacing w:after="0" w:line="240" w:lineRule="auto"/>
      <w:jc w:val="both"/>
    </w:pPr>
    <w:rPr>
      <w:rFonts w:ascii="Arial" w:eastAsia="Times New Roman" w:hAnsi="Arial" w:cs="Times New Roman"/>
      <w:sz w:val="20"/>
      <w:szCs w:val="20"/>
    </w:rPr>
  </w:style>
  <w:style w:type="paragraph" w:customStyle="1" w:styleId="2D202DE95A9048128FD71733CFC57F5A">
    <w:name w:val="2D202DE95A9048128FD71733CFC57F5A"/>
    <w:rsid w:val="00833ADC"/>
    <w:pPr>
      <w:spacing w:after="0" w:line="240" w:lineRule="auto"/>
      <w:jc w:val="both"/>
    </w:pPr>
    <w:rPr>
      <w:rFonts w:ascii="Arial" w:eastAsia="Times New Roman" w:hAnsi="Arial" w:cs="Times New Roman"/>
      <w:sz w:val="20"/>
      <w:szCs w:val="20"/>
    </w:rPr>
  </w:style>
  <w:style w:type="paragraph" w:customStyle="1" w:styleId="DE741B0572CD42C4AF597DFF9E35D3C51">
    <w:name w:val="DE741B0572CD42C4AF597DFF9E35D3C51"/>
    <w:rsid w:val="00833ADC"/>
    <w:pPr>
      <w:spacing w:after="0" w:line="240" w:lineRule="auto"/>
      <w:jc w:val="both"/>
    </w:pPr>
    <w:rPr>
      <w:rFonts w:ascii="Arial" w:eastAsia="Times New Roman" w:hAnsi="Arial" w:cs="Times New Roman"/>
      <w:sz w:val="20"/>
      <w:szCs w:val="20"/>
    </w:rPr>
  </w:style>
  <w:style w:type="paragraph" w:customStyle="1" w:styleId="B1B9A2E873114071AA1C67E928A4FF86">
    <w:name w:val="B1B9A2E873114071AA1C67E928A4FF86"/>
    <w:rsid w:val="00833ADC"/>
    <w:pPr>
      <w:spacing w:after="0" w:line="240" w:lineRule="auto"/>
      <w:jc w:val="both"/>
    </w:pPr>
    <w:rPr>
      <w:rFonts w:ascii="Arial" w:eastAsia="Times New Roman" w:hAnsi="Arial" w:cs="Times New Roman"/>
      <w:sz w:val="20"/>
      <w:szCs w:val="20"/>
    </w:rPr>
  </w:style>
  <w:style w:type="paragraph" w:customStyle="1" w:styleId="55657463C0C84097800A37305F29D72A">
    <w:name w:val="55657463C0C84097800A37305F29D72A"/>
    <w:rsid w:val="00833ADC"/>
    <w:pPr>
      <w:spacing w:after="0" w:line="240" w:lineRule="auto"/>
      <w:jc w:val="both"/>
    </w:pPr>
    <w:rPr>
      <w:rFonts w:ascii="Arial" w:eastAsia="Times New Roman" w:hAnsi="Arial" w:cs="Times New Roman"/>
      <w:sz w:val="20"/>
      <w:szCs w:val="20"/>
    </w:rPr>
  </w:style>
  <w:style w:type="paragraph" w:customStyle="1" w:styleId="F2FDA0D2292745FF95A3FB3B263755E6">
    <w:name w:val="F2FDA0D2292745FF95A3FB3B263755E6"/>
    <w:rsid w:val="00833ADC"/>
    <w:pPr>
      <w:spacing w:after="0" w:line="240" w:lineRule="auto"/>
      <w:jc w:val="both"/>
    </w:pPr>
    <w:rPr>
      <w:rFonts w:ascii="Arial" w:eastAsia="Times New Roman" w:hAnsi="Arial" w:cs="Times New Roman"/>
      <w:sz w:val="20"/>
      <w:szCs w:val="20"/>
    </w:rPr>
  </w:style>
  <w:style w:type="paragraph" w:customStyle="1" w:styleId="E99AAC7E742645CF921E506DB8BC3317">
    <w:name w:val="E99AAC7E742645CF921E506DB8BC3317"/>
    <w:rsid w:val="00833ADC"/>
    <w:pPr>
      <w:spacing w:after="0" w:line="240" w:lineRule="auto"/>
      <w:jc w:val="both"/>
    </w:pPr>
    <w:rPr>
      <w:rFonts w:ascii="Arial" w:eastAsia="Times New Roman" w:hAnsi="Arial" w:cs="Times New Roman"/>
      <w:sz w:val="20"/>
      <w:szCs w:val="20"/>
    </w:rPr>
  </w:style>
  <w:style w:type="paragraph" w:customStyle="1" w:styleId="E1A13B325FE0435BB7DB5CACD5EA46D31">
    <w:name w:val="E1A13B325FE0435BB7DB5CACD5EA46D31"/>
    <w:rsid w:val="00833ADC"/>
    <w:pPr>
      <w:spacing w:after="0" w:line="240" w:lineRule="auto"/>
      <w:jc w:val="both"/>
    </w:pPr>
    <w:rPr>
      <w:rFonts w:ascii="Arial" w:eastAsia="Times New Roman" w:hAnsi="Arial" w:cs="Times New Roman"/>
      <w:sz w:val="20"/>
      <w:szCs w:val="20"/>
    </w:rPr>
  </w:style>
  <w:style w:type="paragraph" w:customStyle="1" w:styleId="6E9B6FEED95349A29F3EF3954240C2FE1">
    <w:name w:val="6E9B6FEED95349A29F3EF3954240C2FE1"/>
    <w:rsid w:val="00833ADC"/>
    <w:pPr>
      <w:spacing w:after="0" w:line="240" w:lineRule="auto"/>
      <w:jc w:val="both"/>
    </w:pPr>
    <w:rPr>
      <w:rFonts w:ascii="Arial" w:eastAsia="Times New Roman" w:hAnsi="Arial" w:cs="Times New Roman"/>
      <w:sz w:val="20"/>
      <w:szCs w:val="20"/>
    </w:rPr>
  </w:style>
  <w:style w:type="paragraph" w:customStyle="1" w:styleId="70B65C7244B64DA59E673AF39BE2E6A61">
    <w:name w:val="70B65C7244B64DA59E673AF39BE2E6A61"/>
    <w:rsid w:val="00833ADC"/>
    <w:pPr>
      <w:spacing w:after="0" w:line="240" w:lineRule="auto"/>
      <w:jc w:val="both"/>
    </w:pPr>
    <w:rPr>
      <w:rFonts w:ascii="Arial" w:eastAsia="Times New Roman" w:hAnsi="Arial" w:cs="Times New Roman"/>
      <w:sz w:val="20"/>
      <w:szCs w:val="20"/>
    </w:rPr>
  </w:style>
  <w:style w:type="paragraph" w:customStyle="1" w:styleId="0DA9CF57106645EAB05040205AB5778D1">
    <w:name w:val="0DA9CF57106645EAB05040205AB5778D1"/>
    <w:rsid w:val="00833ADC"/>
    <w:pPr>
      <w:spacing w:after="0" w:line="240" w:lineRule="auto"/>
      <w:jc w:val="both"/>
    </w:pPr>
    <w:rPr>
      <w:rFonts w:ascii="Arial" w:eastAsia="Times New Roman" w:hAnsi="Arial" w:cs="Times New Roman"/>
      <w:sz w:val="20"/>
      <w:szCs w:val="20"/>
    </w:rPr>
  </w:style>
  <w:style w:type="paragraph" w:customStyle="1" w:styleId="BD17BDF298ED479CB60D71077CB20E241">
    <w:name w:val="BD17BDF298ED479CB60D71077CB20E241"/>
    <w:rsid w:val="00833ADC"/>
    <w:pPr>
      <w:spacing w:after="0" w:line="240" w:lineRule="auto"/>
      <w:jc w:val="both"/>
    </w:pPr>
    <w:rPr>
      <w:rFonts w:ascii="Arial" w:eastAsia="Times New Roman" w:hAnsi="Arial" w:cs="Times New Roman"/>
      <w:sz w:val="20"/>
      <w:szCs w:val="20"/>
    </w:rPr>
  </w:style>
  <w:style w:type="paragraph" w:customStyle="1" w:styleId="D58254AB9E46425EBB8828D4BBBC6C641">
    <w:name w:val="D58254AB9E46425EBB8828D4BBBC6C641"/>
    <w:rsid w:val="00833ADC"/>
    <w:pPr>
      <w:spacing w:after="0" w:line="240" w:lineRule="auto"/>
      <w:jc w:val="both"/>
    </w:pPr>
    <w:rPr>
      <w:rFonts w:ascii="Arial" w:eastAsia="Times New Roman" w:hAnsi="Arial" w:cs="Times New Roman"/>
      <w:sz w:val="20"/>
      <w:szCs w:val="20"/>
    </w:rPr>
  </w:style>
  <w:style w:type="paragraph" w:customStyle="1" w:styleId="F3B4D59AA9424F41A966C6F12B2DF9051">
    <w:name w:val="F3B4D59AA9424F41A966C6F12B2DF9051"/>
    <w:rsid w:val="00833ADC"/>
    <w:pPr>
      <w:spacing w:after="0" w:line="240" w:lineRule="auto"/>
      <w:jc w:val="both"/>
    </w:pPr>
    <w:rPr>
      <w:rFonts w:ascii="Arial" w:eastAsia="Times New Roman" w:hAnsi="Arial" w:cs="Times New Roman"/>
      <w:sz w:val="20"/>
      <w:szCs w:val="20"/>
    </w:rPr>
  </w:style>
  <w:style w:type="paragraph" w:customStyle="1" w:styleId="98567149922B442E9D01F5BBB71B3A411">
    <w:name w:val="98567149922B442E9D01F5BBB71B3A411"/>
    <w:rsid w:val="00833ADC"/>
    <w:pPr>
      <w:spacing w:after="0" w:line="240" w:lineRule="auto"/>
      <w:jc w:val="both"/>
    </w:pPr>
    <w:rPr>
      <w:rFonts w:ascii="Arial" w:eastAsia="Times New Roman" w:hAnsi="Arial" w:cs="Times New Roman"/>
      <w:sz w:val="20"/>
      <w:szCs w:val="20"/>
    </w:rPr>
  </w:style>
  <w:style w:type="paragraph" w:customStyle="1" w:styleId="0321F91166944B808F539255C70E98C21">
    <w:name w:val="0321F91166944B808F539255C70E98C21"/>
    <w:rsid w:val="00833ADC"/>
    <w:pPr>
      <w:spacing w:after="0" w:line="240" w:lineRule="auto"/>
      <w:jc w:val="both"/>
    </w:pPr>
    <w:rPr>
      <w:rFonts w:ascii="Arial" w:eastAsia="Times New Roman" w:hAnsi="Arial" w:cs="Times New Roman"/>
      <w:sz w:val="20"/>
      <w:szCs w:val="20"/>
    </w:rPr>
  </w:style>
  <w:style w:type="paragraph" w:customStyle="1" w:styleId="3137E148D8874109A3E6CFE75B7AB2DB1">
    <w:name w:val="3137E148D8874109A3E6CFE75B7AB2DB1"/>
    <w:rsid w:val="00833ADC"/>
    <w:pPr>
      <w:spacing w:after="0" w:line="240" w:lineRule="auto"/>
      <w:jc w:val="both"/>
    </w:pPr>
    <w:rPr>
      <w:rFonts w:ascii="Arial" w:eastAsia="Times New Roman" w:hAnsi="Arial" w:cs="Times New Roman"/>
      <w:sz w:val="20"/>
      <w:szCs w:val="20"/>
    </w:rPr>
  </w:style>
  <w:style w:type="paragraph" w:customStyle="1" w:styleId="72062C0729EF47D6ADADDEEFC44290B91">
    <w:name w:val="72062C0729EF47D6ADADDEEFC44290B91"/>
    <w:rsid w:val="00833ADC"/>
    <w:pPr>
      <w:spacing w:after="0" w:line="240" w:lineRule="auto"/>
      <w:jc w:val="both"/>
    </w:pPr>
    <w:rPr>
      <w:rFonts w:ascii="Arial" w:eastAsia="Times New Roman" w:hAnsi="Arial" w:cs="Times New Roman"/>
      <w:sz w:val="20"/>
      <w:szCs w:val="20"/>
    </w:rPr>
  </w:style>
  <w:style w:type="paragraph" w:customStyle="1" w:styleId="352D2A6898994C30A91CE121933C6AE61">
    <w:name w:val="352D2A6898994C30A91CE121933C6AE61"/>
    <w:rsid w:val="00833ADC"/>
    <w:pPr>
      <w:spacing w:after="0" w:line="240" w:lineRule="auto"/>
      <w:jc w:val="both"/>
    </w:pPr>
    <w:rPr>
      <w:rFonts w:ascii="Arial" w:eastAsia="Times New Roman" w:hAnsi="Arial" w:cs="Times New Roman"/>
      <w:sz w:val="20"/>
      <w:szCs w:val="20"/>
    </w:rPr>
  </w:style>
  <w:style w:type="paragraph" w:customStyle="1" w:styleId="C21B09AE5A484DEEB0951F7DA7516A6E1">
    <w:name w:val="C21B09AE5A484DEEB0951F7DA7516A6E1"/>
    <w:rsid w:val="00833ADC"/>
    <w:pPr>
      <w:spacing w:after="0" w:line="240" w:lineRule="auto"/>
      <w:jc w:val="both"/>
    </w:pPr>
    <w:rPr>
      <w:rFonts w:ascii="Arial" w:eastAsia="Times New Roman" w:hAnsi="Arial" w:cs="Times New Roman"/>
      <w:sz w:val="20"/>
      <w:szCs w:val="20"/>
    </w:rPr>
  </w:style>
  <w:style w:type="paragraph" w:customStyle="1" w:styleId="65B7BC3D606B4AF7B527B2AD291B6B4D1">
    <w:name w:val="65B7BC3D606B4AF7B527B2AD291B6B4D1"/>
    <w:rsid w:val="00833ADC"/>
    <w:pPr>
      <w:spacing w:after="0" w:line="240" w:lineRule="auto"/>
      <w:jc w:val="both"/>
    </w:pPr>
    <w:rPr>
      <w:rFonts w:ascii="Arial" w:eastAsia="Times New Roman" w:hAnsi="Arial" w:cs="Times New Roman"/>
      <w:sz w:val="20"/>
      <w:szCs w:val="20"/>
    </w:rPr>
  </w:style>
  <w:style w:type="paragraph" w:customStyle="1" w:styleId="4E9BC4E1FF9349ED822F27E1889523B81">
    <w:name w:val="4E9BC4E1FF9349ED822F27E1889523B81"/>
    <w:rsid w:val="00833ADC"/>
    <w:pPr>
      <w:spacing w:after="0" w:line="240" w:lineRule="auto"/>
      <w:jc w:val="both"/>
    </w:pPr>
    <w:rPr>
      <w:rFonts w:ascii="Arial" w:eastAsia="Times New Roman" w:hAnsi="Arial" w:cs="Times New Roman"/>
      <w:sz w:val="20"/>
      <w:szCs w:val="20"/>
    </w:rPr>
  </w:style>
  <w:style w:type="paragraph" w:customStyle="1" w:styleId="EFEDA760CACF4906AA5260CF9E9823CA1">
    <w:name w:val="EFEDA760CACF4906AA5260CF9E9823CA1"/>
    <w:rsid w:val="00833ADC"/>
    <w:pPr>
      <w:spacing w:after="0" w:line="240" w:lineRule="auto"/>
      <w:jc w:val="both"/>
    </w:pPr>
    <w:rPr>
      <w:rFonts w:ascii="Arial" w:eastAsia="Times New Roman" w:hAnsi="Arial" w:cs="Times New Roman"/>
      <w:sz w:val="20"/>
      <w:szCs w:val="20"/>
    </w:rPr>
  </w:style>
  <w:style w:type="paragraph" w:customStyle="1" w:styleId="142E1265F4414622B8AFFED27DBD98001">
    <w:name w:val="142E1265F4414622B8AFFED27DBD98001"/>
    <w:rsid w:val="00833ADC"/>
    <w:pPr>
      <w:spacing w:after="0" w:line="240" w:lineRule="auto"/>
      <w:jc w:val="both"/>
    </w:pPr>
    <w:rPr>
      <w:rFonts w:ascii="Arial" w:eastAsia="Times New Roman" w:hAnsi="Arial" w:cs="Times New Roman"/>
      <w:sz w:val="20"/>
      <w:szCs w:val="20"/>
    </w:rPr>
  </w:style>
  <w:style w:type="paragraph" w:customStyle="1" w:styleId="0E8B6E3BE8914EAD983D238B3623CB3D1">
    <w:name w:val="0E8B6E3BE8914EAD983D238B3623CB3D1"/>
    <w:rsid w:val="00833ADC"/>
    <w:pPr>
      <w:spacing w:after="0" w:line="240" w:lineRule="auto"/>
      <w:jc w:val="both"/>
    </w:pPr>
    <w:rPr>
      <w:rFonts w:ascii="Arial" w:eastAsia="Times New Roman" w:hAnsi="Arial" w:cs="Times New Roman"/>
      <w:sz w:val="20"/>
      <w:szCs w:val="20"/>
    </w:rPr>
  </w:style>
  <w:style w:type="paragraph" w:customStyle="1" w:styleId="21F780BA953E48EA836C3715A9F4FE471">
    <w:name w:val="21F780BA953E48EA836C3715A9F4FE471"/>
    <w:rsid w:val="00833ADC"/>
    <w:pPr>
      <w:spacing w:after="0" w:line="240" w:lineRule="auto"/>
      <w:jc w:val="both"/>
    </w:pPr>
    <w:rPr>
      <w:rFonts w:ascii="Arial" w:eastAsia="Times New Roman" w:hAnsi="Arial" w:cs="Times New Roman"/>
      <w:sz w:val="20"/>
      <w:szCs w:val="20"/>
    </w:rPr>
  </w:style>
  <w:style w:type="paragraph" w:customStyle="1" w:styleId="96F03B1CAEA0404B8FF16FD7212EBF5F1">
    <w:name w:val="96F03B1CAEA0404B8FF16FD7212EBF5F1"/>
    <w:rsid w:val="00833ADC"/>
    <w:pPr>
      <w:spacing w:after="0" w:line="240" w:lineRule="auto"/>
      <w:jc w:val="both"/>
    </w:pPr>
    <w:rPr>
      <w:rFonts w:ascii="Arial" w:eastAsia="Times New Roman" w:hAnsi="Arial" w:cs="Times New Roman"/>
      <w:sz w:val="20"/>
      <w:szCs w:val="20"/>
    </w:rPr>
  </w:style>
  <w:style w:type="paragraph" w:customStyle="1" w:styleId="F25D85A01042450CA07F4B80B4D1EE8E1">
    <w:name w:val="F25D85A01042450CA07F4B80B4D1EE8E1"/>
    <w:rsid w:val="00833ADC"/>
    <w:pPr>
      <w:spacing w:after="0" w:line="240" w:lineRule="auto"/>
      <w:jc w:val="both"/>
    </w:pPr>
    <w:rPr>
      <w:rFonts w:ascii="Arial" w:eastAsia="Times New Roman" w:hAnsi="Arial" w:cs="Times New Roman"/>
      <w:sz w:val="20"/>
      <w:szCs w:val="20"/>
    </w:rPr>
  </w:style>
  <w:style w:type="paragraph" w:customStyle="1" w:styleId="277C02C270AE48A89DD394F59A62F8121">
    <w:name w:val="277C02C270AE48A89DD394F59A62F8121"/>
    <w:rsid w:val="00833ADC"/>
    <w:pPr>
      <w:spacing w:after="0" w:line="240" w:lineRule="auto"/>
      <w:jc w:val="both"/>
    </w:pPr>
    <w:rPr>
      <w:rFonts w:ascii="Arial" w:eastAsia="Times New Roman" w:hAnsi="Arial" w:cs="Times New Roman"/>
      <w:sz w:val="20"/>
      <w:szCs w:val="20"/>
    </w:rPr>
  </w:style>
  <w:style w:type="paragraph" w:customStyle="1" w:styleId="F9FEAF2314C74DB6BE7D95A4701ACB001">
    <w:name w:val="F9FEAF2314C74DB6BE7D95A4701ACB001"/>
    <w:rsid w:val="00833ADC"/>
    <w:pPr>
      <w:spacing w:after="0" w:line="240" w:lineRule="auto"/>
      <w:jc w:val="both"/>
    </w:pPr>
    <w:rPr>
      <w:rFonts w:ascii="Arial" w:eastAsia="Times New Roman" w:hAnsi="Arial" w:cs="Times New Roman"/>
      <w:sz w:val="20"/>
      <w:szCs w:val="20"/>
    </w:rPr>
  </w:style>
  <w:style w:type="paragraph" w:customStyle="1" w:styleId="22DE8E1229814C4998CECDFB6E4AF2C71">
    <w:name w:val="22DE8E1229814C4998CECDFB6E4AF2C71"/>
    <w:rsid w:val="00833ADC"/>
    <w:pPr>
      <w:spacing w:after="0" w:line="240" w:lineRule="auto"/>
      <w:jc w:val="both"/>
    </w:pPr>
    <w:rPr>
      <w:rFonts w:ascii="Arial" w:eastAsia="Times New Roman" w:hAnsi="Arial" w:cs="Times New Roman"/>
      <w:sz w:val="20"/>
      <w:szCs w:val="20"/>
    </w:rPr>
  </w:style>
  <w:style w:type="paragraph" w:customStyle="1" w:styleId="0F3F94C960324326BD558975DA4469701">
    <w:name w:val="0F3F94C960324326BD558975DA4469701"/>
    <w:rsid w:val="00833ADC"/>
    <w:pPr>
      <w:spacing w:after="0" w:line="240" w:lineRule="auto"/>
      <w:jc w:val="both"/>
    </w:pPr>
    <w:rPr>
      <w:rFonts w:ascii="Arial" w:eastAsia="Times New Roman" w:hAnsi="Arial" w:cs="Times New Roman"/>
      <w:sz w:val="20"/>
      <w:szCs w:val="20"/>
    </w:rPr>
  </w:style>
  <w:style w:type="paragraph" w:customStyle="1" w:styleId="EC5A4D6BC3004396824D0B1B02E19E421">
    <w:name w:val="EC5A4D6BC3004396824D0B1B02E19E421"/>
    <w:rsid w:val="00833ADC"/>
    <w:pPr>
      <w:spacing w:after="0" w:line="240" w:lineRule="auto"/>
      <w:jc w:val="both"/>
    </w:pPr>
    <w:rPr>
      <w:rFonts w:ascii="Arial" w:eastAsia="Times New Roman" w:hAnsi="Arial" w:cs="Times New Roman"/>
      <w:sz w:val="20"/>
      <w:szCs w:val="20"/>
    </w:rPr>
  </w:style>
  <w:style w:type="paragraph" w:customStyle="1" w:styleId="BAB8B45E8D7A4CF9BF57598F3D70D01B1">
    <w:name w:val="BAB8B45E8D7A4CF9BF57598F3D70D01B1"/>
    <w:rsid w:val="00833ADC"/>
    <w:pPr>
      <w:spacing w:after="0" w:line="240" w:lineRule="auto"/>
      <w:jc w:val="both"/>
    </w:pPr>
    <w:rPr>
      <w:rFonts w:ascii="Arial" w:eastAsia="Times New Roman" w:hAnsi="Arial" w:cs="Times New Roman"/>
      <w:sz w:val="20"/>
      <w:szCs w:val="20"/>
    </w:rPr>
  </w:style>
  <w:style w:type="paragraph" w:customStyle="1" w:styleId="8C0A2954C8524E14A6E30DB871F7B90E1">
    <w:name w:val="8C0A2954C8524E14A6E30DB871F7B90E1"/>
    <w:rsid w:val="00833ADC"/>
    <w:pPr>
      <w:spacing w:after="0" w:line="240" w:lineRule="auto"/>
      <w:jc w:val="both"/>
    </w:pPr>
    <w:rPr>
      <w:rFonts w:ascii="Arial" w:eastAsia="Times New Roman" w:hAnsi="Arial" w:cs="Times New Roman"/>
      <w:sz w:val="20"/>
      <w:szCs w:val="20"/>
    </w:rPr>
  </w:style>
  <w:style w:type="paragraph" w:customStyle="1" w:styleId="DFAC2929F3094B5899C4842230D241A61">
    <w:name w:val="DFAC2929F3094B5899C4842230D241A61"/>
    <w:rsid w:val="00833ADC"/>
    <w:pPr>
      <w:spacing w:after="0" w:line="240" w:lineRule="auto"/>
      <w:jc w:val="both"/>
    </w:pPr>
    <w:rPr>
      <w:rFonts w:ascii="Arial" w:eastAsia="Times New Roman" w:hAnsi="Arial" w:cs="Times New Roman"/>
      <w:sz w:val="20"/>
      <w:szCs w:val="20"/>
    </w:rPr>
  </w:style>
  <w:style w:type="paragraph" w:customStyle="1" w:styleId="AE0DF97EA4C34F68AFBCA32FD7D94C7A1">
    <w:name w:val="AE0DF97EA4C34F68AFBCA32FD7D94C7A1"/>
    <w:rsid w:val="00833ADC"/>
    <w:pPr>
      <w:spacing w:after="0" w:line="240" w:lineRule="auto"/>
      <w:jc w:val="both"/>
    </w:pPr>
    <w:rPr>
      <w:rFonts w:ascii="Arial" w:eastAsia="Times New Roman" w:hAnsi="Arial" w:cs="Times New Roman"/>
      <w:sz w:val="20"/>
      <w:szCs w:val="20"/>
    </w:rPr>
  </w:style>
  <w:style w:type="paragraph" w:customStyle="1" w:styleId="7D6C77818A2849F588AC701D681F64691">
    <w:name w:val="7D6C77818A2849F588AC701D681F64691"/>
    <w:rsid w:val="00833ADC"/>
    <w:pPr>
      <w:spacing w:after="0" w:line="240" w:lineRule="auto"/>
      <w:jc w:val="both"/>
    </w:pPr>
    <w:rPr>
      <w:rFonts w:ascii="Arial" w:eastAsia="Times New Roman" w:hAnsi="Arial" w:cs="Times New Roman"/>
      <w:sz w:val="20"/>
      <w:szCs w:val="20"/>
    </w:rPr>
  </w:style>
  <w:style w:type="paragraph" w:customStyle="1" w:styleId="EFFBEBF6BE514DD1A248694F3C011B901">
    <w:name w:val="EFFBEBF6BE514DD1A248694F3C011B901"/>
    <w:rsid w:val="00833ADC"/>
    <w:pPr>
      <w:spacing w:after="0" w:line="240" w:lineRule="auto"/>
      <w:jc w:val="both"/>
    </w:pPr>
    <w:rPr>
      <w:rFonts w:ascii="Arial" w:eastAsia="Times New Roman" w:hAnsi="Arial" w:cs="Times New Roman"/>
      <w:sz w:val="20"/>
      <w:szCs w:val="20"/>
    </w:rPr>
  </w:style>
  <w:style w:type="paragraph" w:customStyle="1" w:styleId="050C6766902E443D8DAFFE7771A136F61">
    <w:name w:val="050C6766902E443D8DAFFE7771A136F61"/>
    <w:rsid w:val="00833ADC"/>
    <w:pPr>
      <w:spacing w:after="0" w:line="240" w:lineRule="auto"/>
      <w:jc w:val="both"/>
    </w:pPr>
    <w:rPr>
      <w:rFonts w:ascii="Arial" w:eastAsia="Times New Roman" w:hAnsi="Arial" w:cs="Times New Roman"/>
      <w:sz w:val="20"/>
      <w:szCs w:val="20"/>
    </w:rPr>
  </w:style>
  <w:style w:type="paragraph" w:customStyle="1" w:styleId="9483AB40B0D6458EB17207D1A3F9594A1">
    <w:name w:val="9483AB40B0D6458EB17207D1A3F9594A1"/>
    <w:rsid w:val="00833ADC"/>
    <w:pPr>
      <w:spacing w:after="0" w:line="240" w:lineRule="auto"/>
      <w:jc w:val="both"/>
    </w:pPr>
    <w:rPr>
      <w:rFonts w:ascii="Arial" w:eastAsia="Times New Roman" w:hAnsi="Arial" w:cs="Times New Roman"/>
      <w:sz w:val="20"/>
      <w:szCs w:val="20"/>
    </w:rPr>
  </w:style>
  <w:style w:type="paragraph" w:customStyle="1" w:styleId="E8CC782C44604140A3D64E2FA67BC6441">
    <w:name w:val="E8CC782C44604140A3D64E2FA67BC6441"/>
    <w:rsid w:val="00833ADC"/>
    <w:pPr>
      <w:spacing w:after="0" w:line="240" w:lineRule="auto"/>
      <w:jc w:val="both"/>
    </w:pPr>
    <w:rPr>
      <w:rFonts w:ascii="Arial" w:eastAsia="Times New Roman" w:hAnsi="Arial" w:cs="Times New Roman"/>
      <w:sz w:val="20"/>
      <w:szCs w:val="20"/>
    </w:rPr>
  </w:style>
  <w:style w:type="paragraph" w:customStyle="1" w:styleId="BDF5AB40C5F7426683DB369763FFE98B1">
    <w:name w:val="BDF5AB40C5F7426683DB369763FFE98B1"/>
    <w:rsid w:val="00833ADC"/>
    <w:pPr>
      <w:spacing w:after="0" w:line="240" w:lineRule="auto"/>
      <w:jc w:val="both"/>
    </w:pPr>
    <w:rPr>
      <w:rFonts w:ascii="Arial" w:eastAsia="Times New Roman" w:hAnsi="Arial" w:cs="Times New Roman"/>
      <w:sz w:val="20"/>
      <w:szCs w:val="20"/>
    </w:rPr>
  </w:style>
  <w:style w:type="paragraph" w:customStyle="1" w:styleId="C07CB20429C044329BACCE47B533697E1">
    <w:name w:val="C07CB20429C044329BACCE47B533697E1"/>
    <w:rsid w:val="00833ADC"/>
    <w:pPr>
      <w:spacing w:after="0" w:line="240" w:lineRule="auto"/>
      <w:jc w:val="both"/>
    </w:pPr>
    <w:rPr>
      <w:rFonts w:ascii="Arial" w:eastAsia="Times New Roman" w:hAnsi="Arial" w:cs="Times New Roman"/>
      <w:sz w:val="20"/>
      <w:szCs w:val="20"/>
    </w:rPr>
  </w:style>
  <w:style w:type="paragraph" w:customStyle="1" w:styleId="54ABF05EB7BF4535953324F403B3482C1">
    <w:name w:val="54ABF05EB7BF4535953324F403B3482C1"/>
    <w:rsid w:val="00833ADC"/>
    <w:pPr>
      <w:spacing w:after="0" w:line="240" w:lineRule="auto"/>
      <w:jc w:val="both"/>
    </w:pPr>
    <w:rPr>
      <w:rFonts w:ascii="Arial" w:eastAsia="Times New Roman" w:hAnsi="Arial" w:cs="Times New Roman"/>
      <w:sz w:val="20"/>
      <w:szCs w:val="20"/>
    </w:rPr>
  </w:style>
  <w:style w:type="paragraph" w:customStyle="1" w:styleId="BF1C3324535F49DFBD02DE19B692BD0F1">
    <w:name w:val="BF1C3324535F49DFBD02DE19B692BD0F1"/>
    <w:rsid w:val="00833ADC"/>
    <w:pPr>
      <w:spacing w:after="0" w:line="240" w:lineRule="auto"/>
      <w:jc w:val="both"/>
    </w:pPr>
    <w:rPr>
      <w:rFonts w:ascii="Arial" w:eastAsia="Times New Roman" w:hAnsi="Arial" w:cs="Times New Roman"/>
      <w:sz w:val="20"/>
      <w:szCs w:val="20"/>
    </w:rPr>
  </w:style>
  <w:style w:type="paragraph" w:customStyle="1" w:styleId="2308221A8C294554BD6FA2F0B241D9B21">
    <w:name w:val="2308221A8C294554BD6FA2F0B241D9B21"/>
    <w:rsid w:val="00833ADC"/>
    <w:pPr>
      <w:spacing w:after="0" w:line="240" w:lineRule="auto"/>
      <w:jc w:val="both"/>
    </w:pPr>
    <w:rPr>
      <w:rFonts w:ascii="Arial" w:eastAsia="Times New Roman" w:hAnsi="Arial" w:cs="Times New Roman"/>
      <w:sz w:val="20"/>
      <w:szCs w:val="20"/>
    </w:rPr>
  </w:style>
  <w:style w:type="paragraph" w:customStyle="1" w:styleId="C709891149AF496EA87F8E743852524E1">
    <w:name w:val="C709891149AF496EA87F8E743852524E1"/>
    <w:rsid w:val="00833ADC"/>
    <w:pPr>
      <w:spacing w:after="0" w:line="240" w:lineRule="auto"/>
      <w:jc w:val="both"/>
    </w:pPr>
    <w:rPr>
      <w:rFonts w:ascii="Arial" w:eastAsia="Times New Roman" w:hAnsi="Arial" w:cs="Times New Roman"/>
      <w:sz w:val="20"/>
      <w:szCs w:val="20"/>
    </w:rPr>
  </w:style>
  <w:style w:type="paragraph" w:customStyle="1" w:styleId="A7F6CE4721804257878CBBA4CA4AF3CC1">
    <w:name w:val="A7F6CE4721804257878CBBA4CA4AF3CC1"/>
    <w:rsid w:val="00833ADC"/>
    <w:pPr>
      <w:spacing w:after="0" w:line="240" w:lineRule="auto"/>
      <w:jc w:val="both"/>
    </w:pPr>
    <w:rPr>
      <w:rFonts w:ascii="Arial" w:eastAsia="Times New Roman" w:hAnsi="Arial" w:cs="Times New Roman"/>
      <w:sz w:val="20"/>
      <w:szCs w:val="20"/>
    </w:rPr>
  </w:style>
  <w:style w:type="paragraph" w:customStyle="1" w:styleId="89A21571B0364E659C3C1EF20586BF121">
    <w:name w:val="89A21571B0364E659C3C1EF20586BF121"/>
    <w:rsid w:val="00833ADC"/>
    <w:pPr>
      <w:spacing w:after="0" w:line="240" w:lineRule="auto"/>
      <w:jc w:val="both"/>
    </w:pPr>
    <w:rPr>
      <w:rFonts w:ascii="Arial" w:eastAsia="Times New Roman" w:hAnsi="Arial" w:cs="Times New Roman"/>
      <w:sz w:val="20"/>
      <w:szCs w:val="20"/>
    </w:rPr>
  </w:style>
  <w:style w:type="paragraph" w:customStyle="1" w:styleId="11D27469D6F04F949F954F6729DA03801">
    <w:name w:val="11D27469D6F04F949F954F6729DA03801"/>
    <w:rsid w:val="00833ADC"/>
    <w:pPr>
      <w:spacing w:after="0" w:line="240" w:lineRule="auto"/>
      <w:jc w:val="both"/>
    </w:pPr>
    <w:rPr>
      <w:rFonts w:ascii="Arial" w:eastAsia="Times New Roman" w:hAnsi="Arial" w:cs="Times New Roman"/>
      <w:sz w:val="20"/>
      <w:szCs w:val="20"/>
    </w:rPr>
  </w:style>
  <w:style w:type="paragraph" w:customStyle="1" w:styleId="188BF47D73F94743B2F1819C1A9C94D41">
    <w:name w:val="188BF47D73F94743B2F1819C1A9C94D41"/>
    <w:rsid w:val="00833ADC"/>
    <w:pPr>
      <w:spacing w:after="0" w:line="240" w:lineRule="auto"/>
      <w:jc w:val="both"/>
    </w:pPr>
    <w:rPr>
      <w:rFonts w:ascii="Arial" w:eastAsia="Times New Roman" w:hAnsi="Arial" w:cs="Times New Roman"/>
      <w:sz w:val="20"/>
      <w:szCs w:val="20"/>
    </w:rPr>
  </w:style>
  <w:style w:type="paragraph" w:customStyle="1" w:styleId="AF15C88AFB1B4221937DC5CADE92C50E1">
    <w:name w:val="AF15C88AFB1B4221937DC5CADE92C50E1"/>
    <w:rsid w:val="00833ADC"/>
    <w:pPr>
      <w:spacing w:after="0" w:line="240" w:lineRule="auto"/>
      <w:jc w:val="both"/>
    </w:pPr>
    <w:rPr>
      <w:rFonts w:ascii="Arial" w:eastAsia="Times New Roman" w:hAnsi="Arial" w:cs="Times New Roman"/>
      <w:sz w:val="20"/>
      <w:szCs w:val="20"/>
    </w:rPr>
  </w:style>
  <w:style w:type="paragraph" w:customStyle="1" w:styleId="CCE961A4532443AFA85F16ACF2A4DC4F1">
    <w:name w:val="CCE961A4532443AFA85F16ACF2A4DC4F1"/>
    <w:rsid w:val="00833ADC"/>
    <w:pPr>
      <w:spacing w:after="0" w:line="240" w:lineRule="auto"/>
      <w:jc w:val="both"/>
    </w:pPr>
    <w:rPr>
      <w:rFonts w:ascii="Arial" w:eastAsia="Times New Roman" w:hAnsi="Arial" w:cs="Times New Roman"/>
      <w:sz w:val="20"/>
      <w:szCs w:val="20"/>
    </w:rPr>
  </w:style>
  <w:style w:type="paragraph" w:customStyle="1" w:styleId="89DC33BF7A3A41C9894DFF394496D0F21">
    <w:name w:val="89DC33BF7A3A41C9894DFF394496D0F21"/>
    <w:rsid w:val="00833ADC"/>
    <w:pPr>
      <w:spacing w:after="0" w:line="240" w:lineRule="auto"/>
      <w:jc w:val="both"/>
    </w:pPr>
    <w:rPr>
      <w:rFonts w:ascii="Arial" w:eastAsia="Times New Roman" w:hAnsi="Arial" w:cs="Times New Roman"/>
      <w:sz w:val="20"/>
      <w:szCs w:val="20"/>
    </w:rPr>
  </w:style>
  <w:style w:type="paragraph" w:customStyle="1" w:styleId="B4413DF147084502891039AD584EE7AB1">
    <w:name w:val="B4413DF147084502891039AD584EE7AB1"/>
    <w:rsid w:val="00833ADC"/>
    <w:pPr>
      <w:spacing w:after="0" w:line="240" w:lineRule="auto"/>
      <w:jc w:val="both"/>
    </w:pPr>
    <w:rPr>
      <w:rFonts w:ascii="Arial" w:eastAsia="Times New Roman" w:hAnsi="Arial" w:cs="Times New Roman"/>
      <w:sz w:val="20"/>
      <w:szCs w:val="20"/>
    </w:rPr>
  </w:style>
  <w:style w:type="paragraph" w:customStyle="1" w:styleId="6B9AEAD0A6ED477982CC0FCE187F08BB1">
    <w:name w:val="6B9AEAD0A6ED477982CC0FCE187F08BB1"/>
    <w:rsid w:val="00833ADC"/>
    <w:pPr>
      <w:spacing w:after="0" w:line="240" w:lineRule="auto"/>
      <w:jc w:val="both"/>
    </w:pPr>
    <w:rPr>
      <w:rFonts w:ascii="Arial" w:eastAsia="Times New Roman" w:hAnsi="Arial" w:cs="Times New Roman"/>
      <w:sz w:val="20"/>
      <w:szCs w:val="20"/>
    </w:rPr>
  </w:style>
  <w:style w:type="paragraph" w:customStyle="1" w:styleId="1DD051E00BF348B4A09EF5BA514C07691">
    <w:name w:val="1DD051E00BF348B4A09EF5BA514C07691"/>
    <w:rsid w:val="00833ADC"/>
    <w:pPr>
      <w:spacing w:after="0" w:line="240" w:lineRule="auto"/>
      <w:jc w:val="both"/>
    </w:pPr>
    <w:rPr>
      <w:rFonts w:ascii="Arial" w:eastAsia="Times New Roman" w:hAnsi="Arial" w:cs="Times New Roman"/>
      <w:sz w:val="20"/>
      <w:szCs w:val="20"/>
    </w:rPr>
  </w:style>
  <w:style w:type="paragraph" w:customStyle="1" w:styleId="E64F85DBC5854769A91A65D972A49FBA1">
    <w:name w:val="E64F85DBC5854769A91A65D972A49FBA1"/>
    <w:rsid w:val="00833ADC"/>
    <w:pPr>
      <w:spacing w:after="0" w:line="240" w:lineRule="auto"/>
      <w:jc w:val="both"/>
    </w:pPr>
    <w:rPr>
      <w:rFonts w:ascii="Arial" w:eastAsia="Times New Roman" w:hAnsi="Arial" w:cs="Times New Roman"/>
      <w:sz w:val="20"/>
      <w:szCs w:val="20"/>
    </w:rPr>
  </w:style>
  <w:style w:type="paragraph" w:customStyle="1" w:styleId="EE3A2429055F4F37A3550A56091D7F3E1">
    <w:name w:val="EE3A2429055F4F37A3550A56091D7F3E1"/>
    <w:rsid w:val="00833ADC"/>
    <w:pPr>
      <w:spacing w:after="0" w:line="240" w:lineRule="auto"/>
      <w:jc w:val="both"/>
    </w:pPr>
    <w:rPr>
      <w:rFonts w:ascii="Arial" w:eastAsia="Times New Roman" w:hAnsi="Arial" w:cs="Times New Roman"/>
      <w:sz w:val="20"/>
      <w:szCs w:val="20"/>
    </w:rPr>
  </w:style>
  <w:style w:type="paragraph" w:customStyle="1" w:styleId="41350A04AF60440AB99A2FD4F6E8E9841">
    <w:name w:val="41350A04AF60440AB99A2FD4F6E8E9841"/>
    <w:rsid w:val="00833ADC"/>
    <w:pPr>
      <w:spacing w:after="0" w:line="240" w:lineRule="auto"/>
      <w:jc w:val="both"/>
    </w:pPr>
    <w:rPr>
      <w:rFonts w:ascii="Arial" w:eastAsia="Times New Roman" w:hAnsi="Arial" w:cs="Times New Roman"/>
      <w:sz w:val="20"/>
      <w:szCs w:val="20"/>
    </w:rPr>
  </w:style>
  <w:style w:type="paragraph" w:customStyle="1" w:styleId="1E5F2E2BAF9346EE9D8CEF2EB7ADAB7B1">
    <w:name w:val="1E5F2E2BAF9346EE9D8CEF2EB7ADAB7B1"/>
    <w:rsid w:val="00833ADC"/>
    <w:pPr>
      <w:spacing w:after="0" w:line="240" w:lineRule="auto"/>
      <w:jc w:val="both"/>
    </w:pPr>
    <w:rPr>
      <w:rFonts w:ascii="Arial" w:eastAsia="Times New Roman" w:hAnsi="Arial" w:cs="Times New Roman"/>
      <w:sz w:val="20"/>
      <w:szCs w:val="20"/>
    </w:rPr>
  </w:style>
  <w:style w:type="paragraph" w:customStyle="1" w:styleId="08ACAB050DC24B15897B31E82FCF3CE41">
    <w:name w:val="08ACAB050DC24B15897B31E82FCF3CE41"/>
    <w:rsid w:val="00833ADC"/>
    <w:pPr>
      <w:spacing w:after="0" w:line="240" w:lineRule="auto"/>
      <w:jc w:val="both"/>
    </w:pPr>
    <w:rPr>
      <w:rFonts w:ascii="Arial" w:eastAsia="Times New Roman" w:hAnsi="Arial" w:cs="Times New Roman"/>
      <w:sz w:val="20"/>
      <w:szCs w:val="20"/>
    </w:rPr>
  </w:style>
  <w:style w:type="paragraph" w:customStyle="1" w:styleId="04CFE4354AD24924A1838FAACF87ED111">
    <w:name w:val="04CFE4354AD24924A1838FAACF87ED111"/>
    <w:rsid w:val="00833ADC"/>
    <w:pPr>
      <w:spacing w:after="0" w:line="240" w:lineRule="auto"/>
      <w:jc w:val="both"/>
    </w:pPr>
    <w:rPr>
      <w:rFonts w:ascii="Arial" w:eastAsia="Times New Roman" w:hAnsi="Arial" w:cs="Times New Roman"/>
      <w:sz w:val="20"/>
      <w:szCs w:val="20"/>
    </w:rPr>
  </w:style>
  <w:style w:type="paragraph" w:customStyle="1" w:styleId="AEE0C16C8FB14DD39EFD83BB155C609F1">
    <w:name w:val="AEE0C16C8FB14DD39EFD83BB155C609F1"/>
    <w:rsid w:val="00833ADC"/>
    <w:pPr>
      <w:spacing w:after="0" w:line="240" w:lineRule="auto"/>
      <w:jc w:val="both"/>
    </w:pPr>
    <w:rPr>
      <w:rFonts w:ascii="Arial" w:eastAsia="Times New Roman" w:hAnsi="Arial" w:cs="Times New Roman"/>
      <w:sz w:val="20"/>
      <w:szCs w:val="20"/>
    </w:rPr>
  </w:style>
  <w:style w:type="paragraph" w:customStyle="1" w:styleId="9D55D48B06924FC89FFD5A85DA5B66991">
    <w:name w:val="9D55D48B06924FC89FFD5A85DA5B66991"/>
    <w:rsid w:val="00833ADC"/>
    <w:pPr>
      <w:spacing w:after="0" w:line="240" w:lineRule="auto"/>
      <w:jc w:val="both"/>
    </w:pPr>
    <w:rPr>
      <w:rFonts w:ascii="Arial" w:eastAsia="Times New Roman" w:hAnsi="Arial" w:cs="Times New Roman"/>
      <w:sz w:val="20"/>
      <w:szCs w:val="20"/>
    </w:rPr>
  </w:style>
  <w:style w:type="paragraph" w:customStyle="1" w:styleId="7F4C67631CA445A19A5F5EFB426FF795">
    <w:name w:val="7F4C67631CA445A19A5F5EFB426FF795"/>
    <w:rsid w:val="00833ADC"/>
    <w:pPr>
      <w:spacing w:after="0" w:line="240" w:lineRule="auto"/>
      <w:jc w:val="both"/>
    </w:pPr>
    <w:rPr>
      <w:rFonts w:ascii="Arial" w:eastAsia="Times New Roman" w:hAnsi="Arial" w:cs="Times New Roman"/>
      <w:sz w:val="20"/>
      <w:szCs w:val="20"/>
    </w:rPr>
  </w:style>
  <w:style w:type="paragraph" w:customStyle="1" w:styleId="0763E9E436714CBBBAA5314EF4FB2007">
    <w:name w:val="0763E9E436714CBBBAA5314EF4FB2007"/>
    <w:rsid w:val="00833ADC"/>
    <w:pPr>
      <w:spacing w:after="0" w:line="240" w:lineRule="auto"/>
      <w:jc w:val="both"/>
    </w:pPr>
    <w:rPr>
      <w:rFonts w:ascii="Arial" w:eastAsia="Times New Roman" w:hAnsi="Arial" w:cs="Times New Roman"/>
      <w:sz w:val="20"/>
      <w:szCs w:val="20"/>
    </w:rPr>
  </w:style>
  <w:style w:type="paragraph" w:customStyle="1" w:styleId="E9E468037501436381E62D884A186533">
    <w:name w:val="E9E468037501436381E62D884A186533"/>
    <w:rsid w:val="00833ADC"/>
    <w:pPr>
      <w:spacing w:after="0" w:line="240" w:lineRule="auto"/>
      <w:jc w:val="both"/>
    </w:pPr>
    <w:rPr>
      <w:rFonts w:ascii="Arial" w:eastAsia="Times New Roman" w:hAnsi="Arial" w:cs="Times New Roman"/>
      <w:sz w:val="20"/>
      <w:szCs w:val="20"/>
    </w:rPr>
  </w:style>
  <w:style w:type="paragraph" w:customStyle="1" w:styleId="FDC70BA3FA16489D9FB761C31AEABF21">
    <w:name w:val="FDC70BA3FA16489D9FB761C31AEABF21"/>
    <w:rsid w:val="00833ADC"/>
    <w:pPr>
      <w:spacing w:after="0" w:line="240" w:lineRule="auto"/>
      <w:jc w:val="both"/>
    </w:pPr>
    <w:rPr>
      <w:rFonts w:ascii="Arial" w:eastAsia="Times New Roman" w:hAnsi="Arial" w:cs="Times New Roman"/>
      <w:sz w:val="20"/>
      <w:szCs w:val="20"/>
    </w:rPr>
  </w:style>
  <w:style w:type="paragraph" w:customStyle="1" w:styleId="E475774A6E9B410BBC6E072B1A73F5D9">
    <w:name w:val="E475774A6E9B410BBC6E072B1A73F5D9"/>
    <w:rsid w:val="00833ADC"/>
    <w:pPr>
      <w:spacing w:after="0" w:line="240" w:lineRule="auto"/>
      <w:jc w:val="both"/>
    </w:pPr>
    <w:rPr>
      <w:rFonts w:ascii="Arial" w:eastAsia="Times New Roman" w:hAnsi="Arial" w:cs="Times New Roman"/>
      <w:sz w:val="20"/>
      <w:szCs w:val="20"/>
    </w:rPr>
  </w:style>
  <w:style w:type="paragraph" w:customStyle="1" w:styleId="A3145EA51A36456EA1168A77080E76BF">
    <w:name w:val="A3145EA51A36456EA1168A77080E76BF"/>
    <w:rsid w:val="00833ADC"/>
    <w:pPr>
      <w:spacing w:after="0" w:line="240" w:lineRule="auto"/>
      <w:jc w:val="both"/>
    </w:pPr>
    <w:rPr>
      <w:rFonts w:ascii="Arial" w:eastAsia="Times New Roman" w:hAnsi="Arial" w:cs="Times New Roman"/>
      <w:sz w:val="20"/>
      <w:szCs w:val="20"/>
    </w:rPr>
  </w:style>
  <w:style w:type="paragraph" w:customStyle="1" w:styleId="8940C28F137A4454967F9A9C1DD06C8B">
    <w:name w:val="8940C28F137A4454967F9A9C1DD06C8B"/>
    <w:rsid w:val="00833ADC"/>
    <w:pPr>
      <w:spacing w:after="0" w:line="240" w:lineRule="auto"/>
      <w:jc w:val="both"/>
    </w:pPr>
    <w:rPr>
      <w:rFonts w:ascii="Arial" w:eastAsia="Times New Roman" w:hAnsi="Arial" w:cs="Times New Roman"/>
      <w:sz w:val="20"/>
      <w:szCs w:val="20"/>
    </w:rPr>
  </w:style>
  <w:style w:type="paragraph" w:customStyle="1" w:styleId="2F6E8D920F42476F86CC342AFE67007B">
    <w:name w:val="2F6E8D920F42476F86CC342AFE67007B"/>
    <w:rsid w:val="00833ADC"/>
    <w:pPr>
      <w:spacing w:after="0" w:line="240" w:lineRule="auto"/>
      <w:jc w:val="both"/>
    </w:pPr>
    <w:rPr>
      <w:rFonts w:ascii="Arial" w:eastAsia="Times New Roman" w:hAnsi="Arial" w:cs="Times New Roman"/>
      <w:sz w:val="20"/>
      <w:szCs w:val="20"/>
    </w:rPr>
  </w:style>
  <w:style w:type="paragraph" w:customStyle="1" w:styleId="9DFB7126833A4114B3EC0D215F3EACD1">
    <w:name w:val="9DFB7126833A4114B3EC0D215F3EACD1"/>
    <w:rsid w:val="00833ADC"/>
    <w:pPr>
      <w:spacing w:after="0" w:line="240" w:lineRule="auto"/>
      <w:jc w:val="both"/>
    </w:pPr>
    <w:rPr>
      <w:rFonts w:ascii="Arial" w:eastAsia="Times New Roman" w:hAnsi="Arial" w:cs="Times New Roman"/>
      <w:sz w:val="20"/>
      <w:szCs w:val="20"/>
    </w:rPr>
  </w:style>
  <w:style w:type="paragraph" w:customStyle="1" w:styleId="C8F39AE717464C049BB9D447170AACD8">
    <w:name w:val="C8F39AE717464C049BB9D447170AACD8"/>
    <w:rsid w:val="00833ADC"/>
    <w:pPr>
      <w:spacing w:after="0" w:line="240" w:lineRule="auto"/>
      <w:jc w:val="both"/>
    </w:pPr>
    <w:rPr>
      <w:rFonts w:ascii="Arial" w:eastAsia="Times New Roman" w:hAnsi="Arial" w:cs="Times New Roman"/>
      <w:sz w:val="20"/>
      <w:szCs w:val="20"/>
    </w:rPr>
  </w:style>
  <w:style w:type="paragraph" w:customStyle="1" w:styleId="6B076BD686DE4BBFA3AA2F2586CEE885">
    <w:name w:val="6B076BD686DE4BBFA3AA2F2586CEE885"/>
    <w:rsid w:val="00833ADC"/>
    <w:pPr>
      <w:spacing w:after="0" w:line="240" w:lineRule="auto"/>
      <w:jc w:val="both"/>
    </w:pPr>
    <w:rPr>
      <w:rFonts w:ascii="Arial" w:eastAsia="Times New Roman" w:hAnsi="Arial" w:cs="Times New Roman"/>
      <w:sz w:val="20"/>
      <w:szCs w:val="20"/>
    </w:rPr>
  </w:style>
  <w:style w:type="paragraph" w:customStyle="1" w:styleId="DBB57FE5FBD440BAB7C728F8A9091F60">
    <w:name w:val="DBB57FE5FBD440BAB7C728F8A9091F60"/>
    <w:rsid w:val="00833ADC"/>
    <w:pPr>
      <w:spacing w:after="0" w:line="240" w:lineRule="auto"/>
      <w:jc w:val="both"/>
    </w:pPr>
    <w:rPr>
      <w:rFonts w:ascii="Arial" w:eastAsia="Times New Roman" w:hAnsi="Arial" w:cs="Times New Roman"/>
      <w:sz w:val="20"/>
      <w:szCs w:val="20"/>
    </w:rPr>
  </w:style>
  <w:style w:type="paragraph" w:customStyle="1" w:styleId="ABA7DFB2EFC54E458F7EADB6613AB43B">
    <w:name w:val="ABA7DFB2EFC54E458F7EADB6613AB43B"/>
    <w:rsid w:val="00833ADC"/>
    <w:pPr>
      <w:spacing w:after="0" w:line="240" w:lineRule="auto"/>
      <w:jc w:val="both"/>
    </w:pPr>
    <w:rPr>
      <w:rFonts w:ascii="Arial" w:eastAsia="Times New Roman" w:hAnsi="Arial" w:cs="Times New Roman"/>
      <w:sz w:val="20"/>
      <w:szCs w:val="20"/>
    </w:rPr>
  </w:style>
  <w:style w:type="paragraph" w:customStyle="1" w:styleId="0322227FD0A9427E985627A95D226D7E">
    <w:name w:val="0322227FD0A9427E985627A95D226D7E"/>
    <w:rsid w:val="00833ADC"/>
    <w:pPr>
      <w:spacing w:after="0" w:line="240" w:lineRule="auto"/>
      <w:jc w:val="both"/>
    </w:pPr>
    <w:rPr>
      <w:rFonts w:ascii="Arial" w:eastAsia="Times New Roman" w:hAnsi="Arial" w:cs="Times New Roman"/>
      <w:sz w:val="20"/>
      <w:szCs w:val="20"/>
    </w:rPr>
  </w:style>
  <w:style w:type="paragraph" w:customStyle="1" w:styleId="7844D09E8FFF4BDAADAED96DC827863C">
    <w:name w:val="7844D09E8FFF4BDAADAED96DC827863C"/>
    <w:rsid w:val="00833ADC"/>
    <w:pPr>
      <w:spacing w:after="0" w:line="240" w:lineRule="auto"/>
      <w:jc w:val="both"/>
    </w:pPr>
    <w:rPr>
      <w:rFonts w:ascii="Arial" w:eastAsia="Times New Roman" w:hAnsi="Arial" w:cs="Times New Roman"/>
      <w:sz w:val="20"/>
      <w:szCs w:val="20"/>
    </w:rPr>
  </w:style>
  <w:style w:type="paragraph" w:customStyle="1" w:styleId="579036072F94465292E4C36786286EB5">
    <w:name w:val="579036072F94465292E4C36786286EB5"/>
    <w:rsid w:val="00833ADC"/>
    <w:pPr>
      <w:spacing w:after="0" w:line="240" w:lineRule="auto"/>
      <w:jc w:val="both"/>
    </w:pPr>
    <w:rPr>
      <w:rFonts w:ascii="Arial" w:eastAsia="Times New Roman" w:hAnsi="Arial" w:cs="Times New Roman"/>
      <w:sz w:val="20"/>
      <w:szCs w:val="20"/>
    </w:rPr>
  </w:style>
  <w:style w:type="paragraph" w:customStyle="1" w:styleId="77DC8DC6E7FA45B7879D928DD4B8B040">
    <w:name w:val="77DC8DC6E7FA45B7879D928DD4B8B040"/>
    <w:rsid w:val="00833ADC"/>
    <w:pPr>
      <w:spacing w:after="0" w:line="240" w:lineRule="auto"/>
      <w:jc w:val="both"/>
    </w:pPr>
    <w:rPr>
      <w:rFonts w:ascii="Arial" w:eastAsia="Times New Roman" w:hAnsi="Arial" w:cs="Times New Roman"/>
      <w:sz w:val="20"/>
      <w:szCs w:val="20"/>
    </w:rPr>
  </w:style>
  <w:style w:type="paragraph" w:customStyle="1" w:styleId="CAC5320B4A4542F9AA22ED3D4AE97D47">
    <w:name w:val="CAC5320B4A4542F9AA22ED3D4AE97D47"/>
    <w:rsid w:val="00833ADC"/>
    <w:pPr>
      <w:spacing w:after="0" w:line="240" w:lineRule="auto"/>
      <w:jc w:val="both"/>
    </w:pPr>
    <w:rPr>
      <w:rFonts w:ascii="Arial" w:eastAsia="Times New Roman" w:hAnsi="Arial" w:cs="Times New Roman"/>
      <w:sz w:val="20"/>
      <w:szCs w:val="20"/>
    </w:rPr>
  </w:style>
  <w:style w:type="paragraph" w:customStyle="1" w:styleId="690AEF6415EA466BA0B65BDA92F39978">
    <w:name w:val="690AEF6415EA466BA0B65BDA92F39978"/>
    <w:rsid w:val="00833ADC"/>
    <w:pPr>
      <w:spacing w:after="0" w:line="240" w:lineRule="auto"/>
      <w:jc w:val="both"/>
    </w:pPr>
    <w:rPr>
      <w:rFonts w:ascii="Arial" w:eastAsia="Times New Roman" w:hAnsi="Arial" w:cs="Times New Roman"/>
      <w:sz w:val="20"/>
      <w:szCs w:val="20"/>
    </w:rPr>
  </w:style>
  <w:style w:type="paragraph" w:customStyle="1" w:styleId="F953CC6BAE904CF09D334E912F3CEEFA">
    <w:name w:val="F953CC6BAE904CF09D334E912F3CEEFA"/>
    <w:rsid w:val="00833ADC"/>
    <w:pPr>
      <w:spacing w:after="0" w:line="240" w:lineRule="auto"/>
      <w:jc w:val="both"/>
    </w:pPr>
    <w:rPr>
      <w:rFonts w:ascii="Arial" w:eastAsia="Times New Roman" w:hAnsi="Arial" w:cs="Times New Roman"/>
      <w:sz w:val="20"/>
      <w:szCs w:val="20"/>
    </w:rPr>
  </w:style>
  <w:style w:type="paragraph" w:customStyle="1" w:styleId="5E7BE3EA35584F52A7BD076C306B3514">
    <w:name w:val="5E7BE3EA35584F52A7BD076C306B3514"/>
    <w:rsid w:val="00833ADC"/>
    <w:pPr>
      <w:spacing w:after="0" w:line="240" w:lineRule="auto"/>
      <w:jc w:val="both"/>
    </w:pPr>
    <w:rPr>
      <w:rFonts w:ascii="Arial" w:eastAsia="Times New Roman" w:hAnsi="Arial" w:cs="Times New Roman"/>
      <w:sz w:val="20"/>
      <w:szCs w:val="20"/>
    </w:rPr>
  </w:style>
  <w:style w:type="paragraph" w:customStyle="1" w:styleId="83E00181C29A40C180E9645EE76B7FAD">
    <w:name w:val="83E00181C29A40C180E9645EE76B7FAD"/>
    <w:rsid w:val="00833ADC"/>
    <w:pPr>
      <w:spacing w:after="0" w:line="240" w:lineRule="auto"/>
      <w:jc w:val="both"/>
    </w:pPr>
    <w:rPr>
      <w:rFonts w:ascii="Arial" w:eastAsia="Times New Roman" w:hAnsi="Arial" w:cs="Times New Roman"/>
      <w:sz w:val="20"/>
      <w:szCs w:val="20"/>
    </w:rPr>
  </w:style>
  <w:style w:type="paragraph" w:customStyle="1" w:styleId="E3B4EA8E2C0F46C4903D71E80732C73C">
    <w:name w:val="E3B4EA8E2C0F46C4903D71E80732C73C"/>
    <w:rsid w:val="00833ADC"/>
    <w:pPr>
      <w:spacing w:after="0" w:line="240" w:lineRule="auto"/>
      <w:jc w:val="both"/>
    </w:pPr>
    <w:rPr>
      <w:rFonts w:ascii="Arial" w:eastAsia="Times New Roman" w:hAnsi="Arial" w:cs="Times New Roman"/>
      <w:sz w:val="20"/>
      <w:szCs w:val="20"/>
    </w:rPr>
  </w:style>
  <w:style w:type="paragraph" w:customStyle="1" w:styleId="2C0883CA297D4ACCA184A7A373DB9610">
    <w:name w:val="2C0883CA297D4ACCA184A7A373DB9610"/>
    <w:rsid w:val="00833ADC"/>
    <w:pPr>
      <w:spacing w:after="0" w:line="240" w:lineRule="auto"/>
      <w:jc w:val="both"/>
    </w:pPr>
    <w:rPr>
      <w:rFonts w:ascii="Arial" w:eastAsia="Times New Roman" w:hAnsi="Arial" w:cs="Times New Roman"/>
      <w:sz w:val="20"/>
      <w:szCs w:val="20"/>
    </w:rPr>
  </w:style>
  <w:style w:type="paragraph" w:customStyle="1" w:styleId="E02F13023FA448059CEE0DFBA546E7A1">
    <w:name w:val="E02F13023FA448059CEE0DFBA546E7A1"/>
    <w:rsid w:val="00833ADC"/>
    <w:pPr>
      <w:spacing w:after="0" w:line="240" w:lineRule="auto"/>
      <w:jc w:val="both"/>
    </w:pPr>
    <w:rPr>
      <w:rFonts w:ascii="Arial" w:eastAsia="Times New Roman" w:hAnsi="Arial" w:cs="Times New Roman"/>
      <w:sz w:val="20"/>
      <w:szCs w:val="20"/>
    </w:rPr>
  </w:style>
  <w:style w:type="paragraph" w:customStyle="1" w:styleId="DDF7D5B479A140B089C78377429DD1B2">
    <w:name w:val="DDF7D5B479A140B089C78377429DD1B2"/>
    <w:rsid w:val="00833ADC"/>
    <w:pPr>
      <w:spacing w:after="0" w:line="240" w:lineRule="auto"/>
      <w:jc w:val="both"/>
    </w:pPr>
    <w:rPr>
      <w:rFonts w:ascii="Arial" w:eastAsia="Times New Roman" w:hAnsi="Arial" w:cs="Times New Roman"/>
      <w:sz w:val="20"/>
      <w:szCs w:val="20"/>
    </w:rPr>
  </w:style>
  <w:style w:type="paragraph" w:customStyle="1" w:styleId="E496CECD149D48908791129D30C3EDF7">
    <w:name w:val="E496CECD149D48908791129D30C3EDF7"/>
    <w:rsid w:val="00833ADC"/>
    <w:pPr>
      <w:spacing w:after="0" w:line="240" w:lineRule="auto"/>
      <w:jc w:val="both"/>
    </w:pPr>
    <w:rPr>
      <w:rFonts w:ascii="Arial" w:eastAsia="Times New Roman" w:hAnsi="Arial" w:cs="Times New Roman"/>
      <w:sz w:val="20"/>
      <w:szCs w:val="20"/>
    </w:rPr>
  </w:style>
  <w:style w:type="paragraph" w:customStyle="1" w:styleId="211DF1D030E841DBB75831F6230F10CC">
    <w:name w:val="211DF1D030E841DBB75831F6230F10CC"/>
    <w:rsid w:val="00833ADC"/>
    <w:pPr>
      <w:spacing w:after="0" w:line="240" w:lineRule="auto"/>
      <w:jc w:val="both"/>
    </w:pPr>
    <w:rPr>
      <w:rFonts w:ascii="Arial" w:eastAsia="Times New Roman" w:hAnsi="Arial" w:cs="Times New Roman"/>
      <w:sz w:val="20"/>
      <w:szCs w:val="20"/>
    </w:rPr>
  </w:style>
  <w:style w:type="paragraph" w:customStyle="1" w:styleId="F21D4EBA67154A04AB243F5129FFA21B">
    <w:name w:val="F21D4EBA67154A04AB243F5129FFA21B"/>
    <w:rsid w:val="00833ADC"/>
    <w:pPr>
      <w:spacing w:after="0" w:line="240" w:lineRule="auto"/>
      <w:jc w:val="both"/>
    </w:pPr>
    <w:rPr>
      <w:rFonts w:ascii="Arial" w:eastAsia="Times New Roman" w:hAnsi="Arial" w:cs="Times New Roman"/>
      <w:sz w:val="20"/>
      <w:szCs w:val="20"/>
    </w:rPr>
  </w:style>
  <w:style w:type="paragraph" w:customStyle="1" w:styleId="B89774D3FE374DC096995DF77C1ADC8D">
    <w:name w:val="B89774D3FE374DC096995DF77C1ADC8D"/>
    <w:rsid w:val="00833ADC"/>
    <w:pPr>
      <w:spacing w:after="0" w:line="240" w:lineRule="auto"/>
      <w:jc w:val="both"/>
    </w:pPr>
    <w:rPr>
      <w:rFonts w:ascii="Arial" w:eastAsia="Times New Roman" w:hAnsi="Arial" w:cs="Times New Roman"/>
      <w:sz w:val="20"/>
      <w:szCs w:val="20"/>
    </w:rPr>
  </w:style>
  <w:style w:type="paragraph" w:customStyle="1" w:styleId="F5D05A5DBE8A4F4E8339449A5387F3FC">
    <w:name w:val="F5D05A5DBE8A4F4E8339449A5387F3FC"/>
    <w:rsid w:val="00833ADC"/>
    <w:pPr>
      <w:spacing w:after="0" w:line="240" w:lineRule="auto"/>
      <w:jc w:val="both"/>
    </w:pPr>
    <w:rPr>
      <w:rFonts w:ascii="Arial" w:eastAsia="Times New Roman" w:hAnsi="Arial" w:cs="Times New Roman"/>
      <w:sz w:val="20"/>
      <w:szCs w:val="20"/>
    </w:rPr>
  </w:style>
  <w:style w:type="paragraph" w:customStyle="1" w:styleId="3FF53AA82308439285A6101D52082C8D">
    <w:name w:val="3FF53AA82308439285A6101D52082C8D"/>
    <w:rsid w:val="00833ADC"/>
    <w:pPr>
      <w:spacing w:after="0" w:line="240" w:lineRule="auto"/>
      <w:jc w:val="both"/>
    </w:pPr>
    <w:rPr>
      <w:rFonts w:ascii="Arial" w:eastAsia="Times New Roman" w:hAnsi="Arial" w:cs="Times New Roman"/>
      <w:sz w:val="20"/>
      <w:szCs w:val="20"/>
    </w:rPr>
  </w:style>
  <w:style w:type="paragraph" w:customStyle="1" w:styleId="811C97FFCAC54697947082879831850A">
    <w:name w:val="811C97FFCAC54697947082879831850A"/>
    <w:rsid w:val="00833ADC"/>
    <w:pPr>
      <w:spacing w:after="0" w:line="240" w:lineRule="auto"/>
      <w:jc w:val="both"/>
    </w:pPr>
    <w:rPr>
      <w:rFonts w:ascii="Arial" w:eastAsia="Times New Roman" w:hAnsi="Arial" w:cs="Times New Roman"/>
      <w:sz w:val="20"/>
      <w:szCs w:val="20"/>
    </w:rPr>
  </w:style>
  <w:style w:type="paragraph" w:customStyle="1" w:styleId="080E53B9E03240CBA4C44C33FCD4CCF4">
    <w:name w:val="080E53B9E03240CBA4C44C33FCD4CCF4"/>
    <w:rsid w:val="00833ADC"/>
    <w:pPr>
      <w:spacing w:after="0" w:line="240" w:lineRule="auto"/>
      <w:jc w:val="both"/>
    </w:pPr>
    <w:rPr>
      <w:rFonts w:ascii="Arial" w:eastAsia="Times New Roman" w:hAnsi="Arial" w:cs="Times New Roman"/>
      <w:sz w:val="20"/>
      <w:szCs w:val="20"/>
    </w:rPr>
  </w:style>
  <w:style w:type="paragraph" w:customStyle="1" w:styleId="DAC0D6BDBCA140FEBBA31D7BE108E3EF">
    <w:name w:val="DAC0D6BDBCA140FEBBA31D7BE108E3EF"/>
    <w:rsid w:val="00833ADC"/>
    <w:pPr>
      <w:spacing w:after="0" w:line="240" w:lineRule="auto"/>
      <w:jc w:val="both"/>
    </w:pPr>
    <w:rPr>
      <w:rFonts w:ascii="Arial" w:eastAsia="Times New Roman" w:hAnsi="Arial" w:cs="Times New Roman"/>
      <w:sz w:val="20"/>
      <w:szCs w:val="20"/>
    </w:rPr>
  </w:style>
  <w:style w:type="paragraph" w:customStyle="1" w:styleId="8DEC53A72CB1489C919DD29EA5E6BEC8">
    <w:name w:val="8DEC53A72CB1489C919DD29EA5E6BEC8"/>
    <w:rsid w:val="00833ADC"/>
    <w:pPr>
      <w:spacing w:after="0" w:line="240" w:lineRule="auto"/>
      <w:jc w:val="both"/>
    </w:pPr>
    <w:rPr>
      <w:rFonts w:ascii="Arial" w:eastAsia="Times New Roman" w:hAnsi="Arial" w:cs="Times New Roman"/>
      <w:sz w:val="20"/>
      <w:szCs w:val="20"/>
    </w:rPr>
  </w:style>
  <w:style w:type="paragraph" w:customStyle="1" w:styleId="375F2B850BC1454E91B1A35A2D1D0E2F">
    <w:name w:val="375F2B850BC1454E91B1A35A2D1D0E2F"/>
    <w:rsid w:val="00833ADC"/>
    <w:pPr>
      <w:spacing w:after="0" w:line="240" w:lineRule="auto"/>
      <w:jc w:val="both"/>
    </w:pPr>
    <w:rPr>
      <w:rFonts w:ascii="Arial" w:eastAsia="Times New Roman" w:hAnsi="Arial" w:cs="Times New Roman"/>
      <w:sz w:val="20"/>
      <w:szCs w:val="20"/>
    </w:rPr>
  </w:style>
  <w:style w:type="paragraph" w:customStyle="1" w:styleId="7A3CD82FFAAA44CAB99F3DD24A75EC25">
    <w:name w:val="7A3CD82FFAAA44CAB99F3DD24A75EC25"/>
    <w:rsid w:val="00833ADC"/>
    <w:pPr>
      <w:spacing w:after="0" w:line="240" w:lineRule="auto"/>
      <w:jc w:val="both"/>
    </w:pPr>
    <w:rPr>
      <w:rFonts w:ascii="Arial" w:eastAsia="Times New Roman" w:hAnsi="Arial" w:cs="Times New Roman"/>
      <w:sz w:val="20"/>
      <w:szCs w:val="20"/>
    </w:rPr>
  </w:style>
  <w:style w:type="paragraph" w:customStyle="1" w:styleId="5FAF40659B22466BACB83CD407F03319">
    <w:name w:val="5FAF40659B22466BACB83CD407F03319"/>
    <w:rsid w:val="00833ADC"/>
    <w:pPr>
      <w:spacing w:after="0" w:line="240" w:lineRule="auto"/>
      <w:jc w:val="both"/>
    </w:pPr>
    <w:rPr>
      <w:rFonts w:ascii="Arial" w:eastAsia="Times New Roman" w:hAnsi="Arial" w:cs="Times New Roman"/>
      <w:sz w:val="20"/>
      <w:szCs w:val="20"/>
    </w:rPr>
  </w:style>
  <w:style w:type="paragraph" w:customStyle="1" w:styleId="B1C0641C94E64AC084C07B94A910687C">
    <w:name w:val="B1C0641C94E64AC084C07B94A910687C"/>
    <w:rsid w:val="00833ADC"/>
    <w:pPr>
      <w:spacing w:after="0" w:line="240" w:lineRule="auto"/>
      <w:jc w:val="both"/>
    </w:pPr>
    <w:rPr>
      <w:rFonts w:ascii="Arial" w:eastAsia="Times New Roman" w:hAnsi="Arial" w:cs="Times New Roman"/>
      <w:sz w:val="20"/>
      <w:szCs w:val="20"/>
    </w:rPr>
  </w:style>
  <w:style w:type="paragraph" w:customStyle="1" w:styleId="5945EF65EA184E0BADF1ABE3FAF43C81">
    <w:name w:val="5945EF65EA184E0BADF1ABE3FAF43C81"/>
    <w:rsid w:val="00833ADC"/>
    <w:pPr>
      <w:spacing w:after="0" w:line="240" w:lineRule="auto"/>
      <w:jc w:val="both"/>
    </w:pPr>
    <w:rPr>
      <w:rFonts w:ascii="Arial" w:eastAsia="Times New Roman" w:hAnsi="Arial" w:cs="Times New Roman"/>
      <w:sz w:val="20"/>
      <w:szCs w:val="20"/>
    </w:rPr>
  </w:style>
  <w:style w:type="paragraph" w:customStyle="1" w:styleId="D86D2AB36D154FF7AC5A2477B86722BA">
    <w:name w:val="D86D2AB36D154FF7AC5A2477B86722BA"/>
    <w:rsid w:val="00833ADC"/>
    <w:pPr>
      <w:spacing w:after="0" w:line="240" w:lineRule="auto"/>
      <w:jc w:val="both"/>
    </w:pPr>
    <w:rPr>
      <w:rFonts w:ascii="Arial" w:eastAsia="Times New Roman" w:hAnsi="Arial" w:cs="Times New Roman"/>
      <w:sz w:val="20"/>
      <w:szCs w:val="20"/>
    </w:rPr>
  </w:style>
  <w:style w:type="paragraph" w:customStyle="1" w:styleId="00F912FAC5E04E08A0ADF52B505C19AF">
    <w:name w:val="00F912FAC5E04E08A0ADF52B505C19AF"/>
    <w:rsid w:val="00833ADC"/>
    <w:pPr>
      <w:spacing w:after="0" w:line="240" w:lineRule="auto"/>
      <w:jc w:val="both"/>
    </w:pPr>
    <w:rPr>
      <w:rFonts w:ascii="Arial" w:eastAsia="Times New Roman" w:hAnsi="Arial" w:cs="Times New Roman"/>
      <w:sz w:val="20"/>
      <w:szCs w:val="20"/>
    </w:rPr>
  </w:style>
  <w:style w:type="paragraph" w:customStyle="1" w:styleId="293284192C6E440FA37259E433A3167E">
    <w:name w:val="293284192C6E440FA37259E433A3167E"/>
    <w:rsid w:val="00833ADC"/>
    <w:pPr>
      <w:spacing w:after="0" w:line="240" w:lineRule="auto"/>
      <w:jc w:val="both"/>
    </w:pPr>
    <w:rPr>
      <w:rFonts w:ascii="Arial" w:eastAsia="Times New Roman" w:hAnsi="Arial" w:cs="Times New Roman"/>
      <w:sz w:val="20"/>
      <w:szCs w:val="20"/>
    </w:rPr>
  </w:style>
  <w:style w:type="paragraph" w:customStyle="1" w:styleId="BEE54347D99743619E04D90D0B7987F1">
    <w:name w:val="BEE54347D99743619E04D90D0B7987F1"/>
    <w:rsid w:val="00833ADC"/>
    <w:pPr>
      <w:spacing w:after="0" w:line="240" w:lineRule="auto"/>
      <w:jc w:val="both"/>
    </w:pPr>
    <w:rPr>
      <w:rFonts w:ascii="Arial" w:eastAsia="Times New Roman" w:hAnsi="Arial" w:cs="Times New Roman"/>
      <w:sz w:val="20"/>
      <w:szCs w:val="20"/>
    </w:rPr>
  </w:style>
  <w:style w:type="paragraph" w:customStyle="1" w:styleId="B634B04BFD574B1EAF0AEAB9637FB9A9">
    <w:name w:val="B634B04BFD574B1EAF0AEAB9637FB9A9"/>
    <w:rsid w:val="00833ADC"/>
    <w:pPr>
      <w:spacing w:after="0" w:line="240" w:lineRule="auto"/>
      <w:jc w:val="both"/>
    </w:pPr>
    <w:rPr>
      <w:rFonts w:ascii="Arial" w:eastAsia="Times New Roman" w:hAnsi="Arial" w:cs="Times New Roman"/>
      <w:sz w:val="20"/>
      <w:szCs w:val="20"/>
    </w:rPr>
  </w:style>
  <w:style w:type="paragraph" w:customStyle="1" w:styleId="E56765A5008D48448C9537281D779455">
    <w:name w:val="E56765A5008D48448C9537281D779455"/>
    <w:rsid w:val="00833ADC"/>
    <w:pPr>
      <w:spacing w:after="0" w:line="240" w:lineRule="auto"/>
      <w:jc w:val="both"/>
    </w:pPr>
    <w:rPr>
      <w:rFonts w:ascii="Arial" w:eastAsia="Times New Roman" w:hAnsi="Arial" w:cs="Times New Roman"/>
      <w:sz w:val="20"/>
      <w:szCs w:val="20"/>
    </w:rPr>
  </w:style>
  <w:style w:type="paragraph" w:customStyle="1" w:styleId="43EE0ADD804C4865A075C6E2E0E8AF42">
    <w:name w:val="43EE0ADD804C4865A075C6E2E0E8AF42"/>
    <w:rsid w:val="00833ADC"/>
    <w:pPr>
      <w:spacing w:after="0" w:line="240" w:lineRule="auto"/>
      <w:jc w:val="both"/>
    </w:pPr>
    <w:rPr>
      <w:rFonts w:ascii="Arial" w:eastAsia="Times New Roman" w:hAnsi="Arial" w:cs="Times New Roman"/>
      <w:sz w:val="20"/>
      <w:szCs w:val="20"/>
    </w:rPr>
  </w:style>
  <w:style w:type="paragraph" w:customStyle="1" w:styleId="B3C15C1AD36B494698711B5C5F924A36">
    <w:name w:val="B3C15C1AD36B494698711B5C5F924A36"/>
    <w:rsid w:val="00833ADC"/>
    <w:pPr>
      <w:spacing w:after="0" w:line="240" w:lineRule="auto"/>
      <w:jc w:val="both"/>
    </w:pPr>
    <w:rPr>
      <w:rFonts w:ascii="Arial" w:eastAsia="Times New Roman" w:hAnsi="Arial" w:cs="Times New Roman"/>
      <w:sz w:val="20"/>
      <w:szCs w:val="20"/>
    </w:rPr>
  </w:style>
  <w:style w:type="paragraph" w:customStyle="1" w:styleId="A4BA9F384BDA40BA9388E66A4D226001">
    <w:name w:val="A4BA9F384BDA40BA9388E66A4D226001"/>
    <w:rsid w:val="00833ADC"/>
    <w:pPr>
      <w:spacing w:after="0" w:line="240" w:lineRule="auto"/>
      <w:jc w:val="both"/>
    </w:pPr>
    <w:rPr>
      <w:rFonts w:ascii="Arial" w:eastAsia="Times New Roman" w:hAnsi="Arial" w:cs="Times New Roman"/>
      <w:sz w:val="20"/>
      <w:szCs w:val="20"/>
    </w:rPr>
  </w:style>
  <w:style w:type="paragraph" w:customStyle="1" w:styleId="0EC4337A708C4F959F0D0853D15EB576">
    <w:name w:val="0EC4337A708C4F959F0D0853D15EB576"/>
    <w:rsid w:val="00833ADC"/>
    <w:pPr>
      <w:spacing w:after="0" w:line="240" w:lineRule="auto"/>
      <w:jc w:val="both"/>
    </w:pPr>
    <w:rPr>
      <w:rFonts w:ascii="Arial" w:eastAsia="Times New Roman" w:hAnsi="Arial" w:cs="Times New Roman"/>
      <w:sz w:val="20"/>
      <w:szCs w:val="20"/>
    </w:rPr>
  </w:style>
  <w:style w:type="paragraph" w:customStyle="1" w:styleId="5077E0D8908E4858814CC5D240602D06">
    <w:name w:val="5077E0D8908E4858814CC5D240602D06"/>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4F12A45037394DCEB98187C1DA472D02">
    <w:name w:val="4F12A45037394DCEB98187C1DA472D02"/>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9E1299AFB834798B28A7897AAB02C82">
    <w:name w:val="99E1299AFB834798B28A7897AAB02C82"/>
    <w:rsid w:val="00833ADC"/>
    <w:pPr>
      <w:spacing w:after="0" w:line="240" w:lineRule="auto"/>
      <w:jc w:val="both"/>
    </w:pPr>
    <w:rPr>
      <w:rFonts w:ascii="Arial" w:eastAsia="Times New Roman" w:hAnsi="Arial" w:cs="Times New Roman"/>
      <w:sz w:val="20"/>
      <w:szCs w:val="20"/>
    </w:rPr>
  </w:style>
  <w:style w:type="paragraph" w:customStyle="1" w:styleId="BA0BB7EF245F4777AB8FA5A0833A17DC">
    <w:name w:val="BA0BB7EF245F4777AB8FA5A0833A17DC"/>
    <w:rsid w:val="00833ADC"/>
    <w:pPr>
      <w:spacing w:after="0" w:line="240" w:lineRule="auto"/>
      <w:jc w:val="both"/>
    </w:pPr>
    <w:rPr>
      <w:rFonts w:ascii="Arial" w:eastAsia="Times New Roman" w:hAnsi="Arial" w:cs="Times New Roman"/>
      <w:sz w:val="20"/>
      <w:szCs w:val="20"/>
    </w:rPr>
  </w:style>
  <w:style w:type="paragraph" w:customStyle="1" w:styleId="8C5E1E47FBD840B4A4A63BFC47A6D523">
    <w:name w:val="8C5E1E47FBD840B4A4A63BFC47A6D523"/>
    <w:rsid w:val="00833ADC"/>
    <w:pPr>
      <w:spacing w:after="0" w:line="240" w:lineRule="auto"/>
      <w:jc w:val="both"/>
    </w:pPr>
    <w:rPr>
      <w:rFonts w:ascii="Arial" w:eastAsia="Times New Roman" w:hAnsi="Arial" w:cs="Times New Roman"/>
      <w:sz w:val="20"/>
      <w:szCs w:val="20"/>
    </w:rPr>
  </w:style>
  <w:style w:type="paragraph" w:customStyle="1" w:styleId="6EF7B7B818464870A6D01FE3A792F473">
    <w:name w:val="6EF7B7B818464870A6D01FE3A792F473"/>
    <w:rsid w:val="00833ADC"/>
    <w:pPr>
      <w:spacing w:after="0" w:line="240" w:lineRule="auto"/>
      <w:jc w:val="both"/>
    </w:pPr>
    <w:rPr>
      <w:rFonts w:ascii="Arial" w:eastAsia="Times New Roman" w:hAnsi="Arial" w:cs="Times New Roman"/>
      <w:sz w:val="20"/>
      <w:szCs w:val="20"/>
    </w:rPr>
  </w:style>
  <w:style w:type="paragraph" w:customStyle="1" w:styleId="17E083DA0AB84248928F7FCF248D74AB">
    <w:name w:val="17E083DA0AB84248928F7FCF248D74AB"/>
    <w:rsid w:val="00833ADC"/>
    <w:pPr>
      <w:spacing w:after="0" w:line="240" w:lineRule="auto"/>
      <w:jc w:val="both"/>
    </w:pPr>
    <w:rPr>
      <w:rFonts w:ascii="Arial" w:eastAsia="Times New Roman" w:hAnsi="Arial" w:cs="Times New Roman"/>
      <w:sz w:val="20"/>
      <w:szCs w:val="20"/>
    </w:rPr>
  </w:style>
  <w:style w:type="paragraph" w:customStyle="1" w:styleId="0BF2EC35AE574DC3B678D708428B18D7">
    <w:name w:val="0BF2EC35AE574DC3B678D708428B18D7"/>
    <w:rsid w:val="00833ADC"/>
    <w:pPr>
      <w:spacing w:after="0" w:line="240" w:lineRule="auto"/>
      <w:jc w:val="both"/>
    </w:pPr>
    <w:rPr>
      <w:rFonts w:ascii="Arial" w:eastAsia="Times New Roman" w:hAnsi="Arial" w:cs="Times New Roman"/>
      <w:sz w:val="20"/>
      <w:szCs w:val="20"/>
    </w:rPr>
  </w:style>
  <w:style w:type="paragraph" w:customStyle="1" w:styleId="3A8C4AB18231461A822124135CFB3697">
    <w:name w:val="3A8C4AB18231461A822124135CFB3697"/>
    <w:rsid w:val="00833ADC"/>
    <w:pPr>
      <w:spacing w:after="0" w:line="240" w:lineRule="auto"/>
      <w:jc w:val="both"/>
    </w:pPr>
    <w:rPr>
      <w:rFonts w:ascii="Arial" w:eastAsia="Times New Roman" w:hAnsi="Arial" w:cs="Times New Roman"/>
      <w:sz w:val="20"/>
      <w:szCs w:val="20"/>
    </w:rPr>
  </w:style>
  <w:style w:type="paragraph" w:customStyle="1" w:styleId="35904B0ACCDB45599497BA6A1AEBF27D">
    <w:name w:val="35904B0ACCDB45599497BA6A1AEBF27D"/>
    <w:rsid w:val="00833ADC"/>
    <w:pPr>
      <w:spacing w:after="0" w:line="240" w:lineRule="auto"/>
      <w:jc w:val="both"/>
    </w:pPr>
    <w:rPr>
      <w:rFonts w:ascii="Arial" w:eastAsia="Times New Roman" w:hAnsi="Arial" w:cs="Times New Roman"/>
      <w:sz w:val="20"/>
      <w:szCs w:val="20"/>
    </w:rPr>
  </w:style>
  <w:style w:type="paragraph" w:customStyle="1" w:styleId="0345726F95614B51A8F69FFE3260C6B2">
    <w:name w:val="0345726F95614B51A8F69FFE3260C6B2"/>
    <w:rsid w:val="00833ADC"/>
    <w:pPr>
      <w:spacing w:after="0" w:line="240" w:lineRule="auto"/>
      <w:jc w:val="both"/>
    </w:pPr>
    <w:rPr>
      <w:rFonts w:ascii="Arial" w:eastAsia="Times New Roman" w:hAnsi="Arial" w:cs="Times New Roman"/>
      <w:sz w:val="20"/>
      <w:szCs w:val="20"/>
    </w:rPr>
  </w:style>
  <w:style w:type="paragraph" w:customStyle="1" w:styleId="EE560068E2BA47759E3E37BD3F69421F">
    <w:name w:val="EE560068E2BA47759E3E37BD3F69421F"/>
    <w:rsid w:val="00833ADC"/>
    <w:pPr>
      <w:spacing w:after="0" w:line="240" w:lineRule="auto"/>
      <w:jc w:val="both"/>
    </w:pPr>
    <w:rPr>
      <w:rFonts w:ascii="Arial" w:eastAsia="Times New Roman" w:hAnsi="Arial" w:cs="Times New Roman"/>
      <w:sz w:val="20"/>
      <w:szCs w:val="20"/>
    </w:rPr>
  </w:style>
  <w:style w:type="paragraph" w:customStyle="1" w:styleId="3BDF22F30031450DA9698AA3C2BAB58B">
    <w:name w:val="3BDF22F30031450DA9698AA3C2BAB58B"/>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45FDE907BE43450EB9063897E3E8B867">
    <w:name w:val="45FDE907BE43450EB9063897E3E8B867"/>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E0050E4E7C240F68CAF6CEAC151BDE4">
    <w:name w:val="2E0050E4E7C240F68CAF6CEAC151BDE4"/>
    <w:rsid w:val="00833ADC"/>
  </w:style>
  <w:style w:type="paragraph" w:customStyle="1" w:styleId="D9D894532216404DA1DD5F714EBF9024">
    <w:name w:val="D9D894532216404DA1DD5F714EBF9024"/>
    <w:rsid w:val="00833ADC"/>
  </w:style>
  <w:style w:type="paragraph" w:customStyle="1" w:styleId="B868D3C28D384621BB5336009BC02587">
    <w:name w:val="B868D3C28D384621BB5336009BC02587"/>
    <w:rsid w:val="00833ADC"/>
  </w:style>
  <w:style w:type="paragraph" w:customStyle="1" w:styleId="4012E320A99F45B6805EE14C82100A49">
    <w:name w:val="4012E320A99F45B6805EE14C82100A49"/>
    <w:rsid w:val="00833ADC"/>
  </w:style>
  <w:style w:type="paragraph" w:customStyle="1" w:styleId="789BBEABBE3C43339536BF5B2D31A53B">
    <w:name w:val="789BBEABBE3C43339536BF5B2D31A53B"/>
    <w:rsid w:val="00833ADC"/>
  </w:style>
  <w:style w:type="paragraph" w:customStyle="1" w:styleId="AA99E97234C7485B8EB4DB8845738F26">
    <w:name w:val="AA99E97234C7485B8EB4DB8845738F26"/>
    <w:rsid w:val="00833ADC"/>
  </w:style>
  <w:style w:type="paragraph" w:customStyle="1" w:styleId="116CE36A84BB4F91B56094AC63B1B392">
    <w:name w:val="116CE36A84BB4F91B56094AC63B1B392"/>
    <w:rsid w:val="00833ADC"/>
  </w:style>
  <w:style w:type="paragraph" w:customStyle="1" w:styleId="6B76A752D25C4B39AD9BA78C246EE282">
    <w:name w:val="6B76A752D25C4B39AD9BA78C246EE282"/>
    <w:rsid w:val="00833ADC"/>
  </w:style>
  <w:style w:type="paragraph" w:customStyle="1" w:styleId="2EB91D2C87DD481EA3344C9999A56D79">
    <w:name w:val="2EB91D2C87DD481EA3344C9999A56D79"/>
    <w:rsid w:val="00833ADC"/>
  </w:style>
  <w:style w:type="paragraph" w:customStyle="1" w:styleId="B3D0375D33CC42AEA2150DEEDE6E5E45">
    <w:name w:val="B3D0375D33CC42AEA2150DEEDE6E5E45"/>
    <w:rsid w:val="00833ADC"/>
  </w:style>
  <w:style w:type="paragraph" w:customStyle="1" w:styleId="28DC2B743DB04512A07A613EB7669F18">
    <w:name w:val="28DC2B743DB04512A07A613EB7669F18"/>
    <w:rsid w:val="00833ADC"/>
  </w:style>
  <w:style w:type="paragraph" w:customStyle="1" w:styleId="C132D0DB3442479A97CCAE9BAC8BBD37">
    <w:name w:val="C132D0DB3442479A97CCAE9BAC8BBD37"/>
    <w:rsid w:val="00833ADC"/>
  </w:style>
  <w:style w:type="paragraph" w:customStyle="1" w:styleId="20AA0CB9C0D348B99AC62810F00CF5FF">
    <w:name w:val="20AA0CB9C0D348B99AC62810F00CF5FF"/>
    <w:rsid w:val="00833ADC"/>
  </w:style>
  <w:style w:type="paragraph" w:customStyle="1" w:styleId="7885CDC072304590B8F6B815ECEDD942">
    <w:name w:val="7885CDC072304590B8F6B815ECEDD942"/>
    <w:rsid w:val="00833ADC"/>
  </w:style>
  <w:style w:type="paragraph" w:customStyle="1" w:styleId="2D2DA776991845C18558AC211B25335A">
    <w:name w:val="2D2DA776991845C18558AC211B25335A"/>
    <w:rsid w:val="00833ADC"/>
  </w:style>
  <w:style w:type="paragraph" w:customStyle="1" w:styleId="DAC56A928DB04AEC9C7AE3167D032F0B">
    <w:name w:val="DAC56A928DB04AEC9C7AE3167D032F0B"/>
    <w:rsid w:val="00833ADC"/>
  </w:style>
  <w:style w:type="paragraph" w:customStyle="1" w:styleId="61AE8364951B4877BD6219E5C30B74AA">
    <w:name w:val="61AE8364951B4877BD6219E5C30B74AA"/>
    <w:rsid w:val="00833ADC"/>
  </w:style>
  <w:style w:type="paragraph" w:customStyle="1" w:styleId="B0C6994476574E1D8805C6C751E7831D">
    <w:name w:val="B0C6994476574E1D8805C6C751E7831D"/>
    <w:rsid w:val="00833ADC"/>
  </w:style>
  <w:style w:type="paragraph" w:customStyle="1" w:styleId="1C43735568FA434EB778830C68930A4D">
    <w:name w:val="1C43735568FA434EB778830C68930A4D"/>
    <w:rsid w:val="00833ADC"/>
  </w:style>
  <w:style w:type="paragraph" w:customStyle="1" w:styleId="D385C8A4CC494A5C97DB827F25521118">
    <w:name w:val="D385C8A4CC494A5C97DB827F25521118"/>
    <w:rsid w:val="00833ADC"/>
  </w:style>
  <w:style w:type="paragraph" w:customStyle="1" w:styleId="893D5B19EC5946E1AC22D73A25D831EC">
    <w:name w:val="893D5B19EC5946E1AC22D73A25D831EC"/>
    <w:rsid w:val="00833ADC"/>
  </w:style>
  <w:style w:type="paragraph" w:customStyle="1" w:styleId="6D48466298084041ABFE7239B6269AC6">
    <w:name w:val="6D48466298084041ABFE7239B6269AC6"/>
    <w:rsid w:val="00833ADC"/>
  </w:style>
  <w:style w:type="paragraph" w:customStyle="1" w:styleId="5C30745A178E4A7BBC8B7A09F9ADC78F">
    <w:name w:val="5C30745A178E4A7BBC8B7A09F9ADC78F"/>
    <w:rsid w:val="00833ADC"/>
  </w:style>
  <w:style w:type="paragraph" w:customStyle="1" w:styleId="41D698F3462447B793F86A321C6DC10A">
    <w:name w:val="41D698F3462447B793F86A321C6DC10A"/>
    <w:rsid w:val="00833ADC"/>
  </w:style>
  <w:style w:type="paragraph" w:customStyle="1" w:styleId="C060D13FAF794E4EBCEA27A6D8BDBC8E">
    <w:name w:val="C060D13FAF794E4EBCEA27A6D8BDBC8E"/>
    <w:rsid w:val="00833ADC"/>
  </w:style>
  <w:style w:type="paragraph" w:customStyle="1" w:styleId="F1091A4ECC73456BB45E1FAD8952CFAE">
    <w:name w:val="F1091A4ECC73456BB45E1FAD8952CFAE"/>
    <w:rsid w:val="00833ADC"/>
  </w:style>
  <w:style w:type="paragraph" w:customStyle="1" w:styleId="BA82F3F053FA44C68B57E7ACDCD95A1A">
    <w:name w:val="BA82F3F053FA44C68B57E7ACDCD95A1A"/>
    <w:rsid w:val="00833ADC"/>
  </w:style>
  <w:style w:type="paragraph" w:customStyle="1" w:styleId="1426D661A076488DA5627C7AA100E88C">
    <w:name w:val="1426D661A076488DA5627C7AA100E88C"/>
    <w:rsid w:val="00833ADC"/>
  </w:style>
  <w:style w:type="paragraph" w:customStyle="1" w:styleId="830759018A934812AC179383AE98D00C">
    <w:name w:val="830759018A934812AC179383AE98D00C"/>
    <w:rsid w:val="00833ADC"/>
  </w:style>
  <w:style w:type="paragraph" w:customStyle="1" w:styleId="FD21B1684AD5435CABAEA0AE2C6B819B">
    <w:name w:val="FD21B1684AD5435CABAEA0AE2C6B819B"/>
    <w:rsid w:val="00833ADC"/>
  </w:style>
  <w:style w:type="paragraph" w:customStyle="1" w:styleId="2D44EB0198B249E09367384CB2CEC4D4">
    <w:name w:val="2D44EB0198B249E09367384CB2CEC4D4"/>
    <w:rsid w:val="00833ADC"/>
  </w:style>
  <w:style w:type="paragraph" w:customStyle="1" w:styleId="5A0292832D0A472E84D1F903F9221057">
    <w:name w:val="5A0292832D0A472E84D1F903F9221057"/>
    <w:rsid w:val="00833ADC"/>
  </w:style>
  <w:style w:type="paragraph" w:customStyle="1" w:styleId="ABBD7D694A1C411782028AE83398DB8A">
    <w:name w:val="ABBD7D694A1C411782028AE83398DB8A"/>
    <w:rsid w:val="00833ADC"/>
  </w:style>
  <w:style w:type="paragraph" w:customStyle="1" w:styleId="CB6967AD271B499EB0B9249B797F615C">
    <w:name w:val="CB6967AD271B499EB0B9249B797F615C"/>
    <w:rsid w:val="00833ADC"/>
  </w:style>
  <w:style w:type="paragraph" w:customStyle="1" w:styleId="13D37BD8BD424FBBB7C74BB82BB735DF">
    <w:name w:val="13D37BD8BD424FBBB7C74BB82BB735DF"/>
    <w:rsid w:val="00833ADC"/>
  </w:style>
  <w:style w:type="paragraph" w:customStyle="1" w:styleId="E807EC62DF3640D2941A93C5C2DC5CB7">
    <w:name w:val="E807EC62DF3640D2941A93C5C2DC5CB7"/>
    <w:rsid w:val="00833ADC"/>
  </w:style>
  <w:style w:type="paragraph" w:customStyle="1" w:styleId="98F6C72452354334B0F1346EEE4584B2">
    <w:name w:val="98F6C72452354334B0F1346EEE4584B2"/>
    <w:rsid w:val="00833ADC"/>
  </w:style>
  <w:style w:type="paragraph" w:customStyle="1" w:styleId="B1248CD222C84D2B872E405D297A8774">
    <w:name w:val="B1248CD222C84D2B872E405D297A8774"/>
    <w:rsid w:val="00833ADC"/>
  </w:style>
  <w:style w:type="paragraph" w:customStyle="1" w:styleId="9E9A198332EF4498A5B86FB9B8EF47DB">
    <w:name w:val="9E9A198332EF4498A5B86FB9B8EF47DB"/>
    <w:rsid w:val="00833ADC"/>
  </w:style>
  <w:style w:type="paragraph" w:customStyle="1" w:styleId="B14589BC5C1545E2A8061EDD697B539C">
    <w:name w:val="B14589BC5C1545E2A8061EDD697B539C"/>
    <w:rsid w:val="00833ADC"/>
  </w:style>
  <w:style w:type="paragraph" w:customStyle="1" w:styleId="F0FF6133E3D34A478754A3A6CCCD8EBF">
    <w:name w:val="F0FF6133E3D34A478754A3A6CCCD8EBF"/>
    <w:rsid w:val="00833ADC"/>
  </w:style>
  <w:style w:type="paragraph" w:customStyle="1" w:styleId="69CBFA9F698D4709A6A572164343BF8A">
    <w:name w:val="69CBFA9F698D4709A6A572164343BF8A"/>
    <w:rsid w:val="00833ADC"/>
  </w:style>
  <w:style w:type="paragraph" w:customStyle="1" w:styleId="7D0BCA3785994520992414B0F5E2DE91">
    <w:name w:val="7D0BCA3785994520992414B0F5E2DE91"/>
    <w:rsid w:val="00833ADC"/>
  </w:style>
  <w:style w:type="paragraph" w:customStyle="1" w:styleId="A21066A4C67544159D1C588D7F7E96CD">
    <w:name w:val="A21066A4C67544159D1C588D7F7E96CD"/>
    <w:rsid w:val="00833ADC"/>
  </w:style>
  <w:style w:type="paragraph" w:customStyle="1" w:styleId="7DAF2BE125C74441A7AAA597D7DAA743">
    <w:name w:val="7DAF2BE125C74441A7AAA597D7DAA743"/>
    <w:rsid w:val="00833ADC"/>
  </w:style>
  <w:style w:type="paragraph" w:customStyle="1" w:styleId="66A0305489674530A4055747EF2E26F0">
    <w:name w:val="66A0305489674530A4055747EF2E26F0"/>
    <w:rsid w:val="00833ADC"/>
  </w:style>
  <w:style w:type="paragraph" w:customStyle="1" w:styleId="BE5AA0ED8F3943839A5319F77CF0D545">
    <w:name w:val="BE5AA0ED8F3943839A5319F77CF0D545"/>
    <w:rsid w:val="00833ADC"/>
  </w:style>
  <w:style w:type="paragraph" w:customStyle="1" w:styleId="865DC6B08F8246D1B3823503972B8D0C">
    <w:name w:val="865DC6B08F8246D1B3823503972B8D0C"/>
    <w:rsid w:val="00833ADC"/>
  </w:style>
  <w:style w:type="paragraph" w:customStyle="1" w:styleId="0134986C69A245E8B1C68B26EF7FC4C7">
    <w:name w:val="0134986C69A245E8B1C68B26EF7FC4C7"/>
    <w:rsid w:val="00833ADC"/>
  </w:style>
  <w:style w:type="paragraph" w:customStyle="1" w:styleId="24C600C77A0F4F569EFA9DD77A99B441">
    <w:name w:val="24C600C77A0F4F569EFA9DD77A99B441"/>
    <w:rsid w:val="00833ADC"/>
  </w:style>
  <w:style w:type="paragraph" w:customStyle="1" w:styleId="CAEB823E561443A3B4AC99C6712FBDC0">
    <w:name w:val="CAEB823E561443A3B4AC99C6712FBDC0"/>
    <w:rsid w:val="00833ADC"/>
  </w:style>
  <w:style w:type="paragraph" w:customStyle="1" w:styleId="46A7DEA7C9D1477B806F717BDA257E7F">
    <w:name w:val="46A7DEA7C9D1477B806F717BDA257E7F"/>
    <w:rsid w:val="00833ADC"/>
  </w:style>
  <w:style w:type="paragraph" w:customStyle="1" w:styleId="E592BC98DBE94484A8EDA8FB7187ABBB">
    <w:name w:val="E592BC98DBE94484A8EDA8FB7187ABBB"/>
    <w:rsid w:val="00833ADC"/>
  </w:style>
  <w:style w:type="paragraph" w:customStyle="1" w:styleId="70C733C5A2D142698975D1FF7D950854">
    <w:name w:val="70C733C5A2D142698975D1FF7D950854"/>
    <w:rsid w:val="00415E84"/>
  </w:style>
  <w:style w:type="paragraph" w:customStyle="1" w:styleId="674D526F458645C8AAD84ECF00D00CE1">
    <w:name w:val="674D526F458645C8AAD84ECF00D00CE1"/>
    <w:rsid w:val="00415E84"/>
  </w:style>
  <w:style w:type="paragraph" w:customStyle="1" w:styleId="BA7DB35ADBEA4ADF8265823FC1B728A1">
    <w:name w:val="BA7DB35ADBEA4ADF8265823FC1B728A1"/>
    <w:rsid w:val="00415E84"/>
  </w:style>
  <w:style w:type="paragraph" w:customStyle="1" w:styleId="630C8AA6FD1C4DC2B0C7DC38DC10311F">
    <w:name w:val="630C8AA6FD1C4DC2B0C7DC38DC10311F"/>
    <w:rsid w:val="00415E84"/>
  </w:style>
  <w:style w:type="paragraph" w:customStyle="1" w:styleId="DD0BECD914EF4ECBABDCBD2D6BB469E8">
    <w:name w:val="DD0BECD914EF4ECBABDCBD2D6BB469E8"/>
    <w:rsid w:val="00415E84"/>
  </w:style>
  <w:style w:type="paragraph" w:customStyle="1" w:styleId="8E41E2E5957D4C1C86477064F6672EF5">
    <w:name w:val="8E41E2E5957D4C1C86477064F6672EF5"/>
    <w:rsid w:val="00415E84"/>
  </w:style>
  <w:style w:type="paragraph" w:customStyle="1" w:styleId="BFA3756617E64129A4717B65449E6A89">
    <w:name w:val="BFA3756617E64129A4717B65449E6A89"/>
    <w:rsid w:val="00415E84"/>
  </w:style>
  <w:style w:type="paragraph" w:customStyle="1" w:styleId="21965FC6220C4231A2D30040C07C0915">
    <w:name w:val="21965FC6220C4231A2D30040C07C0915"/>
    <w:rsid w:val="00415E84"/>
  </w:style>
  <w:style w:type="paragraph" w:customStyle="1" w:styleId="AA7B1467E13F446589754BD369E57E05">
    <w:name w:val="AA7B1467E13F446589754BD369E57E05"/>
    <w:rsid w:val="00415E84"/>
  </w:style>
  <w:style w:type="paragraph" w:customStyle="1" w:styleId="8EDAA7FC2D3F4537B5EB616B47B58B96">
    <w:name w:val="8EDAA7FC2D3F4537B5EB616B47B58B96"/>
    <w:rsid w:val="00415E84"/>
  </w:style>
  <w:style w:type="paragraph" w:customStyle="1" w:styleId="D13D4B14AEBF4DD88EBFA1BDD6DCC97C">
    <w:name w:val="D13D4B14AEBF4DD88EBFA1BDD6DCC97C"/>
    <w:rsid w:val="00216FF3"/>
  </w:style>
  <w:style w:type="paragraph" w:customStyle="1" w:styleId="BDA44273DE914B739917EFAC4AAF499D">
    <w:name w:val="BDA44273DE914B739917EFAC4AAF499D"/>
    <w:rsid w:val="00216FF3"/>
  </w:style>
  <w:style w:type="paragraph" w:customStyle="1" w:styleId="C42EAC04D72940C1912C2327F5E433D6">
    <w:name w:val="C42EAC04D72940C1912C2327F5E433D6"/>
    <w:rsid w:val="00216FF3"/>
  </w:style>
  <w:style w:type="paragraph" w:customStyle="1" w:styleId="E4C204BC23614E86A28111DFC7855B50">
    <w:name w:val="E4C204BC23614E86A28111DFC7855B50"/>
    <w:rsid w:val="00216FF3"/>
  </w:style>
  <w:style w:type="paragraph" w:customStyle="1" w:styleId="D14EDBEAAB9F4AC88B9D8562916D9CC9">
    <w:name w:val="D14EDBEAAB9F4AC88B9D8562916D9CC9"/>
    <w:rsid w:val="00216FF3"/>
  </w:style>
  <w:style w:type="paragraph" w:customStyle="1" w:styleId="2B413E922E5348469E064D33A33573CB">
    <w:name w:val="2B413E922E5348469E064D33A33573CB"/>
    <w:rsid w:val="00216FF3"/>
  </w:style>
  <w:style w:type="paragraph" w:customStyle="1" w:styleId="9C5AB95B82E84DF5AECD3695D42486A9">
    <w:name w:val="9C5AB95B82E84DF5AECD3695D42486A9"/>
    <w:rsid w:val="00216FF3"/>
  </w:style>
  <w:style w:type="paragraph" w:customStyle="1" w:styleId="095DF6EA771A402886ECE54DF886283E">
    <w:name w:val="095DF6EA771A402886ECE54DF886283E"/>
    <w:rsid w:val="00216FF3"/>
  </w:style>
  <w:style w:type="paragraph" w:customStyle="1" w:styleId="7A6FA8CB0E244083BE8B7736F6E0FFC5">
    <w:name w:val="7A6FA8CB0E244083BE8B7736F6E0FFC5"/>
    <w:rsid w:val="00216FF3"/>
  </w:style>
  <w:style w:type="paragraph" w:customStyle="1" w:styleId="D16C41CAA14943448910704FB3EF457C">
    <w:name w:val="D16C41CAA14943448910704FB3EF457C"/>
    <w:rsid w:val="00216FF3"/>
  </w:style>
  <w:style w:type="paragraph" w:customStyle="1" w:styleId="5F46DE35C578438C9220A93E71987634">
    <w:name w:val="5F46DE35C578438C9220A93E71987634"/>
    <w:rsid w:val="00216FF3"/>
  </w:style>
  <w:style w:type="paragraph" w:customStyle="1" w:styleId="C7A2D80D66974C5A9003B074F8036DCC">
    <w:name w:val="C7A2D80D66974C5A9003B074F8036DCC"/>
    <w:rsid w:val="00216FF3"/>
  </w:style>
  <w:style w:type="paragraph" w:customStyle="1" w:styleId="2DC445FC72D5484AA179834B9BB09344">
    <w:name w:val="2DC445FC72D5484AA179834B9BB09344"/>
    <w:rsid w:val="00216FF3"/>
  </w:style>
  <w:style w:type="paragraph" w:customStyle="1" w:styleId="070397C6BB3A46AF935F41796C9C2FE1">
    <w:name w:val="070397C6BB3A46AF935F41796C9C2FE1"/>
    <w:rsid w:val="00216FF3"/>
  </w:style>
  <w:style w:type="paragraph" w:customStyle="1" w:styleId="A09350DD77BB45EB9BC685A91E29F5EB">
    <w:name w:val="A09350DD77BB45EB9BC685A91E29F5EB"/>
    <w:rsid w:val="00216FF3"/>
  </w:style>
  <w:style w:type="paragraph" w:customStyle="1" w:styleId="4080FA3A59CB42F18A8E993278CA72CC">
    <w:name w:val="4080FA3A59CB42F18A8E993278CA72CC"/>
    <w:rsid w:val="00216FF3"/>
  </w:style>
  <w:style w:type="paragraph" w:customStyle="1" w:styleId="DD15321067474E8199EF6A21E0B8A642">
    <w:name w:val="DD15321067474E8199EF6A21E0B8A642"/>
    <w:rsid w:val="00216FF3"/>
  </w:style>
  <w:style w:type="paragraph" w:customStyle="1" w:styleId="414A06E5849942389F3A4B2A98A58338">
    <w:name w:val="414A06E5849942389F3A4B2A98A58338"/>
    <w:rsid w:val="00216FF3"/>
  </w:style>
  <w:style w:type="paragraph" w:customStyle="1" w:styleId="3125945FA31A4689BB929F4A03E8AACD">
    <w:name w:val="3125945FA31A4689BB929F4A03E8AACD"/>
    <w:rsid w:val="00216FF3"/>
  </w:style>
  <w:style w:type="paragraph" w:customStyle="1" w:styleId="DE02594E19A8496EBA29A8B352E74676">
    <w:name w:val="DE02594E19A8496EBA29A8B352E74676"/>
    <w:rsid w:val="00216FF3"/>
  </w:style>
  <w:style w:type="paragraph" w:customStyle="1" w:styleId="9CF72C5A6A8C4D3DA0101B661FE6A6DA">
    <w:name w:val="9CF72C5A6A8C4D3DA0101B661FE6A6DA"/>
    <w:rsid w:val="00216FF3"/>
  </w:style>
  <w:style w:type="paragraph" w:customStyle="1" w:styleId="ECC2315C38C140EBB78C079B5D6A821F">
    <w:name w:val="ECC2315C38C140EBB78C079B5D6A821F"/>
    <w:rsid w:val="00216FF3"/>
  </w:style>
  <w:style w:type="paragraph" w:customStyle="1" w:styleId="63C22D2B5FC14EC18860DB80A6E5E2D0">
    <w:name w:val="63C22D2B5FC14EC18860DB80A6E5E2D0"/>
    <w:rsid w:val="00216FF3"/>
  </w:style>
  <w:style w:type="paragraph" w:customStyle="1" w:styleId="41A41B3F744541F3B8B03C0B2030DB43">
    <w:name w:val="41A41B3F744541F3B8B03C0B2030DB43"/>
    <w:rsid w:val="00216FF3"/>
  </w:style>
  <w:style w:type="paragraph" w:customStyle="1" w:styleId="07CEFC1450244AC7BC6470A66D70A6D3">
    <w:name w:val="07CEFC1450244AC7BC6470A66D70A6D3"/>
    <w:rsid w:val="00216FF3"/>
  </w:style>
  <w:style w:type="paragraph" w:customStyle="1" w:styleId="FC516A2A0EDF47109AFAAC247696DDFC">
    <w:name w:val="FC516A2A0EDF47109AFAAC247696DDFC"/>
    <w:rsid w:val="00216FF3"/>
  </w:style>
  <w:style w:type="paragraph" w:customStyle="1" w:styleId="DEA8EEC3EDD445DBA4D337F0CDBB0564">
    <w:name w:val="DEA8EEC3EDD445DBA4D337F0CDBB0564"/>
    <w:rsid w:val="00216FF3"/>
  </w:style>
  <w:style w:type="paragraph" w:customStyle="1" w:styleId="4D60A3BB04EC40CBA1C8892B6DB517E8">
    <w:name w:val="4D60A3BB04EC40CBA1C8892B6DB517E8"/>
    <w:rsid w:val="00216FF3"/>
  </w:style>
  <w:style w:type="paragraph" w:customStyle="1" w:styleId="CF9143DA2E544E9D85C5D58ACD1CA69B">
    <w:name w:val="CF9143DA2E544E9D85C5D58ACD1CA69B"/>
    <w:rsid w:val="00216FF3"/>
  </w:style>
  <w:style w:type="paragraph" w:customStyle="1" w:styleId="56EA73E00556456B81707832DB3E9A8E">
    <w:name w:val="56EA73E00556456B81707832DB3E9A8E"/>
    <w:rsid w:val="00216FF3"/>
  </w:style>
  <w:style w:type="paragraph" w:customStyle="1" w:styleId="241B8BCC6B454BF5B794DABA32AC03C9">
    <w:name w:val="241B8BCC6B454BF5B794DABA32AC03C9"/>
    <w:rsid w:val="00216FF3"/>
  </w:style>
  <w:style w:type="paragraph" w:customStyle="1" w:styleId="2C901CE86BAB455DA4713593C062567A">
    <w:name w:val="2C901CE86BAB455DA4713593C062567A"/>
    <w:rsid w:val="00216FF3"/>
  </w:style>
  <w:style w:type="paragraph" w:customStyle="1" w:styleId="0B36DDC6D754442F8C6AB393928FA29A">
    <w:name w:val="0B36DDC6D754442F8C6AB393928FA29A"/>
    <w:rsid w:val="00216FF3"/>
  </w:style>
  <w:style w:type="paragraph" w:customStyle="1" w:styleId="0F4009E7451B4EE788E2774D59AF6536">
    <w:name w:val="0F4009E7451B4EE788E2774D59AF6536"/>
    <w:rsid w:val="00216FF3"/>
  </w:style>
  <w:style w:type="paragraph" w:customStyle="1" w:styleId="8F4B5431711C4B75A8C3682B8BAE4E97">
    <w:name w:val="8F4B5431711C4B75A8C3682B8BAE4E97"/>
    <w:rsid w:val="00216FF3"/>
  </w:style>
  <w:style w:type="paragraph" w:customStyle="1" w:styleId="9B14AD3944594EC2B79847C915B355E8">
    <w:name w:val="9B14AD3944594EC2B79847C915B355E8"/>
    <w:rsid w:val="00216FF3"/>
  </w:style>
  <w:style w:type="paragraph" w:customStyle="1" w:styleId="5B3BD6DFE7334073B145CD7942BF3E81">
    <w:name w:val="5B3BD6DFE7334073B145CD7942BF3E81"/>
    <w:rsid w:val="00216FF3"/>
  </w:style>
  <w:style w:type="paragraph" w:customStyle="1" w:styleId="74BC325A369A43A8AAF3B124043E2EDB">
    <w:name w:val="74BC325A369A43A8AAF3B124043E2EDB"/>
    <w:rsid w:val="00216FF3"/>
  </w:style>
  <w:style w:type="paragraph" w:customStyle="1" w:styleId="82E2365C5C23486F998F1359C6DD74D4">
    <w:name w:val="82E2365C5C23486F998F1359C6DD74D4"/>
    <w:rsid w:val="00216FF3"/>
  </w:style>
  <w:style w:type="paragraph" w:customStyle="1" w:styleId="BBD19D0D418B4D4BAB2498F16A80EE2C">
    <w:name w:val="BBD19D0D418B4D4BAB2498F16A80EE2C"/>
    <w:rsid w:val="00216FF3"/>
  </w:style>
  <w:style w:type="paragraph" w:customStyle="1" w:styleId="F065D2CDFD8345E6A151ACF2D2A128B3">
    <w:name w:val="F065D2CDFD8345E6A151ACF2D2A128B3"/>
    <w:rsid w:val="00216FF3"/>
  </w:style>
  <w:style w:type="paragraph" w:customStyle="1" w:styleId="C5EF9D3BD2DE45E188E2C7B8E9FF7F77">
    <w:name w:val="C5EF9D3BD2DE45E188E2C7B8E9FF7F77"/>
    <w:rsid w:val="00216FF3"/>
  </w:style>
  <w:style w:type="paragraph" w:customStyle="1" w:styleId="69CDBB06B3184014B63867850A671B3B">
    <w:name w:val="69CDBB06B3184014B63867850A671B3B"/>
    <w:rsid w:val="00216FF3"/>
  </w:style>
  <w:style w:type="paragraph" w:customStyle="1" w:styleId="A80F143457C7418580E81F7B13D2F583">
    <w:name w:val="A80F143457C7418580E81F7B13D2F583"/>
    <w:rsid w:val="00216FF3"/>
  </w:style>
  <w:style w:type="paragraph" w:customStyle="1" w:styleId="E1C8B0F7D0364883B123254A328E9C66">
    <w:name w:val="E1C8B0F7D0364883B123254A328E9C66"/>
    <w:rsid w:val="00216FF3"/>
  </w:style>
  <w:style w:type="paragraph" w:customStyle="1" w:styleId="50F97648757546E99A1CC367D8981ED1">
    <w:name w:val="50F97648757546E99A1CC367D8981ED1"/>
    <w:rsid w:val="00216FF3"/>
  </w:style>
  <w:style w:type="paragraph" w:customStyle="1" w:styleId="328A82BA0D8C4F37926F62A165DCB04D">
    <w:name w:val="328A82BA0D8C4F37926F62A165DCB04D"/>
    <w:rsid w:val="00216FF3"/>
  </w:style>
  <w:style w:type="paragraph" w:customStyle="1" w:styleId="008592C6015E4F7FA5218282656B948E">
    <w:name w:val="008592C6015E4F7FA5218282656B948E"/>
    <w:rsid w:val="00216FF3"/>
  </w:style>
  <w:style w:type="paragraph" w:customStyle="1" w:styleId="672A225802F945699CE29E38D17758C1">
    <w:name w:val="672A225802F945699CE29E38D17758C1"/>
    <w:rsid w:val="00216FF3"/>
  </w:style>
  <w:style w:type="paragraph" w:customStyle="1" w:styleId="E68C240C1CF74A2EBAD7F3CD65407A4C">
    <w:name w:val="E68C240C1CF74A2EBAD7F3CD65407A4C"/>
    <w:rsid w:val="00216FF3"/>
  </w:style>
  <w:style w:type="paragraph" w:customStyle="1" w:styleId="B2B23211FE2D42678DE388C53F8C80B4">
    <w:name w:val="B2B23211FE2D42678DE388C53F8C80B4"/>
    <w:rsid w:val="00216FF3"/>
  </w:style>
  <w:style w:type="paragraph" w:customStyle="1" w:styleId="8212278A6971477B8E598D23A0B69B05">
    <w:name w:val="8212278A6971477B8E598D23A0B69B05"/>
    <w:rsid w:val="00216FF3"/>
  </w:style>
  <w:style w:type="paragraph" w:customStyle="1" w:styleId="792E548253984E79AC0C16E38FF6037D">
    <w:name w:val="792E548253984E79AC0C16E38FF6037D"/>
    <w:rsid w:val="00216FF3"/>
  </w:style>
  <w:style w:type="paragraph" w:customStyle="1" w:styleId="F881E35BA8CB40B4A018BE1D4F77D810">
    <w:name w:val="F881E35BA8CB40B4A018BE1D4F77D810"/>
    <w:rsid w:val="00216FF3"/>
  </w:style>
  <w:style w:type="paragraph" w:customStyle="1" w:styleId="7B6601FF385E49628761903F52A1D547">
    <w:name w:val="7B6601FF385E49628761903F52A1D547"/>
    <w:rsid w:val="00216FF3"/>
  </w:style>
  <w:style w:type="paragraph" w:customStyle="1" w:styleId="C858B6F970524AAC9CDF8214882E044C">
    <w:name w:val="C858B6F970524AAC9CDF8214882E044C"/>
    <w:rsid w:val="00216FF3"/>
  </w:style>
  <w:style w:type="paragraph" w:customStyle="1" w:styleId="6CDA9335F1FB4261A8406133FFCDEC29">
    <w:name w:val="6CDA9335F1FB4261A8406133FFCDEC29"/>
    <w:rsid w:val="00216FF3"/>
  </w:style>
  <w:style w:type="paragraph" w:customStyle="1" w:styleId="E50C6D889A2040BF81496DCD37EC5535">
    <w:name w:val="E50C6D889A2040BF81496DCD37EC5535"/>
    <w:rsid w:val="00216FF3"/>
  </w:style>
  <w:style w:type="paragraph" w:customStyle="1" w:styleId="F92F1ED996A44CB180BA9DB43AC16965">
    <w:name w:val="F92F1ED996A44CB180BA9DB43AC16965"/>
    <w:rsid w:val="00216FF3"/>
  </w:style>
  <w:style w:type="paragraph" w:customStyle="1" w:styleId="6217F7BA72DA4B45842961D4EBE7D206">
    <w:name w:val="6217F7BA72DA4B45842961D4EBE7D206"/>
    <w:rsid w:val="00216FF3"/>
  </w:style>
  <w:style w:type="paragraph" w:customStyle="1" w:styleId="6F25CAD930B14F9FADE8856E1D232C62">
    <w:name w:val="6F25CAD930B14F9FADE8856E1D232C62"/>
    <w:rsid w:val="00216FF3"/>
  </w:style>
  <w:style w:type="paragraph" w:customStyle="1" w:styleId="BF6C247CB6E9424E8E51E56A3CCCA549">
    <w:name w:val="BF6C247CB6E9424E8E51E56A3CCCA549"/>
    <w:rsid w:val="00216FF3"/>
  </w:style>
  <w:style w:type="paragraph" w:customStyle="1" w:styleId="BF1CA79134C54666B76E7C3EFFDF7EE7">
    <w:name w:val="BF1CA79134C54666B76E7C3EFFDF7EE7"/>
    <w:rsid w:val="00216FF3"/>
  </w:style>
  <w:style w:type="paragraph" w:customStyle="1" w:styleId="CF5792B20D6842DF9FBBCC68AAD8C5E3">
    <w:name w:val="CF5792B20D6842DF9FBBCC68AAD8C5E3"/>
    <w:rsid w:val="00216FF3"/>
  </w:style>
  <w:style w:type="paragraph" w:customStyle="1" w:styleId="2B91EC3F3F33468196E27E12B33AFA14">
    <w:name w:val="2B91EC3F3F33468196E27E12B33AFA14"/>
    <w:rsid w:val="00216FF3"/>
  </w:style>
  <w:style w:type="paragraph" w:customStyle="1" w:styleId="4F78896D103F47E2BC04B5C2D1678461">
    <w:name w:val="4F78896D103F47E2BC04B5C2D1678461"/>
    <w:rsid w:val="00216FF3"/>
  </w:style>
  <w:style w:type="paragraph" w:customStyle="1" w:styleId="03D06F9C6F6840DAA0654670ED1D3A44">
    <w:name w:val="03D06F9C6F6840DAA0654670ED1D3A44"/>
    <w:rsid w:val="00216FF3"/>
  </w:style>
  <w:style w:type="paragraph" w:customStyle="1" w:styleId="04A51D666F90426E8CF0803C2C110648">
    <w:name w:val="04A51D666F90426E8CF0803C2C110648"/>
    <w:rsid w:val="00216FF3"/>
  </w:style>
  <w:style w:type="paragraph" w:customStyle="1" w:styleId="08A022B554114DA1880BBC902F51936C">
    <w:name w:val="08A022B554114DA1880BBC902F51936C"/>
    <w:rsid w:val="00216FF3"/>
  </w:style>
  <w:style w:type="paragraph" w:customStyle="1" w:styleId="517DF055350D4EA9944607B9C81FE36D">
    <w:name w:val="517DF055350D4EA9944607B9C81FE36D"/>
    <w:rsid w:val="00216FF3"/>
  </w:style>
  <w:style w:type="paragraph" w:customStyle="1" w:styleId="62304F4D29B64A339EB9C61A15AC1F75">
    <w:name w:val="62304F4D29B64A339EB9C61A15AC1F75"/>
    <w:rsid w:val="00216FF3"/>
  </w:style>
  <w:style w:type="paragraph" w:customStyle="1" w:styleId="35BD15D3F4A54F4E914C8145FEF78CDC">
    <w:name w:val="35BD15D3F4A54F4E914C8145FEF78CDC"/>
    <w:rsid w:val="00216FF3"/>
  </w:style>
  <w:style w:type="paragraph" w:customStyle="1" w:styleId="419DC875A289450BADD430AE02487BE3">
    <w:name w:val="419DC875A289450BADD430AE02487BE3"/>
    <w:rsid w:val="00216FF3"/>
  </w:style>
  <w:style w:type="paragraph" w:customStyle="1" w:styleId="89340F01E9064282BB7A7F74D41402FF">
    <w:name w:val="89340F01E9064282BB7A7F74D41402FF"/>
    <w:rsid w:val="00216FF3"/>
  </w:style>
  <w:style w:type="paragraph" w:customStyle="1" w:styleId="93C754E5EA974D649A140763369EA67C">
    <w:name w:val="93C754E5EA974D649A140763369EA67C"/>
    <w:rsid w:val="00216FF3"/>
  </w:style>
  <w:style w:type="paragraph" w:customStyle="1" w:styleId="4FC2D5E509B1409598AAE84C543D38C4">
    <w:name w:val="4FC2D5E509B1409598AAE84C543D38C4"/>
    <w:rsid w:val="00216FF3"/>
  </w:style>
  <w:style w:type="paragraph" w:customStyle="1" w:styleId="5ADD69C4AE8F45148DC9C87AECC96435">
    <w:name w:val="5ADD69C4AE8F45148DC9C87AECC96435"/>
    <w:rsid w:val="00216FF3"/>
  </w:style>
  <w:style w:type="paragraph" w:customStyle="1" w:styleId="51D9C886028A4CE8A894BDCBAB65BBAD">
    <w:name w:val="51D9C886028A4CE8A894BDCBAB65BBAD"/>
    <w:rsid w:val="00216FF3"/>
  </w:style>
  <w:style w:type="paragraph" w:customStyle="1" w:styleId="8EDF8FCA67754775A2D856FE06487ABD">
    <w:name w:val="8EDF8FCA67754775A2D856FE06487ABD"/>
    <w:rsid w:val="00216FF3"/>
  </w:style>
  <w:style w:type="paragraph" w:customStyle="1" w:styleId="C2A754F792E643DF99A57F009EAF9F38">
    <w:name w:val="C2A754F792E643DF99A57F009EAF9F38"/>
    <w:rsid w:val="00216FF3"/>
  </w:style>
  <w:style w:type="paragraph" w:customStyle="1" w:styleId="6279318741E8477083B3BFADB7050472">
    <w:name w:val="6279318741E8477083B3BFADB7050472"/>
    <w:rsid w:val="00216FF3"/>
  </w:style>
  <w:style w:type="paragraph" w:customStyle="1" w:styleId="A53D82BD52EB42A49EBB984F8744126B">
    <w:name w:val="A53D82BD52EB42A49EBB984F8744126B"/>
    <w:rsid w:val="00216FF3"/>
  </w:style>
  <w:style w:type="paragraph" w:customStyle="1" w:styleId="FD20313747EF465C980C84F05DFCD3DC">
    <w:name w:val="FD20313747EF465C980C84F05DFCD3DC"/>
    <w:rsid w:val="00216FF3"/>
  </w:style>
  <w:style w:type="paragraph" w:customStyle="1" w:styleId="E8CDD421535B416B9C21FE821D056631">
    <w:name w:val="E8CDD421535B416B9C21FE821D056631"/>
    <w:rsid w:val="00216FF3"/>
  </w:style>
  <w:style w:type="paragraph" w:customStyle="1" w:styleId="7C5E24E8EB1142EF8B0590F784E4882D">
    <w:name w:val="7C5E24E8EB1142EF8B0590F784E4882D"/>
    <w:rsid w:val="00216FF3"/>
  </w:style>
  <w:style w:type="paragraph" w:customStyle="1" w:styleId="6599945775974F89AD23A3E7021D5A77">
    <w:name w:val="6599945775974F89AD23A3E7021D5A77"/>
    <w:rsid w:val="00216FF3"/>
  </w:style>
  <w:style w:type="paragraph" w:customStyle="1" w:styleId="56D23F6A3A0A461C908439B2E6BA426A">
    <w:name w:val="56D23F6A3A0A461C908439B2E6BA426A"/>
    <w:rsid w:val="00216FF3"/>
  </w:style>
  <w:style w:type="paragraph" w:customStyle="1" w:styleId="D5DB64C748354EBC90C542227901F482">
    <w:name w:val="D5DB64C748354EBC90C542227901F482"/>
    <w:rsid w:val="00216FF3"/>
  </w:style>
  <w:style w:type="paragraph" w:customStyle="1" w:styleId="EF5C2CCBE493447598C5EDEBE42B51C8">
    <w:name w:val="EF5C2CCBE493447598C5EDEBE42B51C8"/>
    <w:rsid w:val="00216FF3"/>
  </w:style>
  <w:style w:type="paragraph" w:customStyle="1" w:styleId="4874D7DD89F44EC780A7F0B2DB74B530">
    <w:name w:val="4874D7DD89F44EC780A7F0B2DB74B530"/>
    <w:rsid w:val="00216FF3"/>
  </w:style>
  <w:style w:type="paragraph" w:customStyle="1" w:styleId="C95672010B1249458D8BDB3041A854EF">
    <w:name w:val="C95672010B1249458D8BDB3041A854EF"/>
    <w:rsid w:val="00216FF3"/>
  </w:style>
  <w:style w:type="paragraph" w:customStyle="1" w:styleId="934ABF087E134A0BAAC4153D0E04FD66">
    <w:name w:val="934ABF087E134A0BAAC4153D0E04FD66"/>
    <w:rsid w:val="00216FF3"/>
  </w:style>
  <w:style w:type="paragraph" w:customStyle="1" w:styleId="D75E75D92E0D407A90906DEB56A242C9">
    <w:name w:val="D75E75D92E0D407A90906DEB56A242C9"/>
    <w:rsid w:val="00216FF3"/>
  </w:style>
  <w:style w:type="paragraph" w:customStyle="1" w:styleId="5D2F24E343B14CC3805E4FB8193DFE5E">
    <w:name w:val="5D2F24E343B14CC3805E4FB8193DFE5E"/>
    <w:rsid w:val="00216FF3"/>
  </w:style>
  <w:style w:type="paragraph" w:customStyle="1" w:styleId="3134003A6FDE4FD59BC0A15717F92AEB">
    <w:name w:val="3134003A6FDE4FD59BC0A15717F92AEB"/>
    <w:rsid w:val="00216FF3"/>
  </w:style>
  <w:style w:type="paragraph" w:customStyle="1" w:styleId="381ED5FC712E456280345E158B1BCE2D">
    <w:name w:val="381ED5FC712E456280345E158B1BCE2D"/>
    <w:rsid w:val="00216FF3"/>
  </w:style>
  <w:style w:type="paragraph" w:customStyle="1" w:styleId="5A072583619C44B0A31CD24694C5F931">
    <w:name w:val="5A072583619C44B0A31CD24694C5F931"/>
    <w:rsid w:val="00216FF3"/>
  </w:style>
  <w:style w:type="paragraph" w:customStyle="1" w:styleId="3AF76328A387409A82824D3EE39B36C8">
    <w:name w:val="3AF76328A387409A82824D3EE39B36C8"/>
    <w:rsid w:val="00216FF3"/>
  </w:style>
  <w:style w:type="paragraph" w:customStyle="1" w:styleId="47FDB1A3148C4F8D89799DDA9893811F">
    <w:name w:val="47FDB1A3148C4F8D89799DDA9893811F"/>
    <w:rsid w:val="00216FF3"/>
  </w:style>
  <w:style w:type="paragraph" w:customStyle="1" w:styleId="D6AACC69BAF4446B923C49A651BA4117">
    <w:name w:val="D6AACC69BAF4446B923C49A651BA4117"/>
    <w:rsid w:val="00216FF3"/>
  </w:style>
  <w:style w:type="paragraph" w:customStyle="1" w:styleId="DFA2C6A033AF4832A213C2A915DA8DF3">
    <w:name w:val="DFA2C6A033AF4832A213C2A915DA8DF3"/>
    <w:rsid w:val="00216FF3"/>
  </w:style>
  <w:style w:type="paragraph" w:customStyle="1" w:styleId="C02E105B68174B2BA57669DAA62BD444">
    <w:name w:val="C02E105B68174B2BA57669DAA62BD444"/>
    <w:rsid w:val="00216FF3"/>
  </w:style>
  <w:style w:type="paragraph" w:customStyle="1" w:styleId="3A68F95FFB95408CA55B2A4A1A706338">
    <w:name w:val="3A68F95FFB95408CA55B2A4A1A706338"/>
    <w:rsid w:val="00216FF3"/>
  </w:style>
  <w:style w:type="paragraph" w:customStyle="1" w:styleId="17A11CDE92D545F998E24857BB8E7DCC">
    <w:name w:val="17A11CDE92D545F998E24857BB8E7DCC"/>
    <w:rsid w:val="00216FF3"/>
  </w:style>
  <w:style w:type="paragraph" w:customStyle="1" w:styleId="54F3C889042840F3906DF475CAD3E3DC">
    <w:name w:val="54F3C889042840F3906DF475CAD3E3DC"/>
    <w:rsid w:val="00216FF3"/>
  </w:style>
  <w:style w:type="paragraph" w:customStyle="1" w:styleId="76AAEED48CCC48288347278469F0EDEB">
    <w:name w:val="76AAEED48CCC48288347278469F0EDEB"/>
    <w:rsid w:val="00216FF3"/>
  </w:style>
  <w:style w:type="paragraph" w:customStyle="1" w:styleId="552053C911614F4BBBFA2F00BA7B1758">
    <w:name w:val="552053C911614F4BBBFA2F00BA7B1758"/>
    <w:rsid w:val="00216FF3"/>
  </w:style>
  <w:style w:type="paragraph" w:customStyle="1" w:styleId="9626CA68D33E46D1A0D2038EFE0248E6">
    <w:name w:val="9626CA68D33E46D1A0D2038EFE0248E6"/>
    <w:rsid w:val="00216FF3"/>
  </w:style>
  <w:style w:type="paragraph" w:customStyle="1" w:styleId="AE36C234C48445C293AF8B6BFDD9DD8A">
    <w:name w:val="AE36C234C48445C293AF8B6BFDD9DD8A"/>
    <w:rsid w:val="00216FF3"/>
  </w:style>
  <w:style w:type="paragraph" w:customStyle="1" w:styleId="63BD151F84874A688B7053B960ACE306">
    <w:name w:val="63BD151F84874A688B7053B960ACE306"/>
    <w:rsid w:val="00216FF3"/>
  </w:style>
  <w:style w:type="paragraph" w:customStyle="1" w:styleId="D5E2D710C15144C7B8298A9F099CC4B9">
    <w:name w:val="D5E2D710C15144C7B8298A9F099CC4B9"/>
    <w:rsid w:val="00216FF3"/>
  </w:style>
  <w:style w:type="paragraph" w:customStyle="1" w:styleId="330F010F713940089163504F43B6FB39">
    <w:name w:val="330F010F713940089163504F43B6FB39"/>
    <w:rsid w:val="00216FF3"/>
  </w:style>
  <w:style w:type="paragraph" w:customStyle="1" w:styleId="11BD51F10DFA4611A56313B792FDD0A7">
    <w:name w:val="11BD51F10DFA4611A56313B792FDD0A7"/>
    <w:rsid w:val="00216FF3"/>
  </w:style>
  <w:style w:type="paragraph" w:customStyle="1" w:styleId="40322D9D705C4124AF9C8824112DE376">
    <w:name w:val="40322D9D705C4124AF9C8824112DE376"/>
    <w:rsid w:val="00216FF3"/>
  </w:style>
  <w:style w:type="paragraph" w:customStyle="1" w:styleId="4156DF2310684E82870127ED3A81E272">
    <w:name w:val="4156DF2310684E82870127ED3A81E272"/>
    <w:rsid w:val="00216FF3"/>
  </w:style>
  <w:style w:type="paragraph" w:customStyle="1" w:styleId="8D527DF3D9C049DDADDCB028681099AC">
    <w:name w:val="8D527DF3D9C049DDADDCB028681099AC"/>
    <w:rsid w:val="00216FF3"/>
  </w:style>
  <w:style w:type="paragraph" w:customStyle="1" w:styleId="42460C64DDDB4029AD4FE452A7635E45">
    <w:name w:val="42460C64DDDB4029AD4FE452A7635E45"/>
    <w:rsid w:val="00216FF3"/>
  </w:style>
  <w:style w:type="paragraph" w:customStyle="1" w:styleId="44F25A8A2AB74C6282939983DEA03CD6">
    <w:name w:val="44F25A8A2AB74C6282939983DEA03CD6"/>
    <w:rsid w:val="00216FF3"/>
  </w:style>
  <w:style w:type="paragraph" w:customStyle="1" w:styleId="09E6C051316F453E9B1E974C424062A3">
    <w:name w:val="09E6C051316F453E9B1E974C424062A3"/>
    <w:rsid w:val="00216FF3"/>
  </w:style>
  <w:style w:type="paragraph" w:customStyle="1" w:styleId="FFFA57F0B6B741A7906333D635B24071">
    <w:name w:val="FFFA57F0B6B741A7906333D635B24071"/>
    <w:rsid w:val="00216FF3"/>
  </w:style>
  <w:style w:type="paragraph" w:customStyle="1" w:styleId="A08066DA2F0846519086138BF3DEE22C">
    <w:name w:val="A08066DA2F0846519086138BF3DEE22C"/>
    <w:rsid w:val="00216FF3"/>
  </w:style>
  <w:style w:type="paragraph" w:customStyle="1" w:styleId="F276A4F6639F4B339A046BBC0AB5EC2F">
    <w:name w:val="F276A4F6639F4B339A046BBC0AB5EC2F"/>
    <w:rsid w:val="00216FF3"/>
  </w:style>
  <w:style w:type="paragraph" w:customStyle="1" w:styleId="8F06E62CEA0D4E739D6C2D29043589D3">
    <w:name w:val="8F06E62CEA0D4E739D6C2D29043589D3"/>
    <w:rsid w:val="00216FF3"/>
  </w:style>
  <w:style w:type="paragraph" w:customStyle="1" w:styleId="D7CA598DDB5D4F089F448E67ED627F88">
    <w:name w:val="D7CA598DDB5D4F089F448E67ED627F88"/>
    <w:rsid w:val="00216FF3"/>
  </w:style>
  <w:style w:type="paragraph" w:customStyle="1" w:styleId="E5CC6C0E2FAC47859FDABA92577B1812">
    <w:name w:val="E5CC6C0E2FAC47859FDABA92577B1812"/>
    <w:rsid w:val="00216FF3"/>
  </w:style>
  <w:style w:type="paragraph" w:customStyle="1" w:styleId="9F09C1F5DFD44DE792E4A9C2E3C68DF6">
    <w:name w:val="9F09C1F5DFD44DE792E4A9C2E3C68DF6"/>
    <w:rsid w:val="00216FF3"/>
  </w:style>
  <w:style w:type="paragraph" w:customStyle="1" w:styleId="3D209B31F793411EA57153B85F8E0FEC">
    <w:name w:val="3D209B31F793411EA57153B85F8E0FEC"/>
    <w:rsid w:val="00216FF3"/>
  </w:style>
  <w:style w:type="paragraph" w:customStyle="1" w:styleId="764E4DC67DA54872AD91BE09FE8F2399">
    <w:name w:val="764E4DC67DA54872AD91BE09FE8F2399"/>
    <w:rsid w:val="00216FF3"/>
  </w:style>
  <w:style w:type="paragraph" w:customStyle="1" w:styleId="046BEC7BC07741498AB4D8ED5E213BD7">
    <w:name w:val="046BEC7BC07741498AB4D8ED5E213BD7"/>
    <w:rsid w:val="00216FF3"/>
  </w:style>
  <w:style w:type="paragraph" w:customStyle="1" w:styleId="0ED1ECA1080C43C38478655DCE540B3A">
    <w:name w:val="0ED1ECA1080C43C38478655DCE540B3A"/>
    <w:rsid w:val="00F94794"/>
  </w:style>
  <w:style w:type="paragraph" w:customStyle="1" w:styleId="345EAC641A7C4DACBB2A2143A78F6F1F">
    <w:name w:val="345EAC641A7C4DACBB2A2143A78F6F1F"/>
    <w:rsid w:val="00F94794"/>
  </w:style>
  <w:style w:type="paragraph" w:customStyle="1" w:styleId="932C82A82C7D43A2AF641D2B72EF5B52">
    <w:name w:val="932C82A82C7D43A2AF641D2B72EF5B52"/>
    <w:rsid w:val="00F94794"/>
  </w:style>
  <w:style w:type="paragraph" w:customStyle="1" w:styleId="E80B6607442E4827A39C7DBF090DE72D">
    <w:name w:val="E80B6607442E4827A39C7DBF090DE72D"/>
    <w:rsid w:val="00F94794"/>
  </w:style>
  <w:style w:type="paragraph" w:customStyle="1" w:styleId="6F56263EC0B041AEAD7D47B3DA4A6EFB">
    <w:name w:val="6F56263EC0B041AEAD7D47B3DA4A6EFB"/>
    <w:rsid w:val="00F94794"/>
  </w:style>
  <w:style w:type="paragraph" w:customStyle="1" w:styleId="F03FF8EB46EC48919491BAC4248AACC9">
    <w:name w:val="F03FF8EB46EC48919491BAC4248AACC9"/>
    <w:rsid w:val="00F94794"/>
  </w:style>
  <w:style w:type="paragraph" w:customStyle="1" w:styleId="07F86632E5F44946BC746DEEBEB719EB">
    <w:name w:val="07F86632E5F44946BC746DEEBEB719EB"/>
    <w:rsid w:val="00F94794"/>
  </w:style>
  <w:style w:type="paragraph" w:customStyle="1" w:styleId="5CE57AF1AF14444E83C4040C8D172B42">
    <w:name w:val="5CE57AF1AF14444E83C4040C8D172B42"/>
    <w:rsid w:val="00F94794"/>
  </w:style>
  <w:style w:type="paragraph" w:customStyle="1" w:styleId="C2C7377D6AB64CBB90330F020F389F6A">
    <w:name w:val="C2C7377D6AB64CBB90330F020F389F6A"/>
    <w:rsid w:val="00F94794"/>
  </w:style>
  <w:style w:type="paragraph" w:customStyle="1" w:styleId="8351967623FA430A8648C26E86160AF4">
    <w:name w:val="8351967623FA430A8648C26E86160AF4"/>
    <w:rsid w:val="00F94794"/>
  </w:style>
  <w:style w:type="paragraph" w:customStyle="1" w:styleId="CCF2907A64064F829206802EF1E36DF0">
    <w:name w:val="CCF2907A64064F829206802EF1E36DF0"/>
    <w:rsid w:val="00F94794"/>
  </w:style>
  <w:style w:type="paragraph" w:customStyle="1" w:styleId="BBA1B2D4E3B9492689DE62BE1674E473">
    <w:name w:val="BBA1B2D4E3B9492689DE62BE1674E473"/>
    <w:rsid w:val="00F94794"/>
  </w:style>
  <w:style w:type="paragraph" w:customStyle="1" w:styleId="33257A07E8784619AD7AC71174A11383">
    <w:name w:val="33257A07E8784619AD7AC71174A11383"/>
    <w:rsid w:val="00F94794"/>
  </w:style>
  <w:style w:type="paragraph" w:customStyle="1" w:styleId="ED3AA536436F40CAA437B13ABB00D742">
    <w:name w:val="ED3AA536436F40CAA437B13ABB00D742"/>
    <w:rsid w:val="00F94794"/>
  </w:style>
  <w:style w:type="paragraph" w:customStyle="1" w:styleId="3D7BAFB98E234A8A81E54914601A2770">
    <w:name w:val="3D7BAFB98E234A8A81E54914601A2770"/>
    <w:rsid w:val="00F94794"/>
  </w:style>
  <w:style w:type="paragraph" w:customStyle="1" w:styleId="FC85827AC5A641F6AD232786D06396BB">
    <w:name w:val="FC85827AC5A641F6AD232786D06396BB"/>
    <w:rsid w:val="00F94794"/>
  </w:style>
  <w:style w:type="paragraph" w:customStyle="1" w:styleId="555AB4A2F56A4F3BB7BC579C6F470193">
    <w:name w:val="555AB4A2F56A4F3BB7BC579C6F470193"/>
    <w:rsid w:val="00F94794"/>
  </w:style>
  <w:style w:type="paragraph" w:customStyle="1" w:styleId="67B5EF7E12324E6EAA01E58D0B219D4C">
    <w:name w:val="67B5EF7E12324E6EAA01E58D0B219D4C"/>
    <w:rsid w:val="00F94794"/>
  </w:style>
  <w:style w:type="paragraph" w:customStyle="1" w:styleId="C421CA2411A745D6B73313787CF7E8AE">
    <w:name w:val="C421CA2411A745D6B73313787CF7E8AE"/>
    <w:rsid w:val="00F94794"/>
  </w:style>
  <w:style w:type="paragraph" w:customStyle="1" w:styleId="1AFDD9B034F8413587C71741B3DE0A85">
    <w:name w:val="1AFDD9B034F8413587C71741B3DE0A85"/>
    <w:rsid w:val="00F94794"/>
  </w:style>
  <w:style w:type="paragraph" w:customStyle="1" w:styleId="54A71CD0C4FA45C5971C0E90F52D94D9">
    <w:name w:val="54A71CD0C4FA45C5971C0E90F52D94D9"/>
    <w:rsid w:val="00F94794"/>
  </w:style>
  <w:style w:type="paragraph" w:customStyle="1" w:styleId="8EF180E2EAE344598AAE318AF90815E2">
    <w:name w:val="8EF180E2EAE344598AAE318AF90815E2"/>
    <w:rsid w:val="00F94794"/>
  </w:style>
  <w:style w:type="paragraph" w:customStyle="1" w:styleId="ECA7CA21DDC141E993BEF534FAA4DBD4">
    <w:name w:val="ECA7CA21DDC141E993BEF534FAA4DBD4"/>
    <w:rsid w:val="00F94794"/>
  </w:style>
  <w:style w:type="paragraph" w:customStyle="1" w:styleId="97061D6196BE4FE0959184A6B63A66B6">
    <w:name w:val="97061D6196BE4FE0959184A6B63A66B6"/>
    <w:rsid w:val="00F94794"/>
  </w:style>
  <w:style w:type="paragraph" w:customStyle="1" w:styleId="86A867F4922841A3A1C90E599C782084">
    <w:name w:val="86A867F4922841A3A1C90E599C782084"/>
    <w:rsid w:val="00F94794"/>
  </w:style>
  <w:style w:type="paragraph" w:customStyle="1" w:styleId="FE99B2210A0340999441BD542FD198A7">
    <w:name w:val="FE99B2210A0340999441BD542FD198A7"/>
    <w:rsid w:val="00F94794"/>
  </w:style>
  <w:style w:type="paragraph" w:customStyle="1" w:styleId="34B780900BA44161AA086D321B806C08">
    <w:name w:val="34B780900BA44161AA086D321B806C08"/>
    <w:rsid w:val="00F94794"/>
  </w:style>
  <w:style w:type="paragraph" w:customStyle="1" w:styleId="44437B50863E4975AB032D3EEF6BF407">
    <w:name w:val="44437B50863E4975AB032D3EEF6BF407"/>
    <w:rsid w:val="00F94794"/>
  </w:style>
  <w:style w:type="paragraph" w:customStyle="1" w:styleId="7D9BC85CA3AF4754831611377BD1ED14">
    <w:name w:val="7D9BC85CA3AF4754831611377BD1ED14"/>
    <w:rsid w:val="00F94794"/>
  </w:style>
  <w:style w:type="paragraph" w:customStyle="1" w:styleId="B18FB586C8E949378B62043A63405047">
    <w:name w:val="B18FB586C8E949378B62043A63405047"/>
    <w:rsid w:val="00F94794"/>
  </w:style>
  <w:style w:type="paragraph" w:customStyle="1" w:styleId="351F4150CC664CC09ECEA488CEF5A34F">
    <w:name w:val="351F4150CC664CC09ECEA488CEF5A34F"/>
    <w:rsid w:val="00F94794"/>
  </w:style>
  <w:style w:type="paragraph" w:customStyle="1" w:styleId="FBDEEDC35FB64CDFB6952F51CB7B07B3">
    <w:name w:val="FBDEEDC35FB64CDFB6952F51CB7B07B3"/>
    <w:rsid w:val="00F94794"/>
  </w:style>
  <w:style w:type="paragraph" w:customStyle="1" w:styleId="EB0D974C0E8E46D7BBA2830A4B152615">
    <w:name w:val="EB0D974C0E8E46D7BBA2830A4B152615"/>
    <w:rsid w:val="00F94794"/>
  </w:style>
  <w:style w:type="paragraph" w:customStyle="1" w:styleId="F53E7B78A87D4E0A85D3E495B9BEFE89">
    <w:name w:val="F53E7B78A87D4E0A85D3E495B9BEFE89"/>
    <w:rsid w:val="00F94794"/>
  </w:style>
  <w:style w:type="paragraph" w:customStyle="1" w:styleId="4ADE22A0D5634BEB9F533AFB04F055A9">
    <w:name w:val="4ADE22A0D5634BEB9F533AFB04F055A9"/>
    <w:rsid w:val="00F94794"/>
  </w:style>
  <w:style w:type="paragraph" w:customStyle="1" w:styleId="44EA9A958F964A538BEB6B0231169CDB">
    <w:name w:val="44EA9A958F964A538BEB6B0231169CDB"/>
    <w:rsid w:val="00F94794"/>
  </w:style>
  <w:style w:type="paragraph" w:customStyle="1" w:styleId="CF26A4D406BE42C086E67FA29F77BF2D">
    <w:name w:val="CF26A4D406BE42C086E67FA29F77BF2D"/>
    <w:rsid w:val="00F94794"/>
  </w:style>
  <w:style w:type="paragraph" w:customStyle="1" w:styleId="1FF9E2DB05D249B285D022AF95F200CB">
    <w:name w:val="1FF9E2DB05D249B285D022AF95F200CB"/>
    <w:rsid w:val="00F94794"/>
  </w:style>
  <w:style w:type="paragraph" w:customStyle="1" w:styleId="FD0591813713435E86F09C56CDA8AD53">
    <w:name w:val="FD0591813713435E86F09C56CDA8AD53"/>
    <w:rsid w:val="00F94794"/>
  </w:style>
  <w:style w:type="paragraph" w:customStyle="1" w:styleId="28B3F3C678434AC2BB51BF4014603F2F">
    <w:name w:val="28B3F3C678434AC2BB51BF4014603F2F"/>
    <w:rsid w:val="00F94794"/>
  </w:style>
  <w:style w:type="paragraph" w:customStyle="1" w:styleId="FD84DAFC99D54E36930A1D997439B403">
    <w:name w:val="FD84DAFC99D54E36930A1D997439B403"/>
    <w:rsid w:val="00F94794"/>
  </w:style>
  <w:style w:type="paragraph" w:customStyle="1" w:styleId="D7009E3B04044DE5B506D4B10B35418B">
    <w:name w:val="D7009E3B04044DE5B506D4B10B35418B"/>
    <w:rsid w:val="00F94794"/>
  </w:style>
  <w:style w:type="paragraph" w:customStyle="1" w:styleId="41E33AA24AF54488B4EC6152836E41A1">
    <w:name w:val="41E33AA24AF54488B4EC6152836E41A1"/>
    <w:rsid w:val="00F94794"/>
  </w:style>
  <w:style w:type="paragraph" w:customStyle="1" w:styleId="3672D0D3F3F740E592F9C77C0EB8BC43">
    <w:name w:val="3672D0D3F3F740E592F9C77C0EB8BC43"/>
    <w:rsid w:val="00F94794"/>
  </w:style>
  <w:style w:type="paragraph" w:customStyle="1" w:styleId="F2EAB59A0FCE4CE49339839782AEBFB8">
    <w:name w:val="F2EAB59A0FCE4CE49339839782AEBFB8"/>
    <w:rsid w:val="00750EDF"/>
  </w:style>
  <w:style w:type="paragraph" w:customStyle="1" w:styleId="CF4628FE675E4E06B3B3420836A88D40">
    <w:name w:val="CF4628FE675E4E06B3B3420836A88D40"/>
    <w:rsid w:val="00750EDF"/>
  </w:style>
  <w:style w:type="paragraph" w:customStyle="1" w:styleId="1B504CD5AC714B979C72D276493F8A55">
    <w:name w:val="1B504CD5AC714B979C72D276493F8A55"/>
    <w:rsid w:val="00750EDF"/>
  </w:style>
  <w:style w:type="paragraph" w:customStyle="1" w:styleId="566D1B8FBE054FFF8510680DB5A93ECF">
    <w:name w:val="566D1B8FBE054FFF8510680DB5A93ECF"/>
    <w:rsid w:val="00750EDF"/>
  </w:style>
  <w:style w:type="paragraph" w:customStyle="1" w:styleId="537B375F097A43839F5B3FEC9A1B1B63">
    <w:name w:val="537B375F097A43839F5B3FEC9A1B1B63"/>
    <w:rsid w:val="00750EDF"/>
  </w:style>
  <w:style w:type="paragraph" w:customStyle="1" w:styleId="5D324C7B216C4A02991621A2D340A9BB">
    <w:name w:val="5D324C7B216C4A02991621A2D340A9BB"/>
    <w:rsid w:val="00750EDF"/>
  </w:style>
  <w:style w:type="paragraph" w:customStyle="1" w:styleId="C409C7D5BFB344E2B2E354F8CAD0AEE7">
    <w:name w:val="C409C7D5BFB344E2B2E354F8CAD0AEE7"/>
    <w:rsid w:val="00750EDF"/>
  </w:style>
  <w:style w:type="paragraph" w:customStyle="1" w:styleId="DE3F2BC766974EE5B38366ECF70E620F">
    <w:name w:val="DE3F2BC766974EE5B38366ECF70E620F"/>
    <w:rsid w:val="00750EDF"/>
  </w:style>
  <w:style w:type="paragraph" w:customStyle="1" w:styleId="CAB1DAA1D1244B7EAF41D5DBB02C72C3">
    <w:name w:val="CAB1DAA1D1244B7EAF41D5DBB02C72C3"/>
    <w:rsid w:val="00750EDF"/>
  </w:style>
  <w:style w:type="paragraph" w:customStyle="1" w:styleId="67386852FEF645728DF475D96FFE7C5E">
    <w:name w:val="67386852FEF645728DF475D96FFE7C5E"/>
    <w:rsid w:val="00750EDF"/>
  </w:style>
  <w:style w:type="paragraph" w:customStyle="1" w:styleId="450117B7968A41428A18314A082A5A79">
    <w:name w:val="450117B7968A41428A18314A082A5A79"/>
    <w:rsid w:val="00750EDF"/>
  </w:style>
  <w:style w:type="paragraph" w:customStyle="1" w:styleId="AA278266F67B400894FF21B9C94A97AC">
    <w:name w:val="AA278266F67B400894FF21B9C94A97AC"/>
    <w:rsid w:val="00750EDF"/>
  </w:style>
  <w:style w:type="paragraph" w:customStyle="1" w:styleId="7270B2EB22C5418AAAFAA369554F23C7">
    <w:name w:val="7270B2EB22C5418AAAFAA369554F23C7"/>
    <w:rsid w:val="00750EDF"/>
  </w:style>
  <w:style w:type="paragraph" w:customStyle="1" w:styleId="7C3F2B5789934241B7BED91B0B8254CD">
    <w:name w:val="7C3F2B5789934241B7BED91B0B8254CD"/>
    <w:rsid w:val="00750EDF"/>
  </w:style>
  <w:style w:type="paragraph" w:customStyle="1" w:styleId="3DF468393988428AA05A6723F2EAC5AF">
    <w:name w:val="3DF468393988428AA05A6723F2EAC5AF"/>
    <w:rsid w:val="00750EDF"/>
  </w:style>
  <w:style w:type="paragraph" w:customStyle="1" w:styleId="CB8B4FB2221640CCB9D3929732DD6D3F">
    <w:name w:val="CB8B4FB2221640CCB9D3929732DD6D3F"/>
    <w:rsid w:val="00750EDF"/>
  </w:style>
  <w:style w:type="paragraph" w:customStyle="1" w:styleId="6F689149DF744330BE60069A0431653B">
    <w:name w:val="6F689149DF744330BE60069A0431653B"/>
    <w:rsid w:val="00750EDF"/>
  </w:style>
  <w:style w:type="paragraph" w:customStyle="1" w:styleId="15BB372EBA994DBAA5078C00BA6C8BE4">
    <w:name w:val="15BB372EBA994DBAA5078C00BA6C8BE4"/>
    <w:rsid w:val="00750EDF"/>
  </w:style>
  <w:style w:type="paragraph" w:customStyle="1" w:styleId="5A5E2A9EB45C4F6092274A08A2BEE57A">
    <w:name w:val="5A5E2A9EB45C4F6092274A08A2BEE57A"/>
    <w:rsid w:val="00750EDF"/>
  </w:style>
  <w:style w:type="paragraph" w:customStyle="1" w:styleId="4307438FD7D64F309738C51CD6F54DBE">
    <w:name w:val="4307438FD7D64F309738C51CD6F54DBE"/>
    <w:rsid w:val="00750EDF"/>
  </w:style>
  <w:style w:type="paragraph" w:customStyle="1" w:styleId="70BC201B8D4F43D6B059AF7853F709E5">
    <w:name w:val="70BC201B8D4F43D6B059AF7853F709E5"/>
    <w:rsid w:val="00750EDF"/>
  </w:style>
  <w:style w:type="paragraph" w:customStyle="1" w:styleId="5FF8065F236E452789670585A79706D8">
    <w:name w:val="5FF8065F236E452789670585A79706D8"/>
    <w:rsid w:val="00750EDF"/>
  </w:style>
  <w:style w:type="paragraph" w:customStyle="1" w:styleId="08F815600FD8487A823FDFFD352B8417">
    <w:name w:val="08F815600FD8487A823FDFFD352B8417"/>
    <w:rsid w:val="00750EDF"/>
  </w:style>
  <w:style w:type="paragraph" w:customStyle="1" w:styleId="6023956EE4094B61829DD57A45BBB333">
    <w:name w:val="6023956EE4094B61829DD57A45BBB333"/>
    <w:rsid w:val="00750EDF"/>
  </w:style>
  <w:style w:type="paragraph" w:customStyle="1" w:styleId="6164D6FBB3B3417F8A9EF9109A05B160">
    <w:name w:val="6164D6FBB3B3417F8A9EF9109A05B160"/>
    <w:rsid w:val="00750EDF"/>
  </w:style>
  <w:style w:type="paragraph" w:customStyle="1" w:styleId="5F3EC249952B4B05A167EC9A11D3E8FE">
    <w:name w:val="5F3EC249952B4B05A167EC9A11D3E8FE"/>
    <w:rsid w:val="00750EDF"/>
  </w:style>
  <w:style w:type="paragraph" w:customStyle="1" w:styleId="F4E3B6E5323041E98BBF8AB0335E94BE">
    <w:name w:val="F4E3B6E5323041E98BBF8AB0335E94BE"/>
    <w:rsid w:val="00750EDF"/>
  </w:style>
  <w:style w:type="paragraph" w:customStyle="1" w:styleId="57C8D260CBCB473D8F33266919E49189">
    <w:name w:val="57C8D260CBCB473D8F33266919E49189"/>
    <w:rsid w:val="00750EDF"/>
  </w:style>
  <w:style w:type="paragraph" w:customStyle="1" w:styleId="6D36E16DC549432FAFF25B160F809DC3">
    <w:name w:val="6D36E16DC549432FAFF25B160F809DC3"/>
    <w:rsid w:val="00750EDF"/>
  </w:style>
  <w:style w:type="paragraph" w:customStyle="1" w:styleId="C5CFB92280E94C4D97E56D6CD3CD7CC7">
    <w:name w:val="C5CFB92280E94C4D97E56D6CD3CD7CC7"/>
    <w:rsid w:val="00750EDF"/>
  </w:style>
  <w:style w:type="paragraph" w:customStyle="1" w:styleId="F65AF1300000491598DB999D35F7FB00">
    <w:name w:val="F65AF1300000491598DB999D35F7FB00"/>
    <w:rsid w:val="00750EDF"/>
  </w:style>
  <w:style w:type="paragraph" w:customStyle="1" w:styleId="AD4A8DC55231400B917584B243AF1A9A">
    <w:name w:val="AD4A8DC55231400B917584B243AF1A9A"/>
    <w:rsid w:val="00750EDF"/>
  </w:style>
  <w:style w:type="paragraph" w:customStyle="1" w:styleId="74CA17C8FB3442508420E6E46248D5FE">
    <w:name w:val="74CA17C8FB3442508420E6E46248D5FE"/>
    <w:rsid w:val="00750EDF"/>
  </w:style>
  <w:style w:type="paragraph" w:customStyle="1" w:styleId="521E5DC2DF5742A28F773890E29F8A94">
    <w:name w:val="521E5DC2DF5742A28F773890E29F8A94"/>
    <w:rsid w:val="00750EDF"/>
  </w:style>
  <w:style w:type="paragraph" w:customStyle="1" w:styleId="76C8A193B0B840EA995F500E92330806">
    <w:name w:val="76C8A193B0B840EA995F500E92330806"/>
    <w:rsid w:val="00750EDF"/>
  </w:style>
  <w:style w:type="paragraph" w:customStyle="1" w:styleId="F45078D1F45B472E8A8CE6E82AB865F9">
    <w:name w:val="F45078D1F45B472E8A8CE6E82AB865F9"/>
    <w:rsid w:val="00750EDF"/>
  </w:style>
  <w:style w:type="paragraph" w:customStyle="1" w:styleId="DE1D09AD2B264389803319A870B4C94D">
    <w:name w:val="DE1D09AD2B264389803319A870B4C94D"/>
    <w:rsid w:val="00750EDF"/>
  </w:style>
  <w:style w:type="paragraph" w:customStyle="1" w:styleId="F17975B16DE341239DDC7047E533F232">
    <w:name w:val="F17975B16DE341239DDC7047E533F232"/>
    <w:rsid w:val="00750EDF"/>
  </w:style>
  <w:style w:type="paragraph" w:customStyle="1" w:styleId="AF478B53105A4F96AC414632A597C661">
    <w:name w:val="AF478B53105A4F96AC414632A597C661"/>
    <w:rsid w:val="00750EDF"/>
  </w:style>
  <w:style w:type="paragraph" w:customStyle="1" w:styleId="79B42B5322C045A5B8F7F4FD5DBA0509">
    <w:name w:val="79B42B5322C045A5B8F7F4FD5DBA0509"/>
    <w:rsid w:val="005E7D50"/>
  </w:style>
  <w:style w:type="paragraph" w:customStyle="1" w:styleId="C423A1B5813846FC8FF8B657FECA5648">
    <w:name w:val="C423A1B5813846FC8FF8B657FECA5648"/>
    <w:rsid w:val="005E7D50"/>
  </w:style>
  <w:style w:type="paragraph" w:customStyle="1" w:styleId="7D997CC51A71466EBAF763D3B77C1C06">
    <w:name w:val="7D997CC51A71466EBAF763D3B77C1C06"/>
    <w:rsid w:val="005E7D50"/>
  </w:style>
  <w:style w:type="paragraph" w:customStyle="1" w:styleId="F475A2D7006247898B1D462930B558D4">
    <w:name w:val="F475A2D7006247898B1D462930B558D4"/>
    <w:rsid w:val="005E7D50"/>
  </w:style>
  <w:style w:type="paragraph" w:customStyle="1" w:styleId="B1B8245DACB04FE8BAD1970A48C94BB4">
    <w:name w:val="B1B8245DACB04FE8BAD1970A48C94BB4"/>
    <w:rsid w:val="005E7D50"/>
  </w:style>
  <w:style w:type="paragraph" w:customStyle="1" w:styleId="C8B8215A816049A0A0B8BCDECC7B15BB">
    <w:name w:val="C8B8215A816049A0A0B8BCDECC7B15BB"/>
    <w:rsid w:val="005E7D50"/>
  </w:style>
  <w:style w:type="paragraph" w:customStyle="1" w:styleId="58256A562D9D4ECDAB9986F481CD8DA3">
    <w:name w:val="58256A562D9D4ECDAB9986F481CD8DA3"/>
    <w:rsid w:val="005E7D50"/>
  </w:style>
  <w:style w:type="paragraph" w:customStyle="1" w:styleId="A9D6987370444E18A0EBA9FB9E6F87A9">
    <w:name w:val="A9D6987370444E18A0EBA9FB9E6F87A9"/>
    <w:rsid w:val="005E7D50"/>
  </w:style>
  <w:style w:type="paragraph" w:customStyle="1" w:styleId="3FA57E43913A495FA631E7EF63E8BC29">
    <w:name w:val="3FA57E43913A495FA631E7EF63E8BC29"/>
    <w:rsid w:val="005E7D50"/>
  </w:style>
  <w:style w:type="paragraph" w:customStyle="1" w:styleId="F72F18B7AB9245079BA1B51001B182AB">
    <w:name w:val="F72F18B7AB9245079BA1B51001B182AB"/>
    <w:rsid w:val="005E7D50"/>
  </w:style>
  <w:style w:type="paragraph" w:customStyle="1" w:styleId="F7D01FC5B5F541A1B191EEB51CCE2862">
    <w:name w:val="F7D01FC5B5F541A1B191EEB51CCE2862"/>
    <w:rsid w:val="005E7D50"/>
  </w:style>
  <w:style w:type="paragraph" w:customStyle="1" w:styleId="410321FA087E41C78056E1ED9B0AFFD2">
    <w:name w:val="410321FA087E41C78056E1ED9B0AFFD2"/>
    <w:rsid w:val="005E7D50"/>
  </w:style>
  <w:style w:type="paragraph" w:customStyle="1" w:styleId="550E5331599D4DBE98C7F8492D5B8CDB">
    <w:name w:val="550E5331599D4DBE98C7F8492D5B8CDB"/>
    <w:rsid w:val="005E7D50"/>
  </w:style>
  <w:style w:type="paragraph" w:customStyle="1" w:styleId="9122EEEF95AD4882B3DB2E73AE439C79">
    <w:name w:val="9122EEEF95AD4882B3DB2E73AE439C79"/>
    <w:rsid w:val="005E7D50"/>
  </w:style>
  <w:style w:type="paragraph" w:customStyle="1" w:styleId="A95895C37D974D3982859690049FE078">
    <w:name w:val="A95895C37D974D3982859690049FE078"/>
    <w:rsid w:val="005E7D50"/>
  </w:style>
  <w:style w:type="paragraph" w:customStyle="1" w:styleId="E1352FF3C87E4686B559BE548164C618">
    <w:name w:val="E1352FF3C87E4686B559BE548164C618"/>
    <w:rsid w:val="005E7D50"/>
  </w:style>
  <w:style w:type="paragraph" w:customStyle="1" w:styleId="E98C37FA647E407C8B4DC8FFA345CDB2">
    <w:name w:val="E98C37FA647E407C8B4DC8FFA345CDB2"/>
    <w:rsid w:val="005E7D50"/>
  </w:style>
  <w:style w:type="paragraph" w:customStyle="1" w:styleId="06AD60DF1D554B2CA7371EF8402E8437">
    <w:name w:val="06AD60DF1D554B2CA7371EF8402E8437"/>
    <w:rsid w:val="005E7D50"/>
  </w:style>
  <w:style w:type="paragraph" w:customStyle="1" w:styleId="DFF78E2FDC6C4FE8908ACAF9B1F591F3">
    <w:name w:val="DFF78E2FDC6C4FE8908ACAF9B1F591F3"/>
    <w:rsid w:val="005E7D50"/>
  </w:style>
  <w:style w:type="paragraph" w:customStyle="1" w:styleId="B10697ED86D741B69E724179B874F5FC">
    <w:name w:val="B10697ED86D741B69E724179B874F5FC"/>
    <w:rsid w:val="005E7D50"/>
  </w:style>
  <w:style w:type="paragraph" w:customStyle="1" w:styleId="9FEE2DD2DBAE4505950A4DB66363E9C9">
    <w:name w:val="9FEE2DD2DBAE4505950A4DB66363E9C9"/>
    <w:rsid w:val="005E7D50"/>
  </w:style>
  <w:style w:type="paragraph" w:customStyle="1" w:styleId="E32604C49D9C45FC80CA2DEF7364F34D">
    <w:name w:val="E32604C49D9C45FC80CA2DEF7364F34D"/>
    <w:rsid w:val="005E7D50"/>
  </w:style>
  <w:style w:type="paragraph" w:customStyle="1" w:styleId="E9F3B41C87AB4152AC8B32B375D1C5A7">
    <w:name w:val="E9F3B41C87AB4152AC8B32B375D1C5A7"/>
    <w:rsid w:val="005E7D50"/>
  </w:style>
  <w:style w:type="paragraph" w:customStyle="1" w:styleId="FA11A1B8FD4446D3B5162E5F01628E70">
    <w:name w:val="FA11A1B8FD4446D3B5162E5F01628E70"/>
    <w:rsid w:val="005E7D50"/>
  </w:style>
  <w:style w:type="paragraph" w:customStyle="1" w:styleId="35A1B08EEC044EBE825728024BA33048">
    <w:name w:val="35A1B08EEC044EBE825728024BA33048"/>
    <w:rsid w:val="005E7D50"/>
  </w:style>
  <w:style w:type="paragraph" w:customStyle="1" w:styleId="DFC005E91C7E48E796271F30E56E782F">
    <w:name w:val="DFC005E91C7E48E796271F30E56E782F"/>
    <w:rsid w:val="005E7D50"/>
  </w:style>
  <w:style w:type="paragraph" w:customStyle="1" w:styleId="B7921A461D534C148C00FD43A732C819">
    <w:name w:val="B7921A461D534C148C00FD43A732C819"/>
    <w:rsid w:val="005E7D50"/>
  </w:style>
  <w:style w:type="paragraph" w:customStyle="1" w:styleId="872AA54B422543DC97788EC9A0C96876">
    <w:name w:val="872AA54B422543DC97788EC9A0C96876"/>
    <w:rsid w:val="005E7D50"/>
  </w:style>
  <w:style w:type="paragraph" w:customStyle="1" w:styleId="064565A999E24C8F80366C47FD24299C">
    <w:name w:val="064565A999E24C8F80366C47FD24299C"/>
    <w:rsid w:val="005E7D50"/>
  </w:style>
  <w:style w:type="paragraph" w:customStyle="1" w:styleId="B2D20EF1B2544B15850820E0CEFE74BF">
    <w:name w:val="B2D20EF1B2544B15850820E0CEFE74BF"/>
    <w:rsid w:val="005E7D50"/>
  </w:style>
  <w:style w:type="paragraph" w:customStyle="1" w:styleId="31824FAD680F45CABB701BEF9E8227C2">
    <w:name w:val="31824FAD680F45CABB701BEF9E8227C2"/>
    <w:rsid w:val="005E7D50"/>
  </w:style>
  <w:style w:type="paragraph" w:customStyle="1" w:styleId="BE43727C55E64F4FA26632C28B8F0CC8">
    <w:name w:val="BE43727C55E64F4FA26632C28B8F0CC8"/>
    <w:rsid w:val="005E7D50"/>
  </w:style>
  <w:style w:type="paragraph" w:customStyle="1" w:styleId="76F207DD332C4F5EA5B8B00C0D6ED482">
    <w:name w:val="76F207DD332C4F5EA5B8B00C0D6ED482"/>
    <w:rsid w:val="005E7D50"/>
  </w:style>
  <w:style w:type="paragraph" w:customStyle="1" w:styleId="BBD00AF2CEF04A1B979F5A99E177C04C">
    <w:name w:val="BBD00AF2CEF04A1B979F5A99E177C04C"/>
    <w:rsid w:val="005E7D50"/>
  </w:style>
  <w:style w:type="paragraph" w:customStyle="1" w:styleId="3683321F67B145C1B9EEF0877929F9C2">
    <w:name w:val="3683321F67B145C1B9EEF0877929F9C2"/>
    <w:rsid w:val="005E7D50"/>
  </w:style>
  <w:style w:type="paragraph" w:customStyle="1" w:styleId="1B858035F8D2442E9BE1286CA382920C">
    <w:name w:val="1B858035F8D2442E9BE1286CA382920C"/>
    <w:rsid w:val="005E7D50"/>
  </w:style>
  <w:style w:type="paragraph" w:customStyle="1" w:styleId="8A7BBBBE517C4C3A8A747147B46DD109">
    <w:name w:val="8A7BBBBE517C4C3A8A747147B46DD109"/>
    <w:rsid w:val="005E7D50"/>
  </w:style>
  <w:style w:type="paragraph" w:customStyle="1" w:styleId="8BF83A31470A49918A16009A51364E6D">
    <w:name w:val="8BF83A31470A49918A16009A51364E6D"/>
    <w:rsid w:val="005E7D50"/>
  </w:style>
  <w:style w:type="paragraph" w:customStyle="1" w:styleId="F7E860225F894C4AB31543413D590BC1">
    <w:name w:val="F7E860225F894C4AB31543413D590BC1"/>
    <w:rsid w:val="005E7D50"/>
  </w:style>
  <w:style w:type="paragraph" w:customStyle="1" w:styleId="C1171DB150844223A1B7BBAE883A37AE">
    <w:name w:val="C1171DB150844223A1B7BBAE883A37AE"/>
    <w:rsid w:val="005E7D50"/>
  </w:style>
  <w:style w:type="paragraph" w:customStyle="1" w:styleId="A0B6F75F5B7A4D62A2C7FE349D96AC42">
    <w:name w:val="A0B6F75F5B7A4D62A2C7FE349D96AC42"/>
    <w:rsid w:val="005E7D50"/>
  </w:style>
  <w:style w:type="paragraph" w:customStyle="1" w:styleId="BEE6A206214043D798EA115F68752C60">
    <w:name w:val="BEE6A206214043D798EA115F68752C60"/>
    <w:rsid w:val="005E7D50"/>
  </w:style>
  <w:style w:type="paragraph" w:customStyle="1" w:styleId="9D8CADF96B954BC4977A08C790D2FAB8">
    <w:name w:val="9D8CADF96B954BC4977A08C790D2FAB8"/>
    <w:rsid w:val="005E7D50"/>
  </w:style>
  <w:style w:type="paragraph" w:customStyle="1" w:styleId="C57BC3A2B0B54B2A89538F37E0630895">
    <w:name w:val="C57BC3A2B0B54B2A89538F37E0630895"/>
    <w:rsid w:val="005E7D50"/>
  </w:style>
  <w:style w:type="paragraph" w:customStyle="1" w:styleId="D6EC97E8688645ADAD595263E27651FF">
    <w:name w:val="D6EC97E8688645ADAD595263E27651FF"/>
    <w:rsid w:val="005E7D50"/>
  </w:style>
  <w:style w:type="paragraph" w:customStyle="1" w:styleId="AB1EE9022E354141A24DF1D4BF83D5D3">
    <w:name w:val="AB1EE9022E354141A24DF1D4BF83D5D3"/>
    <w:rsid w:val="005E7D50"/>
  </w:style>
  <w:style w:type="paragraph" w:customStyle="1" w:styleId="BF55B2DAF8424DBA82B4B5B4B7B9E1CE">
    <w:name w:val="BF55B2DAF8424DBA82B4B5B4B7B9E1CE"/>
    <w:rsid w:val="005E7D50"/>
  </w:style>
  <w:style w:type="paragraph" w:customStyle="1" w:styleId="47E0889881F94851A5ACDB18F6892A4C">
    <w:name w:val="47E0889881F94851A5ACDB18F6892A4C"/>
    <w:rsid w:val="005E7D50"/>
  </w:style>
  <w:style w:type="paragraph" w:customStyle="1" w:styleId="73E415207AD245E6AEE51E770781CD63">
    <w:name w:val="73E415207AD245E6AEE51E770781CD63"/>
    <w:rsid w:val="005E7D50"/>
  </w:style>
  <w:style w:type="paragraph" w:customStyle="1" w:styleId="5DEC089A8F8143ECB4D015DDFFE8A1F1">
    <w:name w:val="5DEC089A8F8143ECB4D015DDFFE8A1F1"/>
    <w:rsid w:val="005E7D50"/>
  </w:style>
  <w:style w:type="paragraph" w:customStyle="1" w:styleId="A27A379CC348431F860B202E3D76EF0A">
    <w:name w:val="A27A379CC348431F860B202E3D76EF0A"/>
    <w:rsid w:val="005E7D50"/>
  </w:style>
  <w:style w:type="paragraph" w:customStyle="1" w:styleId="3A57FDFCD2AC4FCCA200231A061AABBA">
    <w:name w:val="3A57FDFCD2AC4FCCA200231A061AABBA"/>
    <w:rsid w:val="005E7D50"/>
  </w:style>
  <w:style w:type="paragraph" w:customStyle="1" w:styleId="0E322D2ADB0844A1A335EDBD0A1D3A24">
    <w:name w:val="0E322D2ADB0844A1A335EDBD0A1D3A24"/>
    <w:rsid w:val="005E7D50"/>
  </w:style>
  <w:style w:type="paragraph" w:customStyle="1" w:styleId="92BDCB57DD0F420E949F5D977FB679A0">
    <w:name w:val="92BDCB57DD0F420E949F5D977FB679A0"/>
    <w:rsid w:val="005E7D50"/>
  </w:style>
  <w:style w:type="paragraph" w:customStyle="1" w:styleId="0412773E5C134CA3ABB6AEE795267162">
    <w:name w:val="0412773E5C134CA3ABB6AEE795267162"/>
    <w:rsid w:val="005E7D50"/>
  </w:style>
  <w:style w:type="paragraph" w:customStyle="1" w:styleId="C46C628F433844EF8D7FB4DA22D1848E">
    <w:name w:val="C46C628F433844EF8D7FB4DA22D1848E"/>
    <w:rsid w:val="005E7D50"/>
  </w:style>
  <w:style w:type="paragraph" w:customStyle="1" w:styleId="2223CD5CE9E24288B412DC48E1020652">
    <w:name w:val="2223CD5CE9E24288B412DC48E1020652"/>
    <w:rsid w:val="005E7D50"/>
  </w:style>
  <w:style w:type="paragraph" w:customStyle="1" w:styleId="E39E3C945838437C994F879927C97485">
    <w:name w:val="E39E3C945838437C994F879927C97485"/>
    <w:rsid w:val="005E7D50"/>
  </w:style>
  <w:style w:type="paragraph" w:customStyle="1" w:styleId="7758D605F8B64C5CA4C02726B5B1EE1E">
    <w:name w:val="7758D605F8B64C5CA4C02726B5B1EE1E"/>
    <w:rsid w:val="005E7D50"/>
  </w:style>
  <w:style w:type="paragraph" w:customStyle="1" w:styleId="CEAAD009D5DE44F78EE1319F4C3CBF2A">
    <w:name w:val="CEAAD009D5DE44F78EE1319F4C3CBF2A"/>
    <w:rsid w:val="005E7D50"/>
  </w:style>
  <w:style w:type="paragraph" w:customStyle="1" w:styleId="430FFBDDFB664F2BBE823A9AA63A381F">
    <w:name w:val="430FFBDDFB664F2BBE823A9AA63A381F"/>
    <w:rsid w:val="005E7D50"/>
  </w:style>
  <w:style w:type="paragraph" w:customStyle="1" w:styleId="5122F940B2444A9A88ED16497A760697">
    <w:name w:val="5122F940B2444A9A88ED16497A760697"/>
    <w:rsid w:val="005E7D50"/>
  </w:style>
  <w:style w:type="paragraph" w:customStyle="1" w:styleId="04168F8D108B4A45B2BC9FCCBF392C66">
    <w:name w:val="04168F8D108B4A45B2BC9FCCBF392C66"/>
    <w:rsid w:val="005E7D50"/>
  </w:style>
  <w:style w:type="paragraph" w:customStyle="1" w:styleId="ACCA35BE62D2495187D2FF21ABDF1D93">
    <w:name w:val="ACCA35BE62D2495187D2FF21ABDF1D93"/>
    <w:rsid w:val="005E7D50"/>
  </w:style>
  <w:style w:type="paragraph" w:customStyle="1" w:styleId="FA24AA285229401AB3F0C3F28DD36813">
    <w:name w:val="FA24AA285229401AB3F0C3F28DD36813"/>
    <w:rsid w:val="005E7D50"/>
  </w:style>
  <w:style w:type="paragraph" w:customStyle="1" w:styleId="84CF8D4EA1F041ADAB14C9A5455FEFB4">
    <w:name w:val="84CF8D4EA1F041ADAB14C9A5455FEFB4"/>
    <w:rsid w:val="005E7D50"/>
  </w:style>
  <w:style w:type="paragraph" w:customStyle="1" w:styleId="EB672DA355334E24BC43CEB378063F0F">
    <w:name w:val="EB672DA355334E24BC43CEB378063F0F"/>
    <w:rsid w:val="005E7D50"/>
  </w:style>
  <w:style w:type="paragraph" w:customStyle="1" w:styleId="4FEAEAAFE0D34DC38A014A2EB69120BC">
    <w:name w:val="4FEAEAAFE0D34DC38A014A2EB69120BC"/>
    <w:rsid w:val="005E7D50"/>
  </w:style>
  <w:style w:type="paragraph" w:customStyle="1" w:styleId="1A5FE30C15974D579A96A21CC4C9A214">
    <w:name w:val="1A5FE30C15974D579A96A21CC4C9A214"/>
    <w:rsid w:val="005E7D50"/>
  </w:style>
  <w:style w:type="paragraph" w:customStyle="1" w:styleId="A74C3EAA16CA4FB78EDFB7D3CE899B1C">
    <w:name w:val="A74C3EAA16CA4FB78EDFB7D3CE899B1C"/>
    <w:rsid w:val="005E7D50"/>
  </w:style>
  <w:style w:type="paragraph" w:customStyle="1" w:styleId="26F7B884F5684B0DA710584A108213AC">
    <w:name w:val="26F7B884F5684B0DA710584A108213AC"/>
    <w:rsid w:val="005E7D50"/>
  </w:style>
  <w:style w:type="paragraph" w:customStyle="1" w:styleId="BE1488ACCEDC4224B4A6F5D3F6AC2B63">
    <w:name w:val="BE1488ACCEDC4224B4A6F5D3F6AC2B63"/>
    <w:rsid w:val="005E7D50"/>
  </w:style>
  <w:style w:type="paragraph" w:customStyle="1" w:styleId="6B5851AF19B64B58B1BF8C9A5DC12CBA">
    <w:name w:val="6B5851AF19B64B58B1BF8C9A5DC12CBA"/>
    <w:rsid w:val="005E7D50"/>
  </w:style>
  <w:style w:type="paragraph" w:customStyle="1" w:styleId="0A304F9F8FD7483A9501543C532770C6">
    <w:name w:val="0A304F9F8FD7483A9501543C532770C6"/>
    <w:rsid w:val="005E7D50"/>
  </w:style>
  <w:style w:type="paragraph" w:customStyle="1" w:styleId="BF9571DFDE184B49825B9BF6B86FBF9C">
    <w:name w:val="BF9571DFDE184B49825B9BF6B86FBF9C"/>
    <w:rsid w:val="005E7D50"/>
  </w:style>
  <w:style w:type="paragraph" w:customStyle="1" w:styleId="0A14E2738BB04A50BAAB3049F5B0017E">
    <w:name w:val="0A14E2738BB04A50BAAB3049F5B0017E"/>
    <w:rsid w:val="005E7D50"/>
  </w:style>
  <w:style w:type="paragraph" w:customStyle="1" w:styleId="8E7EBDF4E5AE43DB89C20DD48723427C">
    <w:name w:val="8E7EBDF4E5AE43DB89C20DD48723427C"/>
    <w:rsid w:val="005E7D50"/>
  </w:style>
  <w:style w:type="paragraph" w:customStyle="1" w:styleId="24341475EC7E4E909B1DA3BEA3BEF159">
    <w:name w:val="24341475EC7E4E909B1DA3BEA3BEF159"/>
    <w:rsid w:val="005E7D50"/>
  </w:style>
  <w:style w:type="paragraph" w:customStyle="1" w:styleId="A23E553FF3BC46089E44A74BD4C6B206">
    <w:name w:val="A23E553FF3BC46089E44A74BD4C6B206"/>
    <w:rsid w:val="005E7D50"/>
  </w:style>
  <w:style w:type="paragraph" w:customStyle="1" w:styleId="A213B88ABD1C42B5A1B59BF1BF2B63D3">
    <w:name w:val="A213B88ABD1C42B5A1B59BF1BF2B63D3"/>
    <w:rsid w:val="005E7D50"/>
  </w:style>
  <w:style w:type="paragraph" w:customStyle="1" w:styleId="EEDDBD780CB241468E5F58AA583F6A8F">
    <w:name w:val="EEDDBD780CB241468E5F58AA583F6A8F"/>
    <w:rsid w:val="005E7D50"/>
  </w:style>
  <w:style w:type="paragraph" w:customStyle="1" w:styleId="7F33BA5C12BC48B3A646AC5FA229D97E">
    <w:name w:val="7F33BA5C12BC48B3A646AC5FA229D97E"/>
    <w:rsid w:val="005E7D50"/>
  </w:style>
  <w:style w:type="paragraph" w:customStyle="1" w:styleId="A38D0EE6AF3346568D1942D6130C4DBD">
    <w:name w:val="A38D0EE6AF3346568D1942D6130C4DBD"/>
    <w:rsid w:val="005E7D50"/>
  </w:style>
  <w:style w:type="paragraph" w:customStyle="1" w:styleId="3DFC69F6EBDE4D51AAA83B3E1429FC3A">
    <w:name w:val="3DFC69F6EBDE4D51AAA83B3E1429FC3A"/>
    <w:rsid w:val="005E7D50"/>
  </w:style>
  <w:style w:type="paragraph" w:customStyle="1" w:styleId="6A9C73683C444BDA983645DCBB74904A">
    <w:name w:val="6A9C73683C444BDA983645DCBB74904A"/>
    <w:rsid w:val="005E7D50"/>
  </w:style>
  <w:style w:type="paragraph" w:customStyle="1" w:styleId="E65480600F30470A82B0F6FA13539325">
    <w:name w:val="E65480600F30470A82B0F6FA13539325"/>
    <w:rsid w:val="006E696C"/>
    <w:pPr>
      <w:spacing w:after="160" w:line="259" w:lineRule="auto"/>
    </w:pPr>
  </w:style>
  <w:style w:type="paragraph" w:customStyle="1" w:styleId="93B2E5615E274DCD90F49858B6FE8082">
    <w:name w:val="93B2E5615E274DCD90F49858B6FE8082"/>
    <w:rsid w:val="006F0B99"/>
    <w:pPr>
      <w:spacing w:after="160" w:line="259" w:lineRule="auto"/>
    </w:pPr>
  </w:style>
  <w:style w:type="paragraph" w:customStyle="1" w:styleId="F8FE03757C3242E4BCDA6F9504EF270B">
    <w:name w:val="F8FE03757C3242E4BCDA6F9504EF270B"/>
    <w:rsid w:val="00801AD2"/>
    <w:pPr>
      <w:spacing w:after="160" w:line="259" w:lineRule="auto"/>
    </w:pPr>
  </w:style>
  <w:style w:type="paragraph" w:customStyle="1" w:styleId="DF2CF95886B04F3D84714E18A31FA8A9">
    <w:name w:val="DF2CF95886B04F3D84714E18A31FA8A9"/>
    <w:rsid w:val="00801AD2"/>
    <w:pPr>
      <w:spacing w:after="160" w:line="259" w:lineRule="auto"/>
    </w:pPr>
  </w:style>
  <w:style w:type="paragraph" w:customStyle="1" w:styleId="B085A3E3BECF4565AE2357F22A8221A3">
    <w:name w:val="B085A3E3BECF4565AE2357F22A8221A3"/>
    <w:rsid w:val="00801AD2"/>
    <w:pPr>
      <w:spacing w:after="160" w:line="259" w:lineRule="auto"/>
    </w:pPr>
  </w:style>
  <w:style w:type="paragraph" w:customStyle="1" w:styleId="71ECB8F07DFE48878F091B400C3D48FF">
    <w:name w:val="71ECB8F07DFE48878F091B400C3D48FF"/>
    <w:rsid w:val="00801AD2"/>
    <w:pPr>
      <w:spacing w:after="160" w:line="259" w:lineRule="auto"/>
    </w:pPr>
  </w:style>
  <w:style w:type="paragraph" w:customStyle="1" w:styleId="37D79E07AFC941ACB0D07965206EE7EF">
    <w:name w:val="37D79E07AFC941ACB0D07965206EE7EF"/>
    <w:rsid w:val="00801AD2"/>
    <w:pPr>
      <w:spacing w:after="160" w:line="259" w:lineRule="auto"/>
    </w:pPr>
  </w:style>
  <w:style w:type="paragraph" w:customStyle="1" w:styleId="C45EC19A83A24FE5969F77C444B1E179">
    <w:name w:val="C45EC19A83A24FE5969F77C444B1E179"/>
    <w:rsid w:val="00801AD2"/>
    <w:pPr>
      <w:spacing w:after="160" w:line="259" w:lineRule="auto"/>
    </w:pPr>
  </w:style>
  <w:style w:type="paragraph" w:customStyle="1" w:styleId="5809BB410B554E8BA2BAF0612AED2F5C">
    <w:name w:val="5809BB410B554E8BA2BAF0612AED2F5C"/>
    <w:rsid w:val="00801AD2"/>
    <w:pPr>
      <w:spacing w:after="160" w:line="259" w:lineRule="auto"/>
    </w:pPr>
  </w:style>
  <w:style w:type="paragraph" w:customStyle="1" w:styleId="B81FDB47E6244874A21F3D9C68DD98E3">
    <w:name w:val="B81FDB47E6244874A21F3D9C68DD98E3"/>
    <w:rsid w:val="00801AD2"/>
    <w:pPr>
      <w:spacing w:after="160" w:line="259" w:lineRule="auto"/>
    </w:pPr>
  </w:style>
  <w:style w:type="paragraph" w:customStyle="1" w:styleId="5837E1AD9C854114A3BD51F120338ECD">
    <w:name w:val="5837E1AD9C854114A3BD51F120338ECD"/>
    <w:rsid w:val="00801AD2"/>
    <w:pPr>
      <w:spacing w:after="160" w:line="259" w:lineRule="auto"/>
    </w:pPr>
  </w:style>
  <w:style w:type="paragraph" w:customStyle="1" w:styleId="A509C8C2FFC948D7AF060FDEF83AA9F6">
    <w:name w:val="A509C8C2FFC948D7AF060FDEF83AA9F6"/>
    <w:rsid w:val="00801AD2"/>
    <w:pPr>
      <w:spacing w:after="160" w:line="259" w:lineRule="auto"/>
    </w:pPr>
  </w:style>
  <w:style w:type="paragraph" w:customStyle="1" w:styleId="0C61C9A92C324D1D804A4946939DED9C">
    <w:name w:val="0C61C9A92C324D1D804A4946939DED9C"/>
    <w:rsid w:val="00801AD2"/>
    <w:pPr>
      <w:spacing w:after="160" w:line="259" w:lineRule="auto"/>
    </w:pPr>
  </w:style>
  <w:style w:type="paragraph" w:customStyle="1" w:styleId="BC6F244BEC424ECFA1927326628C2F22">
    <w:name w:val="BC6F244BEC424ECFA1927326628C2F22"/>
    <w:rsid w:val="00801AD2"/>
    <w:pPr>
      <w:spacing w:after="160" w:line="259" w:lineRule="auto"/>
    </w:pPr>
  </w:style>
  <w:style w:type="paragraph" w:customStyle="1" w:styleId="2A90F8E339FD40B6BF864AC6CFBB3854">
    <w:name w:val="2A90F8E339FD40B6BF864AC6CFBB3854"/>
    <w:rsid w:val="00801AD2"/>
    <w:pPr>
      <w:spacing w:after="160" w:line="259" w:lineRule="auto"/>
    </w:pPr>
  </w:style>
  <w:style w:type="paragraph" w:customStyle="1" w:styleId="718A6DC5FC3845CBAE3D64FDC85DAC76">
    <w:name w:val="718A6DC5FC3845CBAE3D64FDC85DAC76"/>
    <w:rsid w:val="00801AD2"/>
    <w:pPr>
      <w:spacing w:after="160" w:line="259" w:lineRule="auto"/>
    </w:pPr>
  </w:style>
  <w:style w:type="paragraph" w:customStyle="1" w:styleId="B33238F033FF49B5B5E5E926F90B9F71">
    <w:name w:val="B33238F033FF49B5B5E5E926F90B9F71"/>
    <w:rsid w:val="00801AD2"/>
    <w:pPr>
      <w:spacing w:after="160" w:line="259" w:lineRule="auto"/>
    </w:pPr>
  </w:style>
  <w:style w:type="paragraph" w:customStyle="1" w:styleId="349E663FE2BF4B1E9DC09CB30F227766">
    <w:name w:val="349E663FE2BF4B1E9DC09CB30F227766"/>
    <w:rsid w:val="00801AD2"/>
    <w:pPr>
      <w:spacing w:after="160" w:line="259" w:lineRule="auto"/>
    </w:pPr>
  </w:style>
  <w:style w:type="paragraph" w:customStyle="1" w:styleId="5D4C720640794F0B9D4FAFDCF87B56EE">
    <w:name w:val="5D4C720640794F0B9D4FAFDCF87B56EE"/>
    <w:rsid w:val="00801AD2"/>
    <w:pPr>
      <w:spacing w:after="160" w:line="259" w:lineRule="auto"/>
    </w:pPr>
  </w:style>
  <w:style w:type="paragraph" w:customStyle="1" w:styleId="BDC3B4ACB795423486A151A7E6867F0D">
    <w:name w:val="BDC3B4ACB795423486A151A7E6867F0D"/>
    <w:rsid w:val="00801AD2"/>
    <w:pPr>
      <w:spacing w:after="160" w:line="259" w:lineRule="auto"/>
    </w:pPr>
  </w:style>
  <w:style w:type="paragraph" w:customStyle="1" w:styleId="56D520A693F74AD09FDA9C43C2D061E4">
    <w:name w:val="56D520A693F74AD09FDA9C43C2D061E4"/>
    <w:rsid w:val="00801AD2"/>
    <w:pPr>
      <w:spacing w:after="160" w:line="259" w:lineRule="auto"/>
    </w:pPr>
  </w:style>
  <w:style w:type="paragraph" w:customStyle="1" w:styleId="6EFFB041069B48EABB7C8B28B3A9CD89">
    <w:name w:val="6EFFB041069B48EABB7C8B28B3A9CD89"/>
    <w:rsid w:val="00801AD2"/>
    <w:pPr>
      <w:spacing w:after="160" w:line="259" w:lineRule="auto"/>
    </w:pPr>
  </w:style>
  <w:style w:type="paragraph" w:customStyle="1" w:styleId="7C81A3A8CB394F5A89F8EDDD2973D161">
    <w:name w:val="7C81A3A8CB394F5A89F8EDDD2973D161"/>
    <w:rsid w:val="00801AD2"/>
    <w:pPr>
      <w:spacing w:after="160" w:line="259" w:lineRule="auto"/>
    </w:pPr>
  </w:style>
  <w:style w:type="paragraph" w:customStyle="1" w:styleId="0F56FF6BDEDC41DDAA09B89A2E8F533B">
    <w:name w:val="0F56FF6BDEDC41DDAA09B89A2E8F533B"/>
    <w:rsid w:val="00801AD2"/>
    <w:pPr>
      <w:spacing w:after="160" w:line="259" w:lineRule="auto"/>
    </w:pPr>
  </w:style>
  <w:style w:type="paragraph" w:customStyle="1" w:styleId="345533DFA26348B9948D35411CAF592D">
    <w:name w:val="345533DFA26348B9948D35411CAF592D"/>
    <w:rsid w:val="00801AD2"/>
    <w:pPr>
      <w:spacing w:after="160" w:line="259" w:lineRule="auto"/>
    </w:pPr>
  </w:style>
  <w:style w:type="paragraph" w:customStyle="1" w:styleId="0D1F341970E34D889D2D3377E7EAF993">
    <w:name w:val="0D1F341970E34D889D2D3377E7EAF993"/>
    <w:rsid w:val="00801AD2"/>
    <w:pPr>
      <w:spacing w:after="160" w:line="259" w:lineRule="auto"/>
    </w:pPr>
  </w:style>
  <w:style w:type="paragraph" w:customStyle="1" w:styleId="F2D7FBE2649E4D4D8A291BAC6FC9274B">
    <w:name w:val="F2D7FBE2649E4D4D8A291BAC6FC9274B"/>
    <w:rsid w:val="00801AD2"/>
    <w:pPr>
      <w:spacing w:after="160" w:line="259" w:lineRule="auto"/>
    </w:pPr>
  </w:style>
  <w:style w:type="paragraph" w:customStyle="1" w:styleId="6A2C8640E824464DA33AB69D4F160BDC">
    <w:name w:val="6A2C8640E824464DA33AB69D4F160BDC"/>
    <w:rsid w:val="00801AD2"/>
    <w:pPr>
      <w:spacing w:after="160" w:line="259" w:lineRule="auto"/>
    </w:pPr>
  </w:style>
  <w:style w:type="paragraph" w:customStyle="1" w:styleId="CBA4B9349D4240239E33B118E260E8EC">
    <w:name w:val="CBA4B9349D4240239E33B118E260E8EC"/>
    <w:rsid w:val="0005254D"/>
    <w:pPr>
      <w:spacing w:after="160" w:line="259" w:lineRule="auto"/>
    </w:pPr>
  </w:style>
  <w:style w:type="paragraph" w:customStyle="1" w:styleId="17BAF8D464574072A3D2663616018FDF">
    <w:name w:val="17BAF8D464574072A3D2663616018FDF"/>
    <w:rsid w:val="0005254D"/>
    <w:pPr>
      <w:spacing w:after="160" w:line="259" w:lineRule="auto"/>
    </w:pPr>
  </w:style>
  <w:style w:type="paragraph" w:customStyle="1" w:styleId="36DC04797A6C411A8F0EF3C709A2098B">
    <w:name w:val="36DC04797A6C411A8F0EF3C709A2098B"/>
    <w:rsid w:val="0005254D"/>
    <w:pPr>
      <w:spacing w:after="160" w:line="259" w:lineRule="auto"/>
    </w:pPr>
  </w:style>
  <w:style w:type="paragraph" w:customStyle="1" w:styleId="47FFA2D480A441C0B5ECFA71BCD37468">
    <w:name w:val="47FFA2D480A441C0B5ECFA71BCD37468"/>
    <w:rsid w:val="0005254D"/>
    <w:pPr>
      <w:spacing w:after="160" w:line="259" w:lineRule="auto"/>
    </w:pPr>
  </w:style>
  <w:style w:type="paragraph" w:customStyle="1" w:styleId="1825E9448D2D4D6FB347E7CFA5EC178D">
    <w:name w:val="1825E9448D2D4D6FB347E7CFA5EC178D"/>
    <w:rsid w:val="0005254D"/>
    <w:pPr>
      <w:spacing w:after="160" w:line="259" w:lineRule="auto"/>
    </w:pPr>
  </w:style>
  <w:style w:type="paragraph" w:customStyle="1" w:styleId="15B727136D164944B0FC344466E2B3AF">
    <w:name w:val="15B727136D164944B0FC344466E2B3AF"/>
    <w:rsid w:val="0005254D"/>
    <w:pPr>
      <w:spacing w:after="160" w:line="259" w:lineRule="auto"/>
    </w:pPr>
  </w:style>
  <w:style w:type="paragraph" w:customStyle="1" w:styleId="0A706E8A8C3C468DA8D55BD08D393E73">
    <w:name w:val="0A706E8A8C3C468DA8D55BD08D393E73"/>
    <w:rsid w:val="0005254D"/>
    <w:pPr>
      <w:spacing w:after="160" w:line="259" w:lineRule="auto"/>
    </w:pPr>
  </w:style>
  <w:style w:type="paragraph" w:customStyle="1" w:styleId="A4BA297FA6884A43A22BCA4DAA449356">
    <w:name w:val="A4BA297FA6884A43A22BCA4DAA449356"/>
    <w:rsid w:val="0005254D"/>
    <w:pPr>
      <w:spacing w:after="160" w:line="259" w:lineRule="auto"/>
    </w:pPr>
  </w:style>
  <w:style w:type="paragraph" w:customStyle="1" w:styleId="BD3CC8393897411DAA7C8BF0C937D59B">
    <w:name w:val="BD3CC8393897411DAA7C8BF0C937D59B"/>
    <w:rsid w:val="0005254D"/>
    <w:pPr>
      <w:spacing w:after="160" w:line="259" w:lineRule="auto"/>
    </w:pPr>
  </w:style>
  <w:style w:type="paragraph" w:customStyle="1" w:styleId="E8D82E7F7659452DBC57D09FCD2144BB">
    <w:name w:val="E8D82E7F7659452DBC57D09FCD2144BB"/>
    <w:rsid w:val="0005254D"/>
    <w:pPr>
      <w:spacing w:after="160" w:line="259" w:lineRule="auto"/>
    </w:pPr>
  </w:style>
  <w:style w:type="paragraph" w:customStyle="1" w:styleId="2CAA50C38CE1420D811A1D7860A38BF6">
    <w:name w:val="2CAA50C38CE1420D811A1D7860A38BF6"/>
    <w:rsid w:val="0005254D"/>
    <w:pPr>
      <w:spacing w:after="160" w:line="259" w:lineRule="auto"/>
    </w:pPr>
  </w:style>
  <w:style w:type="paragraph" w:customStyle="1" w:styleId="06324CF99B55400889DD5DB24317D3BC">
    <w:name w:val="06324CF99B55400889DD5DB24317D3BC"/>
    <w:rsid w:val="0005254D"/>
    <w:pPr>
      <w:spacing w:after="160" w:line="259" w:lineRule="auto"/>
    </w:pPr>
  </w:style>
  <w:style w:type="paragraph" w:customStyle="1" w:styleId="D51813A9187B41EFB7378A875463CF90">
    <w:name w:val="D51813A9187B41EFB7378A875463CF90"/>
    <w:rsid w:val="0005254D"/>
    <w:pPr>
      <w:spacing w:after="160" w:line="259" w:lineRule="auto"/>
    </w:pPr>
  </w:style>
  <w:style w:type="paragraph" w:customStyle="1" w:styleId="F6344AFB4A844A73A005E2992BC38619">
    <w:name w:val="F6344AFB4A844A73A005E2992BC38619"/>
    <w:rsid w:val="0005254D"/>
    <w:pPr>
      <w:spacing w:after="160" w:line="259" w:lineRule="auto"/>
    </w:pPr>
  </w:style>
  <w:style w:type="paragraph" w:customStyle="1" w:styleId="69D136E7CD214B28A4823D98855029C8">
    <w:name w:val="69D136E7CD214B28A4823D98855029C8"/>
    <w:rsid w:val="0005254D"/>
    <w:pPr>
      <w:spacing w:after="160" w:line="259" w:lineRule="auto"/>
    </w:pPr>
  </w:style>
  <w:style w:type="paragraph" w:customStyle="1" w:styleId="E40D6E88A56F4027B0A4B0A12CF09805">
    <w:name w:val="E40D6E88A56F4027B0A4B0A12CF09805"/>
    <w:rsid w:val="0005254D"/>
    <w:pPr>
      <w:spacing w:after="160" w:line="259" w:lineRule="auto"/>
    </w:pPr>
  </w:style>
  <w:style w:type="paragraph" w:customStyle="1" w:styleId="C457192BAD0B41CD9FE476B1A87F9400">
    <w:name w:val="C457192BAD0B41CD9FE476B1A87F9400"/>
    <w:rsid w:val="0005254D"/>
    <w:pPr>
      <w:spacing w:after="160" w:line="259" w:lineRule="auto"/>
    </w:pPr>
  </w:style>
  <w:style w:type="paragraph" w:customStyle="1" w:styleId="02164B71F6434F1BB523504311A0763F">
    <w:name w:val="02164B71F6434F1BB523504311A0763F"/>
    <w:rsid w:val="0005254D"/>
    <w:pPr>
      <w:spacing w:after="160" w:line="259" w:lineRule="auto"/>
    </w:pPr>
  </w:style>
  <w:style w:type="paragraph" w:customStyle="1" w:styleId="6D44098DD7364BF59D9019DE2A6AA005">
    <w:name w:val="6D44098DD7364BF59D9019DE2A6AA005"/>
    <w:rsid w:val="0005254D"/>
    <w:pPr>
      <w:spacing w:after="160" w:line="259" w:lineRule="auto"/>
    </w:pPr>
  </w:style>
  <w:style w:type="paragraph" w:customStyle="1" w:styleId="7076051BCAC44A7BAC89DFBD8E678383">
    <w:name w:val="7076051BCAC44A7BAC89DFBD8E678383"/>
    <w:rsid w:val="0005254D"/>
    <w:pPr>
      <w:spacing w:after="160" w:line="259" w:lineRule="auto"/>
    </w:pPr>
  </w:style>
  <w:style w:type="paragraph" w:customStyle="1" w:styleId="13915387BA564DDA99B1F4A80A3BC779">
    <w:name w:val="13915387BA564DDA99B1F4A80A3BC779"/>
    <w:rsid w:val="0005254D"/>
    <w:pPr>
      <w:spacing w:after="160" w:line="259" w:lineRule="auto"/>
    </w:pPr>
  </w:style>
  <w:style w:type="paragraph" w:customStyle="1" w:styleId="B85EC966C3AF47649FCC007875533690">
    <w:name w:val="B85EC966C3AF47649FCC007875533690"/>
    <w:rsid w:val="0005254D"/>
    <w:pPr>
      <w:spacing w:after="160" w:line="259" w:lineRule="auto"/>
    </w:pPr>
  </w:style>
  <w:style w:type="paragraph" w:customStyle="1" w:styleId="8652CD6C2C764B8C89C1C32F1A4C74DB">
    <w:name w:val="8652CD6C2C764B8C89C1C32F1A4C74DB"/>
    <w:rsid w:val="0005254D"/>
    <w:pPr>
      <w:spacing w:after="160" w:line="259" w:lineRule="auto"/>
    </w:pPr>
  </w:style>
  <w:style w:type="paragraph" w:customStyle="1" w:styleId="2ECB0697D70E49B18BF95CF971B987A0">
    <w:name w:val="2ECB0697D70E49B18BF95CF971B987A0"/>
    <w:rsid w:val="0005254D"/>
    <w:pPr>
      <w:spacing w:after="160" w:line="259" w:lineRule="auto"/>
    </w:pPr>
  </w:style>
  <w:style w:type="paragraph" w:customStyle="1" w:styleId="1709C662408846988DBDB08402DBB13A">
    <w:name w:val="1709C662408846988DBDB08402DBB13A"/>
    <w:rsid w:val="0005254D"/>
    <w:pPr>
      <w:spacing w:after="160" w:line="259" w:lineRule="auto"/>
    </w:pPr>
  </w:style>
  <w:style w:type="paragraph" w:customStyle="1" w:styleId="7ABA995E3CE7400A88A69C8B895EB868">
    <w:name w:val="7ABA995E3CE7400A88A69C8B895EB868"/>
    <w:rsid w:val="0005254D"/>
    <w:pPr>
      <w:spacing w:after="160" w:line="259" w:lineRule="auto"/>
    </w:pPr>
  </w:style>
  <w:style w:type="paragraph" w:customStyle="1" w:styleId="EC7EC54F2AD24265951A181A73BF73FE">
    <w:name w:val="EC7EC54F2AD24265951A181A73BF73FE"/>
    <w:rsid w:val="0005254D"/>
    <w:pPr>
      <w:spacing w:after="160" w:line="259" w:lineRule="auto"/>
    </w:pPr>
  </w:style>
  <w:style w:type="paragraph" w:customStyle="1" w:styleId="2246C5B84A9E4833ACB3E1872F78EC52">
    <w:name w:val="2246C5B84A9E4833ACB3E1872F78EC52"/>
    <w:rsid w:val="0005254D"/>
    <w:pPr>
      <w:spacing w:after="160" w:line="259" w:lineRule="auto"/>
    </w:pPr>
  </w:style>
  <w:style w:type="paragraph" w:customStyle="1" w:styleId="0217FE6A64A14DB6965EEFB07A30762D">
    <w:name w:val="0217FE6A64A14DB6965EEFB07A30762D"/>
    <w:rsid w:val="0005254D"/>
    <w:pPr>
      <w:spacing w:after="160" w:line="259" w:lineRule="auto"/>
    </w:pPr>
  </w:style>
  <w:style w:type="paragraph" w:customStyle="1" w:styleId="CDC341D73F5E4D928ABFA3A7FAA91365">
    <w:name w:val="CDC341D73F5E4D928ABFA3A7FAA91365"/>
    <w:rsid w:val="0005254D"/>
    <w:pPr>
      <w:spacing w:after="160" w:line="259" w:lineRule="auto"/>
    </w:pPr>
  </w:style>
  <w:style w:type="paragraph" w:customStyle="1" w:styleId="85E4A114B2094AC5B5C91B27F5614F35">
    <w:name w:val="85E4A114B2094AC5B5C91B27F5614F35"/>
    <w:rsid w:val="0005254D"/>
    <w:pPr>
      <w:spacing w:after="160" w:line="259" w:lineRule="auto"/>
    </w:pPr>
  </w:style>
  <w:style w:type="paragraph" w:customStyle="1" w:styleId="12C46C0688074F18BB4C3FEAA0A19867">
    <w:name w:val="12C46C0688074F18BB4C3FEAA0A19867"/>
    <w:rsid w:val="0005254D"/>
    <w:pPr>
      <w:spacing w:after="160" w:line="259" w:lineRule="auto"/>
    </w:pPr>
  </w:style>
  <w:style w:type="paragraph" w:customStyle="1" w:styleId="3ADE7A9D7AA04DE8941ED33FCDC3FD60">
    <w:name w:val="3ADE7A9D7AA04DE8941ED33FCDC3FD60"/>
    <w:rsid w:val="0005254D"/>
    <w:pPr>
      <w:spacing w:after="160" w:line="259" w:lineRule="auto"/>
    </w:pPr>
  </w:style>
  <w:style w:type="paragraph" w:customStyle="1" w:styleId="B6DC39CE1EA24C02B0CED8C0C63AAA61">
    <w:name w:val="B6DC39CE1EA24C02B0CED8C0C63AAA61"/>
    <w:rsid w:val="0005254D"/>
    <w:pPr>
      <w:spacing w:after="160" w:line="259" w:lineRule="auto"/>
    </w:pPr>
  </w:style>
  <w:style w:type="paragraph" w:customStyle="1" w:styleId="E8450DC95AB2450B8AE8BA6A1974643D">
    <w:name w:val="E8450DC95AB2450B8AE8BA6A1974643D"/>
    <w:rsid w:val="0005254D"/>
    <w:pPr>
      <w:spacing w:after="160" w:line="259" w:lineRule="auto"/>
    </w:pPr>
  </w:style>
  <w:style w:type="paragraph" w:customStyle="1" w:styleId="B1BA56F434564014899C82000ECA6FFE">
    <w:name w:val="B1BA56F434564014899C82000ECA6FFE"/>
    <w:rsid w:val="0005254D"/>
    <w:pPr>
      <w:spacing w:after="160" w:line="259" w:lineRule="auto"/>
    </w:pPr>
  </w:style>
  <w:style w:type="paragraph" w:customStyle="1" w:styleId="B29442EF830F4EB9AFD0072A8C79EB3D">
    <w:name w:val="B29442EF830F4EB9AFD0072A8C79EB3D"/>
    <w:rsid w:val="0005254D"/>
    <w:pPr>
      <w:spacing w:after="160" w:line="259" w:lineRule="auto"/>
    </w:pPr>
  </w:style>
  <w:style w:type="paragraph" w:customStyle="1" w:styleId="511B57B3BCFE4E418315E56E0CFEF877">
    <w:name w:val="511B57B3BCFE4E418315E56E0CFEF877"/>
    <w:rsid w:val="0005254D"/>
    <w:pPr>
      <w:spacing w:after="160" w:line="259" w:lineRule="auto"/>
    </w:pPr>
  </w:style>
  <w:style w:type="paragraph" w:customStyle="1" w:styleId="E1A76502689E4713888E664CF1B3C85D">
    <w:name w:val="E1A76502689E4713888E664CF1B3C85D"/>
    <w:rsid w:val="0005254D"/>
    <w:pPr>
      <w:spacing w:after="160" w:line="259" w:lineRule="auto"/>
    </w:pPr>
  </w:style>
  <w:style w:type="paragraph" w:customStyle="1" w:styleId="9594AF1E9967416999B5161695728B3E">
    <w:name w:val="9594AF1E9967416999B5161695728B3E"/>
    <w:rsid w:val="0005254D"/>
    <w:pPr>
      <w:spacing w:after="160" w:line="259" w:lineRule="auto"/>
    </w:pPr>
  </w:style>
  <w:style w:type="paragraph" w:customStyle="1" w:styleId="1FF3F2D69C704EE69D71799DEB44F945">
    <w:name w:val="1FF3F2D69C704EE69D71799DEB44F945"/>
    <w:rsid w:val="0005254D"/>
    <w:pPr>
      <w:spacing w:after="160" w:line="259" w:lineRule="auto"/>
    </w:pPr>
  </w:style>
  <w:style w:type="paragraph" w:customStyle="1" w:styleId="E575DCAA72C24B56A5FA11B2490DF0DB">
    <w:name w:val="E575DCAA72C24B56A5FA11B2490DF0DB"/>
    <w:rsid w:val="0005254D"/>
    <w:pPr>
      <w:spacing w:after="160" w:line="259" w:lineRule="auto"/>
    </w:pPr>
  </w:style>
  <w:style w:type="paragraph" w:customStyle="1" w:styleId="CDC85F160C3240C88C8BBCC6FE0593AC">
    <w:name w:val="CDC85F160C3240C88C8BBCC6FE0593AC"/>
    <w:rsid w:val="0005254D"/>
    <w:pPr>
      <w:spacing w:after="160" w:line="259" w:lineRule="auto"/>
    </w:pPr>
  </w:style>
  <w:style w:type="paragraph" w:customStyle="1" w:styleId="2E772960A6D448009F36705C97B201C2">
    <w:name w:val="2E772960A6D448009F36705C97B201C2"/>
    <w:rsid w:val="0005254D"/>
    <w:pPr>
      <w:spacing w:after="160" w:line="259" w:lineRule="auto"/>
    </w:pPr>
  </w:style>
  <w:style w:type="paragraph" w:customStyle="1" w:styleId="D6EC8A65A1B54BAB95EA8444CDB8DC85">
    <w:name w:val="D6EC8A65A1B54BAB95EA8444CDB8DC85"/>
    <w:rsid w:val="0005254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C58CB-16A5-4067-92B3-C29C3470F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Minutes en x.dot</Template>
  <TotalTime>0</TotalTime>
  <Pages>21</Pages>
  <Words>3928</Words>
  <Characters>19313</Characters>
  <Application>Microsoft Office Word</Application>
  <DocSecurity>0</DocSecurity>
  <Lines>160</Lines>
  <Paragraphs>46</Paragraphs>
  <ScaleCrop>false</ScaleCrop>
  <HeadingPairs>
    <vt:vector size="2" baseType="variant">
      <vt:variant>
        <vt:lpstr>Název</vt:lpstr>
      </vt:variant>
      <vt:variant>
        <vt:i4>1</vt:i4>
      </vt:variant>
    </vt:vector>
  </HeadingPairs>
  <TitlesOfParts>
    <vt:vector size="1" baseType="lpstr">
      <vt:lpstr>DUR A Úvodní údaje, identifikace</vt:lpstr>
    </vt:vector>
  </TitlesOfParts>
  <Company>Sweco Hydroprojekt a.s.</Company>
  <LinksUpToDate>false</LinksUpToDate>
  <CharactersWithSpaces>23195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DUR A Úvodní údaje, identifikace</dc:title>
  <dc:subject/>
  <dc:creator>Sweco Hydroprojekt a.s.</dc:creator>
  <cp:keywords/>
  <dc:description/>
  <cp:lastModifiedBy>Ježková, Michaela</cp:lastModifiedBy>
  <cp:revision>2</cp:revision>
  <cp:lastPrinted>2020-12-01T05:41:00Z</cp:lastPrinted>
  <dcterms:created xsi:type="dcterms:W3CDTF">2020-12-07T08:51:00Z</dcterms:created>
  <dcterms:modified xsi:type="dcterms:W3CDTF">2020-12-07T08:51:00Z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2020-10-27T06:20:16Z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9d43c24c-8492-48e5-988b-0000b46a2a33</vt:lpwstr>
  </property>
  <property fmtid="{D5CDD505-2E9C-101B-9397-08002B2CF9AE}" pid="8" name="MSIP_Label_43f08ec5-d6d9-4227-8387-ccbfcb3632c4_ContentBits">
    <vt:lpwstr>0</vt:lpwstr>
  </property>
</Properties>
</file>